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0E" w:rsidRPr="00A2539C" w:rsidRDefault="0043750E" w:rsidP="005627DE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 xml:space="preserve">Santidad, Equilibrio y Armonía  </w:t>
      </w:r>
      <w:r w:rsidRPr="005627DE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8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43750E" w:rsidRDefault="0043750E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43750E" w:rsidRPr="00BD57EB" w:rsidRDefault="0043750E" w:rsidP="00BD57E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BD57EB">
        <w:rPr>
          <w:rFonts w:ascii="Arial" w:hAnsi="Arial" w:cs="Arial"/>
          <w:sz w:val="20"/>
          <w:szCs w:val="20"/>
          <w:bdr w:val="none" w:sz="0" w:space="0" w:color="auto" w:frame="1"/>
        </w:rPr>
        <w:t>En última instancia, todo lo que estamos experimentando nos impulsa a encontrar el equilibrio. Las energías entrantes son potentes y palpitan poderosamente en toda la humanidad generando los cambios necesarios para que vivamos en santidad, equilibrio y armonía. Estamos siendo reequilibrados y reestructurados en muchos niveles, pero en este momento es nuestra mente y nuestra conciencia humana las que están siendo fuertemente impactadas. Si queremos crear una nueva realidad y un nuevo mundo, deben liberarse las limitaciones creadas por las viejas formas de pensar. Con esta liberación, nuestra conciencia humana se expande para abrir nuestras mentes, estimular nuestra creatividad y activar nuestra imaginación. Como resultado, podemos visualizar mejor lo que ahora es posible. </w:t>
      </w:r>
    </w:p>
    <w:p w:rsidR="0043750E" w:rsidRPr="00BD57EB" w:rsidRDefault="0043750E" w:rsidP="00BD57E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43750E" w:rsidRPr="00BD57EB" w:rsidRDefault="0043750E" w:rsidP="00BD57E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3750E" w:rsidRPr="00BD57EB" w:rsidRDefault="0043750E" w:rsidP="00BD57E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D57EB">
        <w:rPr>
          <w:rFonts w:ascii="Arial" w:hAnsi="Arial" w:cs="Arial"/>
          <w:sz w:val="20"/>
          <w:szCs w:val="20"/>
          <w:bdr w:val="none" w:sz="0" w:space="0" w:color="auto" w:frame="1"/>
        </w:rPr>
        <w:t>A medida que avanza el mes, los caminos energéticos de tu mente continuarán despejándose, lo que permitirá que tu mente cambie a alineación con tu corazón, tu cuerpo en alineación con tu espíritu y todo en alineación con tu alma. A medida que las energías en evolución de tu corazón, mente, cuerpo y espíritu se combinen con la energía de tu alma, surgirá una nueva estabilidad y un nuevo equilibrio para fortalecer y reforzar tu propósito. Ten en cuenta que, como co-creador con lo Divino, tu capacidad para crear dentro del ámbito físico radica en la inspiración y los impulsos que recibes de tu alma. Si no actúas sobre la inspiración y los impulsos, no irás a ninguna parte. Recuerda que sin acción no hay creación. No temas la acción debido a un posible fracaso. No hay fallas, no hay errores,</w:t>
      </w:r>
    </w:p>
    <w:p w:rsidR="0043750E" w:rsidRPr="001D1A07" w:rsidRDefault="0043750E" w:rsidP="00DE5CBE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DE5CBE"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sz w:val="20"/>
          <w:szCs w:val="20"/>
        </w:rPr>
        <w:t>Mucho amor,</w:t>
      </w:r>
    </w:p>
    <w:p w:rsidR="0043750E" w:rsidRPr="00205DED" w:rsidRDefault="0043750E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205DED">
        <w:rPr>
          <w:rFonts w:ascii="Arial" w:hAnsi="Arial" w:cs="Arial"/>
          <w:sz w:val="20"/>
          <w:szCs w:val="20"/>
        </w:rPr>
        <w:t>Kate</w:t>
      </w:r>
    </w:p>
    <w:p w:rsidR="0043750E" w:rsidRPr="00205DED" w:rsidRDefault="0043750E" w:rsidP="00A76136">
      <w:pPr>
        <w:pStyle w:val="NormalWeb"/>
        <w:spacing w:beforeAutospacing="0" w:afterAutospacing="0"/>
        <w:jc w:val="both"/>
        <w:rPr>
          <w:color w:val="666699"/>
        </w:rPr>
      </w:pPr>
      <w:r w:rsidRPr="00205DED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205DED">
        <w:rPr>
          <w:rFonts w:ascii="Arial" w:hAnsi="Arial" w:cs="Arial"/>
          <w:sz w:val="20"/>
          <w:szCs w:val="20"/>
        </w:rPr>
        <w:t>http://www.spiritpathways.co.za</w:t>
      </w:r>
    </w:p>
    <w:p w:rsidR="0043750E" w:rsidRPr="00F73237" w:rsidRDefault="0043750E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  <w:r>
        <w:rPr>
          <w:rFonts w:ascii="Arial" w:hAnsi="Arial" w:cs="Arial"/>
          <w:sz w:val="20"/>
          <w:szCs w:val="20"/>
        </w:rPr>
        <w:br/>
      </w:r>
    </w:p>
    <w:p w:rsidR="0043750E" w:rsidRDefault="0043750E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43750E" w:rsidRDefault="0043750E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43750E" w:rsidRDefault="0043750E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43750E" w:rsidRDefault="0043750E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43750E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0B91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3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3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3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3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3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41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3940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38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73938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3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37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3940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41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73942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3938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84373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39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3940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7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39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41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373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37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3940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38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41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3938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3940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73942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41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38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38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3939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3940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73941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3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3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3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3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73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5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3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3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39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72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725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8437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7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728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8437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80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397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3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4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4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5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6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7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8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79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82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7398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3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3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739772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81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79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3981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373977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843739736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794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37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74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74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3975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37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820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3980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37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3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3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3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8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3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39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73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373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84373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73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39764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739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3739810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39813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3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3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4373982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73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3739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39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43739771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739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373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3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43739791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739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3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3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3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540</Words>
  <Characters>2976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2021-10-08T22:59:00Z</dcterms:created>
  <dcterms:modified xsi:type="dcterms:W3CDTF">2021-10-08T23:05:00Z</dcterms:modified>
</cp:coreProperties>
</file>