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9C0" w:rsidRPr="007D0F95" w:rsidRDefault="008979C0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Ser Proactivo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22 de Abril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8979C0" w:rsidRPr="00A908CC" w:rsidRDefault="008979C0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8979C0" w:rsidRDefault="008979C0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8979C0" w:rsidRPr="00950267" w:rsidRDefault="008979C0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8979C0" w:rsidRPr="009B339E" w:rsidRDefault="008979C0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8979C0" w:rsidRDefault="008979C0" w:rsidP="00F52250">
      <w:pPr>
        <w:pStyle w:val="NormalWeb"/>
        <w:shd w:val="clear" w:color="auto" w:fill="FBFFFA"/>
        <w:spacing w:before="0" w:beforeAutospacing="0" w:after="300" w:afterAutospacing="0"/>
        <w:jc w:val="both"/>
      </w:pPr>
    </w:p>
    <w:p w:rsidR="008979C0" w:rsidRPr="000C4B47" w:rsidRDefault="008979C0" w:rsidP="000C4B47">
      <w:pPr>
        <w:pStyle w:val="NormalWeb"/>
        <w:shd w:val="clear" w:color="auto" w:fill="FBFFFA"/>
        <w:spacing w:before="0" w:beforeAutospacing="0" w:after="374" w:afterAutospacing="0"/>
        <w:jc w:val="both"/>
        <w:rPr>
          <w:rFonts w:ascii="Arial" w:hAnsi="Arial" w:cs="Arial"/>
          <w:sz w:val="20"/>
          <w:szCs w:val="20"/>
        </w:rPr>
      </w:pPr>
      <w:r w:rsidRPr="000C4B47">
        <w:rPr>
          <w:rFonts w:ascii="Arial" w:hAnsi="Arial" w:cs="Arial"/>
          <w:sz w:val="20"/>
          <w:szCs w:val="20"/>
        </w:rPr>
        <w:t>Hay una tensión creciente en el aire que nos empuja a seguir adelante y a generar un nuevo rumbo. Como resultado, pueden surgir sentimientos de duda propia que se nos insta a transformar para que podamos ser proactivos en la creación de los cambios que necesitamos implementar en nuestras vidas. Lo que realmente valoramos y lo que impulsa nuestra alma es primordial y se enfatiza lo que está fuera de lugar o fuera de alineación. Esto nos está presionando para hacer los ajustes que necesitamos para apoyar el desarrollo de nuestras nuevas vidas.</w:t>
      </w:r>
    </w:p>
    <w:p w:rsidR="008979C0" w:rsidRDefault="008979C0" w:rsidP="000C4B47">
      <w:pPr>
        <w:pStyle w:val="NormalWeb"/>
        <w:shd w:val="clear" w:color="auto" w:fill="FBFFFA"/>
        <w:spacing w:before="0" w:beforeAutospacing="0" w:after="374" w:afterAutospacing="0"/>
        <w:jc w:val="both"/>
        <w:rPr>
          <w:rFonts w:ascii="Arial" w:hAnsi="Arial" w:cs="Arial"/>
          <w:sz w:val="20"/>
          <w:szCs w:val="20"/>
        </w:rPr>
      </w:pPr>
      <w:r w:rsidRPr="000C4B47">
        <w:rPr>
          <w:rFonts w:ascii="Arial" w:hAnsi="Arial" w:cs="Arial"/>
          <w:sz w:val="20"/>
          <w:szCs w:val="20"/>
        </w:rPr>
        <w:t>Mientras nos preparamos para la Luna Llena de este mes, el 26, es posible que estés experimentando algún tipo de revelación y agitación, lo que podría hacer que te sientas atraído en muchas direcciones diferentes. Es posible que te sientas empujado y probado, ya que la estructura y la estabilidad siguen siendo esquivas. Sin embargo, se te insta a que dejes tu zona de confort y te reinventes a tí mismo y a tu vida. Estate abierto a las explosiones de conocimiento y comprensión que te ayudarán a trazar tu nuevo rumbo.</w:t>
      </w:r>
    </w:p>
    <w:p w:rsidR="008979C0" w:rsidRDefault="008979C0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D05E8E">
        <w:rPr>
          <w:rFonts w:ascii="Arial" w:hAnsi="Arial" w:cs="Arial"/>
          <w:sz w:val="20"/>
          <w:szCs w:val="20"/>
        </w:rPr>
        <w:t>Mucho amor,</w:t>
      </w:r>
    </w:p>
    <w:p w:rsidR="008979C0" w:rsidRPr="00EA0DA6" w:rsidRDefault="008979C0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8979C0" w:rsidRPr="00950267" w:rsidRDefault="008979C0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8979C0" w:rsidRPr="00F73237" w:rsidRDefault="008979C0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8979C0" w:rsidRDefault="008979C0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8979C0" w:rsidRDefault="008979C0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8979C0" w:rsidRDefault="008979C0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8979C0" w:rsidRDefault="008979C0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8979C0" w:rsidRDefault="008979C0" w:rsidP="008354FB">
      <w:pPr>
        <w:pStyle w:val="NormalWeb"/>
        <w:shd w:val="clear" w:color="auto" w:fill="FFFFFF"/>
        <w:spacing w:before="0" w:beforeAutospacing="0" w:after="324" w:afterAutospacing="0"/>
        <w:jc w:val="center"/>
        <w:rPr>
          <w:rFonts w:ascii="Calibri" w:hAnsi="Calibri"/>
          <w:i/>
          <w:iCs/>
          <w:color w:val="000000"/>
          <w:sz w:val="20"/>
          <w:szCs w:val="20"/>
        </w:rPr>
      </w:pPr>
    </w:p>
    <w:sectPr w:rsidR="008979C0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2080"/>
    <w:rsid w:val="0040284C"/>
    <w:rsid w:val="00402C60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622"/>
    <w:rsid w:val="006C5310"/>
    <w:rsid w:val="006C54C3"/>
    <w:rsid w:val="006C5834"/>
    <w:rsid w:val="006C5D5C"/>
    <w:rsid w:val="006C607C"/>
    <w:rsid w:val="006C6413"/>
    <w:rsid w:val="006C65F2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18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8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8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8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8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18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159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8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8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3156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183131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183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9183134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183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918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8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314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183161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9183170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8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8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313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779183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918314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183153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18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183141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183162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791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83127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315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183136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18316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18313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183152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918316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918316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18312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18313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183140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18315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918316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18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83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18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18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183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18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8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3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18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18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3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3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32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18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3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3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18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3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18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33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3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3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18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18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3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34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18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4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34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18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3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34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3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18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18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8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18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430</Words>
  <Characters>2369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2021-04-22T14:23:00Z</dcterms:created>
  <dcterms:modified xsi:type="dcterms:W3CDTF">2021-04-22T14:31:00Z</dcterms:modified>
</cp:coreProperties>
</file>