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46" w:rsidRPr="00A2539C" w:rsidRDefault="00256446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Te espera una nueva Temporada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9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256446" w:rsidRDefault="00256446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256446" w:rsidRPr="00D771F9" w:rsidRDefault="00256446" w:rsidP="00D771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 w:rsidRPr="00D771F9">
        <w:rPr>
          <w:rFonts w:ascii="Arial" w:hAnsi="Arial" w:cs="Arial"/>
          <w:sz w:val="20"/>
          <w:szCs w:val="20"/>
          <w:bdr w:val="none" w:sz="0" w:space="0" w:color="auto" w:frame="1"/>
        </w:rPr>
        <w:t>Las energías transformadoras con las que hemos estado trabajando están alcanzando un pico y, a medida que nos acercamos al portal del 11:11, nuestro proceso de despertar y curación se acelera. Actualmente nuestros aspectos mentales y emocionales se están expandiendo para abarcar la energía de nuestra alma haciendo posible conectarnos más profundamente con nuestra naturaleza intuitiva. La mente puede parecer un poco confusa en este momento a medida que nuestros sentimientos e intuición se vuelven más fuertes. Estar enraizado y presente es importante y ayudará a facilitar esta expansión de una manera que alinee nuestro cuerpo, mente y corazón con nuestra alma.  </w:t>
      </w:r>
    </w:p>
    <w:p w:rsidR="00256446" w:rsidRPr="00D771F9" w:rsidRDefault="00256446" w:rsidP="00D771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256446" w:rsidRPr="00D771F9" w:rsidRDefault="00256446" w:rsidP="00D771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56446" w:rsidRPr="00D771F9" w:rsidRDefault="00256446" w:rsidP="00D771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bdr w:val="none" w:sz="0" w:space="0" w:color="auto" w:frame="1"/>
        </w:rPr>
        <w:t>Es posible que t</w:t>
      </w:r>
      <w:r w:rsidRPr="00D771F9">
        <w:rPr>
          <w:rFonts w:ascii="Arial" w:hAnsi="Arial" w:cs="Arial"/>
          <w:sz w:val="20"/>
          <w:szCs w:val="20"/>
          <w:bdr w:val="none" w:sz="0" w:space="0" w:color="auto" w:frame="1"/>
        </w:rPr>
        <w:t>e sienta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D771F9">
        <w:rPr>
          <w:rFonts w:ascii="Arial" w:hAnsi="Arial" w:cs="Arial"/>
          <w:sz w:val="20"/>
          <w:szCs w:val="20"/>
          <w:bdr w:val="none" w:sz="0" w:space="0" w:color="auto" w:frame="1"/>
        </w:rPr>
        <w:t xml:space="preserve"> algo inquieto y preocupado a medida que los procesos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profundos que ocurren en tu interior atraen t</w:t>
      </w:r>
      <w:r w:rsidRPr="00D771F9">
        <w:rPr>
          <w:rFonts w:ascii="Arial" w:hAnsi="Arial" w:cs="Arial"/>
          <w:sz w:val="20"/>
          <w:szCs w:val="20"/>
          <w:bdr w:val="none" w:sz="0" w:space="0" w:color="auto" w:frame="1"/>
        </w:rPr>
        <w:t>u energía hacia adentro. En este momento se está form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ando un nuevo equilibrio entre tu alma y t</w:t>
      </w:r>
      <w:r w:rsidRPr="00D771F9">
        <w:rPr>
          <w:rFonts w:ascii="Arial" w:hAnsi="Arial" w:cs="Arial"/>
          <w:sz w:val="20"/>
          <w:szCs w:val="20"/>
          <w:bdr w:val="none" w:sz="0" w:space="0" w:color="auto" w:frame="1"/>
        </w:rPr>
        <w:t>u yo físico.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Aprovecha</w:t>
      </w:r>
      <w:r w:rsidRPr="00D771F9">
        <w:rPr>
          <w:rFonts w:ascii="Arial" w:hAnsi="Arial" w:cs="Arial"/>
          <w:sz w:val="20"/>
          <w:szCs w:val="20"/>
          <w:bdr w:val="none" w:sz="0" w:space="0" w:color="auto" w:frame="1"/>
        </w:rPr>
        <w:t xml:space="preserve"> este tiempo para fortalecer esta conexión y reconocer que una antigua forma de ser está llegando a su fin. 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ste es un punto de inflexión y t</w:t>
      </w:r>
      <w:r w:rsidRPr="00D771F9">
        <w:rPr>
          <w:rFonts w:ascii="Arial" w:hAnsi="Arial" w:cs="Arial"/>
          <w:sz w:val="20"/>
          <w:szCs w:val="20"/>
          <w:bdr w:val="none" w:sz="0" w:space="0" w:color="auto" w:frame="1"/>
        </w:rPr>
        <w:t>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espera una nueva temporada de t</w:t>
      </w:r>
      <w:r w:rsidRPr="00D771F9">
        <w:rPr>
          <w:rFonts w:ascii="Arial" w:hAnsi="Arial" w:cs="Arial"/>
          <w:sz w:val="20"/>
          <w:szCs w:val="20"/>
          <w:bdr w:val="none" w:sz="0" w:space="0" w:color="auto" w:frame="1"/>
        </w:rPr>
        <w:t>u vida.   </w:t>
      </w:r>
    </w:p>
    <w:p w:rsidR="00256446" w:rsidRDefault="00256446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256446" w:rsidRPr="00052557" w:rsidRDefault="00256446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256446" w:rsidRPr="00052557" w:rsidRDefault="00256446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256446" w:rsidRPr="00052557" w:rsidRDefault="00256446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256446" w:rsidRPr="00052557" w:rsidRDefault="00256446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256446" w:rsidRPr="00052557" w:rsidRDefault="00256446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256446" w:rsidRPr="00052557" w:rsidRDefault="00256446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256446" w:rsidRPr="00052557" w:rsidRDefault="00256446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256446" w:rsidRPr="00052557" w:rsidRDefault="00256446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256446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446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D0C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2E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50F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2BB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27D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1F9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1DB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64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11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411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08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964409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96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410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11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64412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409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68964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10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64411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64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09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12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964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08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410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09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12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409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4411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64412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11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0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08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409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4411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64412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64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6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64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4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42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431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68964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43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43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68964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50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444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5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5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6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8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49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5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52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6445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96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644478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52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50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451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964448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689644442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500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96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44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45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445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96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52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450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96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51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4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644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964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68964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6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44470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64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9644516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4519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4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8964453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64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64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4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8964447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644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64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64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8964449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644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64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466</Words>
  <Characters>2564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2021-11-11T01:51:00Z</dcterms:created>
  <dcterms:modified xsi:type="dcterms:W3CDTF">2021-11-11T02:26:00Z</dcterms:modified>
</cp:coreProperties>
</file>