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A89" w:rsidRPr="007D0F95" w:rsidRDefault="002C1A89" w:rsidP="00C71FBF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 w:cs="Arial"/>
          <w:bCs/>
          <w:smallCaps/>
          <w:shadow/>
          <w:sz w:val="36"/>
          <w:szCs w:val="36"/>
        </w:rPr>
        <w:t>Todo es posible</w:t>
      </w:r>
      <w:r w:rsidRPr="00C71FBF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2 de Junio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2C1A89" w:rsidRPr="00A908CC" w:rsidRDefault="002C1A89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2C1A89" w:rsidRDefault="002C1A89" w:rsidP="002C36B1">
      <w:pPr>
        <w:pStyle w:val="NormalWeb"/>
        <w:shd w:val="clear" w:color="auto" w:fill="FBFFFA"/>
        <w:spacing w:before="0" w:beforeAutospacing="0" w:after="312" w:afterAutospacing="0" w:line="360" w:lineRule="atLeast"/>
        <w:textAlignment w:val="baseline"/>
        <w:rPr>
          <w:rFonts w:ascii="Arial" w:hAnsi="Arial" w:cs="Arial"/>
          <w:color w:val="666699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950267">
        <w:rPr>
          <w:rFonts w:ascii="Arial" w:hAnsi="Arial" w:cs="Arial"/>
          <w:color w:val="666699"/>
          <w:sz w:val="20"/>
          <w:szCs w:val="20"/>
        </w:rPr>
        <w:t>https:</w:t>
      </w:r>
      <w:r>
        <w:rPr>
          <w:rFonts w:ascii="Arial" w:hAnsi="Arial" w:cs="Arial"/>
          <w:color w:val="666699"/>
          <w:sz w:val="20"/>
          <w:szCs w:val="20"/>
        </w:rPr>
        <w:t>//t.me/joinchat/UBJK3YvzA2iGn37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color w:val="666699"/>
          <w:sz w:val="20"/>
          <w:szCs w:val="20"/>
        </w:rPr>
        <w:br/>
      </w:r>
    </w:p>
    <w:p w:rsidR="002C1A89" w:rsidRPr="002C36B1" w:rsidRDefault="002C1A89" w:rsidP="002C36B1">
      <w:pPr>
        <w:pStyle w:val="NormalWeb"/>
        <w:shd w:val="clear" w:color="auto" w:fill="FBFFFA"/>
        <w:spacing w:before="0" w:beforeAutospacing="0" w:after="312" w:afterAutospacing="0" w:line="360" w:lineRule="atLeast"/>
        <w:jc w:val="both"/>
        <w:textAlignment w:val="baseline"/>
        <w:rPr>
          <w:rFonts w:ascii="Helvetica" w:hAnsi="Helvetica" w:cs="Helvetica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 w:rsidRPr="002C36B1">
        <w:rPr>
          <w:rFonts w:ascii="Helvetica" w:hAnsi="Helvetica" w:cs="Helvetica"/>
          <w:sz w:val="20"/>
          <w:szCs w:val="20"/>
        </w:rPr>
        <w:t>Las energías entrantes son increíblemente intensas en este momento, ya que se están desencadenando viejos problemas emocionales y desafíos para su liberación. Cualquier miedo que surja sobre lo desconocido está surgiendo y nos da la oportunidad de aclarar las emociones que se encuentran debajo de nuestros miedos e incertidumbre. Durante demasiado tiempo hemos vivido dentro de un ciclo repetitivo de supervivencia que ahora debe cambiar. Como tal, nuestras creencias en torno a lo que es posible y nuestros patrones habituales de pensamiento y ser, que han dado forma a nuestra percepción de la realidad, deben transformarse. Con esta transformación nos abrimos a la expansión de lo nuevo y al saber que todo es posible.</w:t>
      </w:r>
    </w:p>
    <w:p w:rsidR="002C1A89" w:rsidRPr="002C36B1" w:rsidRDefault="002C1A89" w:rsidP="002C36B1">
      <w:pPr>
        <w:pStyle w:val="NormalWeb"/>
        <w:shd w:val="clear" w:color="auto" w:fill="FBFFFA"/>
        <w:spacing w:before="0" w:beforeAutospacing="0" w:after="312" w:afterAutospacing="0" w:line="360" w:lineRule="atLeast"/>
        <w:jc w:val="both"/>
        <w:textAlignment w:val="baseline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br/>
      </w:r>
      <w:r w:rsidRPr="002C36B1">
        <w:rPr>
          <w:rFonts w:ascii="Helvetica" w:hAnsi="Helvetica" w:cs="Helvetica"/>
          <w:sz w:val="20"/>
          <w:szCs w:val="20"/>
        </w:rPr>
        <w:t>La transformación real se puede lograr en este momento a medida que se revelan nuevos caminos y nuevas oportunidades para que las adoptes. Ten en cuenta que tus emociones afectan tus pensamientos y, por lo tanto, tu percepción de la realidad. Durante las próximas semanas aprende a desapegarte de tus formas habituales de pensar y de los ciclos repetitivos que han gobernado tu vida. Como Mercurio está retrógrado, puedes esperar que salgan a la superficie cosas del pasado que deben limpiarse. Este proceso de limpieza puede ocurrir muy rápidamente si cuestionas tu perspectiva habitual de la vida y liberas viejas emociones que continúan nublando tu perspectiva.</w:t>
      </w:r>
    </w:p>
    <w:p w:rsidR="002C1A89" w:rsidRDefault="002C1A89" w:rsidP="00A76136">
      <w:pPr>
        <w:pStyle w:val="NormalWeb"/>
        <w:shd w:val="clear" w:color="auto" w:fill="FBFFFA"/>
        <w:spacing w:before="0" w:beforeAutospacing="0" w:after="300" w:afterAutospacing="0"/>
      </w:pPr>
    </w:p>
    <w:p w:rsidR="002C1A89" w:rsidRDefault="002C1A89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A0021A">
        <w:rPr>
          <w:rFonts w:ascii="Arial" w:hAnsi="Arial" w:cs="Arial"/>
          <w:sz w:val="20"/>
          <w:szCs w:val="20"/>
        </w:rPr>
        <w:t>Mucho amor,</w:t>
      </w:r>
    </w:p>
    <w:p w:rsidR="002C1A89" w:rsidRPr="00EA0DA6" w:rsidRDefault="002C1A89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2C1A89" w:rsidRPr="00950267" w:rsidRDefault="002C1A89" w:rsidP="00A76136">
      <w:pPr>
        <w:pStyle w:val="NormalWeb"/>
        <w:spacing w:beforeAutospacing="0" w:afterAutospacing="0"/>
        <w:jc w:val="both"/>
        <w:rPr>
          <w:color w:val="666699"/>
        </w:rPr>
      </w:pPr>
      <w:r w:rsidRPr="00950267">
        <w:rPr>
          <w:rFonts w:ascii="Arial" w:hAnsi="Arial" w:cs="Arial"/>
          <w:color w:val="000000"/>
          <w:sz w:val="20"/>
          <w:szCs w:val="20"/>
        </w:rPr>
        <w:t xml:space="preserve">© 2021 Kate Spreckley </w:t>
      </w:r>
      <w:r w:rsidRPr="00950267">
        <w:rPr>
          <w:rFonts w:ascii="Arial" w:hAnsi="Arial" w:cs="Arial"/>
          <w:sz w:val="20"/>
          <w:szCs w:val="20"/>
        </w:rPr>
        <w:t>http://www.spiritpathways.co.za</w:t>
      </w:r>
    </w:p>
    <w:p w:rsidR="002C1A89" w:rsidRPr="00F73237" w:rsidRDefault="002C1A89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2C1A89" w:rsidRDefault="002C1A89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2C1A89" w:rsidRDefault="002C1A89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2C1A89" w:rsidRDefault="002C1A89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br/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  <w:r>
        <w:rPr>
          <w:rFonts w:ascii="Calibri" w:hAnsi="Calibri"/>
          <w:i/>
          <w:iCs/>
          <w:color w:val="000000"/>
          <w:sz w:val="20"/>
          <w:szCs w:val="20"/>
        </w:rPr>
        <w:br/>
      </w:r>
    </w:p>
    <w:p w:rsidR="002C1A89" w:rsidRDefault="002C1A89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2C1A89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1138"/>
    <w:rsid w:val="000011A6"/>
    <w:rsid w:val="00001317"/>
    <w:rsid w:val="0000164C"/>
    <w:rsid w:val="00001ECF"/>
    <w:rsid w:val="00001F6E"/>
    <w:rsid w:val="00001FD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4D44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2C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ABC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89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6B1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328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F06"/>
    <w:rsid w:val="004900B3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5AB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6F6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E3E"/>
    <w:rsid w:val="005D7E8D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40B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7EE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1D1F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BCE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565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655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D7E0E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55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FE6"/>
    <w:rsid w:val="00905293"/>
    <w:rsid w:val="009059AF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9D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E1C"/>
    <w:rsid w:val="00AC59C1"/>
    <w:rsid w:val="00AC5A2E"/>
    <w:rsid w:val="00AC5C10"/>
    <w:rsid w:val="00AC5FAB"/>
    <w:rsid w:val="00AC685F"/>
    <w:rsid w:val="00AC689B"/>
    <w:rsid w:val="00AC72E5"/>
    <w:rsid w:val="00AC747B"/>
    <w:rsid w:val="00AC750C"/>
    <w:rsid w:val="00AD0474"/>
    <w:rsid w:val="00AD0F61"/>
    <w:rsid w:val="00AD0FB0"/>
    <w:rsid w:val="00AD117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BF4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20046"/>
    <w:rsid w:val="00C20231"/>
    <w:rsid w:val="00C2036A"/>
    <w:rsid w:val="00C20819"/>
    <w:rsid w:val="00C20E57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11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4F75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091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682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0D0E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47B54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DEB"/>
    <w:rsid w:val="00F56E38"/>
    <w:rsid w:val="00F5751E"/>
    <w:rsid w:val="00F57614"/>
    <w:rsid w:val="00F57BF8"/>
    <w:rsid w:val="00F57D00"/>
    <w:rsid w:val="00F60056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64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64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4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64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64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6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647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647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64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47386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4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64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64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64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47383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647358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647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7647361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647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764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647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647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47375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647388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7647397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64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64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647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4735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477647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647370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7647380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7647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647368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7647389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764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647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647354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47378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647363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7647393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647360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647379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7647396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647387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647356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7647357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647367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647381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7647390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64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4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64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64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64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47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64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64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4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64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4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64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64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7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4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764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475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4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4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4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647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4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6475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4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6475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4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64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4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64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4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4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4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6475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64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7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64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64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47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4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6475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4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4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4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64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75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4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6475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4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64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4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7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4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64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476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4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6476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4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647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4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64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47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4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6476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64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476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4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6476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4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6476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4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647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4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4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64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4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64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4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4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64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2</Pages>
  <Words>500</Words>
  <Characters>2753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2021-06-02T15:07:00Z</dcterms:created>
  <dcterms:modified xsi:type="dcterms:W3CDTF">2021-06-02T15:24:00Z</dcterms:modified>
</cp:coreProperties>
</file>