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90" w:rsidRPr="007D0F95" w:rsidRDefault="001F6790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Transformación Total de Uno Mismo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24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1F6790" w:rsidRPr="00A908CC" w:rsidRDefault="001F6790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1F6790" w:rsidRDefault="001F6790" w:rsidP="006E4277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Unicamente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1F6790" w:rsidRPr="00EA02B0" w:rsidRDefault="001F6790" w:rsidP="00EA02B0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EA02B0">
        <w:rPr>
          <w:rFonts w:ascii="Arial" w:hAnsi="Arial" w:cs="Arial"/>
          <w:sz w:val="20"/>
          <w:szCs w:val="20"/>
        </w:rPr>
        <w:t>Esta es una gran semana energética y lo mejor que podemos hacer es rendirnos a las energías entrantes. Estas energías son bastante ardientes en este momento y pueden traer cierta inestabilidad emocional, mental y física. A nivel interno, estamos atravesando un período de sanación profunda y una limpieza de los viejos ciclos kármicos. Con esta limpieza, los acuerdos kármicos se reestructurarán animándonos a salir del pasado y adentrarnos en lo nuevo. Quiénes hemos sido y cómo hemos vivido ya no es necesario, ya que se requiere una transformación total de nosotros mismos y de nuestro mundo.</w:t>
      </w:r>
    </w:p>
    <w:p w:rsidR="001F6790" w:rsidRPr="00EA02B0" w:rsidRDefault="001F6790" w:rsidP="00EA02B0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F6790" w:rsidRPr="00EA02B0" w:rsidRDefault="001F6790" w:rsidP="00EA02B0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EA02B0">
        <w:rPr>
          <w:rFonts w:ascii="Arial" w:hAnsi="Arial" w:cs="Arial"/>
          <w:sz w:val="20"/>
          <w:szCs w:val="20"/>
        </w:rPr>
        <w:t>A medida que avanzas hacia el Eclipse Lunar de Luna Llena del miércoles , encontrarás viejas energías y emociones que afloran y te brindan la claridad que necesitas para liberarte de los viejos patrones arraigados, que agotan tu energía y te mantienen en antiguos ciclos de dolor y sufrimiento. Revisa tu pasado y tu viaje hasta ahora no se trata tanto de revivir la experiencia, sino más bien de un proceso de comprensión de cómo has llegado a este punto y qué opciones y decisiones necesitas para seguir adelante. Aparecerá una claridad poderosa e inesperada que te permitirá mirar profundamente en el propósito de todo lo que has experimentado. Mírate a ti mismo y a tu vida a través del lente de la compasión y reconoce que todo lo que has soportado te ha traído una fuerza increíble y la resistencia que necesitas para continuar.</w:t>
      </w:r>
    </w:p>
    <w:p w:rsidR="001F6790" w:rsidRDefault="001F6790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1F6790" w:rsidRPr="00EA0DA6" w:rsidRDefault="001F6790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1F6790" w:rsidRPr="00950267" w:rsidRDefault="001F6790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1F6790" w:rsidRPr="00F73237" w:rsidRDefault="001F6790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1F6790" w:rsidRDefault="001F6790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1F6790" w:rsidRDefault="001F6790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1F6790" w:rsidRDefault="001F6790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1F6790" w:rsidRDefault="001F6790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1F6790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790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6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52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52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49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6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476550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47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5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52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76553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50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37476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76551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76552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76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50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553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476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49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5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50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553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6550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6552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476553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76552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49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549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6550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6552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476553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6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6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476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7657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7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507</Words>
  <Characters>2792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2021-05-24T23:17:00Z</dcterms:created>
  <dcterms:modified xsi:type="dcterms:W3CDTF">2021-05-24T23:17:00Z</dcterms:modified>
</cp:coreProperties>
</file>