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403" w:rsidRPr="007D0F95" w:rsidRDefault="00340403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Una diferencia Positiva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14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340403" w:rsidRPr="00A908CC" w:rsidRDefault="00340403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340403" w:rsidRDefault="00340403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40403" w:rsidRPr="00950267" w:rsidRDefault="00340403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340403" w:rsidRPr="009B339E" w:rsidRDefault="00340403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340403" w:rsidRPr="003F0353" w:rsidRDefault="00340403" w:rsidP="003F035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340403" w:rsidRDefault="00340403" w:rsidP="00535AB4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535AB4">
        <w:rPr>
          <w:rFonts w:ascii="Arial" w:hAnsi="Arial" w:cs="Arial"/>
          <w:sz w:val="20"/>
          <w:szCs w:val="20"/>
        </w:rPr>
        <w:t>Esta semana se produjo un interesante cambio energético, que nos está llevando a una fase más ligera y expansiva. Como resultado, nuestros corazones se expanden y nuestra intuición aumenta, lo que nos hará más sensibles a lo que está ocurriendo tanto interna como externamente. Nuestra compasión, creatividad e intuición está aumentando y nos insta a continuar rindiendo cualquier apego o expectativa sobre cómo deben desarrollarse nuestras vidas. En este momento, es mejor confiar en el proceso y seguir el flujo del cambio.</w:t>
      </w:r>
    </w:p>
    <w:p w:rsidR="00340403" w:rsidRPr="00535AB4" w:rsidRDefault="00340403" w:rsidP="00535AB4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340403" w:rsidRPr="00535AB4" w:rsidRDefault="00340403" w:rsidP="00535AB4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535AB4">
        <w:rPr>
          <w:rFonts w:ascii="Arial" w:hAnsi="Arial" w:cs="Arial"/>
          <w:sz w:val="20"/>
          <w:szCs w:val="20"/>
        </w:rPr>
        <w:t>Es importante recordar que cualquier cosa que esté ocurriendo en tu vida te está apuntando en la dirección de tu propósito central y la plena encarnación de tu alma. Actualmente, puede sentirse bloqueado, retenido, agotado, deprimido o agotado a medida que el flujo de su fuerza vital se ajusta a los cambios que ocurren dentro de la Tierra. Este ajuste puede parecer sutil o dramático dependiendo de tu situación actual. Sin embargo, debe comenzar a notar una diferencia positiva en tus emociones, así como en tu estado mental, a medida que avanza el fin de semana.</w:t>
      </w:r>
    </w:p>
    <w:p w:rsidR="00340403" w:rsidRDefault="00340403" w:rsidP="00535AB4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535AB4"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340403" w:rsidRPr="00EA0DA6" w:rsidRDefault="00340403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340403" w:rsidRPr="00950267" w:rsidRDefault="00340403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340403" w:rsidRPr="00F73237" w:rsidRDefault="00340403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340403" w:rsidRDefault="00340403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340403" w:rsidRDefault="00340403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340403" w:rsidRDefault="00340403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340403" w:rsidRDefault="00340403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340403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3F5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403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6B08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6F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AB4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0A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729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DD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1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41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41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41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61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761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7590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41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7417593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417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741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760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762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41762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759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31741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741760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41761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41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760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1762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74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7586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761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759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1762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41759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761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741762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74176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758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1758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41759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761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741762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41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41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1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1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41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1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1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8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1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1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1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1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1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1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17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1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1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1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435</Words>
  <Characters>2397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2021-05-15T21:32:00Z</dcterms:created>
  <dcterms:modified xsi:type="dcterms:W3CDTF">2021-05-15T22:02:00Z</dcterms:modified>
</cp:coreProperties>
</file>