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C9D" w:rsidRPr="007D0F95" w:rsidRDefault="00E84C9D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 w:cs="Arial"/>
          <w:bCs/>
          <w:smallCaps/>
          <w:shadow/>
          <w:sz w:val="36"/>
          <w:szCs w:val="36"/>
        </w:rPr>
        <w:t>Un momento para respirar</w:t>
      </w:r>
      <w:r w:rsidRPr="00C71FBF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29 de Junio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E84C9D" w:rsidRPr="00A908CC" w:rsidRDefault="00E84C9D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E84C9D" w:rsidRPr="00FE1E3B" w:rsidRDefault="00E84C9D" w:rsidP="00FE1E3B">
      <w:pPr>
        <w:pStyle w:val="NormalWeb"/>
        <w:shd w:val="clear" w:color="auto" w:fill="FBFFFA"/>
        <w:spacing w:after="3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E84C9D" w:rsidRPr="00CE0D73" w:rsidRDefault="00E84C9D" w:rsidP="00CE0D73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CE0D73">
        <w:rPr>
          <w:rFonts w:ascii="Arial" w:hAnsi="Arial" w:cs="Arial"/>
          <w:sz w:val="20"/>
          <w:szCs w:val="20"/>
        </w:rPr>
        <w:t>Actualmente nos encontramos en un espacio de descanso y reflexión donde se nos insta a tomarnos un momento para respirar antes de que comience el próximo ciclo de cambio y transformación. Esta fase intermedia puede parecer extraña ya que nos hemos acostumbrado tanto a la intensidad de los últimos meses. Sin embargo, este tiempo de quietud no durará y podemos esperar que la intensidad se desarrolle junto con más cambios y cambios inesperados. Tenga en cuenta que hay un propósito en todo y lo que sigue acelerará nuestro crecimiento.</w:t>
      </w:r>
    </w:p>
    <w:p w:rsidR="00E84C9D" w:rsidRPr="00CE0D73" w:rsidRDefault="00E84C9D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CE0D73">
        <w:rPr>
          <w:rFonts w:ascii="Arial" w:hAnsi="Arial" w:cs="Arial"/>
          <w:sz w:val="20"/>
          <w:szCs w:val="20"/>
        </w:rPr>
        <w:t>En este momento de calma, se te ofrece la oportunidad de reequilibrar, reevaluar y redefinir cómo utilizar tu tiempo y tu energía. Se ha necesitado una enorme cantidad de energía para navegar en los últimos meses y, como resultado, es posible que te sientas agotado y exhausto. Usa este tiempo para reunir tu energía, para redefinir tus límites y encontrar una sensación más profunda de estabilidad interi</w:t>
      </w:r>
      <w:r>
        <w:rPr>
          <w:rFonts w:ascii="Arial" w:hAnsi="Arial" w:cs="Arial"/>
          <w:sz w:val="20"/>
          <w:szCs w:val="20"/>
        </w:rPr>
        <w:t>or, ya que pronto se necesitarás</w:t>
      </w:r>
      <w:r w:rsidRPr="00CE0D73">
        <w:rPr>
          <w:rFonts w:ascii="Arial" w:hAnsi="Arial" w:cs="Arial"/>
          <w:sz w:val="20"/>
          <w:szCs w:val="20"/>
        </w:rPr>
        <w:t xml:space="preserve"> fuerza y energía.</w:t>
      </w:r>
    </w:p>
    <w:p w:rsidR="00E84C9D" w:rsidRDefault="00E84C9D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A0021A">
        <w:rPr>
          <w:rFonts w:ascii="Arial" w:hAnsi="Arial" w:cs="Arial"/>
          <w:sz w:val="20"/>
          <w:szCs w:val="20"/>
        </w:rPr>
        <w:t>Mucho amor,</w:t>
      </w:r>
    </w:p>
    <w:p w:rsidR="00E84C9D" w:rsidRPr="00EA0DA6" w:rsidRDefault="00E84C9D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E84C9D" w:rsidRPr="004B29DB" w:rsidRDefault="00E84C9D" w:rsidP="00A76136">
      <w:pPr>
        <w:pStyle w:val="NormalWeb"/>
        <w:spacing w:beforeAutospacing="0" w:afterAutospacing="0"/>
        <w:jc w:val="both"/>
        <w:rPr>
          <w:color w:val="666699"/>
        </w:rPr>
      </w:pPr>
      <w:r w:rsidRPr="004B29DB">
        <w:rPr>
          <w:rFonts w:ascii="Arial" w:hAnsi="Arial" w:cs="Arial"/>
          <w:color w:val="000000"/>
          <w:sz w:val="20"/>
          <w:szCs w:val="20"/>
        </w:rPr>
        <w:br/>
        <w:t xml:space="preserve">© 2021 Kate Spreckley </w:t>
      </w:r>
      <w:r w:rsidRPr="004B29DB">
        <w:rPr>
          <w:rFonts w:ascii="Arial" w:hAnsi="Arial" w:cs="Arial"/>
          <w:sz w:val="20"/>
          <w:szCs w:val="20"/>
        </w:rPr>
        <w:t>http://www.spiritpathways.co.za</w:t>
      </w:r>
    </w:p>
    <w:p w:rsidR="00E84C9D" w:rsidRPr="00F73237" w:rsidRDefault="00E84C9D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E84C9D" w:rsidRDefault="00E84C9D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E84C9D" w:rsidRDefault="00E84C9D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E84C9D" w:rsidRDefault="00E84C9D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E84C9D" w:rsidRDefault="00E84C9D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E84C9D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2D92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619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958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F4D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B22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C45"/>
    <w:rsid w:val="00C20046"/>
    <w:rsid w:val="00C20231"/>
    <w:rsid w:val="00C2036A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E7D4A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9D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01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01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1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01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01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01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01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7961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1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01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17958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017933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01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7017936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017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4701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1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01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17950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017963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7017972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1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01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1793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84701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701794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017955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01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017943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017964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4701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1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017929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1795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01793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01796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017935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017954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017971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701796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01793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01793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01794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017956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017965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01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1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01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1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01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01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01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1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1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1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1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1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1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1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1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1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1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1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1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1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1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01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8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1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1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18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18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18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0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01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81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1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18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01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8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1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01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8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18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1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1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81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18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01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8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01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8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18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182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01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8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18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01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8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182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182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18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1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01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01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01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827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8275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84701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827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8278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441</Words>
  <Characters>2426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2021-06-29T14:24:00Z</dcterms:created>
  <dcterms:modified xsi:type="dcterms:W3CDTF">2021-06-29T14:29:00Z</dcterms:modified>
</cp:coreProperties>
</file>