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818" w:rsidRPr="007D0F95" w:rsidRDefault="00AF4818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Un Paso a la Vez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4 de Mayo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AF4818" w:rsidRPr="00A908CC" w:rsidRDefault="00AF4818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AF4818" w:rsidRDefault="00AF4818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AF4818" w:rsidRPr="00950267" w:rsidRDefault="00AF4818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AF4818" w:rsidRPr="009B339E" w:rsidRDefault="00AF4818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 w:rsidRPr="000C4B47">
        <w:rPr>
          <w:rFonts w:ascii="Arial" w:hAnsi="Arial" w:cs="Arial"/>
          <w:b/>
          <w:sz w:val="20"/>
          <w:szCs w:val="20"/>
        </w:rPr>
        <w:t>Ahora</w:t>
      </w:r>
      <w:r w:rsidRPr="000C4B47">
        <w:rPr>
          <w:rFonts w:ascii="Arial" w:hAnsi="Arial" w:cs="Arial"/>
          <w:sz w:val="20"/>
          <w:szCs w:val="20"/>
        </w:rPr>
        <w:t xml:space="preserve"> </w:t>
      </w:r>
      <w:r w:rsidRPr="000C4B47">
        <w:rPr>
          <w:rFonts w:ascii="Arial" w:hAnsi="Arial" w:cs="Arial"/>
          <w:b/>
          <w:sz w:val="20"/>
          <w:szCs w:val="20"/>
        </w:rPr>
        <w:t>en MeWe</w:t>
      </w:r>
      <w:r>
        <w:rPr>
          <w:rFonts w:ascii="Arial" w:hAnsi="Arial" w:cs="Arial"/>
          <w:color w:val="666699"/>
          <w:sz w:val="20"/>
          <w:szCs w:val="20"/>
        </w:rPr>
        <w:t xml:space="preserve">  </w:t>
      </w:r>
      <w:r w:rsidRPr="000C4B47">
        <w:rPr>
          <w:rFonts w:ascii="Arial" w:hAnsi="Arial" w:cs="Arial"/>
          <w:b/>
          <w:color w:val="666699"/>
          <w:sz w:val="20"/>
          <w:szCs w:val="20"/>
          <w:bdr w:val="none" w:sz="0" w:space="0" w:color="auto" w:frame="1"/>
          <w:shd w:val="clear" w:color="auto" w:fill="FFFFFF"/>
        </w:rPr>
        <w:t>www.mewe.com/i/elmanantialdelcaduceo</w:t>
      </w:r>
    </w:p>
    <w:p w:rsidR="00AF4818" w:rsidRDefault="00AF4818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AF4818" w:rsidRPr="00EC5E9F" w:rsidRDefault="00AF4818" w:rsidP="00EC5E9F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EC5E9F">
        <w:rPr>
          <w:rFonts w:ascii="Arial" w:hAnsi="Arial" w:cs="Arial"/>
          <w:sz w:val="20"/>
          <w:szCs w:val="20"/>
        </w:rPr>
        <w:t>Actualmente, muchos se sienten bloqueados, agotados, deprimidos o exhaustos, ya que los cambios necesarios que estamos llamados a realizar crean dificultad y confusión. Las energías entrantes indican la promesa de lo nuevo, sin embargo, liberarnos de los desafíos existentes solo llega cuando somos capaces de reconocer y aprovechar las posibilidades emergentes. Si permanecemos atrapados en sentimientos de inseguridad e incertidumbre, limitamos nuestra perspectiva y disminuimos nuestra intuición. Estamos en un nuevo camino y listos o no debemos seguir adelante.</w:t>
      </w:r>
    </w:p>
    <w:p w:rsidR="00AF4818" w:rsidRPr="00EC5E9F" w:rsidRDefault="00AF4818" w:rsidP="00EC5E9F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</w:p>
    <w:p w:rsidR="00AF4818" w:rsidRDefault="00AF4818" w:rsidP="00EC5E9F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EC5E9F">
        <w:rPr>
          <w:rFonts w:ascii="Arial" w:hAnsi="Arial" w:cs="Arial"/>
          <w:sz w:val="20"/>
          <w:szCs w:val="20"/>
        </w:rPr>
        <w:t>En este momento, puedes encontrar que están aumentando las tensiones profundamente enterradas y la vieja negatividad. Echa una mirada honesta y abierta a la fuente de cualquier dolor, pero evita insistir en los recuerdos negativos. Recuerda que las energías entrantes te instan a ir más allá de tus viejos patrones y miedos hacia los nuevos. Tu vida está impregnada de una sincronicidad positiva, no permitas que la ansiedad o la desesperación te impidan ver las nuevas posibilidades. Aborda todas las situaciones y problemas con calma y de manera consciente, haz las cosas paso a paso.</w:t>
      </w:r>
    </w:p>
    <w:p w:rsidR="00AF4818" w:rsidRDefault="00AF4818" w:rsidP="00EC5E9F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D05E8E">
        <w:rPr>
          <w:rFonts w:ascii="Arial" w:hAnsi="Arial" w:cs="Arial"/>
          <w:sz w:val="20"/>
          <w:szCs w:val="20"/>
        </w:rPr>
        <w:t>Mucho amor,</w:t>
      </w:r>
    </w:p>
    <w:p w:rsidR="00AF4818" w:rsidRPr="00EA0DA6" w:rsidRDefault="00AF4818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AF4818" w:rsidRPr="00950267" w:rsidRDefault="00AF4818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AF4818" w:rsidRPr="00F73237" w:rsidRDefault="00AF4818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AF4818" w:rsidRDefault="00AF4818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AF4818" w:rsidRDefault="00AF4818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AF4818" w:rsidRDefault="00AF4818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AF4818" w:rsidRDefault="00AF4818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AF4818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D"/>
    <w:rsid w:val="003F047D"/>
    <w:rsid w:val="003F0791"/>
    <w:rsid w:val="003F0FA2"/>
    <w:rsid w:val="003F114C"/>
    <w:rsid w:val="003F1524"/>
    <w:rsid w:val="003F1790"/>
    <w:rsid w:val="003F18DE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61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1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1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18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1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1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1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27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1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1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827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618251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18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1618254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18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161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1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826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618281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1618290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1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1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825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93161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161826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618273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6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61826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618282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161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18247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827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61825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61828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1825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1827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618289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161828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61824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61825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18260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1827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618283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1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1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1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61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1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1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1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1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1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1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1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1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1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1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1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1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1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1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1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1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18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184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18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61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1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4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18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61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1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184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4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184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61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61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18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18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61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18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61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185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18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185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61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61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1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61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443</Words>
  <Characters>2441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2021-05-05T02:26:00Z</dcterms:created>
  <dcterms:modified xsi:type="dcterms:W3CDTF">2021-05-09T03:45:00Z</dcterms:modified>
</cp:coreProperties>
</file>