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7E" w:rsidRPr="00A2539C" w:rsidRDefault="004C537E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Volver a Fluir</w:t>
      </w:r>
      <w:r w:rsidRPr="00E817DA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18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4C537E" w:rsidRDefault="004C537E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4C537E" w:rsidRPr="00CE6A1D" w:rsidRDefault="004C537E" w:rsidP="00CE6A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CE6A1D">
        <w:rPr>
          <w:rFonts w:ascii="Arial" w:hAnsi="Arial" w:cs="Arial"/>
          <w:sz w:val="20"/>
          <w:szCs w:val="20"/>
          <w:bdr w:val="none" w:sz="0" w:space="0" w:color="auto" w:frame="1"/>
        </w:rPr>
        <w:t>Esta semana tenemos a Mercurio y Júpiter en directo hoy, así como una Luna Llena el día 20. Júpiter ha estado retrógrado desde el solsticio de junio y con Mercurio retrógrado durante las últimas tres semanas, hemos tenido la oportunidad de internalizar completamente nuestro crecimiento y considerar las formas en las que necesitamos crecer y expandirnos en formas que nos realineen con nuestro alma. Con algunos planetas retrógrados este año, la manifestación externa de cambio y expansión se ha sentido restrictiva, lo que nos ha impulsado a evaluarnos y reevaluarnos a nosotros mismos y nuestras vidas. Ahora, con un poco de movimiento hacia adelante, podemos entrar en el flujo de la vida e implementar los cambios necesarios.  </w:t>
      </w:r>
    </w:p>
    <w:p w:rsidR="004C537E" w:rsidRPr="00CE6A1D" w:rsidRDefault="004C537E" w:rsidP="00CE6A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4C537E" w:rsidRPr="00CE6A1D" w:rsidRDefault="004C537E" w:rsidP="00CE6A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C537E" w:rsidRPr="00CE6A1D" w:rsidRDefault="004C537E" w:rsidP="00CE6A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6A1D">
        <w:rPr>
          <w:rFonts w:ascii="Arial" w:hAnsi="Arial" w:cs="Arial"/>
          <w:sz w:val="20"/>
          <w:szCs w:val="20"/>
          <w:bdr w:val="none" w:sz="0" w:space="0" w:color="auto" w:frame="1"/>
        </w:rPr>
        <w:t>Al comenzar la semana, ten en cuenta que las energías se intensifican creando un movimiento giratorio tanto interna como externamente. Encontrar la paz y la calma mientras estás completamente presente y conectado a tierra es clave para manejar estas energías. Aléjate, con compasión, de cualquier drama y mantén tu enfoque en ti. Se más consciente del cambio y los cambios internos que se han producido en los últimos meses, ya que esto te permitirá determinar tu próximo paso. </w:t>
      </w:r>
    </w:p>
    <w:p w:rsidR="004C537E" w:rsidRPr="003277EE" w:rsidRDefault="004C537E" w:rsidP="001E60A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3277EE">
        <w:rPr>
          <w:rFonts w:ascii="Arial" w:hAnsi="Arial" w:cs="Arial"/>
          <w:sz w:val="20"/>
          <w:szCs w:val="20"/>
        </w:rPr>
        <w:t>Mucho amor,</w:t>
      </w:r>
    </w:p>
    <w:p w:rsidR="004C537E" w:rsidRPr="003277EE" w:rsidRDefault="004C537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3277EE">
        <w:rPr>
          <w:rFonts w:ascii="Arial" w:hAnsi="Arial" w:cs="Arial"/>
          <w:sz w:val="20"/>
          <w:szCs w:val="20"/>
        </w:rPr>
        <w:t>Kate</w:t>
      </w:r>
    </w:p>
    <w:p w:rsidR="004C537E" w:rsidRPr="003277EE" w:rsidRDefault="004C537E" w:rsidP="00A76136">
      <w:pPr>
        <w:pStyle w:val="NormalWeb"/>
        <w:spacing w:beforeAutospacing="0" w:afterAutospacing="0"/>
        <w:jc w:val="both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</w:p>
    <w:p w:rsidR="004C537E" w:rsidRPr="003277EE" w:rsidRDefault="004C537E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  <w:r w:rsidRPr="003277EE">
        <w:rPr>
          <w:rFonts w:ascii="Arial" w:hAnsi="Arial" w:cs="Arial"/>
          <w:sz w:val="20"/>
          <w:szCs w:val="20"/>
        </w:rPr>
        <w:br/>
      </w:r>
    </w:p>
    <w:p w:rsidR="004C537E" w:rsidRDefault="004C537E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4C537E" w:rsidRDefault="004C537E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4C537E" w:rsidRDefault="004C537E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4C537E" w:rsidRDefault="004C537E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4C537E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9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9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9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9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4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48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48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45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90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1490459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9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149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47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48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49049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45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74149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46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490478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49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46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48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149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45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47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46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49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9045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47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149049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48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45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4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9046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47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149048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49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49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9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49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9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9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0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9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798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414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79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80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414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87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81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1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2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4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5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5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6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6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9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89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9090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14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9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490845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89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87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9088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149084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741490809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867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14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81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82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9082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14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89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9087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14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9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9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490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149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74149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90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837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490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149088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886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9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4149089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490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149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4149084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490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149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4149086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49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4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9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481</Words>
  <Characters>2648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2021-10-18T12:34:00Z</dcterms:created>
  <dcterms:modified xsi:type="dcterms:W3CDTF">2021-10-18T12:37:00Z</dcterms:modified>
</cp:coreProperties>
</file>