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4EB" w:rsidRPr="007D4419" w:rsidRDefault="005574EB" w:rsidP="007D4419">
      <w:pPr>
        <w:spacing w:after="240"/>
        <w:jc w:val="center"/>
        <w:rPr>
          <w:rFonts w:ascii="Arial" w:hAnsi="Arial" w:cs="Arial"/>
          <w:sz w:val="20"/>
          <w:szCs w:val="20"/>
        </w:rPr>
      </w:pPr>
      <w:r w:rsidRPr="007D4419">
        <w:rPr>
          <w:rFonts w:ascii="Trebuchet MS" w:hAnsi="Trebuchet MS" w:cs="Arial"/>
          <w:b/>
          <w:smallCaps/>
          <w:shadow/>
          <w:sz w:val="36"/>
          <w:szCs w:val="36"/>
        </w:rPr>
        <w:t xml:space="preserve">El Alma Antigua </w:t>
      </w:r>
      <w:r w:rsidRPr="007D4419">
        <w:rPr>
          <w:rFonts w:ascii="Trebuchet MS" w:hAnsi="Trebuchet MS" w:cs="Arial"/>
          <w:b/>
          <w:smallCaps/>
          <w:shadow/>
          <w:sz w:val="36"/>
          <w:szCs w:val="36"/>
        </w:rPr>
        <w:br/>
      </w:r>
      <w:r w:rsidRPr="007D4419">
        <w:rPr>
          <w:rFonts w:ascii="Trebuchet MS" w:hAnsi="Trebuchet MS" w:cs="Arial"/>
          <w:b/>
          <w:smallCaps/>
          <w:shadow/>
          <w:sz w:val="28"/>
          <w:szCs w:val="28"/>
        </w:rPr>
        <w:t>Introducción</w:t>
      </w:r>
      <w:r w:rsidRPr="007D4419">
        <w:rPr>
          <w:rFonts w:ascii="Trebuchet MS" w:hAnsi="Trebuchet MS" w:cs="Arial"/>
          <w:b/>
          <w:smallCaps/>
          <w:shadow/>
          <w:sz w:val="28"/>
          <w:szCs w:val="28"/>
        </w:rPr>
        <w:br/>
      </w:r>
      <w:r w:rsidRPr="007D4419">
        <w:rPr>
          <w:rFonts w:ascii="Arial" w:hAnsi="Arial" w:cs="Arial"/>
          <w:sz w:val="20"/>
          <w:szCs w:val="20"/>
        </w:rPr>
        <w:t>Canalización de Kryon por Lee Carroll</w:t>
      </w:r>
      <w:r w:rsidRPr="007D4419">
        <w:rPr>
          <w:rFonts w:ascii="Arial" w:hAnsi="Arial" w:cs="Arial"/>
          <w:sz w:val="20"/>
          <w:szCs w:val="20"/>
        </w:rPr>
        <w:br/>
      </w:r>
      <w:r>
        <w:rPr>
          <w:rFonts w:ascii="Arial" w:hAnsi="Arial" w:cs="Arial"/>
          <w:sz w:val="20"/>
          <w:szCs w:val="20"/>
        </w:rPr>
        <w:t xml:space="preserve">Bali, Indonesia, </w:t>
      </w:r>
      <w:r w:rsidRPr="007D4419">
        <w:rPr>
          <w:rFonts w:ascii="Arial" w:hAnsi="Arial" w:cs="Arial"/>
          <w:sz w:val="20"/>
          <w:szCs w:val="20"/>
        </w:rPr>
        <w:t>29 de Marzo de 2015</w:t>
      </w:r>
      <w:r>
        <w:rPr>
          <w:rFonts w:ascii="Arial" w:hAnsi="Arial" w:cs="Arial"/>
          <w:sz w:val="20"/>
          <w:szCs w:val="20"/>
        </w:rPr>
        <w:br/>
      </w:r>
      <w:hyperlink r:id="rId4" w:history="1">
        <w:r w:rsidRPr="007D4419">
          <w:rPr>
            <w:rStyle w:val="Hyperlink"/>
            <w:rFonts w:ascii="Arial" w:hAnsi="Arial" w:cs="Arial"/>
            <w:color w:val="auto"/>
            <w:sz w:val="20"/>
            <w:szCs w:val="20"/>
          </w:rPr>
          <w:t>www.kryon.com</w:t>
        </w:r>
      </w:hyperlink>
      <w:r w:rsidRPr="007D4419">
        <w:rPr>
          <w:rFonts w:ascii="Arial" w:hAnsi="Arial" w:cs="Arial"/>
          <w:sz w:val="20"/>
          <w:szCs w:val="20"/>
        </w:rPr>
        <w:t xml:space="preserve"> </w:t>
      </w:r>
    </w:p>
    <w:p w:rsidR="005574EB" w:rsidRPr="007D4419" w:rsidRDefault="005574EB" w:rsidP="007D4419">
      <w:pPr>
        <w:spacing w:after="0"/>
        <w:jc w:val="both"/>
        <w:rPr>
          <w:rFonts w:ascii="Arial" w:hAnsi="Arial" w:cs="Arial"/>
          <w:sz w:val="20"/>
          <w:szCs w:val="20"/>
        </w:rPr>
      </w:pPr>
    </w:p>
    <w:p w:rsidR="005574EB" w:rsidRPr="007D4419" w:rsidRDefault="005574EB" w:rsidP="007D4419">
      <w:pPr>
        <w:spacing w:after="0"/>
        <w:jc w:val="both"/>
        <w:rPr>
          <w:rFonts w:ascii="Arial" w:hAnsi="Arial" w:cs="Arial"/>
          <w:sz w:val="20"/>
          <w:szCs w:val="20"/>
        </w:rPr>
      </w:pPr>
      <w:r w:rsidRPr="007D4419">
        <w:rPr>
          <w:rFonts w:ascii="Arial" w:hAnsi="Arial" w:cs="Arial"/>
          <w:sz w:val="20"/>
          <w:szCs w:val="20"/>
        </w:rPr>
        <w:t>Desgrabación y traducción: M. Cristina Cáffaro</w:t>
      </w:r>
    </w:p>
    <w:p w:rsidR="005574EB" w:rsidRPr="007D4419" w:rsidRDefault="005574EB" w:rsidP="007D4419">
      <w:pPr>
        <w:spacing w:after="0"/>
        <w:jc w:val="both"/>
        <w:rPr>
          <w:rFonts w:ascii="Arial" w:hAnsi="Arial" w:cs="Arial"/>
          <w:sz w:val="20"/>
          <w:szCs w:val="20"/>
        </w:rPr>
      </w:pPr>
      <w:hyperlink r:id="rId5" w:history="1">
        <w:r w:rsidRPr="007D4419">
          <w:rPr>
            <w:rStyle w:val="Hyperlink"/>
            <w:rFonts w:ascii="Arial" w:hAnsi="Arial" w:cs="Arial"/>
            <w:color w:val="auto"/>
            <w:sz w:val="20"/>
            <w:szCs w:val="20"/>
          </w:rPr>
          <w:t>www.traduccionesparaelcamino.blogspot.com.ar</w:t>
        </w:r>
      </w:hyperlink>
    </w:p>
    <w:p w:rsidR="005574EB" w:rsidRPr="007D4419" w:rsidRDefault="005574EB" w:rsidP="007D4419">
      <w:pPr>
        <w:spacing w:after="0"/>
        <w:jc w:val="both"/>
        <w:rPr>
          <w:rFonts w:ascii="Arial" w:hAnsi="Arial" w:cs="Arial"/>
          <w:sz w:val="20"/>
          <w:szCs w:val="20"/>
        </w:rPr>
      </w:pPr>
    </w:p>
    <w:p w:rsidR="005574EB" w:rsidRPr="007D4419" w:rsidRDefault="005574EB" w:rsidP="007D4419">
      <w:pPr>
        <w:spacing w:after="0"/>
        <w:jc w:val="both"/>
        <w:rPr>
          <w:rFonts w:ascii="Arial" w:hAnsi="Arial" w:cs="Arial"/>
          <w:sz w:val="20"/>
          <w:szCs w:val="20"/>
        </w:rPr>
      </w:pP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Saludos, queridos, Yo Soy Kryon del Servicio Magnético.</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La canalización es un proceso interesante, uno que mi socio no comprendía cuando empezó; ahora sí lo entiende.  Se hace a un lado, y el secreto de esto, como en los que sanan y leen, es el mismo. Es que el ser humano puede quitarse todos sus filtros por un momento y dejar llegar las palabras, las palabras de los conceptos que sienten desde el otro lado del velo, traídos a través de la pineal. Queridos, hay un período de ajuste, siempre lo hay, para el cerebro humano de quienes escuchan y se sientan ante mí. En algún nivel tienen que comprender lo que está sucediendo.</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Algunos no creen que sea real; algunos creen que es real pero no creen que venga del otro lado, dicen que es la perspectiva del Yo Superior del humano.  ¿Qué les han dicho sus maestros sobre esto? Quiero que piensen qué les dijeron sus maestros, y luego quiero que, con toda honestidad, lo pongan a un lado por un momento.</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Algunas creencias dicen que los humanos no pueden, por sí mismos, tocar nada del otro lado del velo; que tiene que haber tal vez un maestro de alguna clase, o alguna elevación, para hacer eso por ustedes. Algunos creen que debe hacerse en un grupo en lugar de individualmente. Les voy a preguntar lo mismo que pregunto a otros:  ¿Por qué limitan el amor de Dios?</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El Espíritu te ve como familia, y nada hay más sagrado. En la familia hay amor, está lo precioso, el cariño, la responsabilidad.  Ya sabes que eres diferente. No representas eso que evolucionó a partir de los animales. Tu mismo ADN fue cambiado para que pudieras atravesar esta prueba, si la quieres llamar así. Experimentar el humanismo, una vida tras otra, crea la oportunidad para el crecimiento, la sabiduría y el avance, y por eso existe.</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Queridos, ¿qué sienten con respecto a su familia?  Si tienen un hijo, y muchos de ustedes tienen, y lo ven crecer, y aprender cosas, están tan complacidos que apenas pueden esperar para contarle a los vecinos y a los amigos la última cosa buena que hizo el niño. Mamá, Papá: déjenme preguntarles esto: ¿Ustedes obligan a su hijo a pasar por otra persona para comunicarse con ustedes? ¿Son ustedes tan importantes que se apartan tanto así de sus hijos?  Tal vez los harías escribirte una carta y que te la entregue a través de alguien que lleva una vestimenta especial, en otra habitación.  Tal vez la leerías y la entregarías a alguien que tiene otro tipo de vestimenta.  Suena cómico, ¿verdad? pero es lo que suelen hacer los humanos.  No ven a Dios en sí mismos, lo ven como algo separado, y usan un proceso o un procedimiento para llegar a Dios.</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Queridos, me gustaría decirles la verdad: estamos con ustedes todo el tiempo. Cuando se sientan a meditar, ¿están conscientes de que hemos estado con ustedes todo el día?  Algunos meditan empezando por pedir las cosas que necesitan. ¡Nosotros sabemos qué necesitan!  Algunos creen que Dios es como un buen amigo, al que tienen que contarle lo que les pasó durante el día. ¡Estuvimos allí todo el día!  Como ustedes lo estarían para sus hijos.  Excepto que ustedes, queridos, no son nuestros hijos sino nuestros iguales, son nuestra familia, y cuando no están aquí, están con nosotros y son nosotros.</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El velo fue colocado entre nosotros con un propósito; fue puesto allí para que ustedes tuvieran libre albedrío para busca</w:t>
      </w:r>
      <w:r>
        <w:rPr>
          <w:rFonts w:ascii="Arial" w:hAnsi="Arial" w:cs="Arial"/>
          <w:sz w:val="20"/>
          <w:szCs w:val="20"/>
        </w:rPr>
        <w:t>r.  Y a través del libre albedrí</w:t>
      </w:r>
      <w:r w:rsidRPr="007D4419">
        <w:rPr>
          <w:rFonts w:ascii="Arial" w:hAnsi="Arial" w:cs="Arial"/>
          <w:sz w:val="20"/>
          <w:szCs w:val="20"/>
        </w:rPr>
        <w:t>o se organizó un sistema en el cual ustedes aprenden, con libre albedrío, sin que nosotros los inclinemos, y esto es lo que llamaríamos el sistema de la Tierra: que por sí mismos descubran a Dios en su interior.  Y Dios está en su interior.  Todo lo que vive y respira es parte del sistema, todo.  Incluso el mismo polvo de la Tierra, sobre el que caminan, es sagrado.  Algo de ello tiene una consciencia de la que ustedes no se han enterado, pero todo ello sí sabe sobre ustedes.</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Queridos, ustedes son lo más elevado en el planeta, nada hay más elevado que ustedes. Eso es el libre albedrío para encontrar a Dios adentro y cambiar al planeta. Ahora bien, en ese proceso, ustedes van a cambiar ustedes mismos.</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Algunos creen que son trabajadores de la luz; usamos siempre la metáfora del faro de luz, y es una metáfora muy, muy hermosa. Lo que quiero decirles es que quienes trabajan en la luz, eventualmente se vuelven luz.  Quienes viven en el faro de luz, eventualmente se vuelven el faro de luz.</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Este es el sistema del planeta, se integra dentro de sí mismo. Existe un ciclo de belleza. Ya dijimos que no existe tal cosa como  la muerte: es sólo un ciclo de la vida.  Les hemos dicho que no hay adioses, porque el ciclo hace que ustedes continúen.</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¿Qué vas a hacer con esta información, allí mismo, en la silla donde te sientas?  Esto es lo que pedimos: ¡Créela!  No vas a poder cambiar nada hasta que la creas. ¿Será posible que seas más que lo que te han contado?  ¿Será posible que tu energía por sí sola pueda cambiar las cosas a tu alrededor?  La respuesta es: Sí.</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¿Será posible que dentro de ti haya una energía que literalmente puede colocarse por encima de ti y tal vez ver las cosas a tu alrededor?  La respuesta es sí.  ¿Será posible que tu ADN esté empezando a mejorar y volviéndote más consciente de quién eres?  ¡Y la respuesta es sí!</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Y todo esto pertenece a cierto tipo de humano: el humano llamado alma antigua. Ahora bien, en la próxima canalización vamos a empezar una lista de qué es un alma antigua. ¿Cómo sabes si eres un alma antigua?  Incluso eso es un misterio para ti.  Y te preguntas: "¿Lo seré yo?  ¿Estará hablando de mí?" Quiero hablar incluso de por qué haces esa pregunta.</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El alma antigua es la que ha e</w:t>
      </w:r>
      <w:r>
        <w:rPr>
          <w:rFonts w:ascii="Arial" w:hAnsi="Arial" w:cs="Arial"/>
          <w:sz w:val="20"/>
          <w:szCs w:val="20"/>
        </w:rPr>
        <w:t>stado aquí muchas veces; en su A</w:t>
      </w:r>
      <w:r w:rsidRPr="007D4419">
        <w:rPr>
          <w:rFonts w:ascii="Arial" w:hAnsi="Arial" w:cs="Arial"/>
          <w:sz w:val="20"/>
          <w:szCs w:val="20"/>
        </w:rPr>
        <w:t>kash</w:t>
      </w:r>
      <w:r>
        <w:rPr>
          <w:rFonts w:ascii="Arial" w:hAnsi="Arial" w:cs="Arial"/>
          <w:sz w:val="20"/>
          <w:szCs w:val="20"/>
        </w:rPr>
        <w:t>a</w:t>
      </w:r>
      <w:r w:rsidRPr="007D4419">
        <w:rPr>
          <w:rFonts w:ascii="Arial" w:hAnsi="Arial" w:cs="Arial"/>
          <w:sz w:val="20"/>
          <w:szCs w:val="20"/>
        </w:rPr>
        <w:t xml:space="preserve"> lleva una enorme cantidad de información y sabiduría y vidas enteras de talento, y los dos géneros, y la belleza del conocimiento que ustedes tienen. </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Ahora, antes de decir adiós por sólo un momento, quiero que noten la energía en este salón. ¡Es sagrada! Ha sido preparada cuidadosamente para ustedes. Está pautada (</w:t>
      </w:r>
      <w:r w:rsidRPr="007D4419">
        <w:rPr>
          <w:rFonts w:ascii="Arial" w:hAnsi="Arial" w:cs="Arial"/>
          <w:i/>
          <w:sz w:val="20"/>
          <w:szCs w:val="20"/>
        </w:rPr>
        <w:t>N.T diseñada de acuerdo a pauta o modelo)</w:t>
      </w:r>
      <w:r w:rsidRPr="007D4419">
        <w:rPr>
          <w:rFonts w:ascii="Arial" w:hAnsi="Arial" w:cs="Arial"/>
          <w:sz w:val="20"/>
          <w:szCs w:val="20"/>
        </w:rPr>
        <w:t>. Vamos a usar mucho esa palabra en el futuro, porque el humano puede pautar o modelar la energía por doquiera que vaya. Y la pauta que ponen en la energía es la pauta de la belleza de la familia, de modo que cuando se sientan juntos no hay distracciones, sólo amor.  Y es el amor de la Tierra para ustedes, el amor de Dios por ustedes, el amor del Espíritu por lo que son.</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¿Cómo puedo decir esto más concisamente y más fácil?  Sabemos quiénes son. Conocemos sus nombres y lo que les ha sucedido. Todas esas cosas que ustedes creen que son misterios en su vida en este momento, son un libro abierto para Dios.  A causa de esto, también tenemos las soluciones en la página siguiente.  Quienquiera que escuche esto debe saberlo: las soluciones ya están hechas.  Si sólo dan vuelta la página, las verán. Esta es la belleza de lo que enseñamos. Los humanos están habilitados para hacer cosas que tal vez sus maestros nunca les contaron, o no las sabían, o ellos existían en una época donde no era posible.  Y ahora lo es; todo.</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De modo que hasta la próxima canalización les decimos, queridos, que sabemos dónde estamos, quién está aquí, y qué es lo que sigue para ustedes.</w:t>
      </w:r>
    </w:p>
    <w:p w:rsidR="005574EB" w:rsidRPr="007D4419" w:rsidRDefault="005574EB" w:rsidP="007D4419">
      <w:pPr>
        <w:spacing w:after="240"/>
        <w:jc w:val="both"/>
        <w:rPr>
          <w:rFonts w:ascii="Arial" w:hAnsi="Arial" w:cs="Arial"/>
          <w:sz w:val="20"/>
          <w:szCs w:val="20"/>
        </w:rPr>
      </w:pPr>
      <w:r w:rsidRPr="007D4419">
        <w:rPr>
          <w:rFonts w:ascii="Arial" w:hAnsi="Arial" w:cs="Arial"/>
          <w:sz w:val="20"/>
          <w:szCs w:val="20"/>
        </w:rPr>
        <w:t xml:space="preserve">Y así es. </w:t>
      </w:r>
    </w:p>
    <w:p w:rsidR="005574EB" w:rsidRPr="00F53903" w:rsidRDefault="005574EB" w:rsidP="00F53903">
      <w:pPr>
        <w:spacing w:after="240"/>
        <w:ind w:firstLine="708"/>
        <w:jc w:val="both"/>
        <w:rPr>
          <w:rFonts w:ascii="Brush Script MT" w:hAnsi="Brush Script MT" w:cs="Arial"/>
          <w:sz w:val="52"/>
          <w:szCs w:val="52"/>
        </w:rPr>
      </w:pPr>
      <w:r w:rsidRPr="00F53903">
        <w:rPr>
          <w:rFonts w:ascii="Brush Script MT" w:hAnsi="Brush Script MT" w:cs="Arial"/>
          <w:sz w:val="52"/>
          <w:szCs w:val="52"/>
        </w:rPr>
        <w:t>Kryon</w:t>
      </w:r>
    </w:p>
    <w:p w:rsidR="005574EB" w:rsidRPr="007D4419" w:rsidRDefault="005574EB" w:rsidP="00F53903">
      <w:pPr>
        <w:pStyle w:val="NormalWeb"/>
        <w:rPr>
          <w:rFonts w:ascii="Calibri" w:hAnsi="Calibri"/>
        </w:rPr>
      </w:pPr>
      <w:r w:rsidRPr="007D4419">
        <w:rPr>
          <w:rFonts w:ascii="Arial" w:hAnsi="Arial" w:cs="Arial"/>
          <w:sz w:val="20"/>
          <w:szCs w:val="20"/>
        </w:rPr>
        <w:t xml:space="preserve">© Lee Carroll </w:t>
      </w:r>
      <w:hyperlink r:id="rId6" w:history="1">
        <w:r w:rsidRPr="007D4419">
          <w:rPr>
            <w:rStyle w:val="Hyperlink"/>
            <w:rFonts w:ascii="Arial" w:hAnsi="Arial" w:cs="Arial"/>
            <w:color w:val="auto"/>
            <w:sz w:val="20"/>
            <w:szCs w:val="20"/>
          </w:rPr>
          <w:t>http://audio.kryon.com/en/Bali-15-mini.mp3</w:t>
        </w:r>
      </w:hyperlink>
      <w:r>
        <w:rPr>
          <w:rFonts w:ascii="Arial" w:hAnsi="Arial" w:cs="Arial"/>
          <w:sz w:val="20"/>
          <w:szCs w:val="20"/>
        </w:rPr>
        <w:br/>
      </w:r>
    </w:p>
    <w:p w:rsidR="005574EB" w:rsidRDefault="005574EB" w:rsidP="007D4419">
      <w:pPr>
        <w:spacing w:after="240"/>
        <w:rPr>
          <w:rFonts w:ascii="Trebuchet MS" w:hAnsi="Trebuchet MS" w:cs="Arial"/>
          <w:b/>
          <w:smallCaps/>
          <w:shadow/>
          <w:sz w:val="36"/>
          <w:szCs w:val="36"/>
        </w:rPr>
      </w:pPr>
    </w:p>
    <w:p w:rsidR="005574EB" w:rsidRPr="007D4419" w:rsidRDefault="005574EB" w:rsidP="007D4419">
      <w:pPr>
        <w:spacing w:after="240"/>
        <w:jc w:val="center"/>
        <w:rPr>
          <w:rFonts w:ascii="Arial" w:hAnsi="Arial" w:cs="Arial"/>
          <w:sz w:val="20"/>
          <w:szCs w:val="20"/>
        </w:rPr>
      </w:pPr>
      <w:r w:rsidRPr="007D4419">
        <w:rPr>
          <w:rFonts w:ascii="Trebuchet MS" w:hAnsi="Trebuchet MS" w:cs="Arial"/>
          <w:b/>
          <w:smallCaps/>
          <w:shadow/>
          <w:sz w:val="36"/>
          <w:szCs w:val="36"/>
        </w:rPr>
        <w:t xml:space="preserve">El Alma Antigua </w:t>
      </w:r>
      <w:r w:rsidRPr="007D4419">
        <w:rPr>
          <w:rFonts w:ascii="Trebuchet MS" w:hAnsi="Trebuchet MS" w:cs="Arial"/>
          <w:b/>
          <w:smallCaps/>
          <w:shadow/>
          <w:sz w:val="36"/>
          <w:szCs w:val="36"/>
        </w:rPr>
        <w:br/>
      </w:r>
      <w:r>
        <w:rPr>
          <w:rFonts w:ascii="Trebuchet MS" w:hAnsi="Trebuchet MS" w:cs="Arial"/>
          <w:b/>
          <w:smallCaps/>
          <w:shadow/>
          <w:sz w:val="28"/>
          <w:szCs w:val="28"/>
        </w:rPr>
        <w:t>Principal</w:t>
      </w:r>
      <w:r w:rsidRPr="007D4419">
        <w:rPr>
          <w:rFonts w:ascii="Trebuchet MS" w:hAnsi="Trebuchet MS" w:cs="Arial"/>
          <w:b/>
          <w:smallCaps/>
          <w:shadow/>
          <w:sz w:val="28"/>
          <w:szCs w:val="28"/>
        </w:rPr>
        <w:br/>
      </w:r>
      <w:r w:rsidRPr="007D4419">
        <w:rPr>
          <w:rFonts w:ascii="Arial" w:hAnsi="Arial" w:cs="Arial"/>
          <w:sz w:val="20"/>
          <w:szCs w:val="20"/>
        </w:rPr>
        <w:t>Canalización de Kryon por Lee Carroll</w:t>
      </w:r>
      <w:r w:rsidRPr="007D4419">
        <w:rPr>
          <w:rFonts w:ascii="Arial" w:hAnsi="Arial" w:cs="Arial"/>
          <w:sz w:val="20"/>
          <w:szCs w:val="20"/>
        </w:rPr>
        <w:br/>
      </w:r>
      <w:r>
        <w:rPr>
          <w:rFonts w:ascii="Arial" w:hAnsi="Arial" w:cs="Arial"/>
          <w:sz w:val="20"/>
          <w:szCs w:val="20"/>
        </w:rPr>
        <w:t xml:space="preserve">Bali, Indonesia, </w:t>
      </w:r>
      <w:r w:rsidRPr="007D4419">
        <w:rPr>
          <w:rFonts w:ascii="Arial" w:hAnsi="Arial" w:cs="Arial"/>
          <w:sz w:val="20"/>
          <w:szCs w:val="20"/>
        </w:rPr>
        <w:t>29 de Marzo de 2015</w:t>
      </w:r>
    </w:p>
    <w:p w:rsidR="005574EB" w:rsidRDefault="005574EB" w:rsidP="00F53903">
      <w:pPr>
        <w:spacing w:after="240"/>
        <w:jc w:val="both"/>
        <w:rPr>
          <w:rFonts w:ascii="Arial" w:hAnsi="Arial" w:cs="Arial"/>
          <w:sz w:val="20"/>
          <w:szCs w:val="20"/>
        </w:rPr>
      </w:pP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Saludos, queridos, Yo Soy Kryon del Servicio Magnético.</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Siempre hay un sistema, y en este caso particular el sistema honra al alma antigua. Queridos, ya les hemos dicho: los que marcan la diferencia en el planeta, en este momento del tiempo, son los que tienen más experiencia.  Y cuando decimos más experiencia, nos referimos a quienes han vivido una y otra vez en la energía de lo que ustedes llaman la Tierra.</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Al ser humano experimentado que ha vivido una vida tras otra, le llamamos alma antigua. Me gustaría decirles algo, si todavía no lo sabían: las almas antiguas son las que están despertando. Una alma antigua puede tener menos de veinte años o más de ochenta, no importa. Porque la "antigüedad" se refiere a cuántas vidas has vivido y cuán sabio eres hoy a causa de eso.  Incluso ahora hay quienes preguntan: "¿Soy yo un alma antigua?."</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En los últimos momentos de esta reunión les daré sólo algunos parámetros en qué pensar.  Antes de hacerlo quiero decirles esto:  veo la dulzura, la belleza, el propósito de su presencia aquí. Vengo desde el otro lado del velo, donde no hay tiempo.  Allí la percepción es distinta de aquí. En ese lugar, si quieren llamarlo lugar, hay un reconocimiento de todo lo que ustedes son. Vemos las frustraciones de la vida que llevan y al mismo tiempo la belleza de las vidas que han vivido antes. Vemos para qué han estado, qué han atravesado, y para qué creen ustedes que están aquí. Lo vemos todo al mismo tiempo, y ustedes todavía se preguntan "¿Seré yo un alma antigua?."</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Para nosotros es asombroso; ustedes se sientan a escuchar y nos asombra que hagan esa pregunta. Queridos, hay tanto aquí que quiero que sientan, de lo que no puedo ni hablar. Quiero que este mensaje les suene verdadero, para que sepan quiénes son ustedes.  Quiero empezar un viaje con ustedes haciendo preguntas para validar lo que en algún nivel ya saben: que son almas antiguas. Déjenme anunciar algo: yo sé quién está aquí, y todos los que están escuchando mi voz ahora en este salón son almas antiguas, todas ustedes, cada una.</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Existe tal variedad, en cuanto a la cantidad de tiempo que llevan en el planeta, en lo que han experimentado, en las diversas culturas en las que han estado, en las batallas en que participaron, en las razones por las que vinieron. Quiero decirles que la experiencia es vasta, y no es lo que ustedes piensan. Son tan lineales que creen que vinieron una vida tras otra y otra más, y a veces eran marineros, y otras veces eran madres, y a veces cocineros. Sería lindo que fuera así de sencillo, pero no es así. Cuando digo experiencia, quiero decir experiencia.</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¿Cómo se le llama a una alma que ha venido por sólo tres meses y se va? Por acuerdo con sus padres, para que se pueda aprender una lección, o proponerla, o se pueda dar una oportunidad a un padre para volverse espiritual a través de su pena?  ¿Qué les parece?  Esa es una vida profunda, y sólo dura tres meses.  Alma antigua, ¿sabías que habrías hecho algo así?  ¡Tan básico, tan profundo, y tan significativo! Tal vez una madre despertó espiritualmente y se hizo preguntas profundas sobre su vida, a causa de lo que tú hiciste, de lo que acordaste hacer.</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¿Qué tal si viniste a esta Tierra sólo para vivir hasta los diecinueve años y morir en un campo de batalla atravesado por una espada?  Y puede que digas "¿En qué puede beneficiar eso a alguien?"  Me gustaría decirte, querido ser humano, que cada respiración tuya como alma antigua en este planeta es significativa, se toma en cuenta, es registrada, y es hermosa. Algunos de ustedes tuvieron que estar en el campo de batalla para caer, y algunos tuvieron que estar en el campo de batalla como victoriosos. ¡Y eso es experiencia!</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Podrías decir, "¿Y qué cosa podría mantenernos en este sistema de aprendizaje, qué bien puede hacer esto?"  Tal vez algún día lo recordarás lo bastante, si llegas a tener dentro de ti el poder de decir: "Ya no habrá más campos de batalla porque, no importa si se es ganador o  perdedor, ambos son baja energía."  Eso es experiencia, alma antigua.</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Quiero darte los atributos del alma antigua. Lentamente.  Voy a pedirte introspección, o dicho de otro modo: quiero que analices estas cosas en forma personal, y no te engañes a ti mismo. No estés en la negación (</w:t>
      </w:r>
      <w:r w:rsidRPr="00F53903">
        <w:rPr>
          <w:rFonts w:ascii="Arial" w:hAnsi="Arial" w:cs="Arial"/>
          <w:i/>
          <w:sz w:val="20"/>
          <w:szCs w:val="20"/>
        </w:rPr>
        <w:t>se ríe</w:t>
      </w:r>
      <w:r w:rsidRPr="00F53903">
        <w:rPr>
          <w:rFonts w:ascii="Arial" w:hAnsi="Arial" w:cs="Arial"/>
          <w:sz w:val="20"/>
          <w:szCs w:val="20"/>
        </w:rPr>
        <w:t>).  Quiero que te sientes y lo aclares contigo mismo ahora, alma antigua.</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La primera razón por la que sabes que eres un alma antigua, es porque estás aquí. No se puede tener un salón lleno de seres humanos que sólo tienen curiosidad; si están en este nivel, aprendiendo esta clase de cosas, en esta energía, es que casi todos son almas antiguas. ¿Quisiste venir?  Incluso si te trajo a rastras alguien que quería que observaras lo que sucedía, yo te diría, alma antigua, que eso es sincronicidad,  no es por accidente.  La primera razón por la que sabes que eres un alma antigua es que estás aquí.</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Queridos, ¿en qué piensan cuando les habla</w:t>
      </w:r>
      <w:r>
        <w:rPr>
          <w:rFonts w:ascii="Arial" w:hAnsi="Arial" w:cs="Arial"/>
          <w:sz w:val="20"/>
          <w:szCs w:val="20"/>
        </w:rPr>
        <w:t>mos?  ¿Oyen a Kryon? ¿Quieren oí</w:t>
      </w:r>
      <w:r w:rsidRPr="00F53903">
        <w:rPr>
          <w:rFonts w:ascii="Arial" w:hAnsi="Arial" w:cs="Arial"/>
          <w:sz w:val="20"/>
          <w:szCs w:val="20"/>
        </w:rPr>
        <w:t>r a Kryon? ¿O están pensando en cenar después?  Sean honestos. Las almas antiguas tienen curiosidad por tantas cosas.  Pero cuando se trata de esta energía, son atraídas, como las polillas se acercan a una llama. Reconocen porqué están aquí.  Y en algún nivel, quieren más.  Son una esponja para la información. No por curiosidad, sino porque empieza a sonar con la verdad de la era.  Esa fue la número uno.</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Algunos de ustedes empiezan a tener lo que yo llamo experiencias profundas de recordación. Ahora las llaman "deja vu".  Una frase que significa "creo que estuve aquí antes,"  "tengo la sensación recordarlo aunque no puedo recordar si sucedió o no."  Y a algunos les pasa cada vez más. Conocen a una persona y se van de la reunión convencidos de haber visto esa persona antes, sólo para saber más tarde que nunca la habían visto.  Van a una reunión y conocen a alguien que es tan amistoso y parece tan familiar, y averiguan quién es y están entusiasmados con el nuevo amigo, sin embargo de algún modo se dan cuenta de que es un viejo amigo reiniciando lo que fue una profunda amistad o familia; han encontrado a una madre o una hija de una vida pasada.  Los hombres conocen a camaradas con quienes sienten una afinidad, y los llaman "compañeros" o lo que sea, y quieren estar juntos.  Es más que eso. Encuentran una similitud en la consciencia, es más que eso.  Empiezan a recordar.  Lo voy a llamar despertar akáshico. Cada vez más se encuentran en situaciones que parecen familiares y con rostros que creen conocer. Y sin embargo es la primera vez.</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Le ha sucedido a mi socio, cuando se va a otros países y culturas en los que nunca ha estado ni los ha visto, y encuentra allí hermanos, hermanas, y se le hace difícil irse. Muchos no hablan su idioma y sólo pueden entenderse con intérpretes y sin embargo él los mira a los ojos y sabe que son familia. ¡Sabe que son familia!  Tan lejos como pueda ir, sus experiencias en todo el planeta son tales que él sabe que encuentra familia.  Esto es un símbolo, una señal, de ser un alma antigua, y a algunos de ustedes les está sucediendo una y otra vez.</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¿Cuántos de ustedes suelen ver las 11 y 11 en el reloj, alma antigua?  (</w:t>
      </w:r>
      <w:r w:rsidRPr="00F53903">
        <w:rPr>
          <w:rFonts w:ascii="Arial" w:hAnsi="Arial" w:cs="Arial"/>
          <w:i/>
          <w:sz w:val="20"/>
          <w:szCs w:val="20"/>
        </w:rPr>
        <w:t>se ríe</w:t>
      </w:r>
      <w:r w:rsidRPr="00F53903">
        <w:rPr>
          <w:rFonts w:ascii="Arial" w:hAnsi="Arial" w:cs="Arial"/>
          <w:sz w:val="20"/>
          <w:szCs w:val="20"/>
        </w:rPr>
        <w:t>). ¿Sabían que es un sistema de aviso a las almas antiguas para que sepan que lo son?  De eso se trata.  Sucede por sincronicidad; por azar no sucedería que vean esos números tan seguido. Es un sistema de comunicación de amor que dice, "sabemos quién eres, alma antigua."</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Tal vez seas una mujer que nunca tuvo hijos, y sin embargo en algún nivel los has tenido, y lo sabes. Y puedes sentirlo.  Tal vez seas una mujer que nunca tuvo hijos y no va a tenerlos, porque sientes que has tenido hijos una y otra y otra vez, y ya es tiempo de descansar.  Porque sabes cómo es, ¿verdad? realmente lo sabes, alma antigua.  Has esta</w:t>
      </w:r>
      <w:r>
        <w:rPr>
          <w:rFonts w:ascii="Arial" w:hAnsi="Arial" w:cs="Arial"/>
          <w:sz w:val="20"/>
          <w:szCs w:val="20"/>
        </w:rPr>
        <w:t>do aquí suficientes veces y tu A</w:t>
      </w:r>
      <w:r w:rsidRPr="00F53903">
        <w:rPr>
          <w:rFonts w:ascii="Arial" w:hAnsi="Arial" w:cs="Arial"/>
          <w:sz w:val="20"/>
          <w:szCs w:val="20"/>
        </w:rPr>
        <w:t>kash</w:t>
      </w:r>
      <w:r>
        <w:rPr>
          <w:rFonts w:ascii="Arial" w:hAnsi="Arial" w:cs="Arial"/>
          <w:sz w:val="20"/>
          <w:szCs w:val="20"/>
        </w:rPr>
        <w:t>a</w:t>
      </w:r>
      <w:r w:rsidRPr="00F53903">
        <w:rPr>
          <w:rFonts w:ascii="Arial" w:hAnsi="Arial" w:cs="Arial"/>
          <w:sz w:val="20"/>
          <w:szCs w:val="20"/>
        </w:rPr>
        <w:t xml:space="preserve"> resuena con eso de ser madre. </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Lo mismo pasa con los varones. Un hombre de naturaleza dulce, que nunca lastimaría a otro ser humano, sabe en su nivel más profundo que probablemente  ha atravesado a algunos con una espada, y ya sabe cómo se siente - en algún nivel.  Ahora, si eres un varón sentado aquí escuchándome, te desafío a que vayas allí conmigo, porque lo sientes, sabes</w:t>
      </w:r>
      <w:r>
        <w:rPr>
          <w:rFonts w:ascii="Arial" w:hAnsi="Arial" w:cs="Arial"/>
          <w:sz w:val="20"/>
          <w:szCs w:val="20"/>
        </w:rPr>
        <w:t xml:space="preserve"> que lo has hecho. Suena en tu A</w:t>
      </w:r>
      <w:r w:rsidRPr="00F53903">
        <w:rPr>
          <w:rFonts w:ascii="Arial" w:hAnsi="Arial" w:cs="Arial"/>
          <w:sz w:val="20"/>
          <w:szCs w:val="20"/>
        </w:rPr>
        <w:t>kash</w:t>
      </w:r>
      <w:r>
        <w:rPr>
          <w:rFonts w:ascii="Arial" w:hAnsi="Arial" w:cs="Arial"/>
          <w:sz w:val="20"/>
          <w:szCs w:val="20"/>
        </w:rPr>
        <w:t>a</w:t>
      </w:r>
      <w:r w:rsidRPr="00F53903">
        <w:rPr>
          <w:rFonts w:ascii="Arial" w:hAnsi="Arial" w:cs="Arial"/>
          <w:sz w:val="20"/>
          <w:szCs w:val="20"/>
        </w:rPr>
        <w:t>, es parte de tu estructura celular; tan dulce como puedes ser, tan respetuoso como puedes ser esta vez, sabes que tienes un guerrero adentro.</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 xml:space="preserve">Ahora bien: si realmente quieren ponerse esotéricos, </w:t>
      </w:r>
      <w:r>
        <w:rPr>
          <w:rFonts w:ascii="Arial" w:hAnsi="Arial" w:cs="Arial"/>
          <w:sz w:val="20"/>
          <w:szCs w:val="20"/>
        </w:rPr>
        <w:t xml:space="preserve">a las mujeres en el auditorio: </w:t>
      </w:r>
      <w:r w:rsidRPr="00F53903">
        <w:rPr>
          <w:rFonts w:ascii="Arial" w:hAnsi="Arial" w:cs="Arial"/>
          <w:sz w:val="20"/>
          <w:szCs w:val="20"/>
        </w:rPr>
        <w:t xml:space="preserve">Ustedes saben que también tienen guerreros dentro de sí.  Han participado en los campos de batalla de la Tierra y lo saben. Aunque pueden no responder con eso de sentirse varones, sí pueden responder a la batalla. Saben cómo es sobrevivir o no en el campo de batalla.  En la historia tanto se ha ganado y perdido por quienes estaban armados, y todos los presentes en el salón han participado plenamente en todo eso. </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A veces murieron por su Dios, y a veces murieron por nada; pero tuvieron la experiencia de saber cómo se sentía, venir e irse rápidamente. Y la vez siguiente deciden si eso es lo que van a hacer otra vez, y porqué, o por qué no.</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Hay tantas señales; tal vez no las has notado, algunas están ocultas.  Aquí hay una que quiero que examines en tu mente, mientras estás aquí.  ¿Eres ingenuo o sabio?  Ahora bien, reconozco que una persona ingenua nunca cree ser una persona ingenua (</w:t>
      </w:r>
      <w:r w:rsidRPr="00F53903">
        <w:rPr>
          <w:rFonts w:ascii="Arial" w:hAnsi="Arial" w:cs="Arial"/>
          <w:i/>
          <w:sz w:val="20"/>
          <w:szCs w:val="20"/>
        </w:rPr>
        <w:t>se ríe</w:t>
      </w:r>
      <w:r w:rsidRPr="00F53903">
        <w:rPr>
          <w:rFonts w:ascii="Arial" w:hAnsi="Arial" w:cs="Arial"/>
          <w:sz w:val="20"/>
          <w:szCs w:val="20"/>
        </w:rPr>
        <w:t>). Estoy hablando de la sabiduría que excede a su edad.  ¿Tienes sabiduría que excede a tus años?  Y la respuesta es sí, para cada uno; y lo saben, allí sentados, con toda honestidad, con su cuerpo, con su cerebro, lo saben; tienen sabiduría que excede a sus años.  Hay aquí algunos jóvenes que lo sienten profundamente: más sabiduría que lo que corresponde a sus años. ¿Cómo es posible?  ¿Cómo describir cómo se siente eso?</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Queridos, acabo de darles una de las claves para saber si son almas antiguas, y nunca hablan de eso con nadie.  ¿Cómo podrían decir una cosa así a alguien sin que crean que los domina su ego, cuando dicen que son más sabios que los que los rodean? (</w:t>
      </w:r>
      <w:r w:rsidRPr="00F53903">
        <w:rPr>
          <w:rFonts w:ascii="Arial" w:hAnsi="Arial" w:cs="Arial"/>
          <w:i/>
          <w:sz w:val="20"/>
          <w:szCs w:val="20"/>
        </w:rPr>
        <w:t>se ríe</w:t>
      </w:r>
      <w:r w:rsidRPr="00F53903">
        <w:rPr>
          <w:rFonts w:ascii="Arial" w:hAnsi="Arial" w:cs="Arial"/>
          <w:sz w:val="20"/>
          <w:szCs w:val="20"/>
        </w:rPr>
        <w:t>).  ¡Y tal vez lo son!  Y tienen eso en común con el grupo. Y se juntan y se dan cuenta de que se han encontrado con familia.  Su sabiduría proviene de la experiencia; han pagado por ella, queridos. Así es como saben que son almas antiguas.</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La próxima es difícil y ya hemos hablado de ella antes, pero hay una cosa que se crea en su personalidad al ser un alma antigua, y ustedes saben que la tienen - yo sé quién está aquí.  Durante eones han empujado contra la vieja energía y no les ha ido bien.  La vieja energía siempre estaba al mando, y ustedes se tenían que ocultar de ella o presentarle batalla; nunca mejoró realmente.  Una vida tras otra pasaron en estas condiciones, siempre derrotados - hasta ahora.</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Ahora despiertan en una zona de la galaxia y en un tiempo de este planeta  del que los antiguos hablaron, que es de cambios profundos.  La energía está de su lado, y de eso hemos hablado. Sin embargo, ¿qué llevas, alma antigua, a esta energía? ¿Qué llevas?  Llevas una falta de autoestima; una falta completa de autoestima.  No voy a pedirte que levantes la mano; sólo quiero que hagas ahora un examen de conciencia; sabes que estoy en lo cierto.</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 xml:space="preserve">Puedes estar muy seguro en tu exterior, puedes parecer fuerte para otros, pero cuando estás solo te preguntas quién eres.  Te preguntas si lo vas a lograr, te preguntas si estás en lo correcto; </w:t>
      </w:r>
      <w:r w:rsidRPr="00F53903">
        <w:rPr>
          <w:rFonts w:ascii="Arial" w:hAnsi="Arial" w:cs="Arial"/>
          <w:i/>
          <w:sz w:val="20"/>
          <w:szCs w:val="20"/>
        </w:rPr>
        <w:t xml:space="preserve">eso </w:t>
      </w:r>
      <w:r w:rsidRPr="00F53903">
        <w:rPr>
          <w:rFonts w:ascii="Arial" w:hAnsi="Arial" w:cs="Arial"/>
          <w:sz w:val="20"/>
          <w:szCs w:val="20"/>
        </w:rPr>
        <w:t xml:space="preserve">es un alma antigua.  Tu experiencia misma te ha impulsado a averiguar si eres digno de estar aquí en esta nueva energía. Tu sabiduría sopesa todo esto y sale con este comentario: "Tal vez no sea digno de estar aquí."  Y eso es lo que crees, ¿verdad?  Falta de autoestima, es el atributo del alma antigua. Eso ahora está empezando a invertirse, a medida que aprendes quién eres, porqué estás aquí, y porqué te sientes como te sientes. </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No hay nada mejor que descubrir la verdad, porque resuelve el pasado.  Descubrir la verdad del pasado también pone al futuro en perspectiva; empiezas a tener la autoestima que mereces.</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Aquí está la número seis: descubrir el propósito.  El alma antigua tiene tanto desempeño en el pasado, hay tanta historia de la que has participado, que llegas al planeta y miras alrededor y dices "¿Cuál es mi propósito de estar aquí?"  Y puede que tengas quienes te digan cuál es; puede que vayas a reuniones donde estés bastante seguro de cuál es, pero en lo más profundo no tienes idea.  "¿Cuál es mi propósito? ¿Qué estoy haciendo?"  Es una pregunta esotérica. Porque algunos, si no todos, en algún nivel se sienten insatisfechos con lo que están haciendo: no es suficiente. Tal vez no es el momento correcto. O has ido en una dirección distinta de lo que pensabas.</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Ah, querida alma antigua, eso realmente demuestra que eres un alma antigua en una energía nueva, aprendiendo otra vez cómo manejarte.  Porque, por muchas veces que hayas vivido antes, nunca viviste en esta energía: eso es número uno. (</w:t>
      </w:r>
      <w:r w:rsidRPr="00F53903">
        <w:rPr>
          <w:rFonts w:ascii="Arial" w:hAnsi="Arial" w:cs="Arial"/>
          <w:i/>
          <w:sz w:val="20"/>
          <w:szCs w:val="20"/>
        </w:rPr>
        <w:t>se ríe</w:t>
      </w:r>
      <w:r w:rsidRPr="00F53903">
        <w:rPr>
          <w:rFonts w:ascii="Arial" w:hAnsi="Arial" w:cs="Arial"/>
          <w:sz w:val="20"/>
          <w:szCs w:val="20"/>
        </w:rPr>
        <w:t xml:space="preserve">)  Y entonces te sientes un poco perdido, o tal vez el propósito no parece claro, porque la nueva energía no te retroalimenta como lo hacía la energía vieja. No puedes estar seguro, porque no confías en lo que sientes. Y entonces te preguntas "¿Lo estoy haciendo bien? ¿Hay algo que debo hacer mejor, o hacer más?"   </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Voy a decir esto otra vez: alma antigua, a medida que empiezas a sanarte de estos atributos, tu poder realmente empieza a verse.  Empiezas a darte cuenta no sólo de quién eres, y de que mereces estar aquí, sino de que vienes con tanta experiencia, y comienzas a aprovechar la experiencia. Tal vez no te das cuenta de que eres, pero eres; la intuición aumenta; empiezas a recibir consejo para tu propia vida, sincronicidad por donde vas, todo basado en el hecho de ser hoy un alma antigua.</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Las que recién están entrando al planeta, queridos, sólo están sobreviviendo; todavía no tienen los instrumentos; los tendrán, pero recién están entendiendo.  ¿De qué se trata? ¿Tú sabes de qué se trata? Tienes la sabiduría de la recordación. Estás empezando a resolver el problema, y te dijimos cuál era el propósito.  Te dijimos que te relajes, y simplemente estés aquí; te dijimos que no importa qué hagas; éste es un concepto que no funciona con lo que tus padres te dijeron.  No importa qué hagas: tu luz ayuda a este planeta; sentado hoy en esta silla, tu esoterismo ayuda al planeta. La rejilla cristalina recuerda lo que estás haciendo, y durará por generaciones. Pones en las rejillas de este planeta la energía de la madurez de tus vidas: eso es lo que estás haciendo ahora mismo.</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En el planeta, esta nueva energía particular es como una esponja que absorbe tu energía para que las próximas generaciones tengan lo que has aprendido como alma antigua. Aquí existe un sistema que está por encima de lo que piensas. Literalmente, mientras te sientas desesperado a preguntarte si mereces estar aquí y cuál será tu propósito, el planeta absorbe todo lo que has hecho y aprendido, y madura a causa de ello. ¡</w:t>
      </w:r>
      <w:r w:rsidRPr="00F53903">
        <w:rPr>
          <w:rFonts w:ascii="Arial" w:hAnsi="Arial" w:cs="Arial"/>
          <w:i/>
          <w:sz w:val="20"/>
          <w:szCs w:val="20"/>
        </w:rPr>
        <w:t>Eso</w:t>
      </w:r>
      <w:r w:rsidRPr="00F53903">
        <w:rPr>
          <w:rFonts w:ascii="Arial" w:hAnsi="Arial" w:cs="Arial"/>
          <w:sz w:val="20"/>
          <w:szCs w:val="20"/>
        </w:rPr>
        <w:t xml:space="preserve"> es el sistema que el alma antigua necesita conocer!  Relájate y sé. Entiende que estás en propósito. Relájate. Permite que la sincronicidad te empuje hacia la próxima cosa, que será benévola y hermosa para ti, si lo permites.</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Has pasado por tantas vidas en las que has sufrido, que te resulta fácil incluso creer que estás aquí para sufrir; no es así. ¡No es así!  Padres, ¿traerían al mundo a propósito a sus hijos para que puedan sufrir con ustedes?  No tiene sentido.  No es sentido común espiritual.  ¡No es sentido común espiritual en absoluto! Empieza a usar esa inteligencia que es espiritual, que diría "¿Qué haría yo si yo fuera Dios?"  Y dentro de ti, en algún nivel, habrá una voz diciendo: ¡Lo eres!  Lo eres.  Una parte de toda la Creación, eso eres.</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Si quieres, puedes responder tus propias preguntas lógicas.</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Finalmente, la número siete. Nunca se les ocurriría ésta: queridos, ésta no la saben.  Creen que es obvio, y no lo es. ¡No lo es!  Puedo probarlo: si empiezan a hablar con otros sobre lo que les voy a decir ahora los mirarán creyéndolos locos.  Porque el alma antigua en esta energía tiene la capacidad de sentirse amada por Dios, y otros no la tienen.  Requiere madurez; requiere vidas de experiencia para comprender la benevolencia del Creador, y lo que eso significa en el interior.  Ahora bien, aquí hay algo que nunca le dije a mi socio, y lo revelo aquí por primera vez. Él les contó su historia con Kryon y les dijo que cuando se sentó en la silla por primera vez sintió emoción; eso fue el catalizador que le permitió hacerlo otra y otra vez; no sólo lo sentía sino que le gustaba. Él no iba a contarles eso, porque sabía de qué se trataba. Él era un alma antigua, es un alma antigua, y estaba preparado para sentir el amor de Dios y reconoció a la familia. Y, queridos, las almas nuevas no reconocen a la familia, no comprenden el sentimiento que ustedes tienen; eso es la madurez de sentirse amados por el Creador.  Eres un alma antigua: si puedes sentirlo, eres un alma antigua. Felicitaciones a todos ustedes, por ser quienes son.</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Ustedes son los que cambiarán al planeta. Han llegado a este salón desde todas partes, tantos países y tantos idiomas, y todos tienen una cosa en común, ahora mismo, todos juntos: Alma antigua, tú cambiarás al planeta; por tu mera presencia aquí, trabajador de luz.  La rejilla absorbe la luz que llevas, y que has ganado y traído.  Este es un sistema, y la nueva energía del planeta necesita al alma antigua, la experiencia del alma antigua y su sabiduría, para que ingresen a la rejilla de modo que los que nazcan en el futuro tengan lo que tú has traído de vivir tus vidas.  Un sistema esotérico, difícil de describir, ¡y profundo!  ¡Piénsalo!  Al vivir aquí hoy, impregnas en las rejillas conocimientos para las generaciones futuras. ¿Cómo piensas que haría la humanidad para madurar y evolucionar espiritualmente sin este conocimiento? La respuesta es: no puede.  Y ustedes son los que están poniéndolo directamente en las rejillas del planeta.</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Esto, junto con las cápsulas de tiempo de los pleyadianos que van dando esta información para ustedes, va a crear eventualmente un planeta ascendido.  Muy lejano de este momento, pero de gran importancia. Ustedes están plantando las semillas del futuro, simplemente al estar en el salón y permitirnos hablarles.</w:t>
      </w: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Cierro aquí.  ¿Qué harán con esto?  Quiero que piensen en estas cosas, si pueden, si quieren.  Quiero que piensen en todas ellas. Y háganse las preguntas: ¿Será posible que yo sea más que lo que pienso? ¿Será posible que Dios me conozca, mientras estoy aquí sentado con todos mis problemas y mis frustraciones, y todas las cosas que tengo que hacer, y los hijos que tengo que criar, y los parientes a quienes debo complacer, y los jefes...?  y así sigue y sigue.  ¿Será posible que Dios me ame a través de todo esto?  Y todas las respuestas son: ¡Sí, sí, sí, y sí!  Así de importante eres, alma antigua.</w:t>
      </w:r>
    </w:p>
    <w:p w:rsidR="005574EB" w:rsidRPr="00F53903" w:rsidRDefault="005574EB" w:rsidP="00F53903">
      <w:pPr>
        <w:pStyle w:val="Heading1"/>
        <w:jc w:val="both"/>
        <w:rPr>
          <w:rFonts w:ascii="Arial" w:hAnsi="Arial" w:cs="Arial"/>
          <w:b w:val="0"/>
          <w:color w:val="auto"/>
          <w:sz w:val="20"/>
          <w:szCs w:val="20"/>
        </w:rPr>
      </w:pPr>
      <w:r w:rsidRPr="00F53903">
        <w:rPr>
          <w:rFonts w:ascii="Arial" w:hAnsi="Arial" w:cs="Arial"/>
          <w:b w:val="0"/>
          <w:color w:val="auto"/>
          <w:sz w:val="20"/>
          <w:szCs w:val="20"/>
        </w:rPr>
        <w:t xml:space="preserve">¡Felicitaciones!  ¡Ese es tu propósito!  Ser. </w:t>
      </w:r>
    </w:p>
    <w:p w:rsidR="005574EB" w:rsidRPr="00F53903" w:rsidRDefault="005574EB" w:rsidP="00F53903">
      <w:pPr>
        <w:jc w:val="both"/>
        <w:rPr>
          <w:rFonts w:ascii="Arial" w:hAnsi="Arial" w:cs="Arial"/>
          <w:sz w:val="20"/>
          <w:szCs w:val="20"/>
        </w:rPr>
      </w:pPr>
    </w:p>
    <w:p w:rsidR="005574EB" w:rsidRPr="00F53903" w:rsidRDefault="005574EB" w:rsidP="00F53903">
      <w:pPr>
        <w:spacing w:after="240"/>
        <w:jc w:val="both"/>
        <w:rPr>
          <w:rFonts w:ascii="Arial" w:hAnsi="Arial" w:cs="Arial"/>
          <w:sz w:val="20"/>
          <w:szCs w:val="20"/>
        </w:rPr>
      </w:pPr>
      <w:r w:rsidRPr="00F53903">
        <w:rPr>
          <w:rFonts w:ascii="Arial" w:hAnsi="Arial" w:cs="Arial"/>
          <w:sz w:val="20"/>
          <w:szCs w:val="20"/>
        </w:rPr>
        <w:t xml:space="preserve">Y así es. </w:t>
      </w:r>
    </w:p>
    <w:p w:rsidR="005574EB" w:rsidRPr="00F53903" w:rsidRDefault="005574EB" w:rsidP="00F53903">
      <w:pPr>
        <w:spacing w:after="240"/>
        <w:ind w:firstLine="708"/>
        <w:jc w:val="both"/>
        <w:rPr>
          <w:rFonts w:ascii="Brush Script MT" w:hAnsi="Brush Script MT" w:cs="Arial"/>
          <w:sz w:val="52"/>
          <w:szCs w:val="52"/>
        </w:rPr>
      </w:pPr>
      <w:r w:rsidRPr="00F53903">
        <w:rPr>
          <w:rFonts w:ascii="Brush Script MT" w:hAnsi="Brush Script MT" w:cs="Arial"/>
          <w:sz w:val="52"/>
          <w:szCs w:val="52"/>
        </w:rPr>
        <w:t>Kryon</w:t>
      </w:r>
    </w:p>
    <w:p w:rsidR="005574EB" w:rsidRPr="00F53903" w:rsidRDefault="005574EB" w:rsidP="00F53903">
      <w:pPr>
        <w:spacing w:after="0"/>
        <w:rPr>
          <w:rFonts w:ascii="Arial" w:hAnsi="Arial" w:cs="Arial"/>
          <w:sz w:val="20"/>
          <w:szCs w:val="20"/>
          <w:lang w:val="en-GB"/>
        </w:rPr>
      </w:pPr>
      <w:r w:rsidRPr="007D4419">
        <w:rPr>
          <w:rFonts w:ascii="Arial" w:hAnsi="Arial" w:cs="Arial"/>
          <w:sz w:val="20"/>
          <w:szCs w:val="20"/>
        </w:rPr>
        <w:t xml:space="preserve">© Lee Carroll </w:t>
      </w:r>
      <w:hyperlink r:id="rId7" w:history="1">
        <w:r w:rsidRPr="00F53903">
          <w:rPr>
            <w:rStyle w:val="Hyperlink"/>
            <w:rFonts w:ascii="Arial" w:hAnsi="Arial" w:cs="Arial"/>
            <w:color w:val="auto"/>
            <w:sz w:val="20"/>
            <w:szCs w:val="20"/>
            <w:lang w:val="en-GB"/>
          </w:rPr>
          <w:t>http://audio.kryon.com/en/Bali-15-main.mp3</w:t>
        </w:r>
      </w:hyperlink>
    </w:p>
    <w:p w:rsidR="005574EB" w:rsidRPr="007D4419" w:rsidRDefault="005574EB" w:rsidP="00F53903">
      <w:pPr>
        <w:spacing w:after="0"/>
        <w:rPr>
          <w:rFonts w:ascii="Arial" w:hAnsi="Arial" w:cs="Arial"/>
          <w:sz w:val="20"/>
          <w:szCs w:val="20"/>
        </w:rPr>
      </w:pPr>
      <w:r w:rsidRPr="007D4419">
        <w:rPr>
          <w:rFonts w:ascii="Arial" w:hAnsi="Arial" w:cs="Arial"/>
          <w:sz w:val="20"/>
          <w:szCs w:val="20"/>
        </w:rPr>
        <w:t>Desgrabación y traducción: M. Cristina Cáffaro</w:t>
      </w:r>
    </w:p>
    <w:p w:rsidR="005574EB" w:rsidRPr="007D4419" w:rsidRDefault="005574EB" w:rsidP="00F53903">
      <w:pPr>
        <w:spacing w:after="0"/>
        <w:jc w:val="both"/>
        <w:rPr>
          <w:rFonts w:ascii="Arial" w:hAnsi="Arial" w:cs="Arial"/>
          <w:sz w:val="20"/>
          <w:szCs w:val="20"/>
        </w:rPr>
      </w:pPr>
      <w:hyperlink r:id="rId8" w:history="1">
        <w:r w:rsidRPr="007D4419">
          <w:rPr>
            <w:rStyle w:val="Hyperlink"/>
            <w:rFonts w:ascii="Arial" w:hAnsi="Arial" w:cs="Arial"/>
            <w:color w:val="auto"/>
            <w:sz w:val="20"/>
            <w:szCs w:val="20"/>
          </w:rPr>
          <w:t>www.traduccionesparaelcamino.blogspot.com.ar</w:t>
        </w:r>
      </w:hyperlink>
      <w:r>
        <w:br/>
      </w:r>
      <w:r w:rsidRPr="007D4419">
        <w:rPr>
          <w:rFonts w:ascii="Arial" w:hAnsi="Arial" w:cs="Arial"/>
          <w:sz w:val="20"/>
          <w:szCs w:val="20"/>
        </w:rPr>
        <w:t>Sitio autorizado de Kryon por Lee Carroll</w:t>
      </w:r>
      <w:r w:rsidRPr="007D4419">
        <w:t xml:space="preserve"> </w:t>
      </w:r>
      <w:hyperlink r:id="rId9" w:tgtFrame="_blank" w:history="1">
        <w:r w:rsidRPr="007D4419">
          <w:rPr>
            <w:rStyle w:val="Hyperlink"/>
            <w:rFonts w:ascii="Arial" w:hAnsi="Arial" w:cs="Arial"/>
            <w:color w:val="auto"/>
            <w:sz w:val="20"/>
            <w:szCs w:val="20"/>
          </w:rPr>
          <w:t>www.manantialcaduceo.com.ar/libros.htm</w:t>
        </w:r>
      </w:hyperlink>
    </w:p>
    <w:p w:rsidR="005574EB" w:rsidRPr="007D4419" w:rsidRDefault="005574EB" w:rsidP="00F53903">
      <w:pPr>
        <w:spacing w:after="240"/>
        <w:jc w:val="both"/>
        <w:rPr>
          <w:rFonts w:ascii="Arial" w:hAnsi="Arial" w:cs="Arial"/>
          <w:sz w:val="20"/>
          <w:szCs w:val="20"/>
        </w:rPr>
      </w:pPr>
      <w:r w:rsidRPr="007D4419">
        <w:rPr>
          <w:rStyle w:val="Emphasis"/>
          <w:rFonts w:ascii="Calibri" w:eastAsia="Times New Roman" w:hAnsi="Calibri"/>
        </w:rPr>
        <w:t>Pueden descargar todas las traducciones de las canalizaciones en archivo Word desde el sitio de Kryon</w:t>
      </w:r>
      <w:r w:rsidRPr="007D4419">
        <w:rPr>
          <w:rFonts w:ascii="Calibri" w:hAnsi="Calibri"/>
        </w:rPr>
        <w:t xml:space="preserve"> </w:t>
      </w:r>
      <w:hyperlink r:id="rId10" w:tgtFrame="_blank" w:history="1">
        <w:r w:rsidRPr="007D4419">
          <w:rPr>
            <w:rStyle w:val="Hyperlink"/>
            <w:rFonts w:ascii="Calibri" w:hAnsi="Calibri"/>
            <w:i/>
            <w:iCs/>
            <w:color w:val="auto"/>
          </w:rPr>
          <w:t>http://www.manantialcaduceo.com.ar/libros.htm</w:t>
        </w:r>
      </w:hyperlink>
    </w:p>
    <w:sectPr w:rsidR="005574EB" w:rsidRPr="007D4419"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0CD7"/>
    <w:rsid w:val="000016B8"/>
    <w:rsid w:val="000069A2"/>
    <w:rsid w:val="00026D73"/>
    <w:rsid w:val="00046DE7"/>
    <w:rsid w:val="00102AB7"/>
    <w:rsid w:val="001A0D27"/>
    <w:rsid w:val="001A39AF"/>
    <w:rsid w:val="001C0708"/>
    <w:rsid w:val="00211F1F"/>
    <w:rsid w:val="002A62E6"/>
    <w:rsid w:val="00330127"/>
    <w:rsid w:val="003D60C0"/>
    <w:rsid w:val="003E6748"/>
    <w:rsid w:val="004D0CD7"/>
    <w:rsid w:val="004F7DA5"/>
    <w:rsid w:val="005130EE"/>
    <w:rsid w:val="00522642"/>
    <w:rsid w:val="0054661C"/>
    <w:rsid w:val="005574EB"/>
    <w:rsid w:val="006202A0"/>
    <w:rsid w:val="006308D3"/>
    <w:rsid w:val="006B1C83"/>
    <w:rsid w:val="007102A9"/>
    <w:rsid w:val="00712FC2"/>
    <w:rsid w:val="007607AA"/>
    <w:rsid w:val="0078067F"/>
    <w:rsid w:val="00782A04"/>
    <w:rsid w:val="007A2E6A"/>
    <w:rsid w:val="007D4419"/>
    <w:rsid w:val="008218E6"/>
    <w:rsid w:val="00860995"/>
    <w:rsid w:val="008720FC"/>
    <w:rsid w:val="00887F5C"/>
    <w:rsid w:val="008A6C6A"/>
    <w:rsid w:val="008B3AB4"/>
    <w:rsid w:val="00906D41"/>
    <w:rsid w:val="00957282"/>
    <w:rsid w:val="009769F0"/>
    <w:rsid w:val="00981A53"/>
    <w:rsid w:val="009A77F1"/>
    <w:rsid w:val="009B4272"/>
    <w:rsid w:val="009E77CA"/>
    <w:rsid w:val="00A24D6F"/>
    <w:rsid w:val="00AD72CD"/>
    <w:rsid w:val="00B158DB"/>
    <w:rsid w:val="00B5558B"/>
    <w:rsid w:val="00B62B58"/>
    <w:rsid w:val="00C52287"/>
    <w:rsid w:val="00C65183"/>
    <w:rsid w:val="00C837FC"/>
    <w:rsid w:val="00CD0ABC"/>
    <w:rsid w:val="00D00F66"/>
    <w:rsid w:val="00D10B01"/>
    <w:rsid w:val="00D74E48"/>
    <w:rsid w:val="00E04209"/>
    <w:rsid w:val="00E2672B"/>
    <w:rsid w:val="00F5147C"/>
    <w:rsid w:val="00F53903"/>
    <w:rsid w:val="00FB15AA"/>
    <w:rsid w:val="00FE6F7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1">
    <w:name w:val="heading 1"/>
    <w:basedOn w:val="Normal"/>
    <w:next w:val="Normal"/>
    <w:link w:val="Heading1Char"/>
    <w:uiPriority w:val="99"/>
    <w:qFormat/>
    <w:locked/>
    <w:rsid w:val="00F53903"/>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53903"/>
    <w:rPr>
      <w:rFonts w:ascii="Cambria" w:eastAsia="Times New Roman" w:hAnsi="Cambria" w:cs="Times New Roman"/>
      <w:b/>
      <w:bCs/>
      <w:color w:val="365F91"/>
      <w:sz w:val="28"/>
      <w:szCs w:val="28"/>
      <w:lang w:val="es-AR" w:eastAsia="en-US" w:bidi="ar-SA"/>
    </w:rPr>
  </w:style>
  <w:style w:type="character" w:styleId="Hyperlink">
    <w:name w:val="Hyperlink"/>
    <w:basedOn w:val="DefaultParagraphFont"/>
    <w:uiPriority w:val="99"/>
    <w:rsid w:val="004D0CD7"/>
    <w:rPr>
      <w:rFonts w:cs="Times New Roman"/>
      <w:color w:val="0000FF"/>
      <w:u w:val="single"/>
    </w:rPr>
  </w:style>
  <w:style w:type="paragraph" w:styleId="NormalWeb">
    <w:name w:val="Normal (Web)"/>
    <w:basedOn w:val="Normal"/>
    <w:uiPriority w:val="99"/>
    <w:rsid w:val="007D4419"/>
    <w:pPr>
      <w:spacing w:before="100" w:beforeAutospacing="1" w:after="100" w:afterAutospacing="1"/>
    </w:pPr>
    <w:rPr>
      <w:lang w:val="es-ES" w:eastAsia="es-ES"/>
    </w:rPr>
  </w:style>
  <w:style w:type="character" w:styleId="Emphasis">
    <w:name w:val="Emphasis"/>
    <w:basedOn w:val="DefaultParagraphFont"/>
    <w:uiPriority w:val="99"/>
    <w:qFormat/>
    <w:locked/>
    <w:rsid w:val="007D4419"/>
    <w:rPr>
      <w:rFonts w:cs="Times New Roman"/>
      <w:i/>
      <w:iCs/>
    </w:rPr>
  </w:style>
  <w:style w:type="character" w:styleId="FollowedHyperlink">
    <w:name w:val="FollowedHyperlink"/>
    <w:basedOn w:val="DefaultParagraphFont"/>
    <w:uiPriority w:val="99"/>
    <w:rsid w:val="008B3AB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4740559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traduccionesparaelcamino.blogspot.com.ar" TargetMode="External"/><Relationship Id="rId3" Type="http://schemas.openxmlformats.org/officeDocument/2006/relationships/webSettings" Target="webSettings.xml"/><Relationship Id="rId7" Type="http://schemas.openxmlformats.org/officeDocument/2006/relationships/hyperlink" Target="http://audio.kryon.com/en/Bali-15-main.mp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Bali-15-mini.mp3" TargetMode="External"/><Relationship Id="rId11" Type="http://schemas.openxmlformats.org/officeDocument/2006/relationships/fontTable" Target="fontTable.xml"/><Relationship Id="rId5" Type="http://schemas.openxmlformats.org/officeDocument/2006/relationships/hyperlink" Target="www.traduccionesparaelcamino.blogspot.com.ar" TargetMode="External"/><Relationship Id="rId10" Type="http://schemas.openxmlformats.org/officeDocument/2006/relationships/hyperlink" Target="http://l.facebook.com/l.php?u=http%3A%2F%2Fwww.manantialcaduceo.com.ar%2Flibros.htm&amp;h=KAQGlipcz&amp;s=1" TargetMode="External"/><Relationship Id="rId4" Type="http://schemas.openxmlformats.org/officeDocument/2006/relationships/hyperlink" Target="http://www.kryon.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6</Pages>
  <Words>4202</Words>
  <Characters>23116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ALMA ANTIGUA </dc:title>
  <dc:subject/>
  <dc:creator/>
  <cp:keywords/>
  <dc:description/>
  <cp:lastModifiedBy>Graciela</cp:lastModifiedBy>
  <cp:revision>3</cp:revision>
  <dcterms:created xsi:type="dcterms:W3CDTF">2015-04-14T22:29:00Z</dcterms:created>
  <dcterms:modified xsi:type="dcterms:W3CDTF">2015-04-14T22:32:00Z</dcterms:modified>
</cp:coreProperties>
</file>