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33A" w:rsidRPr="003C10BB" w:rsidRDefault="0030133A" w:rsidP="003C10BB">
      <w:pPr>
        <w:jc w:val="both"/>
        <w:rPr>
          <w:rFonts w:ascii="Arial" w:hAnsi="Arial" w:cs="Arial"/>
          <w:b/>
          <w:sz w:val="22"/>
          <w:szCs w:val="22"/>
        </w:rPr>
      </w:pPr>
      <w:r w:rsidRPr="003C10BB">
        <w:rPr>
          <w:rFonts w:ascii="Arial" w:hAnsi="Arial" w:cs="Arial"/>
          <w:b/>
          <w:sz w:val="22"/>
          <w:szCs w:val="22"/>
        </w:rPr>
        <w:t>Eres muy amado!</w:t>
      </w:r>
    </w:p>
    <w:p w:rsidR="0030133A" w:rsidRPr="003C10BB" w:rsidRDefault="0030133A" w:rsidP="003C10BB">
      <w:pPr>
        <w:jc w:val="both"/>
        <w:rPr>
          <w:rFonts w:ascii="Arial" w:hAnsi="Arial" w:cs="Arial"/>
          <w:sz w:val="20"/>
          <w:szCs w:val="20"/>
        </w:rPr>
      </w:pPr>
    </w:p>
    <w:p w:rsidR="0030133A" w:rsidRPr="003C10BB" w:rsidRDefault="0030133A" w:rsidP="003C10BB">
      <w:pPr>
        <w:jc w:val="both"/>
        <w:rPr>
          <w:rFonts w:ascii="Arial" w:hAnsi="Arial" w:cs="Arial"/>
          <w:sz w:val="20"/>
          <w:szCs w:val="20"/>
        </w:rPr>
      </w:pPr>
      <w:r>
        <w:rPr>
          <w:rFonts w:ascii="Arial" w:hAnsi="Arial" w:cs="Arial"/>
          <w:sz w:val="20"/>
          <w:szCs w:val="20"/>
        </w:rPr>
        <w:t>Saludos</w:t>
      </w:r>
      <w:r w:rsidRPr="003C10BB">
        <w:rPr>
          <w:rFonts w:ascii="Arial" w:hAnsi="Arial" w:cs="Arial"/>
          <w:sz w:val="20"/>
          <w:szCs w:val="20"/>
        </w:rPr>
        <w:t>,</w:t>
      </w:r>
    </w:p>
    <w:p w:rsidR="0030133A" w:rsidRPr="003C10BB" w:rsidRDefault="0030133A" w:rsidP="003C10BB">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A veces se critica a quienes meditan y canalizan durante largos períodos de tiempo todos los días. Muchos dir</w:t>
      </w:r>
      <w:r>
        <w:rPr>
          <w:rFonts w:ascii="Arial" w:hAnsi="Arial" w:cs="Arial"/>
          <w:sz w:val="20"/>
          <w:szCs w:val="20"/>
        </w:rPr>
        <w:t>ían: "¿De qué sirve esto a alguien</w:t>
      </w:r>
      <w:r w:rsidRPr="00DC44E1">
        <w:rPr>
          <w:rFonts w:ascii="Arial" w:hAnsi="Arial" w:cs="Arial"/>
          <w:sz w:val="20"/>
          <w:szCs w:val="20"/>
        </w:rPr>
        <w:t>?" La pregunta en sí revela un malentendido sobre el proceso mismo.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b/>
          <w:sz w:val="20"/>
          <w:szCs w:val="20"/>
        </w:rPr>
        <w:t>La meditación no es solo para mejorar al individuo</w:t>
      </w:r>
      <w:r w:rsidRPr="00DC44E1">
        <w:rPr>
          <w:rFonts w:ascii="Arial" w:hAnsi="Arial" w:cs="Arial"/>
          <w:sz w:val="20"/>
          <w:szCs w:val="20"/>
        </w:rPr>
        <w:t>. Los críticos no entienden que esta es la energía del Alma Vieja que va directamente al planeta, y el planeta reacciona, ya que en realidad es parte de la Merkabah del que está meditando. Pero no es una reacción lineal.</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Unos pocos que hacen esto en realidad pueden elevar la vibración de toda su área, porque muchos de ustedes están dispuestos a sentarse y estar en silencio y saber esto.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Pr>
          <w:rFonts w:ascii="Arial" w:hAnsi="Arial" w:cs="Arial"/>
          <w:b/>
          <w:sz w:val="20"/>
          <w:szCs w:val="20"/>
        </w:rPr>
        <w:t>Este es el comienzo de un nuevo</w:t>
      </w:r>
      <w:r w:rsidRPr="00DC44E1">
        <w:rPr>
          <w:rFonts w:ascii="Arial" w:hAnsi="Arial" w:cs="Arial"/>
          <w:b/>
          <w:sz w:val="20"/>
          <w:szCs w:val="20"/>
        </w:rPr>
        <w:t xml:space="preserve"> </w:t>
      </w:r>
      <w:r>
        <w:rPr>
          <w:rFonts w:ascii="Arial" w:hAnsi="Arial" w:cs="Arial"/>
          <w:b/>
          <w:sz w:val="20"/>
          <w:szCs w:val="20"/>
        </w:rPr>
        <w:t>panorama</w:t>
      </w:r>
      <w:r w:rsidRPr="00DC44E1">
        <w:rPr>
          <w:rFonts w:ascii="Arial" w:hAnsi="Arial" w:cs="Arial"/>
          <w:sz w:val="20"/>
          <w:szCs w:val="20"/>
        </w:rPr>
        <w:t>. Estas son las cosas de las que hemos hablado antes, excepto que nunca hemos sintonizado con precisión esta información para aquellas Almas Viejas que están despertando. Este es un puente nuevo. Es un puente que ahora es muy transitable y se está abriendo.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b/>
          <w:sz w:val="20"/>
          <w:szCs w:val="20"/>
        </w:rPr>
      </w:pPr>
      <w:r w:rsidRPr="00DC44E1">
        <w:rPr>
          <w:rFonts w:ascii="Arial" w:hAnsi="Arial" w:cs="Arial"/>
          <w:sz w:val="20"/>
          <w:szCs w:val="20"/>
        </w:rPr>
        <w:t xml:space="preserve">¿Qué sucede cuando este planeta comienza a estar quieto y no hay actividad y hay muy poca contaminación? En este momento, esto es lo que está sucediendo. </w:t>
      </w:r>
      <w:r w:rsidRPr="00DC44E1">
        <w:rPr>
          <w:rFonts w:ascii="Arial" w:hAnsi="Arial" w:cs="Arial"/>
          <w:b/>
          <w:sz w:val="20"/>
          <w:szCs w:val="20"/>
        </w:rPr>
        <w:t>Toda la actividad y el ruido ahora se silencian por un momento en el tiempo.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En ese espacio tranquilo, todas estas nuevas cosas intuitivas pueden fluir hacia el Alma Vieja, que antes no podía pasar. ¿Están comenzando a reconocer y comprender algunos de los razonamientos detrás de lo que está ocurriendo en este planeta y por qué está silenciado?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Esto es sólo por un tiempo, queridos, y se acabará. Pero ahora mismo, en este lugar donde todo se ha detenido, la intuición del Alma Vieja está comenzando a volar a través de ese velo hacia la conciencia de muchos de ustedes.</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b/>
          <w:sz w:val="20"/>
          <w:szCs w:val="20"/>
        </w:rPr>
      </w:pPr>
      <w:r w:rsidRPr="00DC44E1">
        <w:rPr>
          <w:rFonts w:ascii="Arial" w:hAnsi="Arial" w:cs="Arial"/>
          <w:b/>
          <w:sz w:val="20"/>
          <w:szCs w:val="20"/>
        </w:rPr>
        <w:t xml:space="preserve">La pineal, en el Alma Vieja, está comenzando a estar muy activa y comenzará a dar visiones a aquellos que tienen la capacidad de ver de </w:t>
      </w:r>
      <w:r>
        <w:rPr>
          <w:rFonts w:ascii="Arial" w:hAnsi="Arial" w:cs="Arial"/>
          <w:b/>
          <w:sz w:val="20"/>
          <w:szCs w:val="20"/>
        </w:rPr>
        <w:t>esta manera, y que son los recipientes</w:t>
      </w:r>
      <w:r w:rsidRPr="00DC44E1">
        <w:rPr>
          <w:rFonts w:ascii="Arial" w:hAnsi="Arial" w:cs="Arial"/>
          <w:b/>
          <w:sz w:val="20"/>
          <w:szCs w:val="20"/>
        </w:rPr>
        <w:t xml:space="preserve"> y canales para ella.</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Están comenzando a ocurrir nuevos procesos, incluso para los curanderos que han estado haciendo esto durante 40 años y más. Muchos sanadores se sientan y dicen: "Oh, ¿me perdí eso? ¿Cómo sucedió esto?"</w:t>
      </w:r>
    </w:p>
    <w:p w:rsidR="0030133A" w:rsidRPr="00DC44E1" w:rsidRDefault="0030133A" w:rsidP="00DC44E1">
      <w:pPr>
        <w:jc w:val="both"/>
        <w:rPr>
          <w:rFonts w:ascii="Arial" w:hAnsi="Arial" w:cs="Arial"/>
          <w:sz w:val="20"/>
          <w:szCs w:val="20"/>
        </w:rPr>
      </w:pPr>
    </w:p>
    <w:p w:rsidR="0030133A" w:rsidRPr="00DC44E1" w:rsidRDefault="0030133A" w:rsidP="00DC44E1">
      <w:pPr>
        <w:jc w:val="both"/>
        <w:rPr>
          <w:rFonts w:ascii="Arial" w:hAnsi="Arial" w:cs="Arial"/>
          <w:sz w:val="20"/>
          <w:szCs w:val="20"/>
        </w:rPr>
      </w:pPr>
      <w:r w:rsidRPr="00DC44E1">
        <w:rPr>
          <w:rFonts w:ascii="Arial" w:hAnsi="Arial" w:cs="Arial"/>
          <w:sz w:val="20"/>
          <w:szCs w:val="20"/>
        </w:rPr>
        <w:t>Queridos, esto es lo que sucede cuando se aquietan. Empiezas a mirar tu propio trabajo y empiezas a ver que puede ser incluso más grande de lo que pensabas. Es hermoso.</w:t>
      </w:r>
    </w:p>
    <w:p w:rsidR="0030133A" w:rsidRPr="00DC44E1" w:rsidRDefault="0030133A" w:rsidP="00DC44E1">
      <w:pPr>
        <w:jc w:val="both"/>
        <w:rPr>
          <w:rFonts w:ascii="Arial" w:hAnsi="Arial" w:cs="Arial"/>
          <w:sz w:val="20"/>
          <w:szCs w:val="20"/>
        </w:rPr>
      </w:pPr>
    </w:p>
    <w:p w:rsidR="0030133A" w:rsidRDefault="0030133A" w:rsidP="00DC44E1">
      <w:pPr>
        <w:jc w:val="both"/>
        <w:rPr>
          <w:rFonts w:ascii="Arial" w:hAnsi="Arial" w:cs="Arial"/>
          <w:sz w:val="20"/>
          <w:szCs w:val="20"/>
        </w:rPr>
      </w:pPr>
      <w:r w:rsidRPr="00DC44E1">
        <w:rPr>
          <w:rFonts w:ascii="Arial" w:hAnsi="Arial" w:cs="Arial"/>
          <w:sz w:val="20"/>
          <w:szCs w:val="20"/>
        </w:rPr>
        <w:t>E</w:t>
      </w:r>
      <w:r>
        <w:rPr>
          <w:rFonts w:ascii="Arial" w:hAnsi="Arial" w:cs="Arial"/>
          <w:sz w:val="20"/>
          <w:szCs w:val="20"/>
        </w:rPr>
        <w:t>s como un cambio de canales en t</w:t>
      </w:r>
      <w:r w:rsidRPr="00DC44E1">
        <w:rPr>
          <w:rFonts w:ascii="Arial" w:hAnsi="Arial" w:cs="Arial"/>
          <w:sz w:val="20"/>
          <w:szCs w:val="20"/>
        </w:rPr>
        <w:t>u radio de una frecuencia a otra, y está</w:t>
      </w:r>
      <w:r>
        <w:rPr>
          <w:rFonts w:ascii="Arial" w:hAnsi="Arial" w:cs="Arial"/>
          <w:sz w:val="20"/>
          <w:szCs w:val="20"/>
        </w:rPr>
        <w:t>s</w:t>
      </w:r>
      <w:r w:rsidRPr="00DC44E1">
        <w:rPr>
          <w:rFonts w:ascii="Arial" w:hAnsi="Arial" w:cs="Arial"/>
          <w:sz w:val="20"/>
          <w:szCs w:val="20"/>
        </w:rPr>
        <w:t xml:space="preserve"> comenzando a aprender más al sintonizar la nueva frecuencia.</w:t>
      </w:r>
    </w:p>
    <w:p w:rsidR="0030133A" w:rsidRPr="00DC44E1" w:rsidRDefault="0030133A" w:rsidP="00DC44E1">
      <w:pPr>
        <w:jc w:val="both"/>
        <w:rPr>
          <w:rFonts w:ascii="Arial" w:hAnsi="Arial" w:cs="Arial"/>
          <w:sz w:val="20"/>
          <w:szCs w:val="20"/>
        </w:rPr>
      </w:pPr>
    </w:p>
    <w:p w:rsidR="0030133A" w:rsidRPr="00B07A24" w:rsidRDefault="0030133A" w:rsidP="003C10BB">
      <w:pPr>
        <w:jc w:val="both"/>
        <w:rPr>
          <w:rFonts w:ascii="Arial" w:hAnsi="Arial" w:cs="Arial"/>
          <w:b/>
          <w:i/>
          <w:sz w:val="22"/>
          <w:szCs w:val="22"/>
        </w:rPr>
      </w:pPr>
      <w:r w:rsidRPr="00B07A24">
        <w:rPr>
          <w:rFonts w:ascii="Arial" w:hAnsi="Arial" w:cs="Arial"/>
          <w:b/>
          <w:i/>
          <w:sz w:val="22"/>
          <w:szCs w:val="22"/>
        </w:rPr>
        <w:t>- Kryon del servicio magnético</w:t>
      </w:r>
    </w:p>
    <w:sectPr w:rsidR="0030133A" w:rsidRPr="00B07A24"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61A82"/>
    <w:rsid w:val="000B00C5"/>
    <w:rsid w:val="00105C05"/>
    <w:rsid w:val="002E4754"/>
    <w:rsid w:val="0030133A"/>
    <w:rsid w:val="0030425A"/>
    <w:rsid w:val="00340440"/>
    <w:rsid w:val="003C10BB"/>
    <w:rsid w:val="00450225"/>
    <w:rsid w:val="00524E91"/>
    <w:rsid w:val="0078409B"/>
    <w:rsid w:val="007C6C2E"/>
    <w:rsid w:val="00805F2A"/>
    <w:rsid w:val="008160BC"/>
    <w:rsid w:val="00822597"/>
    <w:rsid w:val="00836A4A"/>
    <w:rsid w:val="009239DB"/>
    <w:rsid w:val="00977093"/>
    <w:rsid w:val="00A90593"/>
    <w:rsid w:val="00AB0AD7"/>
    <w:rsid w:val="00AB4F40"/>
    <w:rsid w:val="00B02F4E"/>
    <w:rsid w:val="00B07A24"/>
    <w:rsid w:val="00C222F9"/>
    <w:rsid w:val="00C36271"/>
    <w:rsid w:val="00D01676"/>
    <w:rsid w:val="00DC44E1"/>
    <w:rsid w:val="00E114BB"/>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376</Words>
  <Characters>2072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4</cp:revision>
  <dcterms:created xsi:type="dcterms:W3CDTF">2022-01-10T16:52:00Z</dcterms:created>
  <dcterms:modified xsi:type="dcterms:W3CDTF">2022-01-10T17:23:00Z</dcterms:modified>
</cp:coreProperties>
</file>