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173A" w:rsidRPr="00A12018" w:rsidRDefault="0037173A" w:rsidP="00A12018">
      <w:pPr>
        <w:jc w:val="center"/>
        <w:rPr>
          <w:rFonts w:ascii="Trebuchet MS" w:hAnsi="Trebuchet MS" w:cs="Arial"/>
          <w:smallCaps/>
          <w:shadow/>
          <w:sz w:val="36"/>
          <w:szCs w:val="36"/>
        </w:rPr>
      </w:pPr>
      <w:r w:rsidRPr="00A12018">
        <w:rPr>
          <w:rFonts w:ascii="Trebuchet MS" w:hAnsi="Trebuchet MS" w:cs="Arial"/>
          <w:smallCaps/>
          <w:shadow/>
          <w:sz w:val="36"/>
          <w:szCs w:val="36"/>
        </w:rPr>
        <w:t>Filtros Akáshicos</w:t>
      </w:r>
      <w:r>
        <w:rPr>
          <w:rFonts w:ascii="Trebuchet MS" w:hAnsi="Trebuchet MS" w:cs="Arial"/>
          <w:smallCaps/>
          <w:shadow/>
          <w:sz w:val="36"/>
          <w:szCs w:val="36"/>
        </w:rPr>
        <w:br/>
      </w:r>
      <w:r w:rsidRPr="00570AA9">
        <w:rPr>
          <w:rFonts w:ascii="Arial" w:hAnsi="Arial" w:cs="Arial"/>
          <w:sz w:val="20"/>
          <w:szCs w:val="20"/>
        </w:rPr>
        <w:t>Canalización de Kryon por Lee Carroll</w:t>
      </w:r>
      <w:r>
        <w:rPr>
          <w:rFonts w:ascii="Trebuchet MS" w:hAnsi="Trebuchet MS" w:cs="Arial"/>
          <w:smallCaps/>
          <w:shadow/>
          <w:sz w:val="36"/>
          <w:szCs w:val="36"/>
        </w:rPr>
        <w:br/>
      </w:r>
      <w:r w:rsidRPr="00570AA9">
        <w:rPr>
          <w:rFonts w:ascii="Arial" w:hAnsi="Arial" w:cs="Arial"/>
          <w:sz w:val="20"/>
          <w:szCs w:val="20"/>
        </w:rPr>
        <w:t>Sylvan Lake, Canadá, domingo 25 de enero de 2015</w:t>
      </w:r>
      <w:r>
        <w:rPr>
          <w:rFonts w:ascii="Arial" w:hAnsi="Arial" w:cs="Arial"/>
          <w:sz w:val="20"/>
          <w:szCs w:val="20"/>
        </w:rPr>
        <w:br/>
        <w:t>www.kryon.com</w:t>
      </w:r>
    </w:p>
    <w:p w:rsidR="0037173A" w:rsidRPr="00570AA9" w:rsidRDefault="0037173A" w:rsidP="00335647">
      <w:pPr>
        <w:spacing w:after="0"/>
        <w:jc w:val="center"/>
        <w:rPr>
          <w:rFonts w:ascii="Arial" w:hAnsi="Arial" w:cs="Arial"/>
          <w:sz w:val="20"/>
          <w:szCs w:val="20"/>
        </w:rPr>
      </w:pPr>
    </w:p>
    <w:p w:rsidR="0037173A" w:rsidRPr="00570AA9" w:rsidRDefault="0037173A" w:rsidP="00335647">
      <w:pPr>
        <w:spacing w:after="0"/>
        <w:jc w:val="center"/>
        <w:rPr>
          <w:rFonts w:ascii="Arial" w:hAnsi="Arial" w:cs="Arial"/>
          <w:sz w:val="20"/>
          <w:szCs w:val="20"/>
        </w:rPr>
      </w:pPr>
    </w:p>
    <w:p w:rsidR="0037173A" w:rsidRPr="00570AA9" w:rsidRDefault="0037173A" w:rsidP="00570AA9">
      <w:pPr>
        <w:spacing w:after="0"/>
        <w:rPr>
          <w:rFonts w:ascii="Arial" w:hAnsi="Arial" w:cs="Arial"/>
          <w:sz w:val="20"/>
          <w:szCs w:val="20"/>
        </w:rPr>
      </w:pPr>
      <w:r w:rsidRPr="00570AA9">
        <w:rPr>
          <w:rFonts w:ascii="Arial" w:hAnsi="Arial" w:cs="Arial"/>
          <w:sz w:val="20"/>
          <w:szCs w:val="20"/>
        </w:rPr>
        <w:t>Desgrabación y traducción: M. Cristina Cáffaro</w:t>
      </w:r>
    </w:p>
    <w:p w:rsidR="0037173A" w:rsidRPr="00570AA9" w:rsidRDefault="0037173A" w:rsidP="00335647">
      <w:pPr>
        <w:jc w:val="center"/>
        <w:rPr>
          <w:rFonts w:ascii="Arial" w:hAnsi="Arial" w:cs="Arial"/>
          <w:sz w:val="20"/>
          <w:szCs w:val="20"/>
        </w:rPr>
      </w:pPr>
    </w:p>
    <w:p w:rsidR="0037173A" w:rsidRPr="00570AA9" w:rsidRDefault="0037173A" w:rsidP="00B1185B">
      <w:pPr>
        <w:spacing w:after="240"/>
        <w:rPr>
          <w:rFonts w:ascii="Arial" w:hAnsi="Arial" w:cs="Arial"/>
          <w:sz w:val="20"/>
          <w:szCs w:val="20"/>
        </w:rPr>
      </w:pPr>
      <w:r w:rsidRPr="00570AA9">
        <w:rPr>
          <w:rFonts w:ascii="Arial" w:hAnsi="Arial" w:cs="Arial"/>
          <w:sz w:val="20"/>
          <w:szCs w:val="20"/>
        </w:rPr>
        <w:t>Saludos, queridos, Yo Soy Kryon del Servicio Magnético.</w:t>
      </w:r>
    </w:p>
    <w:p w:rsidR="0037173A" w:rsidRPr="00570AA9" w:rsidRDefault="0037173A" w:rsidP="00570AA9">
      <w:pPr>
        <w:spacing w:after="240"/>
        <w:jc w:val="both"/>
        <w:rPr>
          <w:rFonts w:ascii="Arial" w:hAnsi="Arial" w:cs="Arial"/>
          <w:sz w:val="20"/>
          <w:szCs w:val="20"/>
        </w:rPr>
      </w:pPr>
      <w:r w:rsidRPr="00570AA9">
        <w:rPr>
          <w:rFonts w:ascii="Arial" w:hAnsi="Arial" w:cs="Arial"/>
          <w:sz w:val="20"/>
          <w:szCs w:val="20"/>
        </w:rPr>
        <w:t xml:space="preserve">Mi socio se hace a un lado, y todo lo que él es permanece como humano. Los mejores tipos de canalización requieren que el lenguaje humano llegue a través del humano. Hay todo tipo de canalizaciones, como ya les dije, está el arte, la música, la escultura y más.  Pero la estructura que está en el lenguaje llega a través de los humanos. Tiene que ser así.  Y eso es en honor de la humanidad, es en honor de la forma en que funciona el proceso, del Dios interior. </w:t>
      </w:r>
    </w:p>
    <w:p w:rsidR="0037173A" w:rsidRPr="00570AA9" w:rsidRDefault="0037173A" w:rsidP="00570AA9">
      <w:pPr>
        <w:spacing w:after="240"/>
        <w:jc w:val="both"/>
        <w:rPr>
          <w:rFonts w:ascii="Arial" w:hAnsi="Arial" w:cs="Arial"/>
          <w:sz w:val="20"/>
          <w:szCs w:val="20"/>
        </w:rPr>
      </w:pPr>
      <w:r w:rsidRPr="00570AA9">
        <w:rPr>
          <w:rFonts w:ascii="Arial" w:hAnsi="Arial" w:cs="Arial"/>
          <w:sz w:val="20"/>
          <w:szCs w:val="20"/>
        </w:rPr>
        <w:t>Las instrucciones a partir de un humano significan más que lo que ustedes saben. Si vinieran de una roca o un árbol, ustedes tendrían una milagrosa tendencia a rendir culto a la roca o al árbol; alguien objetaría y quitaría la roca o talaría el árbol (</w:t>
      </w:r>
      <w:r w:rsidRPr="00570AA9">
        <w:rPr>
          <w:rFonts w:ascii="Arial" w:hAnsi="Arial" w:cs="Arial"/>
          <w:i/>
          <w:sz w:val="20"/>
          <w:szCs w:val="20"/>
        </w:rPr>
        <w:t>se ríe</w:t>
      </w:r>
      <w:r w:rsidRPr="00570AA9">
        <w:rPr>
          <w:rFonts w:ascii="Arial" w:hAnsi="Arial" w:cs="Arial"/>
          <w:sz w:val="20"/>
          <w:szCs w:val="20"/>
        </w:rPr>
        <w:t xml:space="preserve">). Si viene a través de un humano, podría haber quienes disientan, pero  también habría quienes discernirían y sabrían. Porque el humano trae en sí un atributo: el Dios interior.  Entonces es menos esfuerzo para la imaginación pensar que tal vez el ser humano puede extenderse y traer a la divinidad. </w:t>
      </w:r>
    </w:p>
    <w:p w:rsidR="0037173A" w:rsidRPr="00570AA9" w:rsidRDefault="0037173A" w:rsidP="00570AA9">
      <w:pPr>
        <w:spacing w:after="240"/>
        <w:jc w:val="both"/>
        <w:rPr>
          <w:rFonts w:ascii="Arial" w:hAnsi="Arial" w:cs="Arial"/>
          <w:sz w:val="20"/>
          <w:szCs w:val="20"/>
        </w:rPr>
      </w:pPr>
      <w:r w:rsidRPr="00570AA9">
        <w:rPr>
          <w:rFonts w:ascii="Arial" w:hAnsi="Arial" w:cs="Arial"/>
          <w:sz w:val="20"/>
          <w:szCs w:val="20"/>
        </w:rPr>
        <w:t>Esta noche quiero que lo sientan.  El discernimiento de ustedes es importante para nosotros; queremos que sepan que es real. Si tienen una situación o un humano que dice que está canalizando, toman notas y se van a casa, se conducen de forma diferente, eso no es lo que estamos pidiendo.</w:t>
      </w:r>
    </w:p>
    <w:p w:rsidR="0037173A" w:rsidRPr="00570AA9" w:rsidRDefault="0037173A" w:rsidP="00570AA9">
      <w:pPr>
        <w:spacing w:after="240"/>
        <w:jc w:val="both"/>
        <w:rPr>
          <w:rFonts w:ascii="Arial" w:hAnsi="Arial" w:cs="Arial"/>
          <w:sz w:val="20"/>
          <w:szCs w:val="20"/>
        </w:rPr>
      </w:pPr>
      <w:r w:rsidRPr="00570AA9">
        <w:rPr>
          <w:rFonts w:ascii="Arial" w:hAnsi="Arial" w:cs="Arial"/>
          <w:sz w:val="20"/>
          <w:szCs w:val="20"/>
        </w:rPr>
        <w:t>Queremos resonar en ustedes como algo hermoso y verdadero; queremos que sepan que este mensaje en particular nunca los lastimaría ni les pediría que hicieran algo inapropiado; los amaría como una madre o un padre aman a sus hijos.  Nosotros no somos sus padres; somos familia, pero una familia amorosa, y la benevolencia de los mensajes debe quedar clara.</w:t>
      </w:r>
    </w:p>
    <w:p w:rsidR="0037173A" w:rsidRPr="00570AA9" w:rsidRDefault="0037173A" w:rsidP="00570AA9">
      <w:pPr>
        <w:spacing w:after="240"/>
        <w:jc w:val="both"/>
        <w:rPr>
          <w:rFonts w:ascii="Arial" w:hAnsi="Arial" w:cs="Arial"/>
          <w:sz w:val="20"/>
          <w:szCs w:val="20"/>
        </w:rPr>
      </w:pPr>
      <w:r w:rsidRPr="00570AA9">
        <w:rPr>
          <w:rFonts w:ascii="Arial" w:hAnsi="Arial" w:cs="Arial"/>
          <w:sz w:val="20"/>
          <w:szCs w:val="20"/>
        </w:rPr>
        <w:t xml:space="preserve">Hay gran honor en su coraje. Ustedes van de una energía vieja a una nueva ¡y en ello hay tanta promesa! Porque el paradigma mismo de lo humano, la estructura celular, la consciencia, tiene un enorme potencial para mejorarse. Y lo que nos complace tanto es que ahora podemos empezar a enseñarles algo muy, muy especial: cómo están cambiando. </w:t>
      </w:r>
    </w:p>
    <w:p w:rsidR="0037173A" w:rsidRPr="00570AA9" w:rsidRDefault="0037173A" w:rsidP="00570AA9">
      <w:pPr>
        <w:spacing w:after="240"/>
        <w:jc w:val="both"/>
        <w:rPr>
          <w:rFonts w:ascii="Arial" w:hAnsi="Arial" w:cs="Arial"/>
          <w:sz w:val="20"/>
          <w:szCs w:val="20"/>
        </w:rPr>
      </w:pPr>
      <w:r w:rsidRPr="00570AA9">
        <w:rPr>
          <w:rFonts w:ascii="Arial" w:hAnsi="Arial" w:cs="Arial"/>
          <w:sz w:val="20"/>
          <w:szCs w:val="20"/>
        </w:rPr>
        <w:t>La raza humana está a punto de moverse hacia una energía más sabia, pero la sabiduría toma diversas formas; no necesariamente es sólo en su consciencia. Permítanme presentar algo que abordamos anoche en una reunión más pequeña, y de lo que hemos estado hablando por muchos años.</w:t>
      </w:r>
    </w:p>
    <w:p w:rsidR="0037173A" w:rsidRPr="00570AA9" w:rsidRDefault="0037173A" w:rsidP="00570AA9">
      <w:pPr>
        <w:spacing w:after="240"/>
        <w:jc w:val="both"/>
        <w:rPr>
          <w:rFonts w:ascii="Arial" w:hAnsi="Arial" w:cs="Arial"/>
          <w:sz w:val="20"/>
          <w:szCs w:val="20"/>
        </w:rPr>
      </w:pPr>
      <w:r w:rsidRPr="00570AA9">
        <w:rPr>
          <w:rFonts w:ascii="Arial" w:hAnsi="Arial" w:cs="Arial"/>
          <w:sz w:val="20"/>
          <w:szCs w:val="20"/>
        </w:rPr>
        <w:t>Su cuerpo, su estructura celular, incluso lo que llaman su intelecto, su pensamiento, todo eso, está algo restringido.  Está restringido por el hecho de que el motor del cuerpo, que ustedes llamarían ADN, sólo funciona a un tercio de la eficiencia que le sería posible.  El motor del cuerpo está diseñado de forma que ustedes puedan tener vidas muchísimo más extensas que las actuales.</w:t>
      </w:r>
    </w:p>
    <w:p w:rsidR="0037173A" w:rsidRPr="00570AA9" w:rsidRDefault="0037173A" w:rsidP="00570AA9">
      <w:pPr>
        <w:spacing w:after="240"/>
        <w:jc w:val="both"/>
        <w:rPr>
          <w:rFonts w:ascii="Arial" w:hAnsi="Arial" w:cs="Arial"/>
          <w:sz w:val="20"/>
          <w:szCs w:val="20"/>
        </w:rPr>
      </w:pPr>
      <w:r w:rsidRPr="00570AA9">
        <w:rPr>
          <w:rFonts w:ascii="Arial" w:hAnsi="Arial" w:cs="Arial"/>
          <w:sz w:val="20"/>
          <w:szCs w:val="20"/>
        </w:rPr>
        <w:t>El ADN que tienen, el intelecto que podrían tener, la conexión que podrían tener con el otro lado del velo, dependen de una eficiencia mayor que la que tienen.  Eso es lo que ustedes están abordando: se mueven hacia una eficiencia mayor.  No la miren en función de números, como para aplaudir si tienen cierto porcentaje, o si les contamos esto para hacérselo más claro, porque cuando se trata de energías multidimensionales, no se pueden usar términos lineales.</w:t>
      </w:r>
    </w:p>
    <w:p w:rsidR="0037173A" w:rsidRPr="00570AA9" w:rsidRDefault="0037173A" w:rsidP="00570AA9">
      <w:pPr>
        <w:spacing w:after="240"/>
        <w:jc w:val="both"/>
        <w:rPr>
          <w:rFonts w:ascii="Arial" w:hAnsi="Arial" w:cs="Arial"/>
          <w:sz w:val="20"/>
          <w:szCs w:val="20"/>
        </w:rPr>
      </w:pPr>
      <w:r w:rsidRPr="00570AA9">
        <w:rPr>
          <w:rFonts w:ascii="Arial" w:hAnsi="Arial" w:cs="Arial"/>
          <w:sz w:val="20"/>
          <w:szCs w:val="20"/>
        </w:rPr>
        <w:t>La evolución del ser humano, de todos ustedes, no sólo de las almas antiguas, va a apuntar a la eficiencia de su ADN. las almas antiguas serán las primeras en verlo y utilizarlo; eso significa que ustedes, como maestros, lo enseñarán a los demás que no son capaces de verlo y usarlo tan fácilmente como ustedes.  Por tanto, las almas antiguas no son un grupo de elite, sino simplemente el grupo más antiguo. Los que tienen mayor comprensión y sabiduría ahora sobre qué hacer con esto, y lo pueden ver.</w:t>
      </w:r>
    </w:p>
    <w:p w:rsidR="0037173A" w:rsidRPr="00570AA9" w:rsidRDefault="0037173A" w:rsidP="00570AA9">
      <w:pPr>
        <w:spacing w:after="240"/>
        <w:jc w:val="both"/>
        <w:rPr>
          <w:rFonts w:ascii="Arial" w:hAnsi="Arial" w:cs="Arial"/>
          <w:sz w:val="20"/>
          <w:szCs w:val="20"/>
        </w:rPr>
      </w:pPr>
      <w:r w:rsidRPr="00570AA9">
        <w:rPr>
          <w:rFonts w:ascii="Arial" w:hAnsi="Arial" w:cs="Arial"/>
          <w:sz w:val="20"/>
          <w:szCs w:val="20"/>
        </w:rPr>
        <w:t>Los más jóvenes, y ahora hablo de las almas más nuevas, las que no han tenido en el planeta la experiencia de vida que ustedes tienen, las almas más jóvenes, verán que ustedes tienen algo que ellas no tienen. Algunas los rechazarán a causa de eso; otras querrán tener lo mismo que ustedes. Más y más, irán viendo a las almas antiguas, la sabiduría, la mejoría, y querrán lo mismo. Eventualmente, su tarea será conectarlos con lo que ustedes saben.</w:t>
      </w:r>
    </w:p>
    <w:p w:rsidR="0037173A" w:rsidRPr="00570AA9" w:rsidRDefault="0037173A" w:rsidP="00570AA9">
      <w:pPr>
        <w:spacing w:after="240"/>
        <w:jc w:val="both"/>
        <w:rPr>
          <w:rFonts w:ascii="Arial" w:hAnsi="Arial" w:cs="Arial"/>
          <w:sz w:val="20"/>
          <w:szCs w:val="20"/>
        </w:rPr>
      </w:pPr>
      <w:r w:rsidRPr="00570AA9">
        <w:rPr>
          <w:rFonts w:ascii="Arial" w:hAnsi="Arial" w:cs="Arial"/>
          <w:sz w:val="20"/>
          <w:szCs w:val="20"/>
        </w:rPr>
        <w:t>Queridos, quisiera llorar, sólo por esa declaración. ¡Finalmente, un mundo donde la civilización empieza a crecer!  Donde se distingue a los mayores basándose en el número de vidas que han vivido, en lugar de los años que hace que están en la Tierra.  Las almas antiguas mayores podrán tener veinte años y habrá quienes estén a sus pies porque verán su sabiduría, no las arrugas de su rostro. Donde el discernimiento vendrá de un lugar de su cerebro totalmente distinto del que viene ahora, y ustedes sabrán quiénes son.</w:t>
      </w:r>
    </w:p>
    <w:p w:rsidR="0037173A" w:rsidRPr="00570AA9" w:rsidRDefault="0037173A" w:rsidP="00570AA9">
      <w:pPr>
        <w:spacing w:after="240"/>
        <w:jc w:val="both"/>
        <w:rPr>
          <w:rFonts w:ascii="Arial" w:hAnsi="Arial" w:cs="Arial"/>
          <w:sz w:val="20"/>
          <w:szCs w:val="20"/>
        </w:rPr>
      </w:pPr>
      <w:r w:rsidRPr="00570AA9">
        <w:rPr>
          <w:rFonts w:ascii="Arial" w:hAnsi="Arial" w:cs="Arial"/>
          <w:sz w:val="20"/>
          <w:szCs w:val="20"/>
        </w:rPr>
        <w:t xml:space="preserve">De modo que algunos serán los ancianos en el planeta, algunos serán los jóvenes en el planeta, y no habrá una brecha generacional entre ellos cuando tengan una sabiduría simultánea y sincronizada. </w:t>
      </w:r>
    </w:p>
    <w:p w:rsidR="0037173A" w:rsidRPr="00570AA9" w:rsidRDefault="0037173A" w:rsidP="00570AA9">
      <w:pPr>
        <w:spacing w:after="240"/>
        <w:jc w:val="both"/>
        <w:rPr>
          <w:rFonts w:ascii="Arial" w:hAnsi="Arial" w:cs="Arial"/>
          <w:sz w:val="20"/>
          <w:szCs w:val="20"/>
        </w:rPr>
      </w:pPr>
      <w:r w:rsidRPr="00570AA9">
        <w:rPr>
          <w:rFonts w:ascii="Arial" w:hAnsi="Arial" w:cs="Arial"/>
          <w:sz w:val="20"/>
          <w:szCs w:val="20"/>
        </w:rPr>
        <w:t>Una de las cosas que les quiero contar esta noche, que es una diferencia tan grande en la evolución de la humanidad, es lo que va a suceder con sus cuerpos.  Quiero revisar con ustedes por un momento cómo es un cuerpo operando a aproximadamente un tercio de su potencial. Ahora mismo, en su vida, tantas cosas son lo que llamaríamos un problema para ustedes. Es casi como si su cuerpo les hiciera cosas (</w:t>
      </w:r>
      <w:r w:rsidRPr="00570AA9">
        <w:rPr>
          <w:rFonts w:ascii="Arial" w:hAnsi="Arial" w:cs="Arial"/>
          <w:i/>
          <w:sz w:val="20"/>
          <w:szCs w:val="20"/>
        </w:rPr>
        <w:t>se</w:t>
      </w:r>
      <w:r w:rsidRPr="00570AA9">
        <w:rPr>
          <w:rFonts w:ascii="Arial" w:hAnsi="Arial" w:cs="Arial"/>
          <w:sz w:val="20"/>
          <w:szCs w:val="20"/>
        </w:rPr>
        <w:t xml:space="preserve"> </w:t>
      </w:r>
      <w:r w:rsidRPr="00570AA9">
        <w:rPr>
          <w:rFonts w:ascii="Arial" w:hAnsi="Arial" w:cs="Arial"/>
          <w:i/>
          <w:sz w:val="20"/>
          <w:szCs w:val="20"/>
        </w:rPr>
        <w:t>ríe</w:t>
      </w:r>
      <w:r w:rsidRPr="00570AA9">
        <w:rPr>
          <w:rFonts w:ascii="Arial" w:hAnsi="Arial" w:cs="Arial"/>
          <w:sz w:val="20"/>
          <w:szCs w:val="20"/>
        </w:rPr>
        <w:t>). No es así; hace cosas apartado de ustedes porque ustedes no tienen un puente entre su pensamiento consciente y las acciones de su estructura celular.</w:t>
      </w:r>
    </w:p>
    <w:p w:rsidR="0037173A" w:rsidRPr="00570AA9" w:rsidRDefault="0037173A" w:rsidP="00570AA9">
      <w:pPr>
        <w:spacing w:after="240"/>
        <w:jc w:val="both"/>
        <w:rPr>
          <w:rFonts w:ascii="Arial" w:hAnsi="Arial" w:cs="Arial"/>
          <w:sz w:val="20"/>
          <w:szCs w:val="20"/>
        </w:rPr>
      </w:pPr>
      <w:r w:rsidRPr="00570AA9">
        <w:rPr>
          <w:rFonts w:ascii="Arial" w:hAnsi="Arial" w:cs="Arial"/>
          <w:sz w:val="20"/>
          <w:szCs w:val="20"/>
        </w:rPr>
        <w:t>En lo físico, ustedes se enferman, saben todo sobre ello; habrá toda clase de cosas contra las que luchen toda su vida; es lo que llaman la salud. ¿Qué es bueno para ustedes? ¿Qué no lo es?  ¿Están comiendo cosas que han sido alteradas genéticamente? ¿Qué provocaría eso, cómo los afectaría?  Todas esas cosas se corregirán solas, queridos, con un  cuerpo que empieza a evolucionar de modo que conoce conscientemente y celularmente lo que está pasando.</w:t>
      </w:r>
    </w:p>
    <w:p w:rsidR="0037173A" w:rsidRPr="00570AA9" w:rsidRDefault="0037173A" w:rsidP="00570AA9">
      <w:pPr>
        <w:spacing w:after="240"/>
        <w:jc w:val="both"/>
        <w:rPr>
          <w:rFonts w:ascii="Arial" w:hAnsi="Arial" w:cs="Arial"/>
          <w:sz w:val="20"/>
          <w:szCs w:val="20"/>
        </w:rPr>
      </w:pPr>
      <w:r w:rsidRPr="00570AA9">
        <w:rPr>
          <w:rFonts w:ascii="Arial" w:hAnsi="Arial" w:cs="Arial"/>
          <w:sz w:val="20"/>
          <w:szCs w:val="20"/>
        </w:rPr>
        <w:t>Tendrán discernimiento en cuanto al alimento. Entrarán en un almacén, sentirán la vibración de la comida, la rechazarán o la aceptarán. ¿Tienen idea de lo que esto causará en las ventas de los fabricantes? (</w:t>
      </w:r>
      <w:r w:rsidRPr="00570AA9">
        <w:rPr>
          <w:rFonts w:ascii="Arial" w:hAnsi="Arial" w:cs="Arial"/>
          <w:i/>
          <w:sz w:val="20"/>
          <w:szCs w:val="20"/>
        </w:rPr>
        <w:t>se ríe</w:t>
      </w:r>
      <w:r w:rsidRPr="00570AA9">
        <w:rPr>
          <w:rFonts w:ascii="Arial" w:hAnsi="Arial" w:cs="Arial"/>
          <w:sz w:val="20"/>
          <w:szCs w:val="20"/>
        </w:rPr>
        <w:t>). Cuando los seres humanos sencillamente dejen de comprar cosas porque su intuición dice "No las compres", eso tendrá un efecto, un efecto muy 3D.  Esto se transmite a través de toda la energía de fabricación: los atributos, los planes.  Imagínense; evolución humana.</w:t>
      </w:r>
    </w:p>
    <w:p w:rsidR="0037173A" w:rsidRPr="00570AA9" w:rsidRDefault="0037173A" w:rsidP="00570AA9">
      <w:pPr>
        <w:spacing w:after="240"/>
        <w:jc w:val="both"/>
        <w:rPr>
          <w:rFonts w:ascii="Arial" w:hAnsi="Arial" w:cs="Arial"/>
          <w:sz w:val="20"/>
          <w:szCs w:val="20"/>
        </w:rPr>
      </w:pPr>
      <w:r w:rsidRPr="00570AA9">
        <w:rPr>
          <w:rFonts w:ascii="Arial" w:hAnsi="Arial" w:cs="Arial"/>
          <w:sz w:val="20"/>
          <w:szCs w:val="20"/>
        </w:rPr>
        <w:t>¿Y qué pasa con las otras cosas que les dijimos que son ineficientes en su cuerpo?  No las pueden controlar ni afectar, sólo pueden enfrentarlas.  Eso empezará a cambiar. Les dijimos que su intuición se hará más aguda. Empezarán a ver las conexiones entre el cerebro, el corazón y el sentido intuitivo. Empezarán a darse cuenta de que el sistema del cuerpo es mucho más grande que lo que les han dicho. Esto no es culpa de la ciencia; la ciencia hace lo mejor posible para darles las cosas, en cuanto al conocimiento de cómo funcionan biológicamente. Los médicos y enfermeras, entrenados lo mejor que se puede, pero queridos, lo que les digo es que ellos no saben lo que no saben, y no es culpa de ellos.</w:t>
      </w:r>
    </w:p>
    <w:p w:rsidR="0037173A" w:rsidRPr="00570AA9" w:rsidRDefault="0037173A" w:rsidP="00570AA9">
      <w:pPr>
        <w:spacing w:after="240"/>
        <w:jc w:val="both"/>
        <w:rPr>
          <w:rFonts w:ascii="Arial" w:hAnsi="Arial" w:cs="Arial"/>
          <w:sz w:val="20"/>
          <w:szCs w:val="20"/>
        </w:rPr>
      </w:pPr>
      <w:r w:rsidRPr="00570AA9">
        <w:rPr>
          <w:rFonts w:ascii="Arial" w:hAnsi="Arial" w:cs="Arial"/>
          <w:sz w:val="20"/>
          <w:szCs w:val="20"/>
        </w:rPr>
        <w:t xml:space="preserve">A medida que los seres humanos empiezan a avanzar y desarrollarse, lo que primero tendrán es la sabiduría de que continuarán para concebir realmente un cambio de consciencia, un proceso de ascensión. Quiero que se preparen para entender que las células del cuerpo empezarán a cambiar.  </w:t>
      </w:r>
    </w:p>
    <w:p w:rsidR="0037173A" w:rsidRPr="00570AA9" w:rsidRDefault="0037173A" w:rsidP="00570AA9">
      <w:pPr>
        <w:spacing w:after="240"/>
        <w:jc w:val="both"/>
        <w:rPr>
          <w:rFonts w:ascii="Arial" w:hAnsi="Arial" w:cs="Arial"/>
          <w:sz w:val="20"/>
          <w:szCs w:val="20"/>
        </w:rPr>
      </w:pPr>
      <w:r w:rsidRPr="00570AA9">
        <w:rPr>
          <w:rFonts w:ascii="Arial" w:hAnsi="Arial" w:cs="Arial"/>
          <w:sz w:val="20"/>
          <w:szCs w:val="20"/>
        </w:rPr>
        <w:t>Anoche les hablamos sobre conciencia celular, es parte de todo esto, pero hay algo grande sobre lo que no hemos hablado.</w:t>
      </w:r>
    </w:p>
    <w:p w:rsidR="0037173A" w:rsidRPr="00570AA9" w:rsidRDefault="0037173A" w:rsidP="00570AA9">
      <w:pPr>
        <w:spacing w:after="240"/>
        <w:jc w:val="both"/>
        <w:rPr>
          <w:rFonts w:ascii="Arial" w:hAnsi="Arial" w:cs="Arial"/>
          <w:sz w:val="20"/>
          <w:szCs w:val="20"/>
        </w:rPr>
      </w:pPr>
      <w:r w:rsidRPr="00570AA9">
        <w:rPr>
          <w:rFonts w:ascii="Arial" w:hAnsi="Arial" w:cs="Arial"/>
          <w:sz w:val="20"/>
          <w:szCs w:val="20"/>
        </w:rPr>
        <w:t>A algunos de ustedes les molesta algo que no pueden controlar. Es hermoso, alma antigua, que tengas un akash que recuerda. Pero cuando tienes un cuerpo funcionando a un 33% no puedes controlar lo que te entrega. Y a veces, lo que te da es los traumas de una vida pasada. ¿Cuándo fue la última vez que te asesinaron, y cómo te afectó en esta vida?</w:t>
      </w:r>
    </w:p>
    <w:p w:rsidR="0037173A" w:rsidRPr="00570AA9" w:rsidRDefault="0037173A" w:rsidP="00570AA9">
      <w:pPr>
        <w:spacing w:after="240"/>
        <w:jc w:val="both"/>
        <w:rPr>
          <w:rFonts w:ascii="Arial" w:hAnsi="Arial" w:cs="Arial"/>
          <w:sz w:val="20"/>
          <w:szCs w:val="20"/>
        </w:rPr>
      </w:pPr>
      <w:r w:rsidRPr="00570AA9">
        <w:rPr>
          <w:rFonts w:ascii="Arial" w:hAnsi="Arial" w:cs="Arial"/>
          <w:sz w:val="20"/>
          <w:szCs w:val="20"/>
        </w:rPr>
        <w:t>No se controla.  Vas a dormir, tienes sueños, a veces excepcionalmente perturbadores, que pueden repetirse. Quieres saber de dónde vienen; es la energía del akash, la vida previa o una anterior, una vida corta en la que algo sucedió.  Se queda contigo, se te adhiere, no puedes evitarlo.</w:t>
      </w:r>
    </w:p>
    <w:p w:rsidR="0037173A" w:rsidRPr="00570AA9" w:rsidRDefault="0037173A" w:rsidP="00570AA9">
      <w:pPr>
        <w:spacing w:after="240"/>
        <w:jc w:val="both"/>
        <w:rPr>
          <w:rFonts w:ascii="Arial" w:hAnsi="Arial" w:cs="Arial"/>
          <w:sz w:val="20"/>
          <w:szCs w:val="20"/>
        </w:rPr>
      </w:pPr>
      <w:r w:rsidRPr="00570AA9">
        <w:rPr>
          <w:rFonts w:ascii="Arial" w:hAnsi="Arial" w:cs="Arial"/>
          <w:sz w:val="20"/>
          <w:szCs w:val="20"/>
        </w:rPr>
        <w:t>Vas a un lector de vidas pasadas, cuyo talento tiene el propósito de ayudar a la humanidad, y si el lector de vidas pasadas tiene un talento exacto, podrá ayudarte a ver el problema y eliminarlo. Entonces podrás re-escribir lo que sucedió en el pasado.</w:t>
      </w:r>
    </w:p>
    <w:p w:rsidR="0037173A" w:rsidRPr="00570AA9" w:rsidRDefault="0037173A" w:rsidP="00570AA9">
      <w:pPr>
        <w:spacing w:after="240"/>
        <w:jc w:val="both"/>
        <w:rPr>
          <w:rFonts w:ascii="Arial" w:hAnsi="Arial" w:cs="Arial"/>
          <w:sz w:val="20"/>
          <w:szCs w:val="20"/>
        </w:rPr>
      </w:pPr>
      <w:r w:rsidRPr="00570AA9">
        <w:rPr>
          <w:rFonts w:ascii="Arial" w:hAnsi="Arial" w:cs="Arial"/>
          <w:sz w:val="20"/>
          <w:szCs w:val="20"/>
        </w:rPr>
        <w:t>Hace una semana te dijimos que algunos de los mejores métodos de sanación de este planeta no están basados en la química.  Ya no; se basan en la energía.  Y la energía de que hablamos es mayormente la energía del conocimiento, la sabiduría y la consciencia. Puedes descubrir algo, saber algo, puedes corregirlo y puedes reprogramarlo.</w:t>
      </w:r>
    </w:p>
    <w:p w:rsidR="0037173A" w:rsidRPr="00570AA9" w:rsidRDefault="0037173A" w:rsidP="00570AA9">
      <w:pPr>
        <w:spacing w:after="240"/>
        <w:jc w:val="both"/>
        <w:rPr>
          <w:rFonts w:ascii="Arial" w:hAnsi="Arial" w:cs="Arial"/>
          <w:sz w:val="20"/>
          <w:szCs w:val="20"/>
        </w:rPr>
      </w:pPr>
      <w:r w:rsidRPr="00570AA9">
        <w:rPr>
          <w:rFonts w:ascii="Arial" w:hAnsi="Arial" w:cs="Arial"/>
          <w:sz w:val="20"/>
          <w:szCs w:val="20"/>
        </w:rPr>
        <w:t>Hoy aprendieron sobre el tapping, aprendieron sobre la decodificación, un poquito, aprendieron sobre hablarle al cuerpo.  Le hablan a su estructura celular, ella los ayuda respondiéndoles, ustedes se sanan y siguen adelante.</w:t>
      </w:r>
    </w:p>
    <w:p w:rsidR="0037173A" w:rsidRPr="00570AA9" w:rsidRDefault="0037173A" w:rsidP="00570AA9">
      <w:pPr>
        <w:spacing w:after="240"/>
        <w:jc w:val="both"/>
        <w:rPr>
          <w:rFonts w:ascii="Arial" w:hAnsi="Arial" w:cs="Arial"/>
          <w:sz w:val="20"/>
          <w:szCs w:val="20"/>
        </w:rPr>
      </w:pPr>
      <w:r w:rsidRPr="00570AA9">
        <w:rPr>
          <w:rFonts w:ascii="Arial" w:hAnsi="Arial" w:cs="Arial"/>
          <w:sz w:val="20"/>
          <w:szCs w:val="20"/>
        </w:rPr>
        <w:t>Algunos se angustian porque saben la verdad y no pueden llegar a ella. Saben cómo pueden cambiar eso que está en ustedes, que querrían cambiar, pero no consiguen llegar a eso.  Si ése es tu caso hoy, te diré que es por eso que estás aquí en este día.  Porque tenemos noticias para ti: viniste en el momento justo al lugar correcto. Te hago una promesa: llegarás a eso porque lo pediste; porque esta energía te apoyará. ¡Deja de luchar contra eso!  Deja de tratar de resolverlo y haz una afirmación: "Querido Dios, gracias por la conexión que me diste hoy, ¡porque de ahora en adelante será diferente! ¡Yo tengo el control!"  Eso es tu evolución.</w:t>
      </w:r>
    </w:p>
    <w:p w:rsidR="0037173A" w:rsidRPr="00570AA9" w:rsidRDefault="0037173A" w:rsidP="00570AA9">
      <w:pPr>
        <w:spacing w:after="240"/>
        <w:jc w:val="both"/>
        <w:rPr>
          <w:rFonts w:ascii="Arial" w:hAnsi="Arial" w:cs="Arial"/>
          <w:sz w:val="20"/>
          <w:szCs w:val="20"/>
        </w:rPr>
      </w:pPr>
      <w:r w:rsidRPr="00570AA9">
        <w:rPr>
          <w:rFonts w:ascii="Arial" w:hAnsi="Arial" w:cs="Arial"/>
          <w:sz w:val="20"/>
          <w:szCs w:val="20"/>
        </w:rPr>
        <w:t>El hecho de que estés pidiéndolo genera una energía de solución. El reconocimiento mismo de saber que puedes hacerlo, crea una acción. ¡Consciencia del cuerpo!  No tienes que luchar. No tienes que hacerlo. Sólo tienes que reconocer que está allí.</w:t>
      </w:r>
    </w:p>
    <w:p w:rsidR="0037173A" w:rsidRPr="00570AA9" w:rsidRDefault="0037173A" w:rsidP="00570AA9">
      <w:pPr>
        <w:spacing w:after="240"/>
        <w:jc w:val="both"/>
        <w:rPr>
          <w:rFonts w:ascii="Arial" w:hAnsi="Arial" w:cs="Arial"/>
          <w:sz w:val="20"/>
          <w:szCs w:val="20"/>
        </w:rPr>
      </w:pPr>
      <w:r w:rsidRPr="00570AA9">
        <w:rPr>
          <w:rFonts w:ascii="Arial" w:hAnsi="Arial" w:cs="Arial"/>
          <w:sz w:val="20"/>
          <w:szCs w:val="20"/>
        </w:rPr>
        <w:t>Hagan un momento de pausa conmigo, incluso antes de darles algunas noticias que nunca les di antes, y celebremos el poder del alma antigua, la belleza de la sincronicidad que los pone en un grupo como éste, para escuchar a un miembro de la familia darles una charla junto a la chimenea (</w:t>
      </w:r>
      <w:r w:rsidRPr="00570AA9">
        <w:rPr>
          <w:rFonts w:ascii="Arial" w:hAnsi="Arial" w:cs="Arial"/>
          <w:i/>
          <w:sz w:val="20"/>
          <w:szCs w:val="20"/>
        </w:rPr>
        <w:t>se ríe</w:t>
      </w:r>
      <w:r w:rsidRPr="00570AA9">
        <w:rPr>
          <w:rFonts w:ascii="Arial" w:hAnsi="Arial" w:cs="Arial"/>
          <w:sz w:val="20"/>
          <w:szCs w:val="20"/>
        </w:rPr>
        <w:t xml:space="preserve">) contando las buenas noticias. No importa qué tengas frente a ti, socialmente, en el planeta; no importa qué digan las noticias, todo empieza por ti. No empieza desde lo grande a lo pequeño; empieza de lo pequeño hacia lo grande, de a uno por vez; los seres humanos van a cambiar. </w:t>
      </w:r>
    </w:p>
    <w:p w:rsidR="0037173A" w:rsidRPr="00570AA9" w:rsidRDefault="0037173A" w:rsidP="00570AA9">
      <w:pPr>
        <w:spacing w:after="240"/>
        <w:jc w:val="both"/>
        <w:rPr>
          <w:rFonts w:ascii="Arial" w:hAnsi="Arial" w:cs="Arial"/>
          <w:sz w:val="20"/>
          <w:szCs w:val="20"/>
        </w:rPr>
      </w:pPr>
      <w:r w:rsidRPr="00570AA9">
        <w:rPr>
          <w:rFonts w:ascii="Arial" w:hAnsi="Arial" w:cs="Arial"/>
          <w:sz w:val="20"/>
          <w:szCs w:val="20"/>
        </w:rPr>
        <w:t>El resultado será una sabiduría más grandiosa; aceptación o no de alimentos, políticas, actitudes, todo. A medida que empiece a suceder, en todo el mundo - y sucederá eventualmente - pondrás las noticias y no serán lo que hoy son.</w:t>
      </w:r>
    </w:p>
    <w:p w:rsidR="0037173A" w:rsidRPr="00570AA9" w:rsidRDefault="0037173A" w:rsidP="00570AA9">
      <w:pPr>
        <w:spacing w:after="240"/>
        <w:jc w:val="both"/>
        <w:rPr>
          <w:rFonts w:ascii="Arial" w:hAnsi="Arial" w:cs="Arial"/>
          <w:sz w:val="20"/>
          <w:szCs w:val="20"/>
        </w:rPr>
      </w:pPr>
      <w:r w:rsidRPr="00570AA9">
        <w:rPr>
          <w:rFonts w:ascii="Arial" w:hAnsi="Arial" w:cs="Arial"/>
          <w:sz w:val="20"/>
          <w:szCs w:val="20"/>
        </w:rPr>
        <w:t>Ustedes son impacientes. Les digo que viene una nueva energía, escuchan las noticias y dicen ¡No se está viendo!  No comprenden que ustedes lo guían con lo que cada día hacen, no con lo que hace su televisor. Sus cambios de hoy afectarán a otros mañana. Y eso afectará a otros, después, y a otros más adelante. El planeta cambia lentamente.</w:t>
      </w:r>
    </w:p>
    <w:p w:rsidR="0037173A" w:rsidRPr="00570AA9" w:rsidRDefault="0037173A" w:rsidP="00570AA9">
      <w:pPr>
        <w:spacing w:after="240"/>
        <w:jc w:val="both"/>
        <w:rPr>
          <w:rFonts w:ascii="Arial" w:hAnsi="Arial" w:cs="Arial"/>
          <w:sz w:val="20"/>
          <w:szCs w:val="20"/>
        </w:rPr>
      </w:pPr>
      <w:r w:rsidRPr="00570AA9">
        <w:rPr>
          <w:rFonts w:ascii="Arial" w:hAnsi="Arial" w:cs="Arial"/>
          <w:sz w:val="20"/>
          <w:szCs w:val="20"/>
        </w:rPr>
        <w:t>Los sociólogos les dirán que sólo ha habido cuatro cambios en lo que ustedes hacen, desde el comienzo de la humanidad. Así de lento es, para ellos.  Y ellos estudian la conducta humana en grupos.</w:t>
      </w:r>
    </w:p>
    <w:p w:rsidR="0037173A" w:rsidRPr="00570AA9" w:rsidRDefault="0037173A" w:rsidP="00570AA9">
      <w:pPr>
        <w:spacing w:after="240"/>
        <w:jc w:val="both"/>
        <w:rPr>
          <w:rFonts w:ascii="Arial" w:hAnsi="Arial" w:cs="Arial"/>
          <w:sz w:val="20"/>
          <w:szCs w:val="20"/>
        </w:rPr>
      </w:pPr>
      <w:r w:rsidRPr="00570AA9">
        <w:rPr>
          <w:rFonts w:ascii="Arial" w:hAnsi="Arial" w:cs="Arial"/>
          <w:sz w:val="20"/>
          <w:szCs w:val="20"/>
        </w:rPr>
        <w:t>No interpreten este mensaje como diciendo que va a llevar un tiempo muy, muy largo; hay una aceleración del cambio.  Es parte de su recalibración.</w:t>
      </w:r>
    </w:p>
    <w:p w:rsidR="0037173A" w:rsidRPr="00570AA9" w:rsidRDefault="0037173A" w:rsidP="00570AA9">
      <w:pPr>
        <w:spacing w:after="240"/>
        <w:jc w:val="both"/>
        <w:rPr>
          <w:rFonts w:ascii="Arial" w:hAnsi="Arial" w:cs="Arial"/>
          <w:sz w:val="20"/>
          <w:szCs w:val="20"/>
        </w:rPr>
      </w:pPr>
      <w:r w:rsidRPr="00570AA9">
        <w:rPr>
          <w:rFonts w:ascii="Arial" w:hAnsi="Arial" w:cs="Arial"/>
          <w:sz w:val="20"/>
          <w:szCs w:val="20"/>
        </w:rPr>
        <w:t>Volvamos al akash. ¿Qué has atravesado? Alma antigua, te digo una verdad. ¿Qué has atravesado? ¡Todo!  Lo que se te ocurra, todo te pasó. ¡Todo! Porque la experiencia humana incluye muchas cosas, especialmente en una vieja energía donde no tenías las comodidades de hoy, de salud, de curación, de comprensión, de conocimiento, de saber. Ahora bien, en el pasado te dijimos que los seres humanos tienden a reencarnar en lo que llaman grupos akáshicos. Ustedes solían llamarlos grupos kármicos; estamos descartando la energía kármica, el alma antigua ya no la necesita; los llamaremos grupos akáshicos.  Ustedes tienden a reencarnar en los mismos lugares, en las mismas familias, por cierto tiempo; luego cambian.</w:t>
      </w:r>
    </w:p>
    <w:p w:rsidR="0037173A" w:rsidRPr="00570AA9" w:rsidRDefault="0037173A" w:rsidP="00570AA9">
      <w:pPr>
        <w:spacing w:after="240"/>
        <w:jc w:val="both"/>
        <w:rPr>
          <w:rFonts w:ascii="Arial" w:hAnsi="Arial" w:cs="Arial"/>
          <w:sz w:val="20"/>
          <w:szCs w:val="20"/>
        </w:rPr>
      </w:pPr>
      <w:r w:rsidRPr="00570AA9">
        <w:rPr>
          <w:rFonts w:ascii="Arial" w:hAnsi="Arial" w:cs="Arial"/>
          <w:sz w:val="20"/>
          <w:szCs w:val="20"/>
        </w:rPr>
        <w:t>¿Qué hace que ustedes vivan en una pequeña ciudad de Canadá? No todos ustedes, yo sé quiénes están aquí.  Le hablo a los locales. ¿Por qué? ¿Cuántos de ustedes sienten que fueron pioneros aquí?  Y si vamos aún más atrás, ¿cuántos de ustedes trabajaron la tierra aquí como antiguos? Y si estuvieron entre ellos, les querría recordar algo que dije anoche: ¿Cuántos hijos perdieron?  Eso es algo que los pioneros tenían en común. ¿Cuál fue su reacción ante aquello? Alma antigua, ¿acaso aparece eso en tus sueños?</w:t>
      </w:r>
    </w:p>
    <w:p w:rsidR="0037173A" w:rsidRPr="00570AA9" w:rsidRDefault="0037173A" w:rsidP="00570AA9">
      <w:pPr>
        <w:spacing w:after="240"/>
        <w:jc w:val="both"/>
        <w:rPr>
          <w:rFonts w:ascii="Arial" w:hAnsi="Arial" w:cs="Arial"/>
          <w:sz w:val="20"/>
          <w:szCs w:val="20"/>
        </w:rPr>
      </w:pPr>
      <w:r w:rsidRPr="00570AA9">
        <w:rPr>
          <w:rFonts w:ascii="Arial" w:hAnsi="Arial" w:cs="Arial"/>
          <w:sz w:val="20"/>
          <w:szCs w:val="20"/>
        </w:rPr>
        <w:t>Ya ven que el alma antigua empieza a despertar y a volverse más sensitiva; aquí hay buenas noticias para ustedes. Sabemos esto. El cuerpo sabe esto.  Ustedes están abordando una barrera multidimensional de reconocimiento de sabiduría.  El cuerpo se vuelve más inteligente, y en ese proceso les brindará mayor salud mental. La forma en que lo hará es dándoles el poder - no en forma automática - el poder de elegir una nueva palabra: filtro akáshico.  Pueden controlar el akash que llega a ustedes.</w:t>
      </w:r>
    </w:p>
    <w:p w:rsidR="0037173A" w:rsidRPr="00570AA9" w:rsidRDefault="0037173A" w:rsidP="00570AA9">
      <w:pPr>
        <w:spacing w:after="240"/>
        <w:jc w:val="both"/>
        <w:rPr>
          <w:rFonts w:ascii="Arial" w:hAnsi="Arial" w:cs="Arial"/>
          <w:sz w:val="20"/>
          <w:szCs w:val="20"/>
        </w:rPr>
      </w:pPr>
      <w:r w:rsidRPr="00570AA9">
        <w:rPr>
          <w:rFonts w:ascii="Arial" w:hAnsi="Arial" w:cs="Arial"/>
          <w:sz w:val="20"/>
          <w:szCs w:val="20"/>
        </w:rPr>
        <w:t>Ahora bien, ¿qué significa eso?  Si tienen recuerdos inapropiados que afectan su vida, todo lo que tienen que hacer es reconocerlos con su cuerpo y decir, "No deseamos tener esos recuerdos porque están afectando nuestra vida."  Su cuerpo, su Innato, su estructura celular, todo eso es ustedes, no es otra entidad; su akash no está en otro lado, no es otro presionando un botón para ustedes.  Pero a un 30 o 33% se siente como si así fuera, ¿verdad? No pueden controlar sus sueños; no pueden controlar las energías; algunos de los hábitos que tienen, provienen de sus vidas pasadas.  Algunas de las cosas a las que reaccionan hoy, porque tienen asuntos sin terminar en su pasado; nada de eso es apropiado para un alma antigua que progresa en sabiduría; no necesitan que eso los moleste más ¡Ahh! ¡Esas son buenas noticias!</w:t>
      </w:r>
    </w:p>
    <w:p w:rsidR="0037173A" w:rsidRPr="00570AA9" w:rsidRDefault="0037173A" w:rsidP="00570AA9">
      <w:pPr>
        <w:spacing w:after="240"/>
        <w:jc w:val="both"/>
        <w:rPr>
          <w:rFonts w:ascii="Arial" w:hAnsi="Arial" w:cs="Arial"/>
          <w:sz w:val="20"/>
          <w:szCs w:val="20"/>
        </w:rPr>
      </w:pPr>
      <w:r w:rsidRPr="00570AA9">
        <w:rPr>
          <w:rFonts w:ascii="Arial" w:hAnsi="Arial" w:cs="Arial"/>
          <w:sz w:val="20"/>
          <w:szCs w:val="20"/>
        </w:rPr>
        <w:t>¿Ven lo que estoy diciendo?  Ustedes tienen el control, y el comienzo de ello, sobre sus filtros akáshicos.</w:t>
      </w:r>
    </w:p>
    <w:p w:rsidR="0037173A" w:rsidRPr="00570AA9" w:rsidRDefault="0037173A" w:rsidP="00570AA9">
      <w:pPr>
        <w:spacing w:after="240"/>
        <w:jc w:val="both"/>
        <w:rPr>
          <w:rFonts w:ascii="Arial" w:hAnsi="Arial" w:cs="Arial"/>
          <w:sz w:val="20"/>
          <w:szCs w:val="20"/>
        </w:rPr>
      </w:pPr>
      <w:r w:rsidRPr="00570AA9">
        <w:rPr>
          <w:rFonts w:ascii="Arial" w:hAnsi="Arial" w:cs="Arial"/>
          <w:sz w:val="20"/>
          <w:szCs w:val="20"/>
        </w:rPr>
        <w:t>Ahora bien, algunos de ustedes aún tendrán sueños y dirán: ¿Cuándo me voy a librar de esto?  Eso viene de su subconciente, queridos. Esa es su dualidad tratando de atraparlos (</w:t>
      </w:r>
      <w:r w:rsidRPr="00570AA9">
        <w:rPr>
          <w:rFonts w:ascii="Arial" w:hAnsi="Arial" w:cs="Arial"/>
          <w:i/>
          <w:sz w:val="20"/>
          <w:szCs w:val="20"/>
        </w:rPr>
        <w:t>se ríe</w:t>
      </w:r>
      <w:r w:rsidRPr="00570AA9">
        <w:rPr>
          <w:rFonts w:ascii="Arial" w:hAnsi="Arial" w:cs="Arial"/>
          <w:sz w:val="20"/>
          <w:szCs w:val="20"/>
        </w:rPr>
        <w:t>). Eso es elección suya, siempre lo ha sido. Tienen el conocimiento de la oscuridad y la luz, y cuál elegir, y con cuál trabajar, y eso no tiene nada que ver con su akash.  Pero hay mucho que se basa en quiénes han sido. Les digo: van a poder limpiar el desván, cuando se libren de las cosas inapropiadas que les llegan desde vidas pasadas.</w:t>
      </w:r>
    </w:p>
    <w:p w:rsidR="0037173A" w:rsidRPr="00570AA9" w:rsidRDefault="0037173A" w:rsidP="00570AA9">
      <w:pPr>
        <w:spacing w:after="240"/>
        <w:jc w:val="both"/>
        <w:rPr>
          <w:rFonts w:ascii="Arial" w:hAnsi="Arial" w:cs="Arial"/>
          <w:sz w:val="20"/>
          <w:szCs w:val="20"/>
        </w:rPr>
      </w:pPr>
      <w:r w:rsidRPr="00570AA9">
        <w:rPr>
          <w:rFonts w:ascii="Arial" w:hAnsi="Arial" w:cs="Arial"/>
          <w:sz w:val="20"/>
          <w:szCs w:val="20"/>
        </w:rPr>
        <w:t>Filtro akáshico. "¡Oh, Kryon´! ¿cómo lo hago? ¿A dónde voy? ¿Por dónde empiezo?"  Y la respuesta es: ¡Sí!  (</w:t>
      </w:r>
      <w:r w:rsidRPr="00570AA9">
        <w:rPr>
          <w:rFonts w:ascii="Arial" w:hAnsi="Arial" w:cs="Arial"/>
          <w:i/>
          <w:sz w:val="20"/>
          <w:szCs w:val="20"/>
        </w:rPr>
        <w:t>se ríe</w:t>
      </w:r>
      <w:r w:rsidRPr="00570AA9">
        <w:rPr>
          <w:rFonts w:ascii="Arial" w:hAnsi="Arial" w:cs="Arial"/>
          <w:sz w:val="20"/>
          <w:szCs w:val="20"/>
        </w:rPr>
        <w:t>). Número uno - siempre lo es - ¿lo crees?  Número dos: si lo crees, puedes cambiarlo, se vuelve conocido como tu realidad.  Luego comienzas a trabajar con ello; de la misma forma que aprovechas tu akash, usas el filtro akáshico. Empiezas por hablar a tu propio cuerpo como a un amigo, porque lo es, funcionando mejor que nunca, porque así es, más consciente, porque así es, con las células escuchando, porque eso hacen.</w:t>
      </w:r>
    </w:p>
    <w:p w:rsidR="0037173A" w:rsidRPr="00570AA9" w:rsidRDefault="0037173A" w:rsidP="00570AA9">
      <w:pPr>
        <w:spacing w:after="240"/>
        <w:jc w:val="both"/>
        <w:rPr>
          <w:rFonts w:ascii="Arial" w:hAnsi="Arial" w:cs="Arial"/>
          <w:sz w:val="20"/>
          <w:szCs w:val="20"/>
        </w:rPr>
      </w:pPr>
      <w:r w:rsidRPr="00570AA9">
        <w:rPr>
          <w:rFonts w:ascii="Arial" w:hAnsi="Arial" w:cs="Arial"/>
          <w:sz w:val="20"/>
          <w:szCs w:val="20"/>
        </w:rPr>
        <w:t>Tu akash es una parte multidimensional de tu propio ADN. Construye tus afirmaciones y dilas cuando quieras: esas afirmaciones vienen de ti hablando contigo; puedes decir simplemente: "Querido Akash, ahora tengo poder, a través de la sabiduría y la ascensión, sobre lo que nos molesta y lo que no."  Usa la palabra "nosotros;"  no "tú," no "ellos."  "Ahora vamos a filtrar nuestro akash; dame las cosas que necesito saber, y descarta las que no necesito."  En lugar de una serie constante de pensamientos y sentimientos y energías incontrolables que llegan y te perturban en formas que afectan tu vida, ahora tienes el control.  Ahora.  Como todo lo demás, esto es nuevo; tal vez no sepas cómo manejarlo en forma inmediata; algunos de ustedes pueden, otros no, porque cada camino es único.</w:t>
      </w:r>
    </w:p>
    <w:p w:rsidR="0037173A" w:rsidRPr="00570AA9" w:rsidRDefault="0037173A" w:rsidP="00570AA9">
      <w:pPr>
        <w:spacing w:after="240"/>
        <w:jc w:val="both"/>
        <w:rPr>
          <w:rFonts w:ascii="Arial" w:hAnsi="Arial" w:cs="Arial"/>
          <w:sz w:val="20"/>
          <w:szCs w:val="20"/>
        </w:rPr>
      </w:pPr>
      <w:r w:rsidRPr="00570AA9">
        <w:rPr>
          <w:rFonts w:ascii="Arial" w:hAnsi="Arial" w:cs="Arial"/>
          <w:sz w:val="20"/>
          <w:szCs w:val="20"/>
        </w:rPr>
        <w:t>Hay almas antiguas que saldrán de este salón y lo aplicarán instantáneamente y obtendrán resultados. Y hay otros que están conectándose, almas muy antiguas pero recién aprendiendo el proceso, los sentimientos, la creencia. Y les llevará más tiempo.  No se castiguen si no consiguen resultados instantáneos. ¡Oh, qué humano de su parte! Concédanle tiempo.</w:t>
      </w:r>
    </w:p>
    <w:p w:rsidR="0037173A" w:rsidRPr="00570AA9" w:rsidRDefault="0037173A" w:rsidP="00570AA9">
      <w:pPr>
        <w:spacing w:after="240"/>
        <w:jc w:val="both"/>
        <w:rPr>
          <w:rFonts w:ascii="Arial" w:hAnsi="Arial" w:cs="Arial"/>
          <w:sz w:val="20"/>
          <w:szCs w:val="20"/>
        </w:rPr>
      </w:pPr>
      <w:r w:rsidRPr="00570AA9">
        <w:rPr>
          <w:rFonts w:ascii="Arial" w:hAnsi="Arial" w:cs="Arial"/>
          <w:sz w:val="20"/>
          <w:szCs w:val="20"/>
        </w:rPr>
        <w:t>Toda la sabiduría de los antiguos tenía algo en común. Consideraban el tiempo en forma diferente. No tenían las cosas modernas que ustedes tienen hoy. Si querían comunicarse con un amigo en otro lugar del país, escribían una nota, a su manera, y recibían una respuesta después de varios meses. ¡Qué sistema! ¡Y les encantaba! (</w:t>
      </w:r>
      <w:r w:rsidRPr="00570AA9">
        <w:rPr>
          <w:rFonts w:ascii="Arial" w:hAnsi="Arial" w:cs="Arial"/>
          <w:i/>
          <w:sz w:val="20"/>
          <w:szCs w:val="20"/>
        </w:rPr>
        <w:t>se ríe</w:t>
      </w:r>
      <w:r w:rsidRPr="00570AA9">
        <w:rPr>
          <w:rFonts w:ascii="Arial" w:hAnsi="Arial" w:cs="Arial"/>
          <w:sz w:val="20"/>
          <w:szCs w:val="20"/>
        </w:rPr>
        <w:t>). Entendían que la calidad requiere tiempo. Esto es, los antiguos. También está en ustedes, porque son sus propios antiguos. ¿No será hora de no sólo filtrar su akash, sino tal vez hacer algo proactivo?  Convoquen a aquellas cosas que necesitan saber y que se destacaban por ser positivas, porque salvaron sus vidas, porque les brindaron paz y consuelo, y venían de Dios.</w:t>
      </w:r>
    </w:p>
    <w:p w:rsidR="0037173A" w:rsidRPr="00570AA9" w:rsidRDefault="0037173A" w:rsidP="00570AA9">
      <w:pPr>
        <w:spacing w:after="240"/>
        <w:jc w:val="both"/>
        <w:rPr>
          <w:rFonts w:ascii="Arial" w:hAnsi="Arial" w:cs="Arial"/>
          <w:sz w:val="20"/>
          <w:szCs w:val="20"/>
        </w:rPr>
      </w:pPr>
      <w:r w:rsidRPr="00570AA9">
        <w:rPr>
          <w:rFonts w:ascii="Arial" w:hAnsi="Arial" w:cs="Arial"/>
          <w:sz w:val="20"/>
          <w:szCs w:val="20"/>
        </w:rPr>
        <w:t>Este es el mensaje para esta noche. La ascensión espiritual y la sabiduría recién empiezan en el planeta. Las almas antiguas las reciben primero; ellas enseñan a las demás.  Es el comienzo; llevará un tiempo, pero es la primera vez que les damos esta información. Esperando a este grupo, esperando este momento, y en este lugar. Piensen en eso.  Las cosas no siempre son como ustedes creen que son.</w:t>
      </w:r>
    </w:p>
    <w:p w:rsidR="0037173A" w:rsidRPr="00570AA9" w:rsidRDefault="0037173A" w:rsidP="00570AA9">
      <w:pPr>
        <w:spacing w:after="240"/>
        <w:jc w:val="both"/>
        <w:rPr>
          <w:rFonts w:ascii="Arial" w:hAnsi="Arial" w:cs="Arial"/>
          <w:sz w:val="20"/>
          <w:szCs w:val="20"/>
        </w:rPr>
      </w:pPr>
      <w:r w:rsidRPr="00570AA9">
        <w:rPr>
          <w:rFonts w:ascii="Arial" w:hAnsi="Arial" w:cs="Arial"/>
          <w:sz w:val="20"/>
          <w:szCs w:val="20"/>
        </w:rPr>
        <w:t>Lloramos de alegría porque han alcanzado este punto en que finalmente podemos empezar a darles algunas semillas de la verdad, que van a hacer una diferencia en sus vidas.</w:t>
      </w:r>
    </w:p>
    <w:p w:rsidR="0037173A" w:rsidRDefault="0037173A" w:rsidP="00570AA9">
      <w:pPr>
        <w:spacing w:after="240"/>
        <w:jc w:val="both"/>
        <w:rPr>
          <w:rFonts w:ascii="Arial" w:hAnsi="Arial" w:cs="Arial"/>
          <w:sz w:val="20"/>
          <w:szCs w:val="20"/>
        </w:rPr>
      </w:pPr>
      <w:r w:rsidRPr="00570AA9">
        <w:rPr>
          <w:rFonts w:ascii="Arial" w:hAnsi="Arial" w:cs="Arial"/>
          <w:sz w:val="20"/>
          <w:szCs w:val="20"/>
        </w:rPr>
        <w:t>Váyanse cambiados de este lugar.</w:t>
      </w:r>
    </w:p>
    <w:p w:rsidR="0037173A" w:rsidRPr="00570AA9" w:rsidRDefault="0037173A" w:rsidP="00570AA9">
      <w:pPr>
        <w:spacing w:after="240"/>
        <w:jc w:val="both"/>
        <w:rPr>
          <w:rFonts w:ascii="Arial" w:hAnsi="Arial" w:cs="Arial"/>
          <w:sz w:val="20"/>
          <w:szCs w:val="20"/>
        </w:rPr>
      </w:pPr>
      <w:r>
        <w:rPr>
          <w:rFonts w:ascii="Arial" w:hAnsi="Arial" w:cs="Arial"/>
          <w:sz w:val="20"/>
          <w:szCs w:val="20"/>
        </w:rPr>
        <w:t>Y así es.</w:t>
      </w:r>
    </w:p>
    <w:p w:rsidR="0037173A" w:rsidRDefault="0037173A" w:rsidP="00A12018">
      <w:pPr>
        <w:spacing w:after="240"/>
        <w:ind w:left="708"/>
        <w:jc w:val="both"/>
        <w:rPr>
          <w:rFonts w:ascii="Brush Script MT" w:hAnsi="Brush Script MT"/>
          <w:sz w:val="52"/>
          <w:szCs w:val="52"/>
        </w:rPr>
      </w:pPr>
      <w:r>
        <w:rPr>
          <w:rFonts w:ascii="Brush Script MT" w:hAnsi="Brush Script MT"/>
          <w:sz w:val="52"/>
          <w:szCs w:val="52"/>
        </w:rPr>
        <w:t>Kryon</w:t>
      </w:r>
    </w:p>
    <w:p w:rsidR="0037173A" w:rsidRPr="00570AA9" w:rsidRDefault="0037173A" w:rsidP="00A12018">
      <w:pPr>
        <w:spacing w:after="0"/>
        <w:rPr>
          <w:rFonts w:ascii="Arial" w:hAnsi="Arial" w:cs="Arial"/>
          <w:sz w:val="20"/>
          <w:szCs w:val="20"/>
          <w:lang w:val="en-GB"/>
        </w:rPr>
      </w:pPr>
      <w:r>
        <w:rPr>
          <w:rFonts w:ascii="Arial" w:hAnsi="Arial" w:cs="Arial"/>
          <w:sz w:val="20"/>
          <w:szCs w:val="20"/>
        </w:rPr>
        <w:t>© Lee Carroll</w:t>
      </w:r>
      <w:r w:rsidRPr="00F7036A">
        <w:rPr>
          <w:rFonts w:ascii="Arial" w:hAnsi="Arial" w:cs="Arial"/>
          <w:sz w:val="20"/>
          <w:szCs w:val="20"/>
        </w:rPr>
        <w:t xml:space="preserve"> </w:t>
      </w:r>
      <w:hyperlink r:id="rId6" w:history="1">
        <w:r w:rsidRPr="00570AA9">
          <w:rPr>
            <w:rStyle w:val="Hyperlink"/>
            <w:rFonts w:ascii="Arial" w:hAnsi="Arial" w:cs="Arial"/>
            <w:color w:val="auto"/>
            <w:sz w:val="20"/>
            <w:szCs w:val="20"/>
            <w:lang w:val="en-GB"/>
          </w:rPr>
          <w:t>http://audio.kryon.com/en/main-sun-sylvan-15.mp3</w:t>
        </w:r>
      </w:hyperlink>
    </w:p>
    <w:p w:rsidR="0037173A" w:rsidRDefault="0037173A" w:rsidP="00A12018">
      <w:pPr>
        <w:spacing w:after="0"/>
        <w:rPr>
          <w:rFonts w:ascii="Arial" w:hAnsi="Arial" w:cs="Arial"/>
          <w:sz w:val="20"/>
          <w:szCs w:val="20"/>
        </w:rPr>
      </w:pPr>
      <w:r>
        <w:rPr>
          <w:rFonts w:ascii="Arial" w:hAnsi="Arial" w:cs="Arial"/>
          <w:sz w:val="20"/>
          <w:szCs w:val="20"/>
        </w:rPr>
        <w:t>Desgrabación y traducción: M. Cristina Cáffaro</w:t>
      </w:r>
    </w:p>
    <w:p w:rsidR="0037173A" w:rsidRPr="00A12018" w:rsidRDefault="0037173A" w:rsidP="00A12018">
      <w:pPr>
        <w:spacing w:after="0"/>
        <w:jc w:val="both"/>
        <w:rPr>
          <w:rFonts w:ascii="Arial" w:hAnsi="Arial" w:cs="Arial"/>
          <w:sz w:val="20"/>
          <w:szCs w:val="20"/>
        </w:rPr>
      </w:pPr>
      <w:r w:rsidRPr="000357F8">
        <w:rPr>
          <w:rFonts w:ascii="Arial" w:hAnsi="Arial" w:cs="Arial"/>
          <w:sz w:val="20"/>
          <w:szCs w:val="20"/>
        </w:rPr>
        <w:t>www.traduccionesparaelcamino.blogspot.com.ar</w:t>
      </w:r>
      <w:r w:rsidRPr="00A12018">
        <w:rPr>
          <w:rFonts w:ascii="Arial" w:hAnsi="Arial" w:cs="Arial"/>
          <w:sz w:val="20"/>
          <w:szCs w:val="20"/>
        </w:rPr>
        <w:t xml:space="preserve"> </w:t>
      </w:r>
    </w:p>
    <w:p w:rsidR="0037173A" w:rsidRPr="000357F8" w:rsidRDefault="0037173A" w:rsidP="00A12018">
      <w:pPr>
        <w:spacing w:after="0"/>
        <w:rPr>
          <w:rFonts w:ascii="Arial" w:hAnsi="Arial" w:cs="Arial"/>
          <w:sz w:val="20"/>
          <w:szCs w:val="20"/>
          <w:lang w:val="en-GB"/>
        </w:rPr>
      </w:pPr>
      <w:r>
        <w:rPr>
          <w:rFonts w:ascii="Arial" w:hAnsi="Arial" w:cs="Arial"/>
          <w:sz w:val="20"/>
          <w:szCs w:val="20"/>
        </w:rPr>
        <w:t xml:space="preserve">Sitio autorizado de Kryon por Lee Carroll en español: </w:t>
      </w:r>
      <w:hyperlink r:id="rId7" w:history="1">
        <w:r w:rsidRPr="000357F8">
          <w:rPr>
            <w:rStyle w:val="Hyperlink"/>
            <w:rFonts w:ascii="Arial" w:hAnsi="Arial" w:cs="Arial"/>
            <w:color w:val="auto"/>
            <w:sz w:val="20"/>
            <w:szCs w:val="20"/>
          </w:rPr>
          <w:t>www.manantialcaduceo.com.ar/libros.htm</w:t>
        </w:r>
      </w:hyperlink>
      <w:r w:rsidRPr="000357F8">
        <w:rPr>
          <w:rFonts w:ascii="Arial" w:hAnsi="Arial" w:cs="Arial"/>
          <w:sz w:val="20"/>
          <w:szCs w:val="20"/>
        </w:rPr>
        <w:t xml:space="preserve"> </w:t>
      </w:r>
    </w:p>
    <w:p w:rsidR="0037173A" w:rsidRDefault="0037173A" w:rsidP="00A12018">
      <w:pPr>
        <w:pStyle w:val="NormalWeb"/>
        <w:spacing w:after="240" w:afterAutospacing="0"/>
        <w:jc w:val="center"/>
        <w:rPr>
          <w:rStyle w:val="Strong"/>
          <w:rFonts w:ascii="Arial" w:hAnsi="Arial" w:cs="Arial"/>
        </w:rPr>
      </w:pPr>
      <w:r>
        <w:rPr>
          <w:rFonts w:ascii="Arial" w:hAnsi="Arial" w:cs="Arial"/>
          <w:sz w:val="20"/>
          <w:szCs w:val="20"/>
        </w:rPr>
        <w:t xml:space="preserve">Esta y otras traducciones al español de Kryon por Lee Carroll las puedes descargar en archivo Word desde el sitio creado para KRYON </w:t>
      </w:r>
      <w:hyperlink r:id="rId8" w:tgtFrame="_blank" w:history="1">
        <w:r>
          <w:rPr>
            <w:rStyle w:val="Hyperlink"/>
            <w:rFonts w:ascii="Arial" w:hAnsi="Arial" w:cs="Arial"/>
            <w:b/>
            <w:bCs/>
            <w:color w:val="006699"/>
            <w:sz w:val="20"/>
            <w:szCs w:val="20"/>
          </w:rPr>
          <w:t>http://www.manantialcaduceo.com.ar/kryon/canalizaciones.htm</w:t>
        </w:r>
      </w:hyperlink>
    </w:p>
    <w:p w:rsidR="0037173A" w:rsidRDefault="0037173A" w:rsidP="00A12018">
      <w:pPr>
        <w:pStyle w:val="NormalWeb"/>
        <w:jc w:val="center"/>
        <w:rPr>
          <w:rFonts w:ascii="Calibri" w:hAnsi="Calibri"/>
        </w:rPr>
      </w:pPr>
      <w:r>
        <w:rPr>
          <w:rStyle w:val="Emphasis"/>
          <w:rFonts w:ascii="Calibri" w:hAnsi="Calibri"/>
          <w:b/>
          <w:bCs/>
        </w:rPr>
        <w:t xml:space="preserve">Si deseas recibir directamente los mensajes en tu correo puedes suscribirte en </w:t>
      </w:r>
      <w:hyperlink r:id="rId9" w:tgtFrame="_blank" w:history="1">
        <w:r>
          <w:rPr>
            <w:rStyle w:val="Hyperlink"/>
            <w:rFonts w:ascii="Calibri" w:hAnsi="Calibri"/>
            <w:b/>
            <w:bCs/>
            <w:i/>
            <w:iCs/>
            <w:color w:val="006699"/>
          </w:rPr>
          <w:t>http://www.egrupos.net/grupo/laeradelahora/alta</w:t>
        </w:r>
      </w:hyperlink>
    </w:p>
    <w:p w:rsidR="0037173A" w:rsidRDefault="0037173A" w:rsidP="00A12018">
      <w:pPr>
        <w:pStyle w:val="NormalWeb"/>
        <w:jc w:val="center"/>
        <w:rPr>
          <w:rFonts w:ascii="Calibri" w:hAnsi="Calibri"/>
        </w:rPr>
      </w:pPr>
      <w:r>
        <w:rPr>
          <w:rStyle w:val="Strong"/>
          <w:rFonts w:ascii="Calibri" w:hAnsi="Calibri"/>
        </w:rPr>
        <w:t>El Manantial del Caduceo en La Era del Ahora</w:t>
      </w:r>
    </w:p>
    <w:p w:rsidR="0037173A" w:rsidRPr="00570AA9" w:rsidRDefault="0037173A">
      <w:pPr>
        <w:spacing w:after="240" w:line="360" w:lineRule="auto"/>
        <w:rPr>
          <w:rFonts w:ascii="Arial" w:hAnsi="Arial" w:cs="Arial"/>
          <w:sz w:val="20"/>
          <w:szCs w:val="20"/>
        </w:rPr>
      </w:pPr>
    </w:p>
    <w:sectPr w:rsidR="0037173A" w:rsidRPr="00570AA9" w:rsidSect="006202A0">
      <w:footerReference w:type="even" r:id="rId10"/>
      <w:footerReference w:type="default" r:id="rId11"/>
      <w:pgSz w:w="11907" w:h="16840" w:code="9"/>
      <w:pgMar w:top="1418"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173A" w:rsidRDefault="0037173A">
      <w:r>
        <w:separator/>
      </w:r>
    </w:p>
  </w:endnote>
  <w:endnote w:type="continuationSeparator" w:id="0">
    <w:p w:rsidR="0037173A" w:rsidRDefault="003717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73A" w:rsidRDefault="0037173A" w:rsidP="00A17D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7173A" w:rsidRDefault="0037173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73A" w:rsidRDefault="0037173A" w:rsidP="00A17D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37173A" w:rsidRDefault="0037173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173A" w:rsidRDefault="0037173A">
      <w:r>
        <w:separator/>
      </w:r>
    </w:p>
  </w:footnote>
  <w:footnote w:type="continuationSeparator" w:id="0">
    <w:p w:rsidR="0037173A" w:rsidRDefault="0037173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35647"/>
    <w:rsid w:val="000016B8"/>
    <w:rsid w:val="000069A2"/>
    <w:rsid w:val="000357F8"/>
    <w:rsid w:val="00046DE7"/>
    <w:rsid w:val="000F27EA"/>
    <w:rsid w:val="001A39AF"/>
    <w:rsid w:val="001C47C2"/>
    <w:rsid w:val="00211F1F"/>
    <w:rsid w:val="0026113B"/>
    <w:rsid w:val="00301586"/>
    <w:rsid w:val="00335647"/>
    <w:rsid w:val="0037173A"/>
    <w:rsid w:val="00393858"/>
    <w:rsid w:val="003C4942"/>
    <w:rsid w:val="003D60C0"/>
    <w:rsid w:val="004C0C7C"/>
    <w:rsid w:val="004D2F4A"/>
    <w:rsid w:val="004F7DA5"/>
    <w:rsid w:val="005078BF"/>
    <w:rsid w:val="005130EE"/>
    <w:rsid w:val="00561663"/>
    <w:rsid w:val="00570AA9"/>
    <w:rsid w:val="005A761D"/>
    <w:rsid w:val="0060690D"/>
    <w:rsid w:val="006202A0"/>
    <w:rsid w:val="00620487"/>
    <w:rsid w:val="00620C11"/>
    <w:rsid w:val="006308D3"/>
    <w:rsid w:val="00651498"/>
    <w:rsid w:val="0067766D"/>
    <w:rsid w:val="006D006A"/>
    <w:rsid w:val="007163DA"/>
    <w:rsid w:val="007607AA"/>
    <w:rsid w:val="007779E0"/>
    <w:rsid w:val="00782A04"/>
    <w:rsid w:val="007A2E6A"/>
    <w:rsid w:val="008218E6"/>
    <w:rsid w:val="0084563D"/>
    <w:rsid w:val="00860995"/>
    <w:rsid w:val="00863053"/>
    <w:rsid w:val="008720FC"/>
    <w:rsid w:val="00887F5C"/>
    <w:rsid w:val="008A6C6A"/>
    <w:rsid w:val="008C323A"/>
    <w:rsid w:val="009528F9"/>
    <w:rsid w:val="00957282"/>
    <w:rsid w:val="00973677"/>
    <w:rsid w:val="009769F0"/>
    <w:rsid w:val="00981A53"/>
    <w:rsid w:val="009B4272"/>
    <w:rsid w:val="009E77CA"/>
    <w:rsid w:val="00A12018"/>
    <w:rsid w:val="00A17DD3"/>
    <w:rsid w:val="00A34479"/>
    <w:rsid w:val="00AD72CD"/>
    <w:rsid w:val="00B04855"/>
    <w:rsid w:val="00B1185B"/>
    <w:rsid w:val="00B12048"/>
    <w:rsid w:val="00B5558B"/>
    <w:rsid w:val="00B62B58"/>
    <w:rsid w:val="00C142E4"/>
    <w:rsid w:val="00C75B54"/>
    <w:rsid w:val="00CA773F"/>
    <w:rsid w:val="00CB70CA"/>
    <w:rsid w:val="00CF0050"/>
    <w:rsid w:val="00D7345F"/>
    <w:rsid w:val="00E17DA7"/>
    <w:rsid w:val="00E44EC2"/>
    <w:rsid w:val="00ED26A5"/>
    <w:rsid w:val="00F229EC"/>
    <w:rsid w:val="00F30224"/>
    <w:rsid w:val="00F348F4"/>
    <w:rsid w:val="00F5147C"/>
    <w:rsid w:val="00F62224"/>
    <w:rsid w:val="00F7036A"/>
    <w:rsid w:val="00F8623F"/>
    <w:rsid w:val="00F97A89"/>
    <w:rsid w:val="00FB15AA"/>
    <w:rsid w:val="00FC76D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35647"/>
    <w:rPr>
      <w:rFonts w:cs="Times New Roman"/>
      <w:color w:val="0000FF"/>
      <w:u w:val="single"/>
    </w:rPr>
  </w:style>
  <w:style w:type="paragraph" w:styleId="NormalWeb">
    <w:name w:val="Normal (Web)"/>
    <w:basedOn w:val="Normal"/>
    <w:uiPriority w:val="99"/>
    <w:rsid w:val="00A12018"/>
    <w:pPr>
      <w:spacing w:before="100" w:beforeAutospacing="1" w:after="100" w:afterAutospacing="1"/>
    </w:pPr>
    <w:rPr>
      <w:lang w:val="es-ES" w:eastAsia="es-ES"/>
    </w:rPr>
  </w:style>
  <w:style w:type="character" w:styleId="Strong">
    <w:name w:val="Strong"/>
    <w:basedOn w:val="DefaultParagraphFont"/>
    <w:uiPriority w:val="99"/>
    <w:qFormat/>
    <w:locked/>
    <w:rsid w:val="00A12018"/>
    <w:rPr>
      <w:rFonts w:cs="Times New Roman"/>
      <w:b/>
      <w:bCs/>
    </w:rPr>
  </w:style>
  <w:style w:type="character" w:styleId="Emphasis">
    <w:name w:val="Emphasis"/>
    <w:basedOn w:val="DefaultParagraphFont"/>
    <w:uiPriority w:val="99"/>
    <w:qFormat/>
    <w:locked/>
    <w:rsid w:val="00A12018"/>
    <w:rPr>
      <w:rFonts w:cs="Times New Roman"/>
      <w:i/>
      <w:iCs/>
    </w:rPr>
  </w:style>
  <w:style w:type="paragraph" w:styleId="Footer">
    <w:name w:val="footer"/>
    <w:basedOn w:val="Normal"/>
    <w:link w:val="FooterChar"/>
    <w:uiPriority w:val="99"/>
    <w:rsid w:val="000357F8"/>
    <w:pPr>
      <w:tabs>
        <w:tab w:val="center" w:pos="4252"/>
        <w:tab w:val="right" w:pos="8504"/>
      </w:tabs>
    </w:pPr>
  </w:style>
  <w:style w:type="character" w:customStyle="1" w:styleId="FooterChar">
    <w:name w:val="Footer Char"/>
    <w:basedOn w:val="DefaultParagraphFont"/>
    <w:link w:val="Footer"/>
    <w:uiPriority w:val="99"/>
    <w:semiHidden/>
    <w:rsid w:val="00841334"/>
    <w:rPr>
      <w:sz w:val="24"/>
      <w:szCs w:val="24"/>
      <w:lang w:eastAsia="en-US"/>
    </w:rPr>
  </w:style>
  <w:style w:type="character" w:styleId="PageNumber">
    <w:name w:val="page number"/>
    <w:basedOn w:val="DefaultParagraphFont"/>
    <w:uiPriority w:val="99"/>
    <w:rsid w:val="000357F8"/>
    <w:rPr>
      <w:rFonts w:cs="Times New Roman"/>
    </w:rPr>
  </w:style>
  <w:style w:type="character" w:styleId="FollowedHyperlink">
    <w:name w:val="FollowedHyperlink"/>
    <w:basedOn w:val="DefaultParagraphFont"/>
    <w:uiPriority w:val="99"/>
    <w:rsid w:val="000357F8"/>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5099805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kryon/canalizaciones.ht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udio.kryon.com/en/main-sun-sylvan-15.mp3"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egrupos.net/grupo/laeradelahora/al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5</Pages>
  <Words>2854</Words>
  <Characters>15703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FILTROS AKÁSHICOS</dc:title>
  <dc:subject/>
  <dc:creator/>
  <cp:keywords/>
  <dc:description/>
  <cp:lastModifiedBy>Graciela</cp:lastModifiedBy>
  <cp:revision>3</cp:revision>
  <dcterms:created xsi:type="dcterms:W3CDTF">2015-02-02T19:23:00Z</dcterms:created>
  <dcterms:modified xsi:type="dcterms:W3CDTF">2015-02-02T19:26:00Z</dcterms:modified>
</cp:coreProperties>
</file>