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90" w:rsidRDefault="00DC1290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DC1290" w:rsidRPr="00922193" w:rsidRDefault="00DC1290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1 de Octubre 2023</w:t>
      </w:r>
    </w:p>
    <w:p w:rsidR="00DC1290" w:rsidRPr="0033494D" w:rsidRDefault="00DC1290" w:rsidP="0033494D">
      <w:pPr>
        <w:rPr>
          <w:rFonts w:ascii="Calibri" w:hAnsi="Calibri"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7</w:t>
      </w:r>
      <w:r w:rsidRPr="001E41F4">
        <w:rPr>
          <w:rFonts w:ascii="Calibri" w:hAnsi="Calibri"/>
          <w:b/>
          <w:szCs w:val="24"/>
          <w:lang w:val="es-ES" w:eastAsia="es-ES"/>
        </w:rPr>
        <w:t xml:space="preserve"> de Kryon: </w:t>
      </w:r>
      <w:r w:rsidRPr="0033494D">
        <w:rPr>
          <w:rFonts w:ascii="Calibri" w:hAnsi="Calibri"/>
          <w:b/>
          <w:szCs w:val="24"/>
          <w:lang w:val="es-ES" w:eastAsia="es-ES"/>
        </w:rPr>
        <w:t>Cartas desde el Hogar</w:t>
      </w:r>
    </w:p>
    <w:p w:rsidR="00DC1290" w:rsidRPr="0033494D" w:rsidRDefault="00DC1290" w:rsidP="0033494D">
      <w:pPr>
        <w:rPr>
          <w:rFonts w:ascii="Calibri" w:hAnsi="Calibri"/>
          <w:szCs w:val="24"/>
          <w:lang w:val="es-ES" w:eastAsia="es-ES"/>
        </w:rPr>
      </w:pPr>
      <w:r w:rsidRPr="0033494D">
        <w:rPr>
          <w:rFonts w:ascii="Calibri" w:hAnsi="Calibri"/>
          <w:szCs w:val="24"/>
          <w:lang w:val="es-ES" w:eastAsia="es-ES"/>
        </w:rPr>
        <w:t> </w:t>
      </w:r>
    </w:p>
    <w:p w:rsidR="00DC1290" w:rsidRDefault="00DC1290" w:rsidP="00133C70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La Conciencia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>
        <w:rPr>
          <w:rFonts w:ascii="Calibri" w:hAnsi="Calibri"/>
          <w:szCs w:val="24"/>
          <w:lang w:val="es-ES" w:eastAsia="es-ES"/>
        </w:rPr>
        <w:br/>
      </w:r>
      <w:r w:rsidRPr="00133C70">
        <w:rPr>
          <w:rFonts w:ascii="Calibri" w:hAnsi="Calibri"/>
          <w:szCs w:val="24"/>
          <w:lang w:val="es-ES" w:eastAsia="es-ES"/>
        </w:rPr>
        <w:t>Muchos de ustedes han viajado por sus vidas (significa todas sus vidas pasadas) siguiendo, siguiendo, siguiendo.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Han dicho que esto es lo que deberían hacer – es lo esperado y espiritualmente correcto, y entonces eso hicieron.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Alguien llega con algo nuevo y dice “Esto es lo que deberían hacer ahora”, y entonces ustedes lo hacen.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Y algunos de ustedes tienen un largo de hilo de desilusiones en ese proceso de “seguir”.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Ahora les estamos diciendo algo asombroso.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>
        <w:rPr>
          <w:rFonts w:ascii="Calibri" w:hAnsi="Calibri"/>
          <w:szCs w:val="24"/>
          <w:lang w:val="es-ES" w:eastAsia="es-ES"/>
        </w:rPr>
        <w:t>Les informamos que la con</w:t>
      </w:r>
      <w:r w:rsidRPr="00133C70">
        <w:rPr>
          <w:rFonts w:ascii="Calibri" w:hAnsi="Calibri"/>
          <w:szCs w:val="24"/>
          <w:lang w:val="es-ES" w:eastAsia="es-ES"/>
        </w:rPr>
        <w:t xml:space="preserve">ciencia de “seguir” ahora está cambiando, y les pedimos que ahora sean el pastor, y no las ovejas. 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Nos sentamos aquí juntos como familia, discutiendo algo profundo.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Ustedes, los trabajadores de luz, son la línea frontal, la vanguardia de lo que ha de venir.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Cada uno se considera un trabajador en la Luz – sosteniendo la Luz – anclando la Luz.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Cada uno puede hoy levantarse de su silla con el potencial de un pastor y nunca más una oveja.</w:t>
      </w:r>
    </w:p>
    <w:p w:rsidR="00DC1290" w:rsidRPr="00133C70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 </w:t>
      </w:r>
    </w:p>
    <w:p w:rsidR="00DC1290" w:rsidRPr="0033494D" w:rsidRDefault="00DC1290" w:rsidP="00133C70">
      <w:pPr>
        <w:rPr>
          <w:rFonts w:ascii="Calibri" w:hAnsi="Calibri"/>
          <w:szCs w:val="24"/>
          <w:lang w:val="es-ES" w:eastAsia="es-ES"/>
        </w:rPr>
      </w:pPr>
      <w:r w:rsidRPr="00133C70">
        <w:rPr>
          <w:rFonts w:ascii="Calibri" w:hAnsi="Calibri"/>
          <w:szCs w:val="24"/>
          <w:lang w:val="es-ES" w:eastAsia="es-ES"/>
        </w:rPr>
        <w:t>Es parte del nuevo despertar de “quién eres”.</w:t>
      </w:r>
    </w:p>
    <w:p w:rsidR="00DC1290" w:rsidRPr="00DA5917" w:rsidRDefault="00DC1290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 w:rsidRPr="00FD0280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DC1290" w:rsidRPr="00042C9D" w:rsidRDefault="00DC1290" w:rsidP="00E2127A">
      <w:pPr>
        <w:rPr>
          <w:rFonts w:ascii="Calibri" w:hAnsi="Calibri" w:cs="Arial"/>
          <w:sz w:val="20"/>
          <w:szCs w:val="20"/>
          <w:lang w:eastAsia="es-ES"/>
        </w:rPr>
      </w:pPr>
      <w:r w:rsidRPr="0033494D">
        <w:rPr>
          <w:rFonts w:ascii="Calibri" w:hAnsi="Calibri"/>
        </w:rPr>
        <w:t>a través de Lee Carroll</w:t>
      </w:r>
      <w:r w:rsidRPr="0033494D">
        <w:rPr>
          <w:rFonts w:ascii="Calibri" w:hAnsi="Calibri"/>
        </w:rPr>
        <w:br/>
      </w:r>
      <w:r>
        <w:rPr>
          <w:rFonts w:ascii="Calibri" w:hAnsi="Calibri"/>
          <w:lang w:val="es-ES" w:eastAsia="es-ES"/>
        </w:rPr>
        <w:t> Traducción: M. Cristina Cáffaro</w:t>
      </w:r>
      <w:r w:rsidRPr="0033494D">
        <w:rPr>
          <w:rFonts w:ascii="Calibri" w:hAnsi="Calibri"/>
          <w:lang w:val="es-ES"/>
        </w:rPr>
        <w:br/>
      </w:r>
    </w:p>
    <w:sectPr w:rsidR="00DC1290" w:rsidRPr="00042C9D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290" w:rsidRDefault="00DC1290">
      <w:r>
        <w:separator/>
      </w:r>
    </w:p>
  </w:endnote>
  <w:endnote w:type="continuationSeparator" w:id="0">
    <w:p w:rsidR="00DC1290" w:rsidRDefault="00DC1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290" w:rsidRDefault="00DC1290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1290" w:rsidRDefault="00DC12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290" w:rsidRDefault="00DC1290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C1290" w:rsidRDefault="00DC12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290" w:rsidRDefault="00DC1290">
      <w:r>
        <w:separator/>
      </w:r>
    </w:p>
  </w:footnote>
  <w:footnote w:type="continuationSeparator" w:id="0">
    <w:p w:rsidR="00DC1290" w:rsidRDefault="00DC1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C9D"/>
    <w:rsid w:val="00042F47"/>
    <w:rsid w:val="000479F5"/>
    <w:rsid w:val="00053AC5"/>
    <w:rsid w:val="00054D12"/>
    <w:rsid w:val="00065A71"/>
    <w:rsid w:val="0006778F"/>
    <w:rsid w:val="000711AE"/>
    <w:rsid w:val="00071A5F"/>
    <w:rsid w:val="000748D0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38FC"/>
    <w:rsid w:val="000C4B47"/>
    <w:rsid w:val="000C5CA3"/>
    <w:rsid w:val="000D071C"/>
    <w:rsid w:val="000D1AE9"/>
    <w:rsid w:val="000D5AA5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C70"/>
    <w:rsid w:val="00133E59"/>
    <w:rsid w:val="0013568B"/>
    <w:rsid w:val="001376C2"/>
    <w:rsid w:val="00137713"/>
    <w:rsid w:val="00137C0F"/>
    <w:rsid w:val="001409C3"/>
    <w:rsid w:val="00140C44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43B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E41F4"/>
    <w:rsid w:val="001F071C"/>
    <w:rsid w:val="001F7508"/>
    <w:rsid w:val="00200E38"/>
    <w:rsid w:val="00203BA1"/>
    <w:rsid w:val="0020475B"/>
    <w:rsid w:val="00205DED"/>
    <w:rsid w:val="0020797A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1D45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1F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0601C"/>
    <w:rsid w:val="00312174"/>
    <w:rsid w:val="00314076"/>
    <w:rsid w:val="003158F0"/>
    <w:rsid w:val="00315F8F"/>
    <w:rsid w:val="00322311"/>
    <w:rsid w:val="00322CD1"/>
    <w:rsid w:val="00325D0E"/>
    <w:rsid w:val="00326E8F"/>
    <w:rsid w:val="0033494D"/>
    <w:rsid w:val="00336C69"/>
    <w:rsid w:val="0034215A"/>
    <w:rsid w:val="00342ADF"/>
    <w:rsid w:val="003479B0"/>
    <w:rsid w:val="00347DF1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75BFE"/>
    <w:rsid w:val="003845FA"/>
    <w:rsid w:val="00384DBB"/>
    <w:rsid w:val="003855A8"/>
    <w:rsid w:val="003860CF"/>
    <w:rsid w:val="00386AE5"/>
    <w:rsid w:val="00391504"/>
    <w:rsid w:val="0039219B"/>
    <w:rsid w:val="00395353"/>
    <w:rsid w:val="003955DA"/>
    <w:rsid w:val="00397BCC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505D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50B9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0797B"/>
    <w:rsid w:val="0051276E"/>
    <w:rsid w:val="00517EC0"/>
    <w:rsid w:val="0052059F"/>
    <w:rsid w:val="00520C88"/>
    <w:rsid w:val="00521EC0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0D49"/>
    <w:rsid w:val="00561B16"/>
    <w:rsid w:val="00562075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6F2F15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351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1735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44789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3D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17339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87165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0F86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B62ED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1316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3E3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290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127A"/>
    <w:rsid w:val="00E23899"/>
    <w:rsid w:val="00E247FE"/>
    <w:rsid w:val="00E270B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4DC8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39EB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D6082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5D04"/>
    <w:rsid w:val="00F474CE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DA1"/>
    <w:rsid w:val="00F72F09"/>
    <w:rsid w:val="00F73237"/>
    <w:rsid w:val="00F74F3B"/>
    <w:rsid w:val="00F75FF0"/>
    <w:rsid w:val="00F76D88"/>
    <w:rsid w:val="00F8154D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C69FE"/>
    <w:rsid w:val="00FD0280"/>
    <w:rsid w:val="00FD69AC"/>
    <w:rsid w:val="00FE5513"/>
    <w:rsid w:val="00FE55B3"/>
    <w:rsid w:val="00FE5D93"/>
    <w:rsid w:val="00FE6363"/>
    <w:rsid w:val="00FF09ED"/>
    <w:rsid w:val="00FF1249"/>
    <w:rsid w:val="00FF27C6"/>
    <w:rsid w:val="00FF2A90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291F5C"/>
    <w:rPr>
      <w:rFonts w:cs="Times New Roman"/>
    </w:rPr>
  </w:style>
  <w:style w:type="character" w:customStyle="1" w:styleId="BodyTextChar2">
    <w:name w:val="Body Text Char2"/>
    <w:basedOn w:val="DefaultParagraphFont"/>
    <w:uiPriority w:val="99"/>
    <w:semiHidden/>
    <w:locked/>
    <w:rsid w:val="0098783D"/>
    <w:rPr>
      <w:rFonts w:cs="Times New Roman"/>
      <w:sz w:val="24"/>
      <w:szCs w:val="24"/>
      <w:lang w:val="es-ES" w:eastAsia="es-ES"/>
    </w:rPr>
  </w:style>
  <w:style w:type="paragraph" w:styleId="Closing">
    <w:name w:val="Closing"/>
    <w:basedOn w:val="Normal"/>
    <w:link w:val="Closing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  <w:style w:type="paragraph" w:styleId="Signature">
    <w:name w:val="Signature"/>
    <w:basedOn w:val="Normal"/>
    <w:link w:val="Signature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3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19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749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11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3167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3172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317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319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321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5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820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3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652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5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039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53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774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3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5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531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45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1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4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5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6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0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0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853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53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532003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60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3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52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5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53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857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792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531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31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5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53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752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75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5320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11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532156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3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4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962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18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5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53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40853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40853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40853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53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31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532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40853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53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40853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3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53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4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3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5320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85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2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4085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40853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853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853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29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2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3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6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6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6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7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7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8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8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29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53230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5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3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532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532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53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0853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3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34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32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53234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53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532338">
          <w:marLeft w:val="180"/>
          <w:marRight w:val="18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40853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33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53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53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3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853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32334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3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2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32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3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53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1</Pages>
  <Words>193</Words>
  <Characters>1062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2023-10-07T22:33:00Z</dcterms:created>
  <dcterms:modified xsi:type="dcterms:W3CDTF">2023-10-07T22:36:00Z</dcterms:modified>
</cp:coreProperties>
</file>