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CF" w:rsidRDefault="003860CF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3860CF" w:rsidRPr="00922193" w:rsidRDefault="003860CF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10 de Septiembre 2023</w:t>
      </w:r>
    </w:p>
    <w:p w:rsidR="003860CF" w:rsidRPr="001E41F4" w:rsidRDefault="003860CF" w:rsidP="001E41F4">
      <w:pPr>
        <w:rPr>
          <w:rFonts w:ascii="Calibri" w:hAnsi="Calibri"/>
          <w:b/>
          <w:szCs w:val="24"/>
          <w:lang w:val="es-ES" w:eastAsia="es-ES"/>
        </w:rPr>
      </w:pPr>
      <w:r w:rsidRPr="001E41F4">
        <w:rPr>
          <w:rFonts w:ascii="Calibri" w:hAnsi="Calibri"/>
          <w:b/>
          <w:szCs w:val="24"/>
          <w:lang w:val="es-ES" w:eastAsia="es-ES"/>
        </w:rPr>
        <w:t>Del Libro 13 de Kryon: La Recalibración de la Humanidad</w:t>
      </w:r>
    </w:p>
    <w:p w:rsidR="003860CF" w:rsidRPr="001E41F4" w:rsidRDefault="003860CF" w:rsidP="001E41F4">
      <w:pPr>
        <w:rPr>
          <w:rFonts w:ascii="Calibri" w:hAnsi="Calibri"/>
          <w:b/>
          <w:szCs w:val="24"/>
          <w:lang w:val="es-ES" w:eastAsia="es-ES"/>
        </w:rPr>
      </w:pPr>
      <w:r w:rsidRPr="001E41F4">
        <w:rPr>
          <w:rFonts w:ascii="Calibri" w:hAnsi="Calibri"/>
          <w:b/>
          <w:szCs w:val="24"/>
          <w:lang w:val="es-ES" w:eastAsia="es-ES"/>
        </w:rPr>
        <w:t> </w:t>
      </w:r>
      <w:r w:rsidRPr="001E41F4">
        <w:rPr>
          <w:rFonts w:ascii="Calibri" w:hAnsi="Calibri"/>
          <w:b/>
          <w:szCs w:val="24"/>
          <w:lang w:val="es-ES" w:eastAsia="es-ES"/>
        </w:rPr>
        <w:br/>
        <w:t>El Ego</w:t>
      </w:r>
      <w:r>
        <w:rPr>
          <w:rFonts w:ascii="Calibri" w:hAnsi="Calibri"/>
          <w:b/>
          <w:szCs w:val="24"/>
          <w:lang w:val="es-ES" w:eastAsia="es-ES"/>
        </w:rPr>
        <w:br/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La próxima vez que vayas  a comer con amigos, aquí está tu tarea: No digas nada sobre ti mismo.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Cero; a menos que te pregunten.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Esto te va a decir cuáles son tus hábitos y si tu ego está “disfrazado de trabajo de luz”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Esta tarea revelará si tienes un hábito del que no te dabas cuenta.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Otra vez te pregunto: ¿Los Maestros de la Tierra hacían esto?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Cuando se reunían con otros, ¿los oías hablar de sí mismos y de cuánto habían hecho? La respuesta es no.</w:t>
      </w:r>
    </w:p>
    <w:p w:rsidR="003860CF" w:rsidRPr="001E41F4" w:rsidRDefault="003860CF" w:rsidP="001E41F4">
      <w:pPr>
        <w:spacing w:after="120"/>
        <w:rPr>
          <w:rFonts w:ascii="Calibri" w:hAnsi="Calibri"/>
          <w:szCs w:val="24"/>
          <w:lang w:val="es-ES" w:eastAsia="es-ES"/>
        </w:rPr>
      </w:pPr>
      <w:r w:rsidRPr="001E41F4">
        <w:rPr>
          <w:rFonts w:ascii="Calibri" w:hAnsi="Calibri"/>
          <w:szCs w:val="24"/>
          <w:lang w:val="es-ES" w:eastAsia="es-ES"/>
        </w:rPr>
        <w:t>Se sentaban a los pies de quienes venían a verlos, y los escuchaban, y hablaban sobre la belleza de la Gran Fuente Central, y los alimentaban con sabiduría misericordiosa y con amor.</w:t>
      </w:r>
    </w:p>
    <w:p w:rsidR="003860CF" w:rsidRPr="00DA5917" w:rsidRDefault="003860CF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FD0280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3860CF" w:rsidRDefault="003860CF" w:rsidP="0053008B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  <w:r>
        <w:rPr>
          <w:rFonts w:ascii="Arial" w:hAnsi="Arial" w:cs="Arial"/>
          <w:sz w:val="20"/>
          <w:szCs w:val="20"/>
          <w:lang w:val="es-ES" w:eastAsia="es-ES"/>
        </w:rPr>
        <w:br/>
      </w:r>
    </w:p>
    <w:p w:rsidR="003860CF" w:rsidRPr="00E44DC8" w:rsidRDefault="003860CF" w:rsidP="00E44DC8">
      <w:pPr>
        <w:jc w:val="both"/>
        <w:rPr>
          <w:rFonts w:ascii="Calibri" w:hAnsi="Calibri" w:cs="Arial"/>
          <w:szCs w:val="24"/>
        </w:rPr>
      </w:pPr>
      <w:r>
        <w:rPr>
          <w:lang w:val="es-ES" w:eastAsia="es-ES"/>
        </w:rPr>
        <w:br/>
      </w:r>
    </w:p>
    <w:sectPr w:rsidR="003860CF" w:rsidRPr="00E44DC8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CF" w:rsidRDefault="003860CF">
      <w:r>
        <w:separator/>
      </w:r>
    </w:p>
  </w:endnote>
  <w:endnote w:type="continuationSeparator" w:id="0">
    <w:p w:rsidR="003860CF" w:rsidRDefault="00386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CF" w:rsidRDefault="003860C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60CF" w:rsidRDefault="003860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CF" w:rsidRDefault="003860C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60CF" w:rsidRDefault="00386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CF" w:rsidRDefault="003860CF">
      <w:r>
        <w:separator/>
      </w:r>
    </w:p>
  </w:footnote>
  <w:footnote w:type="continuationSeparator" w:id="0">
    <w:p w:rsidR="003860CF" w:rsidRDefault="00386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200E3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1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0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83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20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776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781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78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80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822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90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74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1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12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11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86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1179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3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8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11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1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809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68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6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1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1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94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88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1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84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83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8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20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1824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5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05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79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2111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2111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2111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111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1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11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2111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2111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11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5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1181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11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3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211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211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11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11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37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3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11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5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5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1183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1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118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11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111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43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41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843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18427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52111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84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11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1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11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1842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1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142</Words>
  <Characters>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2023-09-11T15:22:00Z</dcterms:created>
  <dcterms:modified xsi:type="dcterms:W3CDTF">2023-09-11T15:22:00Z</dcterms:modified>
</cp:coreProperties>
</file>