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BA" w:rsidRDefault="00E21EBA" w:rsidP="00C56B4F">
      <w:pPr>
        <w:jc w:val="center"/>
        <w:rPr>
          <w:rStyle w:val="jlqj4b"/>
          <w:rFonts w:ascii="Calibri" w:hAnsi="Calibri"/>
          <w:b/>
        </w:rPr>
      </w:pPr>
      <w:r w:rsidRPr="00C56B4F">
        <w:rPr>
          <w:rStyle w:val="jlqj4b"/>
          <w:rFonts w:ascii="Aharoni" w:hAnsi="Aharoni" w:cs="Aharoni"/>
          <w:b/>
        </w:rPr>
        <w:t>juntos.</w:t>
      </w:r>
      <w:r w:rsidRPr="00C56B4F">
        <w:rPr>
          <w:rStyle w:val="jlqj4b"/>
          <w:rFonts w:ascii="Calibri" w:hAnsi="Calibri"/>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4" o:title=""/>
          </v:shape>
        </w:pict>
      </w:r>
    </w:p>
    <w:p w:rsidR="00E21EBA" w:rsidRDefault="00E21EBA" w:rsidP="00C56B4F">
      <w:pPr>
        <w:jc w:val="center"/>
        <w:rPr>
          <w:rStyle w:val="jlqj4b"/>
          <w:rFonts w:ascii="Calibri" w:hAnsi="Calibri"/>
          <w:b/>
        </w:rPr>
      </w:pPr>
    </w:p>
    <w:p w:rsidR="00E21EBA" w:rsidRPr="008527B6" w:rsidRDefault="00E21EBA" w:rsidP="00C56B4F">
      <w:pPr>
        <w:rPr>
          <w:rStyle w:val="jlqj4b"/>
          <w:rFonts w:ascii="Calibri" w:hAnsi="Calibri" w:cs="Aharoni"/>
        </w:rPr>
      </w:pPr>
      <w:r w:rsidRPr="008527B6">
        <w:rPr>
          <w:rStyle w:val="jlqj4b"/>
          <w:rFonts w:ascii="Calibri" w:hAnsi="Calibri" w:cs="Aharoni"/>
        </w:rPr>
        <w:t>El mensaje de malvavisco de hoy trata sobre el secreto de la conciencia compasiva. Encontrarás esto en el libro Catorce de Kryon llamado New Human, página 86 del número original. Aquí lo tienes. Podemos leerlo juntos.</w:t>
      </w:r>
    </w:p>
    <w:p w:rsidR="00E21EBA" w:rsidRDefault="00E21EBA" w:rsidP="00C56B4F">
      <w:pPr>
        <w:rPr>
          <w:rStyle w:val="jlqj4b"/>
          <w:rFonts w:ascii="Aharoni" w:hAnsi="Aharoni" w:cs="Aharoni"/>
        </w:rPr>
      </w:pPr>
    </w:p>
    <w:p w:rsidR="00E21EBA" w:rsidRPr="008527B6" w:rsidRDefault="00E21EBA" w:rsidP="00C56B4F">
      <w:pPr>
        <w:rPr>
          <w:rStyle w:val="jlqj4b"/>
          <w:rFonts w:ascii="Calibri" w:hAnsi="Calibri"/>
        </w:rPr>
      </w:pPr>
      <w:r w:rsidRPr="008527B6">
        <w:rPr>
          <w:rStyle w:val="jlqj4b"/>
          <w:rFonts w:ascii="Calibri" w:hAnsi="Calibri"/>
          <w:i/>
        </w:rPr>
        <w:t xml:space="preserve">Del Libro Catorce de Kryon - El Nuevo Humano - Página 86 </w:t>
      </w:r>
      <w:r w:rsidRPr="008527B6">
        <w:rPr>
          <w:rStyle w:val="jlqj4b"/>
          <w:rFonts w:ascii="Calibri" w:hAnsi="Calibri"/>
          <w:i/>
        </w:rPr>
        <w:br/>
      </w:r>
      <w:r w:rsidRPr="008527B6">
        <w:rPr>
          <w:rStyle w:val="jlqj4b"/>
          <w:rFonts w:ascii="Calibri" w:hAnsi="Calibri"/>
          <w:i/>
        </w:rPr>
        <w:br/>
      </w:r>
      <w:r w:rsidRPr="008527B6">
        <w:rPr>
          <w:rStyle w:val="jlqj4b"/>
          <w:rFonts w:ascii="Calibri" w:hAnsi="Calibri"/>
          <w:b/>
        </w:rPr>
        <w:t xml:space="preserve">El secreto es la conciencia compasiva </w:t>
      </w:r>
      <w:r w:rsidRPr="008527B6">
        <w:rPr>
          <w:rStyle w:val="jlqj4b"/>
          <w:rFonts w:ascii="Calibri" w:hAnsi="Calibri"/>
          <w:b/>
        </w:rPr>
        <w:br/>
      </w:r>
      <w:r w:rsidRPr="008527B6">
        <w:rPr>
          <w:rStyle w:val="jlqj4b"/>
          <w:rFonts w:ascii="Calibri" w:hAnsi="Calibri"/>
        </w:rPr>
        <w:br/>
        <w:t>El secreto para extraer tu Akash, o liberar la plantilla, es tener una conciencia compasiva. ¿Eso te sorprende? Eso es lo que se ha estado perdiendo todo el tiempo.</w:t>
      </w:r>
    </w:p>
    <w:p w:rsidR="00E21EBA" w:rsidRPr="008527B6" w:rsidRDefault="00E21EBA" w:rsidP="00C56B4F">
      <w:pPr>
        <w:rPr>
          <w:rStyle w:val="jlqj4b"/>
          <w:rFonts w:ascii="Calibri" w:hAnsi="Calibri"/>
        </w:rPr>
      </w:pPr>
    </w:p>
    <w:p w:rsidR="00E21EBA" w:rsidRDefault="00E21EBA" w:rsidP="00C56B4F">
      <w:pPr>
        <w:rPr>
          <w:rStyle w:val="jlqj4b"/>
          <w:rFonts w:ascii="Calibri" w:hAnsi="Calibri"/>
        </w:rPr>
      </w:pPr>
      <w:r w:rsidRPr="008527B6">
        <w:rPr>
          <w:rStyle w:val="jlqj4b"/>
          <w:rFonts w:ascii="Calibri" w:hAnsi="Calibri"/>
        </w:rPr>
        <w:t>Si vas a extraer tu Akash [aprovecha las cosas que has aprendido en el pasado] y empieza a reescribir quién eres, tendrás que llegar a un acuerdo de compasión contigo mismo.</w:t>
      </w:r>
    </w:p>
    <w:p w:rsidR="00E21EBA" w:rsidRDefault="00E21EBA" w:rsidP="00C56B4F">
      <w:pPr>
        <w:rPr>
          <w:rStyle w:val="jlqj4b"/>
        </w:rPr>
      </w:pPr>
    </w:p>
    <w:p w:rsidR="00E21EBA" w:rsidRDefault="00E21EBA" w:rsidP="00C56B4F">
      <w:pPr>
        <w:rPr>
          <w:rStyle w:val="jlqj4b"/>
          <w:rFonts w:ascii="Calibri" w:hAnsi="Calibri"/>
        </w:rPr>
      </w:pPr>
      <w:r w:rsidRPr="008527B6">
        <w:rPr>
          <w:rStyle w:val="jlqj4b"/>
          <w:rFonts w:ascii="Calibri" w:hAnsi="Calibri"/>
        </w:rPr>
        <w:t>¿Cómo te va con la falta de ira, el cuidado de los demás, la pureza de Dios en tu interior? La física de la conciencia para crear compasión crea lo que yo llamo acción compasiva. Es para todos los que están en la sala y para los que leen. Un alma vieja sabe cómo hacer esto.</w:t>
      </w:r>
    </w:p>
    <w:p w:rsidR="00E21EBA" w:rsidRPr="008527B6" w:rsidRDefault="00E21EBA" w:rsidP="00C56B4F">
      <w:pPr>
        <w:rPr>
          <w:rFonts w:ascii="Calibri" w:hAnsi="Calibri" w:cs="Aharoni"/>
        </w:rPr>
      </w:pPr>
    </w:p>
    <w:p w:rsidR="00E21EBA" w:rsidRDefault="00E21EBA" w:rsidP="00C56B4F">
      <w:pPr>
        <w:rPr>
          <w:rStyle w:val="jlqj4b"/>
          <w:rFonts w:ascii="Calibri" w:hAnsi="Calibri"/>
        </w:rPr>
      </w:pPr>
      <w:r w:rsidRPr="008527B6">
        <w:rPr>
          <w:rStyle w:val="jlqj4b"/>
          <w:rFonts w:ascii="Calibri" w:hAnsi="Calibri"/>
        </w:rPr>
        <w:t>Escucha: sé quién eres. No estarías escuchando ni leyendo a menos que fueras un alma vieja. Eres uno y sabes que lo eres.</w:t>
      </w:r>
    </w:p>
    <w:p w:rsidR="00E21EBA" w:rsidRDefault="00E21EBA" w:rsidP="00C56B4F">
      <w:pPr>
        <w:rPr>
          <w:rStyle w:val="jlqj4b"/>
        </w:rPr>
      </w:pPr>
    </w:p>
    <w:p w:rsidR="00E21EBA" w:rsidRDefault="00E21EBA" w:rsidP="00C56B4F">
      <w:pPr>
        <w:rPr>
          <w:rStyle w:val="jlqj4b"/>
        </w:rPr>
      </w:pPr>
      <w:r w:rsidRPr="008527B6">
        <w:rPr>
          <w:rStyle w:val="jlqj4b"/>
          <w:rFonts w:ascii="Calibri" w:hAnsi="Calibri"/>
        </w:rPr>
        <w:t>La compasión es el rey de todas las emociones en este punto del planeta. Te llevará a un estado de amor evolucionado, y sin compasión y cuidado por los demás, no funcionará. De hecho, nada funcionará</w:t>
      </w:r>
      <w:r>
        <w:rPr>
          <w:rStyle w:val="jlqj4b"/>
        </w:rPr>
        <w:t>.</w:t>
      </w:r>
    </w:p>
    <w:p w:rsidR="00E21EBA" w:rsidRDefault="00E21EBA" w:rsidP="00C56B4F">
      <w:pPr>
        <w:rPr>
          <w:rStyle w:val="jlqj4b"/>
        </w:rPr>
      </w:pPr>
    </w:p>
    <w:p w:rsidR="00E21EBA" w:rsidRPr="00DC3CAC" w:rsidRDefault="00E21EBA" w:rsidP="00C56B4F">
      <w:pPr>
        <w:rPr>
          <w:rFonts w:ascii="Calibri" w:hAnsi="Calibri" w:cs="Aharoni"/>
          <w:sz w:val="48"/>
          <w:szCs w:val="48"/>
        </w:rPr>
      </w:pPr>
      <w:r w:rsidRPr="00DC3CAC">
        <w:rPr>
          <w:rStyle w:val="jlqj4b"/>
          <w:rFonts w:ascii="Calibri" w:hAnsi="Calibri"/>
        </w:rPr>
        <w:t>~ KRYON a través de Lee Carroll, el canal original de Kryon (a través de gary@kryon.us y editado por el equipo de maestros de Kryon)</w:t>
      </w:r>
    </w:p>
    <w:sectPr w:rsidR="00E21EBA" w:rsidRPr="00DC3CAC" w:rsidSect="002B48B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8B2"/>
    <w:rsid w:val="00091E9C"/>
    <w:rsid w:val="002A7E37"/>
    <w:rsid w:val="002B1D43"/>
    <w:rsid w:val="002B48B7"/>
    <w:rsid w:val="004C28B2"/>
    <w:rsid w:val="00524E91"/>
    <w:rsid w:val="00660B0B"/>
    <w:rsid w:val="008527B6"/>
    <w:rsid w:val="00A90593"/>
    <w:rsid w:val="00C56B4F"/>
    <w:rsid w:val="00DC3CAC"/>
    <w:rsid w:val="00E114BB"/>
    <w:rsid w:val="00E21EB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lqj4b">
    <w:name w:val="jlqj4b"/>
    <w:basedOn w:val="DefaultParagraphFont"/>
    <w:uiPriority w:val="99"/>
    <w:rsid w:val="004C28B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Pages>
  <Words>215</Words>
  <Characters>1188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Kryon responde a tus preguntas </dc:title>
  <dc:subject/>
  <dc:creator>gwartel@hotmail.com</dc:creator>
  <cp:keywords/>
  <dc:description/>
  <cp:lastModifiedBy>gwartel@hotmail.com</cp:lastModifiedBy>
  <cp:revision>3</cp:revision>
  <dcterms:created xsi:type="dcterms:W3CDTF">2021-06-13T22:07:00Z</dcterms:created>
  <dcterms:modified xsi:type="dcterms:W3CDTF">2021-06-13T23:03:00Z</dcterms:modified>
</cp:coreProperties>
</file>