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1CF" w:rsidRDefault="003B21CF" w:rsidP="00BC3D91"/>
    <w:p w:rsidR="003B21CF" w:rsidRDefault="003B21CF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3B21CF" w:rsidRPr="00922193" w:rsidRDefault="003B21CF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  16 de Julio 2023</w:t>
      </w:r>
    </w:p>
    <w:p w:rsidR="003B21CF" w:rsidRPr="00922193" w:rsidRDefault="003B21CF" w:rsidP="00922193">
      <w:pPr>
        <w:rPr>
          <w:rFonts w:ascii="Calibri" w:hAnsi="Calibri"/>
          <w:b/>
        </w:rPr>
      </w:pPr>
      <w:r w:rsidRPr="00922193">
        <w:rPr>
          <w:rFonts w:ascii="Calibri" w:hAnsi="Calibri"/>
          <w:b/>
        </w:rPr>
        <w:t>Del Libro 10 de Kryon – Una Nueva Dispensación</w:t>
      </w:r>
    </w:p>
    <w:p w:rsidR="003B21CF" w:rsidRPr="00922193" w:rsidRDefault="003B21CF" w:rsidP="00922193">
      <w:pPr>
        <w:rPr>
          <w:rFonts w:ascii="Calibri" w:hAnsi="Calibri"/>
          <w:b/>
        </w:rPr>
      </w:pPr>
      <w:r>
        <w:rPr>
          <w:rFonts w:ascii="Calibri" w:hAnsi="Calibri"/>
          <w:b/>
        </w:rPr>
        <w:br/>
      </w:r>
      <w:r w:rsidRPr="00922193">
        <w:rPr>
          <w:rFonts w:ascii="Calibri" w:hAnsi="Calibri"/>
          <w:b/>
        </w:rPr>
        <w:t>La Manera en que se Crea la Energía</w:t>
      </w:r>
    </w:p>
    <w:p w:rsidR="003B21CF" w:rsidRDefault="003B21CF" w:rsidP="00922193">
      <w:pPr>
        <w:rPr>
          <w:rFonts w:ascii="Calibri" w:hAnsi="Calibri"/>
        </w:rPr>
      </w:pPr>
    </w:p>
    <w:p w:rsidR="003B21CF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Querido humano, voy a darte un postulado – una regla física, espiritual – una que ya dimos antes, pero que nunca oyes lo bastante.</w:t>
      </w:r>
    </w:p>
    <w:p w:rsidR="003B21CF" w:rsidRPr="00922193" w:rsidRDefault="003B21CF" w:rsidP="00922193">
      <w:pPr>
        <w:rPr>
          <w:rFonts w:ascii="Calibri" w:hAnsi="Calibri"/>
        </w:rPr>
      </w:pPr>
    </w:p>
    <w:p w:rsidR="003B21CF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Se trata de la creación de energía. Trabajador de luz: cada vez que el miedo empieza a crecer dentro de ti, y tú exitosamente lo cancelas debido a la sabiduría y al conocimiento que llevas, acabas de ganar una batalla.</w:t>
      </w:r>
    </w:p>
    <w:p w:rsidR="003B21CF" w:rsidRPr="00922193" w:rsidRDefault="003B21CF" w:rsidP="00922193">
      <w:pPr>
        <w:rPr>
          <w:rFonts w:ascii="Calibri" w:hAnsi="Calibri"/>
        </w:rPr>
      </w:pPr>
    </w:p>
    <w:p w:rsidR="003B21CF" w:rsidRPr="00922193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Más que eso, dentro del proceso de cancelar este miedo, has creado una tercera energía.</w:t>
      </w:r>
    </w:p>
    <w:p w:rsidR="003B21CF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Aparentemente de la nada, has creado lo que llamamos una tercera energía.</w:t>
      </w:r>
    </w:p>
    <w:p w:rsidR="003B21CF" w:rsidRPr="00922193" w:rsidRDefault="003B21CF" w:rsidP="00922193">
      <w:pPr>
        <w:rPr>
          <w:rFonts w:ascii="Calibri" w:hAnsi="Calibri"/>
        </w:rPr>
      </w:pPr>
    </w:p>
    <w:p w:rsidR="003B21CF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Es una “tercera” energía, porque responde a otras dos.</w:t>
      </w:r>
    </w:p>
    <w:p w:rsidR="003B21CF" w:rsidRPr="00922193" w:rsidRDefault="003B21CF" w:rsidP="00922193">
      <w:pPr>
        <w:rPr>
          <w:rFonts w:ascii="Calibri" w:hAnsi="Calibri"/>
        </w:rPr>
      </w:pPr>
    </w:p>
    <w:p w:rsidR="003B21CF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Las otras son: (1 la energía de tu consciencia (energía humana), y (2) el desafío ante ti (la energía de la situación)</w:t>
      </w:r>
    </w:p>
    <w:p w:rsidR="003B21CF" w:rsidRPr="00922193" w:rsidRDefault="003B21CF" w:rsidP="00922193">
      <w:pPr>
        <w:rPr>
          <w:rFonts w:ascii="Calibri" w:hAnsi="Calibri"/>
        </w:rPr>
      </w:pPr>
    </w:p>
    <w:p w:rsidR="003B21CF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Cuando eres capaz de usar la primera (1) para cancelar o cambiar la segunda (2) hacia lo que podrías esperar, ocurre una tercera (3) que es una “nueva energía manifestada”.</w:t>
      </w:r>
    </w:p>
    <w:p w:rsidR="003B21CF" w:rsidRPr="00922193" w:rsidRDefault="003B21CF" w:rsidP="00922193">
      <w:pPr>
        <w:rPr>
          <w:rFonts w:ascii="Calibri" w:hAnsi="Calibri"/>
        </w:rPr>
      </w:pPr>
    </w:p>
    <w:p w:rsidR="003B21CF" w:rsidRPr="00922193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Esta se coloca en la cima de esta pirámide situacional (interdimensionalmente).</w:t>
      </w:r>
    </w:p>
    <w:p w:rsidR="003B21CF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Llámalo “la tríada del desafío”.</w:t>
      </w:r>
    </w:p>
    <w:p w:rsidR="003B21CF" w:rsidRPr="00922193" w:rsidRDefault="003B21CF" w:rsidP="00922193">
      <w:pPr>
        <w:rPr>
          <w:rFonts w:ascii="Calibri" w:hAnsi="Calibri"/>
        </w:rPr>
      </w:pPr>
    </w:p>
    <w:p w:rsidR="003B21CF" w:rsidRPr="00922193" w:rsidRDefault="003B21CF" w:rsidP="00922193">
      <w:pPr>
        <w:rPr>
          <w:rFonts w:ascii="Calibri" w:hAnsi="Calibri"/>
        </w:rPr>
      </w:pPr>
      <w:r w:rsidRPr="00922193">
        <w:rPr>
          <w:rFonts w:ascii="Calibri" w:hAnsi="Calibri"/>
        </w:rPr>
        <w:t>Aunque esta energía recién creada está en la cima, se la llama la energía “de anclaje”.</w:t>
      </w:r>
    </w:p>
    <w:p w:rsidR="003B21CF" w:rsidRPr="008A09E5" w:rsidRDefault="003B21CF" w:rsidP="008A09E5">
      <w:pPr>
        <w:rPr>
          <w:rFonts w:ascii="Calibri" w:hAnsi="Calibri"/>
          <w:szCs w:val="24"/>
          <w:lang w:val="es-ES" w:eastAsia="es-ES"/>
        </w:rPr>
      </w:pPr>
      <w:r w:rsidRPr="008A09E5">
        <w:rPr>
          <w:rFonts w:ascii="Calibri" w:hAnsi="Calibri"/>
          <w:szCs w:val="24"/>
          <w:lang w:val="es-ES" w:eastAsia="es-ES"/>
        </w:rPr>
        <w:t> </w:t>
      </w:r>
    </w:p>
    <w:p w:rsidR="003B21CF" w:rsidRPr="00DA5917" w:rsidRDefault="003B21CF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890C43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3B21CF" w:rsidRDefault="003B21CF" w:rsidP="00C759C8">
      <w:pPr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C759C8">
        <w:rPr>
          <w:rFonts w:ascii="Arial" w:hAnsi="Arial" w:cs="Arial"/>
          <w:sz w:val="20"/>
          <w:szCs w:val="20"/>
          <w:lang w:val="es-ES" w:eastAsia="es-ES"/>
        </w:rPr>
        <w:t> Traducción: M. Cristina Cáffaro</w:t>
      </w:r>
    </w:p>
    <w:p w:rsidR="003B21CF" w:rsidRDefault="003B21CF" w:rsidP="00C759C8">
      <w:pPr>
        <w:rPr>
          <w:rFonts w:ascii="Arial" w:hAnsi="Arial" w:cs="Arial"/>
          <w:sz w:val="20"/>
          <w:szCs w:val="20"/>
          <w:lang w:val="es-ES" w:eastAsia="es-ES"/>
        </w:rPr>
      </w:pPr>
    </w:p>
    <w:p w:rsidR="003B21CF" w:rsidRPr="00273C9F" w:rsidRDefault="003B21CF" w:rsidP="00544CE8">
      <w:pPr>
        <w:rPr>
          <w:rFonts w:ascii="Arial" w:hAnsi="Arial" w:cs="Arial"/>
          <w:sz w:val="20"/>
          <w:szCs w:val="20"/>
        </w:rPr>
      </w:pPr>
    </w:p>
    <w:sectPr w:rsidR="003B21CF" w:rsidRPr="00273C9F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1CF" w:rsidRDefault="003B21CF">
      <w:r>
        <w:separator/>
      </w:r>
    </w:p>
  </w:endnote>
  <w:endnote w:type="continuationSeparator" w:id="0">
    <w:p w:rsidR="003B21CF" w:rsidRDefault="003B2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1CF" w:rsidRDefault="003B21CF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21CF" w:rsidRDefault="003B21C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1CF" w:rsidRDefault="003B21CF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B21CF" w:rsidRDefault="003B21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1CF" w:rsidRDefault="003B21CF">
      <w:r>
        <w:separator/>
      </w:r>
    </w:p>
  </w:footnote>
  <w:footnote w:type="continuationSeparator" w:id="0">
    <w:p w:rsidR="003B21CF" w:rsidRDefault="003B21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65A71"/>
    <w:rsid w:val="0006778F"/>
    <w:rsid w:val="000711AE"/>
    <w:rsid w:val="00071A5F"/>
    <w:rsid w:val="00076783"/>
    <w:rsid w:val="0008020F"/>
    <w:rsid w:val="0008391B"/>
    <w:rsid w:val="00084324"/>
    <w:rsid w:val="0008648B"/>
    <w:rsid w:val="0008693E"/>
    <w:rsid w:val="000874CF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30115"/>
    <w:rsid w:val="00133E59"/>
    <w:rsid w:val="0013568B"/>
    <w:rsid w:val="001376C2"/>
    <w:rsid w:val="00137C0F"/>
    <w:rsid w:val="001409C3"/>
    <w:rsid w:val="001415C8"/>
    <w:rsid w:val="001430EB"/>
    <w:rsid w:val="00143C37"/>
    <w:rsid w:val="00150E2D"/>
    <w:rsid w:val="0015167E"/>
    <w:rsid w:val="001524CD"/>
    <w:rsid w:val="00153108"/>
    <w:rsid w:val="00153402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955DA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276E"/>
    <w:rsid w:val="00517EC0"/>
    <w:rsid w:val="00520C88"/>
    <w:rsid w:val="00521EC0"/>
    <w:rsid w:val="005268C0"/>
    <w:rsid w:val="005272C1"/>
    <w:rsid w:val="00527CCC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1B16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54CF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BC"/>
    <w:rsid w:val="009926E6"/>
    <w:rsid w:val="00993321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3AE5"/>
    <w:rsid w:val="00BF4C05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F13"/>
    <w:rsid w:val="00C31600"/>
    <w:rsid w:val="00C3165D"/>
    <w:rsid w:val="00C31D53"/>
    <w:rsid w:val="00C3216F"/>
    <w:rsid w:val="00C321E8"/>
    <w:rsid w:val="00C37E35"/>
    <w:rsid w:val="00C41EEE"/>
    <w:rsid w:val="00C44924"/>
    <w:rsid w:val="00C458AA"/>
    <w:rsid w:val="00C52B06"/>
    <w:rsid w:val="00C60332"/>
    <w:rsid w:val="00C645AA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6C24"/>
    <w:rsid w:val="00CA0037"/>
    <w:rsid w:val="00CA399B"/>
    <w:rsid w:val="00CA7E7D"/>
    <w:rsid w:val="00CB205D"/>
    <w:rsid w:val="00CB4520"/>
    <w:rsid w:val="00CC1A04"/>
    <w:rsid w:val="00CC2779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E198D"/>
    <w:rsid w:val="00DE3C6D"/>
    <w:rsid w:val="00DE4CFC"/>
    <w:rsid w:val="00DE5689"/>
    <w:rsid w:val="00DE64CE"/>
    <w:rsid w:val="00DF1F2F"/>
    <w:rsid w:val="00DF247D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66752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D69AC"/>
    <w:rsid w:val="00FE5513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89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4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172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53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960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9614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9621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9639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9656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8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243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9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9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075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8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462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8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197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9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9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8963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68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9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3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6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7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8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2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3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28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89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896426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02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9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9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9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9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8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8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89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280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215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89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9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8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89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175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17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8964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53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896579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9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8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385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2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89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9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89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0289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0289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0289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89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9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89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0289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8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50289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89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58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9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8965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28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9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9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9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6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9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9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68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5028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50289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28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28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71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67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6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9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68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68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69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69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69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69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70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70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7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7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7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9672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8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9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672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89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9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896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89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2896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211</Words>
  <Characters>1164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2023-07-17T17:21:00Z</dcterms:created>
  <dcterms:modified xsi:type="dcterms:W3CDTF">2023-07-17T17:25:00Z</dcterms:modified>
</cp:coreProperties>
</file>