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9D" w:rsidRDefault="0046209D" w:rsidP="00C56B4F">
      <w:pPr>
        <w:jc w:val="center"/>
        <w:rPr>
          <w:rStyle w:val="jlqj4b"/>
          <w:rFonts w:ascii="Calibri" w:hAnsi="Calibri"/>
          <w:b/>
        </w:rPr>
      </w:pPr>
      <w:r w:rsidRPr="00731878">
        <w:rPr>
          <w:rStyle w:val="jlqj4b"/>
          <w:rFonts w:ascii="Calibri" w:hAnsi="Calibri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4" o:title=""/>
          </v:shape>
        </w:pict>
      </w:r>
    </w:p>
    <w:p w:rsidR="0046209D" w:rsidRDefault="0046209D" w:rsidP="00C56B4F">
      <w:pPr>
        <w:jc w:val="center"/>
        <w:rPr>
          <w:rStyle w:val="jlqj4b"/>
          <w:rFonts w:ascii="Calibri" w:hAnsi="Calibri"/>
          <w:b/>
        </w:rPr>
      </w:pPr>
    </w:p>
    <w:p w:rsidR="0046209D" w:rsidRPr="00FB2CFF" w:rsidRDefault="0046209D" w:rsidP="00FB2CFF">
      <w:pPr>
        <w:rPr>
          <w:rFonts w:ascii="Calibri" w:hAnsi="Calibri" w:cs="Aharoni"/>
        </w:rPr>
      </w:pPr>
      <w:r w:rsidRPr="00FB2CFF">
        <w:rPr>
          <w:rFonts w:ascii="Calibri" w:hAnsi="Calibri" w:cs="Aharoni"/>
        </w:rPr>
        <w:t>20 de junio de 2021</w:t>
      </w:r>
    </w:p>
    <w:p w:rsidR="0046209D" w:rsidRPr="00FB2CFF" w:rsidRDefault="0046209D" w:rsidP="00FB2CFF">
      <w:pPr>
        <w:rPr>
          <w:rFonts w:ascii="Calibri" w:hAnsi="Calibri" w:cs="Aharoni"/>
        </w:rPr>
      </w:pPr>
    </w:p>
    <w:p w:rsidR="0046209D" w:rsidRPr="0094308A" w:rsidRDefault="0046209D" w:rsidP="00FB2CFF">
      <w:pPr>
        <w:rPr>
          <w:rFonts w:ascii="Calibri" w:hAnsi="Calibri" w:cs="Aharoni"/>
          <w:b/>
          <w:i/>
        </w:rPr>
      </w:pPr>
      <w:r w:rsidRPr="0094308A">
        <w:rPr>
          <w:rFonts w:ascii="Calibri" w:hAnsi="Calibri" w:cs="Aharoni"/>
          <w:b/>
        </w:rPr>
        <w:t xml:space="preserve">Del Libro VII de Kryon - </w:t>
      </w:r>
      <w:r w:rsidRPr="0094308A">
        <w:rPr>
          <w:rFonts w:ascii="Calibri" w:hAnsi="Calibri" w:cs="Aharoni"/>
          <w:b/>
          <w:i/>
          <w:sz w:val="28"/>
          <w:szCs w:val="28"/>
        </w:rPr>
        <w:t>Cartas desde el Hogar</w:t>
      </w:r>
      <w:r w:rsidRPr="0094308A">
        <w:rPr>
          <w:rFonts w:ascii="Calibri" w:hAnsi="Calibri" w:cs="Aharoni"/>
          <w:b/>
          <w:i/>
        </w:rPr>
        <w:t xml:space="preserve"> </w:t>
      </w:r>
    </w:p>
    <w:p w:rsidR="0046209D" w:rsidRPr="00FB2CFF" w:rsidRDefault="0046209D" w:rsidP="00FB2CFF">
      <w:pPr>
        <w:rPr>
          <w:rFonts w:ascii="Calibri" w:hAnsi="Calibri" w:cs="Aharoni"/>
        </w:rPr>
      </w:pPr>
    </w:p>
    <w:p w:rsidR="0046209D" w:rsidRPr="00FB2CFF" w:rsidRDefault="0046209D" w:rsidP="00FB2CFF">
      <w:pPr>
        <w:rPr>
          <w:rFonts w:ascii="Calibri" w:hAnsi="Calibri" w:cs="Aharoni"/>
          <w:b/>
        </w:rPr>
      </w:pPr>
      <w:r>
        <w:rPr>
          <w:rFonts w:ascii="Calibri" w:hAnsi="Calibri" w:cs="Aharoni"/>
          <w:b/>
        </w:rPr>
        <w:t>Intención de</w:t>
      </w:r>
      <w:r w:rsidRPr="00FB2CFF">
        <w:rPr>
          <w:rFonts w:ascii="Calibri" w:hAnsi="Calibri" w:cs="Aharoni"/>
          <w:b/>
        </w:rPr>
        <w:t xml:space="preserve"> sustancia</w:t>
      </w:r>
    </w:p>
    <w:p w:rsidR="0046209D" w:rsidRDefault="0046209D" w:rsidP="003A5DC0">
      <w:pPr>
        <w:rPr>
          <w:color w:val="000000"/>
        </w:rPr>
      </w:pPr>
    </w:p>
    <w:p w:rsidR="0046209D" w:rsidRPr="003A5DC0" w:rsidRDefault="0046209D" w:rsidP="003A5DC0">
      <w:pPr>
        <w:rPr>
          <w:rFonts w:ascii="Calibri" w:hAnsi="Calibri"/>
          <w:color w:val="000000"/>
        </w:rPr>
      </w:pPr>
      <w:r w:rsidRPr="003A5DC0">
        <w:rPr>
          <w:rFonts w:ascii="Calibri" w:hAnsi="Calibri"/>
          <w:color w:val="000000"/>
        </w:rPr>
        <w:t>¡Tú tienes poder asombroso! El Entramado Cósmico permite que tu intención pura espiritual llegue mucho más allá de tu estructura celular. La intención es como un radiofaro; no una luz. La transmisión de un radiofaro, en tu ciencia, está específicamente sintonizada con algo; solo estimula aquello con que está sintonizada.</w:t>
      </w:r>
    </w:p>
    <w:p w:rsidR="0046209D" w:rsidRPr="003A5DC0" w:rsidRDefault="0046209D" w:rsidP="003A5DC0">
      <w:pPr>
        <w:rPr>
          <w:rFonts w:ascii="Calibri" w:hAnsi="Calibri"/>
          <w:color w:val="000000"/>
        </w:rPr>
      </w:pPr>
      <w:r w:rsidRPr="003A5DC0">
        <w:rPr>
          <w:rFonts w:ascii="Calibri" w:hAnsi="Calibri" w:cs="Helvetica"/>
          <w:color w:val="000000"/>
        </w:rPr>
        <w:br/>
      </w:r>
      <w:r w:rsidRPr="003A5DC0">
        <w:rPr>
          <w:rFonts w:ascii="Calibri" w:hAnsi="Calibri"/>
          <w:color w:val="000000"/>
        </w:rPr>
        <w:t xml:space="preserve">Tu intención también es así. No afecta a quienes te rodean, a menos que estén sintonizados con ella por sincronicidad – a menos que también hayan pedido sintonizarse con ella. Lo mismo sucede en la física con los elementos del planeta. </w:t>
      </w:r>
    </w:p>
    <w:p w:rsidR="0046209D" w:rsidRPr="003A5DC0" w:rsidRDefault="0046209D" w:rsidP="003A5DC0">
      <w:pPr>
        <w:rPr>
          <w:rFonts w:ascii="Calibri" w:hAnsi="Calibri"/>
          <w:color w:val="000000"/>
        </w:rPr>
      </w:pPr>
      <w:r w:rsidRPr="003A5DC0">
        <w:rPr>
          <w:rFonts w:ascii="Calibri" w:hAnsi="Calibri" w:cs="Helvetica"/>
          <w:color w:val="000000"/>
        </w:rPr>
        <w:br/>
        <w:t> </w:t>
      </w:r>
      <w:r w:rsidRPr="003A5DC0">
        <w:rPr>
          <w:rFonts w:ascii="Calibri" w:hAnsi="Calibri"/>
          <w:color w:val="000000"/>
        </w:rPr>
        <w:t>Tienes la capacidad de sostener en tu mano algunas de las más grandes medicinas que se hayan desarrollado en este planeta y tomar de ellas la esencia misma de la intención a partir de la cual fueron creadas, simplemente por sostenerlas en tu mano.</w:t>
      </w:r>
    </w:p>
    <w:p w:rsidR="0046209D" w:rsidRPr="003A5DC0" w:rsidRDefault="0046209D" w:rsidP="003A5DC0">
      <w:pPr>
        <w:rPr>
          <w:rFonts w:ascii="Calibri" w:hAnsi="Calibri"/>
        </w:rPr>
      </w:pPr>
      <w:r w:rsidRPr="003A5DC0">
        <w:rPr>
          <w:rFonts w:ascii="Calibri" w:hAnsi="Calibri"/>
          <w:color w:val="000000"/>
        </w:rPr>
        <w:br/>
        <w:t>Los atributos sanadores entrarán en tu cuerpo sin inyectarlos o ingerirlos. Esto se llama “intención de sustancia.”</w:t>
      </w:r>
    </w:p>
    <w:p w:rsidR="0046209D" w:rsidRDefault="0046209D" w:rsidP="003A5DC0"/>
    <w:p w:rsidR="0046209D" w:rsidRPr="00FB2CFF" w:rsidRDefault="0046209D" w:rsidP="00FB2CFF">
      <w:pPr>
        <w:rPr>
          <w:rFonts w:ascii="Calibri" w:hAnsi="Calibri" w:cs="Aharoni"/>
        </w:rPr>
      </w:pPr>
    </w:p>
    <w:p w:rsidR="0046209D" w:rsidRPr="0094308A" w:rsidRDefault="0046209D" w:rsidP="00FB2CFF">
      <w:pPr>
        <w:rPr>
          <w:rFonts w:ascii="Brush Script Std" w:hAnsi="Brush Script Std" w:cs="Aharoni"/>
          <w:sz w:val="48"/>
          <w:szCs w:val="48"/>
        </w:rPr>
      </w:pPr>
      <w:r w:rsidRPr="0094308A">
        <w:rPr>
          <w:rFonts w:ascii="Brush Script Std" w:hAnsi="Brush Script Std" w:cs="Aharoni"/>
          <w:sz w:val="48"/>
          <w:szCs w:val="48"/>
        </w:rPr>
        <w:t>~ Kryon</w:t>
      </w:r>
    </w:p>
    <w:p w:rsidR="0046209D" w:rsidRPr="00FB2CFF" w:rsidRDefault="0046209D" w:rsidP="00FB2CFF">
      <w:pPr>
        <w:rPr>
          <w:rFonts w:ascii="Calibri" w:hAnsi="Calibri" w:cs="Aharoni"/>
        </w:rPr>
      </w:pPr>
    </w:p>
    <w:p w:rsidR="0046209D" w:rsidRPr="00FB2CFF" w:rsidRDefault="0046209D" w:rsidP="00FB2CFF">
      <w:pPr>
        <w:rPr>
          <w:rFonts w:ascii="Calibri" w:hAnsi="Calibri" w:cs="Aharoni"/>
        </w:rPr>
      </w:pPr>
      <w:r>
        <w:rPr>
          <w:rFonts w:ascii="Arial" w:hAnsi="Arial" w:cs="Arial"/>
          <w:sz w:val="20"/>
          <w:szCs w:val="20"/>
        </w:rPr>
        <w:t>Traducción: M. Cristina Cáffaro</w:t>
      </w:r>
    </w:p>
    <w:sectPr w:rsidR="0046209D" w:rsidRPr="00FB2CFF" w:rsidSect="002B48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8B2"/>
    <w:rsid w:val="000634B9"/>
    <w:rsid w:val="00091E9C"/>
    <w:rsid w:val="002A7E37"/>
    <w:rsid w:val="002B1D43"/>
    <w:rsid w:val="002B48B7"/>
    <w:rsid w:val="00350846"/>
    <w:rsid w:val="003A544D"/>
    <w:rsid w:val="003A5DC0"/>
    <w:rsid w:val="0046209D"/>
    <w:rsid w:val="004C28B2"/>
    <w:rsid w:val="00524E91"/>
    <w:rsid w:val="00660B0B"/>
    <w:rsid w:val="006C13FF"/>
    <w:rsid w:val="00731878"/>
    <w:rsid w:val="008527B6"/>
    <w:rsid w:val="0094308A"/>
    <w:rsid w:val="00A90593"/>
    <w:rsid w:val="00BE2AA2"/>
    <w:rsid w:val="00C56B4F"/>
    <w:rsid w:val="00C60666"/>
    <w:rsid w:val="00D67ABD"/>
    <w:rsid w:val="00DC3CAC"/>
    <w:rsid w:val="00E114BB"/>
    <w:rsid w:val="00E21EBA"/>
    <w:rsid w:val="00F22A90"/>
    <w:rsid w:val="00FB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90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lqj4b">
    <w:name w:val="jlqj4b"/>
    <w:basedOn w:val="DefaultParagraphFont"/>
    <w:uiPriority w:val="99"/>
    <w:rsid w:val="004C28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4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164</Words>
  <Characters>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Kryon responde a tus preguntas </dc:title>
  <dc:subject/>
  <dc:creator>gwartel@hotmail.com</dc:creator>
  <cp:keywords/>
  <dc:description/>
  <cp:lastModifiedBy>gwartel@hotmail.com</cp:lastModifiedBy>
  <cp:revision>3</cp:revision>
  <dcterms:created xsi:type="dcterms:W3CDTF">2021-06-21T20:16:00Z</dcterms:created>
  <dcterms:modified xsi:type="dcterms:W3CDTF">2021-06-21T20:31:00Z</dcterms:modified>
</cp:coreProperties>
</file>