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24" w:rsidRDefault="00C44924" w:rsidP="00BC3D91"/>
    <w:p w:rsidR="00C44924" w:rsidRDefault="00C44924" w:rsidP="00BC3D91"/>
    <w:p w:rsidR="00C44924" w:rsidRDefault="00C44924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C44924" w:rsidRPr="00DB7C84" w:rsidRDefault="00C44924" w:rsidP="00BC3D91">
      <w:pPr>
        <w:jc w:val="both"/>
        <w:rPr>
          <w:rFonts w:ascii="Calibri" w:hAnsi="Calibri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21 de Noviem</w:t>
      </w:r>
      <w:r w:rsidRPr="00DB7C84">
        <w:rPr>
          <w:rFonts w:ascii="Calibri" w:hAnsi="Calibri" w:cs="Arial"/>
          <w:szCs w:val="24"/>
        </w:rPr>
        <w:t>bre 2021</w:t>
      </w:r>
    </w:p>
    <w:p w:rsidR="00C44924" w:rsidRPr="00681D93" w:rsidRDefault="00C44924" w:rsidP="00681D93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11</w:t>
      </w:r>
      <w:r w:rsidRPr="00681D93">
        <w:rPr>
          <w:rFonts w:ascii="Calibri" w:hAnsi="Calibri"/>
          <w:b/>
          <w:szCs w:val="24"/>
          <w:lang w:val="es-ES" w:eastAsia="es-ES"/>
        </w:rPr>
        <w:t xml:space="preserve"> de Kryon – </w:t>
      </w:r>
      <w:r>
        <w:rPr>
          <w:rFonts w:ascii="Calibri" w:hAnsi="Calibri"/>
          <w:b/>
          <w:szCs w:val="24"/>
          <w:lang w:val="es-ES" w:eastAsia="es-ES"/>
        </w:rPr>
        <w:t>Levantando el Velo</w:t>
      </w:r>
    </w:p>
    <w:p w:rsidR="00C44924" w:rsidRPr="00681D93" w:rsidRDefault="00C44924" w:rsidP="00681D93">
      <w:pPr>
        <w:rPr>
          <w:rFonts w:ascii="Calibri" w:hAnsi="Calibri"/>
          <w:b/>
          <w:szCs w:val="24"/>
          <w:lang w:val="es-ES" w:eastAsia="es-ES"/>
        </w:rPr>
      </w:pPr>
      <w:r w:rsidRPr="00681D93">
        <w:rPr>
          <w:rFonts w:ascii="Calibri" w:hAnsi="Calibri"/>
          <w:b/>
          <w:szCs w:val="24"/>
          <w:lang w:val="es-ES" w:eastAsia="es-ES"/>
        </w:rPr>
        <w:t> </w:t>
      </w:r>
    </w:p>
    <w:p w:rsidR="00C44924" w:rsidRPr="00681D93" w:rsidRDefault="00C44924" w:rsidP="00681D93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Faros de Luz</w:t>
      </w:r>
    </w:p>
    <w:p w:rsidR="00C44924" w:rsidRPr="00987493" w:rsidRDefault="00C44924" w:rsidP="00987493">
      <w:pPr>
        <w:spacing w:after="120"/>
        <w:jc w:val="both"/>
        <w:rPr>
          <w:rFonts w:ascii="Calibri" w:hAnsi="Calibri"/>
          <w:lang w:val="es-ES"/>
        </w:rPr>
      </w:pPr>
      <w:r w:rsidRPr="00681D93">
        <w:rPr>
          <w:rFonts w:ascii="Calibri" w:hAnsi="Calibri"/>
          <w:szCs w:val="24"/>
          <w:lang w:val="es-ES" w:eastAsia="es-ES"/>
        </w:rPr>
        <w:br/>
      </w:r>
      <w:r w:rsidRPr="00987493">
        <w:rPr>
          <w:rFonts w:ascii="Calibri" w:hAnsi="Calibri"/>
          <w:lang w:val="es-ES"/>
        </w:rPr>
        <w:t>¿Cuántos de ustedes se consideran a sí mismos como Faros de Luz? Déjenme recordarles algo que le dijimos a un grupo la semana pasada: los faros en el planeta, los de cemento real, no saben nada sobre tormentas. Nada.</w:t>
      </w:r>
    </w:p>
    <w:p w:rsidR="00C44924" w:rsidRPr="00987493" w:rsidRDefault="00C44924" w:rsidP="00987493">
      <w:pPr>
        <w:spacing w:after="120"/>
        <w:jc w:val="both"/>
        <w:rPr>
          <w:rFonts w:ascii="Calibri" w:hAnsi="Calibri"/>
          <w:lang w:val="es-ES"/>
        </w:rPr>
      </w:pPr>
      <w:r w:rsidRPr="00987493">
        <w:rPr>
          <w:rFonts w:ascii="Calibri" w:hAnsi="Calibri"/>
          <w:lang w:val="es-ES"/>
        </w:rPr>
        <w:t>No saben cuán grande va a ser una tormenta, ni cuán oscuro se va a volver. No saben cuán fuerte va a soplar el viento, ni cuánto va a durar. Pero ellos y sus guardafaros pueden ver venir la tormenta, y saben cuándo están en ella. Están hechos para eso, ¿saben?</w:t>
      </w:r>
    </w:p>
    <w:p w:rsidR="00C44924" w:rsidRPr="00987493" w:rsidRDefault="00C44924" w:rsidP="00987493">
      <w:pPr>
        <w:spacing w:after="120"/>
        <w:jc w:val="both"/>
        <w:rPr>
          <w:rFonts w:ascii="Calibri" w:hAnsi="Calibri"/>
          <w:lang w:val="es-ES"/>
        </w:rPr>
      </w:pPr>
      <w:r w:rsidRPr="00987493">
        <w:rPr>
          <w:rFonts w:ascii="Calibri" w:hAnsi="Calibri"/>
          <w:lang w:val="es-ES"/>
        </w:rPr>
        <w:t xml:space="preserve">No les importa cuán oscuro o cuánto durará, ya que están hechos para cualquier duración. No les importa porque tienen una luz que es lo bastante intensa para ayudar a cualquiera afligido por la situación. ¿Lo ven? </w:t>
      </w:r>
    </w:p>
    <w:p w:rsidR="00C44924" w:rsidRPr="00133E59" w:rsidRDefault="00C44924" w:rsidP="00133E59">
      <w:pPr>
        <w:jc w:val="both"/>
        <w:rPr>
          <w:rFonts w:ascii="Calibri" w:hAnsi="Calibri"/>
          <w:sz w:val="22"/>
          <w:lang w:val="es-ES" w:eastAsia="es-ES"/>
        </w:rPr>
      </w:pPr>
    </w:p>
    <w:p w:rsidR="00C44924" w:rsidRPr="00DA5917" w:rsidRDefault="00C44924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C44924" w:rsidRDefault="00C44924" w:rsidP="00DE3C6D">
      <w:pPr>
        <w:spacing w:after="120"/>
        <w:rPr>
          <w:rFonts w:ascii="Arial" w:hAnsi="Arial" w:cs="Arial"/>
          <w:color w:val="050505"/>
          <w:sz w:val="44"/>
          <w:szCs w:val="44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C44924" w:rsidRPr="00DE3C6D" w:rsidRDefault="00C44924" w:rsidP="00DE3C6D">
      <w:pPr>
        <w:spacing w:after="120"/>
        <w:jc w:val="center"/>
        <w:rPr>
          <w:rFonts w:ascii="Arial" w:hAnsi="Arial" w:cs="Arial"/>
          <w:color w:val="050505"/>
          <w:sz w:val="44"/>
          <w:szCs w:val="44"/>
          <w:lang w:eastAsia="es-ES"/>
        </w:rPr>
      </w:pPr>
    </w:p>
    <w:sectPr w:rsidR="00C44924" w:rsidRPr="00DE3C6D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218F8"/>
    <w:rsid w:val="00122EBF"/>
    <w:rsid w:val="00124919"/>
    <w:rsid w:val="00125061"/>
    <w:rsid w:val="00125573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5BE7"/>
    <w:rsid w:val="0026664C"/>
    <w:rsid w:val="00267903"/>
    <w:rsid w:val="002726DA"/>
    <w:rsid w:val="002823E5"/>
    <w:rsid w:val="00284E0C"/>
    <w:rsid w:val="002868C3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7B6D"/>
    <w:rsid w:val="002F7B8A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4ACF"/>
    <w:rsid w:val="007004F4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54826"/>
    <w:rsid w:val="00761398"/>
    <w:rsid w:val="00767A0D"/>
    <w:rsid w:val="00767C84"/>
    <w:rsid w:val="007712D2"/>
    <w:rsid w:val="0077212A"/>
    <w:rsid w:val="007840DC"/>
    <w:rsid w:val="00784589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286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B0A1C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42C50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87493"/>
    <w:rsid w:val="009926E6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75A04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44924"/>
    <w:rsid w:val="00C52B06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A0037"/>
    <w:rsid w:val="00CA399B"/>
    <w:rsid w:val="00CA7E7D"/>
    <w:rsid w:val="00CB205D"/>
    <w:rsid w:val="00CB4520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57EDD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7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9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52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8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6754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6755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6755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6757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6759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59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42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6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81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6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54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6756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2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1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3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46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577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37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3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6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6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63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56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67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52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52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58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89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67593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73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6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67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6467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6467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6467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67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6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67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6467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06467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6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1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6758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4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5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67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7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150</Words>
  <Characters>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2021-11-23T16:24:00Z</dcterms:created>
  <dcterms:modified xsi:type="dcterms:W3CDTF">2021-11-23T16:37:00Z</dcterms:modified>
</cp:coreProperties>
</file>