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1F" w:rsidRDefault="00F5401F" w:rsidP="00EF4655">
      <w:pPr>
        <w:jc w:val="center"/>
      </w:pPr>
      <w:r>
        <w:br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F5401F" w:rsidRPr="00922193" w:rsidRDefault="00F5401F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22 de Octubre 2023</w:t>
      </w:r>
    </w:p>
    <w:p w:rsidR="00F5401F" w:rsidRPr="000F7562" w:rsidRDefault="00F5401F" w:rsidP="000F7562">
      <w:pPr>
        <w:rPr>
          <w:rFonts w:ascii="Calibri" w:hAnsi="Calibri"/>
          <w:b/>
          <w:szCs w:val="24"/>
          <w:lang w:val="es-ES" w:eastAsia="es-ES"/>
        </w:rPr>
      </w:pPr>
      <w:r>
        <w:rPr>
          <w:rFonts w:ascii="Calibri" w:hAnsi="Calibri"/>
          <w:b/>
          <w:szCs w:val="24"/>
          <w:lang w:val="es-ES" w:eastAsia="es-ES"/>
        </w:rPr>
        <w:t>Del Libro 10</w:t>
      </w:r>
      <w:r w:rsidRPr="001E41F4">
        <w:rPr>
          <w:rFonts w:ascii="Calibri" w:hAnsi="Calibri"/>
          <w:b/>
          <w:szCs w:val="24"/>
          <w:lang w:val="es-ES" w:eastAsia="es-ES"/>
        </w:rPr>
        <w:t xml:space="preserve"> de Kryon: </w:t>
      </w:r>
      <w:r w:rsidRPr="000F7562">
        <w:rPr>
          <w:rFonts w:ascii="Calibri" w:hAnsi="Calibri"/>
          <w:b/>
          <w:szCs w:val="24"/>
          <w:lang w:val="es-ES" w:eastAsia="es-ES"/>
        </w:rPr>
        <w:t>Una Nueva Dispensación</w:t>
      </w:r>
    </w:p>
    <w:p w:rsidR="00F5401F" w:rsidRPr="000F7562" w:rsidRDefault="00F5401F" w:rsidP="000F7562">
      <w:pPr>
        <w:rPr>
          <w:szCs w:val="24"/>
          <w:lang w:val="es-ES" w:eastAsia="es-ES"/>
        </w:rPr>
      </w:pPr>
      <w:r w:rsidRPr="000F7562">
        <w:rPr>
          <w:szCs w:val="24"/>
          <w:lang w:val="es-ES" w:eastAsia="es-ES"/>
        </w:rPr>
        <w:t> </w:t>
      </w:r>
    </w:p>
    <w:p w:rsidR="00F5401F" w:rsidRPr="000F7562" w:rsidRDefault="00F5401F" w:rsidP="000F7562">
      <w:pPr>
        <w:rPr>
          <w:rFonts w:ascii="Calibri" w:hAnsi="Calibri"/>
          <w:b/>
          <w:szCs w:val="24"/>
          <w:lang w:val="es-ES" w:eastAsia="es-ES"/>
        </w:rPr>
      </w:pPr>
      <w:r w:rsidRPr="000F7562">
        <w:rPr>
          <w:rFonts w:ascii="Calibri" w:hAnsi="Calibri"/>
          <w:b/>
          <w:szCs w:val="24"/>
          <w:lang w:val="es-ES" w:eastAsia="es-ES"/>
        </w:rPr>
        <w:t>Descubrir la Vida Interdimensional</w:t>
      </w:r>
    </w:p>
    <w:p w:rsidR="00F5401F" w:rsidRPr="000F7562" w:rsidRDefault="00F5401F" w:rsidP="000F7562">
      <w:pPr>
        <w:rPr>
          <w:szCs w:val="24"/>
          <w:lang w:val="es-ES" w:eastAsia="es-ES"/>
        </w:rPr>
      </w:pPr>
      <w:r w:rsidRPr="000F7562">
        <w:rPr>
          <w:szCs w:val="24"/>
          <w:lang w:val="es-ES" w:eastAsia="es-ES"/>
        </w:rPr>
        <w:t> 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Como seres humanos, pueden verse obligados a redefinir qué es la “vida”.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 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En el pasado hemos hablado de la vida interdimensional.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Aquí está, ahora, tu oportunidad para descubrirla.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 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Hay vida en el agua común.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No la clase de agua que vas a crear con intención o alterar magnéticamente – estoy hablando del agua que es normal en el planeta, la que burbujea surgiendo del suelo.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 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La vida interdimensional está en todas partes.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 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Esta es la fuerza que recibe la intención que cambia el agua al ser ingerida, y funciona con tu ADN.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¿Alguna vez te preguntaste qué hay en el agua que puede hacer tanto?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¿Piensas que está dentro de las pocas moléculas simples del agua?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Es más que eso, queridos seres humanos.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 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Tiene que haber otra fuerza en el planeta con objeto de colaborar con ustedes en el campo que ustedes emiten.</w:t>
      </w:r>
    </w:p>
    <w:p w:rsidR="00F5401F" w:rsidRPr="000F7562" w:rsidRDefault="00F5401F" w:rsidP="000F7562">
      <w:pPr>
        <w:rPr>
          <w:rFonts w:ascii="Calibri" w:hAnsi="Calibri"/>
          <w:szCs w:val="24"/>
          <w:lang w:val="es-ES" w:eastAsia="es-ES"/>
        </w:rPr>
      </w:pPr>
      <w:r w:rsidRPr="000F7562">
        <w:rPr>
          <w:rFonts w:ascii="Calibri" w:hAnsi="Calibri"/>
          <w:szCs w:val="24"/>
          <w:lang w:val="es-ES" w:eastAsia="es-ES"/>
        </w:rPr>
        <w:t>La vida interdimensional es la respuesta.</w:t>
      </w:r>
    </w:p>
    <w:p w:rsidR="00F5401F" w:rsidRPr="000F7562" w:rsidRDefault="00F5401F" w:rsidP="000F7562">
      <w:pPr>
        <w:rPr>
          <w:szCs w:val="24"/>
          <w:lang w:val="es-ES" w:eastAsia="es-ES"/>
        </w:rPr>
      </w:pPr>
      <w:r w:rsidRPr="000F7562">
        <w:rPr>
          <w:color w:val="3333FF"/>
          <w:szCs w:val="24"/>
          <w:lang w:val="es-ES" w:eastAsia="es-ES"/>
        </w:rPr>
        <w:t> </w:t>
      </w:r>
    </w:p>
    <w:p w:rsidR="00F5401F" w:rsidRPr="00DA5917" w:rsidRDefault="00F5401F" w:rsidP="00A7731D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F5401F" w:rsidRDefault="00F5401F" w:rsidP="00E2127A">
      <w:pPr>
        <w:rPr>
          <w:rFonts w:ascii="Calibri" w:hAnsi="Calibri"/>
          <w:lang w:val="es-ES" w:eastAsia="es-ES"/>
        </w:rPr>
      </w:pPr>
      <w:r w:rsidRPr="0033494D">
        <w:rPr>
          <w:rFonts w:ascii="Calibri" w:hAnsi="Calibri"/>
        </w:rPr>
        <w:t>a través de Lee Carroll</w:t>
      </w:r>
      <w:r w:rsidRPr="0033494D">
        <w:rPr>
          <w:rFonts w:ascii="Calibri" w:hAnsi="Calibri"/>
        </w:rPr>
        <w:br/>
      </w:r>
      <w:r>
        <w:rPr>
          <w:rFonts w:ascii="Calibri" w:hAnsi="Calibri"/>
          <w:lang w:val="es-ES" w:eastAsia="es-ES"/>
        </w:rPr>
        <w:t> Traducción: M. Cristina Cáffaro</w:t>
      </w:r>
    </w:p>
    <w:p w:rsidR="00F5401F" w:rsidRDefault="00F5401F" w:rsidP="00E2127A">
      <w:pPr>
        <w:rPr>
          <w:rFonts w:ascii="Calibri" w:hAnsi="Calibri"/>
          <w:lang w:val="es-ES" w:eastAsia="es-ES"/>
        </w:rPr>
      </w:pPr>
    </w:p>
    <w:p w:rsidR="00F5401F" w:rsidRPr="00FF6C06" w:rsidRDefault="00F5401F" w:rsidP="00FF6C06">
      <w:pPr>
        <w:spacing w:line="480" w:lineRule="auto"/>
        <w:jc w:val="center"/>
        <w:rPr>
          <w:rFonts w:ascii="Calibri" w:hAnsi="Calibri"/>
        </w:rPr>
      </w:pPr>
    </w:p>
    <w:sectPr w:rsidR="00F5401F" w:rsidRPr="00FF6C06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1F" w:rsidRDefault="00F5401F">
      <w:r>
        <w:separator/>
      </w:r>
    </w:p>
  </w:endnote>
  <w:endnote w:type="continuationSeparator" w:id="0">
    <w:p w:rsidR="00F5401F" w:rsidRDefault="00F54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01F" w:rsidRDefault="00F5401F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401F" w:rsidRDefault="00F5401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01F" w:rsidRDefault="00F5401F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5401F" w:rsidRDefault="00F540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1F" w:rsidRDefault="00F5401F">
      <w:r>
        <w:separator/>
      </w:r>
    </w:p>
  </w:footnote>
  <w:footnote w:type="continuationSeparator" w:id="0">
    <w:p w:rsidR="00F5401F" w:rsidRDefault="00F540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C9D"/>
    <w:rsid w:val="00042F47"/>
    <w:rsid w:val="000479F5"/>
    <w:rsid w:val="00053AC5"/>
    <w:rsid w:val="00054D12"/>
    <w:rsid w:val="00065A71"/>
    <w:rsid w:val="0006778F"/>
    <w:rsid w:val="000711AE"/>
    <w:rsid w:val="00071A5F"/>
    <w:rsid w:val="000748D0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38FC"/>
    <w:rsid w:val="000C4B47"/>
    <w:rsid w:val="000C5CA3"/>
    <w:rsid w:val="000D071C"/>
    <w:rsid w:val="000D1AE9"/>
    <w:rsid w:val="000D5AA5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562"/>
    <w:rsid w:val="000F7CCB"/>
    <w:rsid w:val="001034D4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C70"/>
    <w:rsid w:val="00133E59"/>
    <w:rsid w:val="0013568B"/>
    <w:rsid w:val="001376C2"/>
    <w:rsid w:val="00137713"/>
    <w:rsid w:val="00137C0F"/>
    <w:rsid w:val="001409C3"/>
    <w:rsid w:val="00140C44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43B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E41F4"/>
    <w:rsid w:val="001F071C"/>
    <w:rsid w:val="001F7508"/>
    <w:rsid w:val="001F78D5"/>
    <w:rsid w:val="00200E38"/>
    <w:rsid w:val="00203BA1"/>
    <w:rsid w:val="0020475B"/>
    <w:rsid w:val="00205DED"/>
    <w:rsid w:val="0020797A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1D45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1F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0601C"/>
    <w:rsid w:val="00312174"/>
    <w:rsid w:val="00314076"/>
    <w:rsid w:val="003158F0"/>
    <w:rsid w:val="00315F8F"/>
    <w:rsid w:val="00322311"/>
    <w:rsid w:val="00322CD1"/>
    <w:rsid w:val="00325D0E"/>
    <w:rsid w:val="00326E8F"/>
    <w:rsid w:val="0033494D"/>
    <w:rsid w:val="00336C69"/>
    <w:rsid w:val="0034215A"/>
    <w:rsid w:val="00342ADF"/>
    <w:rsid w:val="003479B0"/>
    <w:rsid w:val="00347DF1"/>
    <w:rsid w:val="00350E88"/>
    <w:rsid w:val="00363F66"/>
    <w:rsid w:val="003649C1"/>
    <w:rsid w:val="003654F5"/>
    <w:rsid w:val="00365B0B"/>
    <w:rsid w:val="00370077"/>
    <w:rsid w:val="00370A9F"/>
    <w:rsid w:val="00371ABE"/>
    <w:rsid w:val="00372E38"/>
    <w:rsid w:val="00375149"/>
    <w:rsid w:val="00375BFE"/>
    <w:rsid w:val="003845FA"/>
    <w:rsid w:val="00384DBB"/>
    <w:rsid w:val="003855A8"/>
    <w:rsid w:val="003860CF"/>
    <w:rsid w:val="00386AE5"/>
    <w:rsid w:val="00391504"/>
    <w:rsid w:val="0039219B"/>
    <w:rsid w:val="00395353"/>
    <w:rsid w:val="003955DA"/>
    <w:rsid w:val="00395E52"/>
    <w:rsid w:val="00397BCC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773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505D"/>
    <w:rsid w:val="00407095"/>
    <w:rsid w:val="00412D13"/>
    <w:rsid w:val="00414AB2"/>
    <w:rsid w:val="00420410"/>
    <w:rsid w:val="0042066C"/>
    <w:rsid w:val="00422419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50B9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0AAA"/>
    <w:rsid w:val="004E11E5"/>
    <w:rsid w:val="004E4A6F"/>
    <w:rsid w:val="004E7B0E"/>
    <w:rsid w:val="004F28F7"/>
    <w:rsid w:val="004F4DAB"/>
    <w:rsid w:val="004F503E"/>
    <w:rsid w:val="0050388B"/>
    <w:rsid w:val="00504506"/>
    <w:rsid w:val="0050797B"/>
    <w:rsid w:val="0051276E"/>
    <w:rsid w:val="00517EC0"/>
    <w:rsid w:val="0052059F"/>
    <w:rsid w:val="00520C88"/>
    <w:rsid w:val="00521EC0"/>
    <w:rsid w:val="0052338A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0D49"/>
    <w:rsid w:val="00561B16"/>
    <w:rsid w:val="00562075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6E45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409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6F2F15"/>
    <w:rsid w:val="007004F4"/>
    <w:rsid w:val="00702167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5773A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3D07"/>
    <w:rsid w:val="00804431"/>
    <w:rsid w:val="008057DE"/>
    <w:rsid w:val="00805A18"/>
    <w:rsid w:val="00817A55"/>
    <w:rsid w:val="00820E5E"/>
    <w:rsid w:val="0082506C"/>
    <w:rsid w:val="00826001"/>
    <w:rsid w:val="00830C9D"/>
    <w:rsid w:val="00831351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57B3A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1735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44789"/>
    <w:rsid w:val="00950267"/>
    <w:rsid w:val="009528AF"/>
    <w:rsid w:val="0095487E"/>
    <w:rsid w:val="009579BB"/>
    <w:rsid w:val="00961322"/>
    <w:rsid w:val="009664FA"/>
    <w:rsid w:val="00966F7F"/>
    <w:rsid w:val="009720B5"/>
    <w:rsid w:val="0097315A"/>
    <w:rsid w:val="00976117"/>
    <w:rsid w:val="00977F8B"/>
    <w:rsid w:val="00981345"/>
    <w:rsid w:val="00984F10"/>
    <w:rsid w:val="00987493"/>
    <w:rsid w:val="0098783D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17339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87165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1EB6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C59A7"/>
    <w:rsid w:val="00BD1EE1"/>
    <w:rsid w:val="00BD2817"/>
    <w:rsid w:val="00BD47B2"/>
    <w:rsid w:val="00BE0F86"/>
    <w:rsid w:val="00BE3AE5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28CA"/>
    <w:rsid w:val="00C752A7"/>
    <w:rsid w:val="00C759C8"/>
    <w:rsid w:val="00C76B86"/>
    <w:rsid w:val="00C80E6E"/>
    <w:rsid w:val="00C84307"/>
    <w:rsid w:val="00C8538F"/>
    <w:rsid w:val="00C854C3"/>
    <w:rsid w:val="00C858FB"/>
    <w:rsid w:val="00C92230"/>
    <w:rsid w:val="00C934B0"/>
    <w:rsid w:val="00C9365E"/>
    <w:rsid w:val="00C95884"/>
    <w:rsid w:val="00C96C24"/>
    <w:rsid w:val="00CA0037"/>
    <w:rsid w:val="00CA399B"/>
    <w:rsid w:val="00CA7E7D"/>
    <w:rsid w:val="00CB205D"/>
    <w:rsid w:val="00CB4520"/>
    <w:rsid w:val="00CB62ED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1316"/>
    <w:rsid w:val="00D07292"/>
    <w:rsid w:val="00D10A24"/>
    <w:rsid w:val="00D1114A"/>
    <w:rsid w:val="00D14F72"/>
    <w:rsid w:val="00D164D7"/>
    <w:rsid w:val="00D17E3F"/>
    <w:rsid w:val="00D2200E"/>
    <w:rsid w:val="00D22FEF"/>
    <w:rsid w:val="00D242C2"/>
    <w:rsid w:val="00D26DD7"/>
    <w:rsid w:val="00D34AF7"/>
    <w:rsid w:val="00D34BEC"/>
    <w:rsid w:val="00D36A7B"/>
    <w:rsid w:val="00D445E2"/>
    <w:rsid w:val="00D459C0"/>
    <w:rsid w:val="00D45D1C"/>
    <w:rsid w:val="00D479CD"/>
    <w:rsid w:val="00D532F9"/>
    <w:rsid w:val="00D57411"/>
    <w:rsid w:val="00D57434"/>
    <w:rsid w:val="00D57EDD"/>
    <w:rsid w:val="00D61194"/>
    <w:rsid w:val="00D62238"/>
    <w:rsid w:val="00D631AB"/>
    <w:rsid w:val="00D643E3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290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127A"/>
    <w:rsid w:val="00E23899"/>
    <w:rsid w:val="00E247FE"/>
    <w:rsid w:val="00E270B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4DC8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39EB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D6082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071E3"/>
    <w:rsid w:val="00F11D47"/>
    <w:rsid w:val="00F134AF"/>
    <w:rsid w:val="00F13CF6"/>
    <w:rsid w:val="00F1451B"/>
    <w:rsid w:val="00F158BF"/>
    <w:rsid w:val="00F21AF0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5D04"/>
    <w:rsid w:val="00F474CE"/>
    <w:rsid w:val="00F47C1D"/>
    <w:rsid w:val="00F50038"/>
    <w:rsid w:val="00F509A5"/>
    <w:rsid w:val="00F5401F"/>
    <w:rsid w:val="00F54278"/>
    <w:rsid w:val="00F55495"/>
    <w:rsid w:val="00F62DE7"/>
    <w:rsid w:val="00F70215"/>
    <w:rsid w:val="00F70B32"/>
    <w:rsid w:val="00F7192F"/>
    <w:rsid w:val="00F72DA1"/>
    <w:rsid w:val="00F72F09"/>
    <w:rsid w:val="00F73237"/>
    <w:rsid w:val="00F74F3B"/>
    <w:rsid w:val="00F75FF0"/>
    <w:rsid w:val="00F76D88"/>
    <w:rsid w:val="00F8154D"/>
    <w:rsid w:val="00F83D36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C69FE"/>
    <w:rsid w:val="00FD0280"/>
    <w:rsid w:val="00FD69AC"/>
    <w:rsid w:val="00FE5513"/>
    <w:rsid w:val="00FE55B3"/>
    <w:rsid w:val="00FE5D93"/>
    <w:rsid w:val="00FE6363"/>
    <w:rsid w:val="00FF09ED"/>
    <w:rsid w:val="00FF1249"/>
    <w:rsid w:val="00FF27C6"/>
    <w:rsid w:val="00FF2A90"/>
    <w:rsid w:val="00FF2AF8"/>
    <w:rsid w:val="00FF43AA"/>
    <w:rsid w:val="00FF4A80"/>
    <w:rsid w:val="00FF5A65"/>
    <w:rsid w:val="00FF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291F5C"/>
    <w:rPr>
      <w:rFonts w:cs="Times New Roman"/>
    </w:rPr>
  </w:style>
  <w:style w:type="character" w:customStyle="1" w:styleId="BodyTextChar2">
    <w:name w:val="Body Text Char2"/>
    <w:basedOn w:val="DefaultParagraphFont"/>
    <w:uiPriority w:val="99"/>
    <w:semiHidden/>
    <w:locked/>
    <w:rsid w:val="0098783D"/>
    <w:rPr>
      <w:rFonts w:cs="Times New Roman"/>
      <w:sz w:val="24"/>
      <w:szCs w:val="24"/>
      <w:lang w:val="es-ES" w:eastAsia="es-ES"/>
    </w:rPr>
  </w:style>
  <w:style w:type="paragraph" w:styleId="Closing">
    <w:name w:val="Closing"/>
    <w:basedOn w:val="Normal"/>
    <w:link w:val="Closing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  <w:style w:type="paragraph" w:styleId="Signature">
    <w:name w:val="Signature"/>
    <w:basedOn w:val="Normal"/>
    <w:link w:val="SignatureChar"/>
    <w:uiPriority w:val="99"/>
    <w:rsid w:val="00042C9D"/>
    <w:pPr>
      <w:ind w:left="4252"/>
    </w:pPr>
    <w:rPr>
      <w:szCs w:val="24"/>
      <w:lang w:val="es-ES" w:eastAsia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042C9D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27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3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68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5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6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27709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27714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27721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27739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27755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2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239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27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071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2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458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27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193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9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2773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64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31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62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70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8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1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2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32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7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277422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01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9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2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2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7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276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211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7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77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2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7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171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169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2774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534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277575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87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381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7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7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73276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7327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7327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3277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76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27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573277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2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57327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27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683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32774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32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5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68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5732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57327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2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327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70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66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67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27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6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68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68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69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69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6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70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7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70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7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71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2777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2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71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77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7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277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277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327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76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74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277762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27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277757">
          <w:marLeft w:val="180"/>
          <w:marRight w:val="18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57327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27775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27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27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7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327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753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27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8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2778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7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7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7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179</Words>
  <Characters>987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2023-11-11T19:07:00Z</dcterms:created>
  <dcterms:modified xsi:type="dcterms:W3CDTF">2023-11-11T19:12:00Z</dcterms:modified>
</cp:coreProperties>
</file>