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F6" w:rsidRDefault="001A03F6" w:rsidP="00BC3D91"/>
    <w:p w:rsidR="001A03F6" w:rsidRDefault="001A03F6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1A03F6" w:rsidRPr="00922193" w:rsidRDefault="001A03F6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23 de Julio 2023</w:t>
      </w:r>
    </w:p>
    <w:p w:rsidR="001A03F6" w:rsidRPr="00922193" w:rsidRDefault="001A03F6" w:rsidP="00922193">
      <w:pPr>
        <w:rPr>
          <w:rFonts w:ascii="Calibri" w:hAnsi="Calibri"/>
          <w:b/>
        </w:rPr>
      </w:pPr>
      <w:r>
        <w:rPr>
          <w:rFonts w:ascii="Calibri" w:hAnsi="Calibri"/>
          <w:b/>
        </w:rPr>
        <w:t>Del Libro 14</w:t>
      </w:r>
      <w:r w:rsidRPr="00922193">
        <w:rPr>
          <w:rFonts w:ascii="Calibri" w:hAnsi="Calibri"/>
          <w:b/>
        </w:rPr>
        <w:t xml:space="preserve"> d</w:t>
      </w:r>
      <w:r>
        <w:rPr>
          <w:rFonts w:ascii="Calibri" w:hAnsi="Calibri"/>
          <w:b/>
        </w:rPr>
        <w:t>e Kryon – El Nuevo Humano</w:t>
      </w:r>
    </w:p>
    <w:p w:rsidR="001A03F6" w:rsidRPr="00922193" w:rsidRDefault="001A03F6" w:rsidP="00922193">
      <w:pPr>
        <w:rPr>
          <w:rFonts w:ascii="Calibri" w:hAnsi="Calibri"/>
          <w:b/>
        </w:rPr>
      </w:pPr>
      <w:r>
        <w:rPr>
          <w:rFonts w:ascii="Calibri" w:hAnsi="Calibri"/>
          <w:b/>
        </w:rPr>
        <w:br/>
        <w:t>El Nuevo Humano</w:t>
      </w:r>
    </w:p>
    <w:p w:rsidR="001A03F6" w:rsidRDefault="001A03F6" w:rsidP="00922193">
      <w:pPr>
        <w:rPr>
          <w:rFonts w:ascii="Calibri" w:hAnsi="Calibri"/>
        </w:rPr>
      </w:pP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La naturaleza humana está a punto de cambiar, y será la primera vez en toda tu historia que esto haya sucedido.</w:t>
      </w:r>
      <w:r w:rsidRPr="00992970">
        <w:rPr>
          <w:rFonts w:ascii="Calibri" w:hAnsi="Calibri"/>
          <w:szCs w:val="24"/>
          <w:lang w:val="es-ES" w:eastAsia="es-ES"/>
        </w:rPr>
        <w:br/>
        <w:t>Más que un cambio en la naturaleza humana, es que está por volverse nueva.</w:t>
      </w: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Los psicólogos te dirán que la naturaleza humana es estática – esto es, que no cambia.</w:t>
      </w:r>
      <w:r w:rsidRPr="00992970">
        <w:rPr>
          <w:rFonts w:ascii="Calibri" w:hAnsi="Calibri"/>
          <w:szCs w:val="24"/>
          <w:lang w:val="es-ES" w:eastAsia="es-ES"/>
        </w:rPr>
        <w:br/>
        <w:t>Simplemente “viene con esto de ser un Ser Humano”</w:t>
      </w: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Parte del estudio de la psicología requiere de por sí que sea estática, para que pueda ser estudiada, y luego muchos puedan beneficiarse del conocimiento reunido.</w:t>
      </w: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La Historia refuerza esto, y mostrará que la naturaleza humana es responsable de los mismos tipos de miedos e instinto de supervivencia, una y otra vez, y que nunca cambia.</w:t>
      </w: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La Historia se repite en todas sus disfunciones, su drama, sus guerras, y ustedes pueden contar  con que la naturaleza humana sea la misma.</w:t>
      </w: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A menudo, cuando se usa esa misma frase “naturaleza humana”, es con una connotación negativa.</w:t>
      </w:r>
      <w:r w:rsidRPr="00992970">
        <w:rPr>
          <w:rFonts w:ascii="Calibri" w:hAnsi="Calibri"/>
          <w:szCs w:val="24"/>
          <w:lang w:val="es-ES" w:eastAsia="es-ES"/>
        </w:rPr>
        <w:br/>
        <w:t>Este mismo hecho les muestra que hasta los estudiosos se dan cuenta de que la naturaleza intrínseca de los humanos es defectuosa.</w:t>
      </w:r>
    </w:p>
    <w:p w:rsidR="001A03F6" w:rsidRPr="00992970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br/>
        <w:t>Por lo tanto, la idea de un cambio real en la naturaleza humana ni siquiera se ve como posible por los expertos.</w:t>
      </w: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Si nunca ha cambiado, ¿por qué lo haría ahora?</w:t>
      </w: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Entonces, que venga un cambio es una idea difícil de aceptar para quienes tienen una mente científica, porque todavía no hay evidencia de lo que est</w:t>
      </w:r>
      <w:r>
        <w:rPr>
          <w:rFonts w:ascii="Calibri" w:hAnsi="Calibri"/>
          <w:szCs w:val="24"/>
          <w:lang w:val="es-ES" w:eastAsia="es-ES"/>
        </w:rPr>
        <w:t>amos llamando “El Gran Cambio”.</w:t>
      </w:r>
    </w:p>
    <w:p w:rsidR="001A03F6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 xml:space="preserve">Hasta ahora solo hay evidencia de un cambio fortuito, porque </w:t>
      </w:r>
      <w:r>
        <w:rPr>
          <w:rFonts w:ascii="Calibri" w:hAnsi="Calibri"/>
          <w:szCs w:val="24"/>
          <w:lang w:val="es-ES" w:eastAsia="es-ES"/>
        </w:rPr>
        <w:t>estas cosas suceden lentamente.</w:t>
      </w:r>
    </w:p>
    <w:p w:rsidR="001A03F6" w:rsidRPr="00992970" w:rsidRDefault="001A03F6" w:rsidP="00992970">
      <w:pPr>
        <w:spacing w:after="120"/>
        <w:rPr>
          <w:rFonts w:ascii="Calibri" w:hAnsi="Calibri"/>
          <w:szCs w:val="24"/>
          <w:lang w:val="es-ES" w:eastAsia="es-ES"/>
        </w:rPr>
      </w:pPr>
      <w:r w:rsidRPr="00992970">
        <w:rPr>
          <w:rFonts w:ascii="Calibri" w:hAnsi="Calibri"/>
          <w:szCs w:val="24"/>
          <w:lang w:val="es-ES" w:eastAsia="es-ES"/>
        </w:rPr>
        <w:t>A veces el cambio va tan lentamente que ustedes ni siquiera se dan cuenta, pero está empezando ahora.</w:t>
      </w:r>
    </w:p>
    <w:p w:rsidR="001A03F6" w:rsidRPr="00DA5917" w:rsidRDefault="001A03F6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890C43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1A03F6" w:rsidRDefault="001A03F6" w:rsidP="00C759C8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</w:p>
    <w:p w:rsidR="001A03F6" w:rsidRDefault="001A03F6" w:rsidP="00C759C8">
      <w:pPr>
        <w:rPr>
          <w:rFonts w:ascii="Arial" w:hAnsi="Arial" w:cs="Arial"/>
          <w:sz w:val="20"/>
          <w:szCs w:val="20"/>
          <w:lang w:val="es-ES" w:eastAsia="es-ES"/>
        </w:rPr>
      </w:pPr>
    </w:p>
    <w:p w:rsidR="001A03F6" w:rsidRPr="00273C9F" w:rsidRDefault="001A03F6" w:rsidP="00544CE8">
      <w:pPr>
        <w:rPr>
          <w:rFonts w:ascii="Arial" w:hAnsi="Arial" w:cs="Arial"/>
          <w:sz w:val="20"/>
          <w:szCs w:val="20"/>
        </w:rPr>
      </w:pPr>
    </w:p>
    <w:sectPr w:rsidR="001A03F6" w:rsidRPr="00273C9F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3F6" w:rsidRDefault="001A03F6">
      <w:r>
        <w:separator/>
      </w:r>
    </w:p>
  </w:endnote>
  <w:endnote w:type="continuationSeparator" w:id="0">
    <w:p w:rsidR="001A03F6" w:rsidRDefault="001A0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F6" w:rsidRDefault="001A03F6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03F6" w:rsidRDefault="001A03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F6" w:rsidRDefault="001A03F6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A03F6" w:rsidRDefault="001A03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3F6" w:rsidRDefault="001A03F6">
      <w:r>
        <w:separator/>
      </w:r>
    </w:p>
  </w:footnote>
  <w:footnote w:type="continuationSeparator" w:id="0">
    <w:p w:rsidR="001A03F6" w:rsidRDefault="001A03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1AE"/>
    <w:rsid w:val="00071A5F"/>
    <w:rsid w:val="00076783"/>
    <w:rsid w:val="0008020F"/>
    <w:rsid w:val="0008391B"/>
    <w:rsid w:val="00084324"/>
    <w:rsid w:val="0008648B"/>
    <w:rsid w:val="0008693E"/>
    <w:rsid w:val="000874CF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E59"/>
    <w:rsid w:val="0013568B"/>
    <w:rsid w:val="001376C2"/>
    <w:rsid w:val="00137C0F"/>
    <w:rsid w:val="001409C3"/>
    <w:rsid w:val="001415C8"/>
    <w:rsid w:val="001430EB"/>
    <w:rsid w:val="00143C37"/>
    <w:rsid w:val="00150E2D"/>
    <w:rsid w:val="0015167E"/>
    <w:rsid w:val="001524CD"/>
    <w:rsid w:val="00153108"/>
    <w:rsid w:val="00153402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955DA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276E"/>
    <w:rsid w:val="00517EC0"/>
    <w:rsid w:val="00520C88"/>
    <w:rsid w:val="00521EC0"/>
    <w:rsid w:val="005268C0"/>
    <w:rsid w:val="005272C1"/>
    <w:rsid w:val="00527CCC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3AE5"/>
    <w:rsid w:val="00BF4C05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45AA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C1A04"/>
    <w:rsid w:val="00CC2779"/>
    <w:rsid w:val="00CC7456"/>
    <w:rsid w:val="00CC7A45"/>
    <w:rsid w:val="00CD046F"/>
    <w:rsid w:val="00CD59CC"/>
    <w:rsid w:val="00CD7D62"/>
    <w:rsid w:val="00CE5E67"/>
    <w:rsid w:val="00CF1DBB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66752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7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4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178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54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210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21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22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24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25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1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249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17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081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1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46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1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203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17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9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172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57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4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7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8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9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2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3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71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17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17243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02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17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95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1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17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286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221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172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172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1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17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181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17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1724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54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7172585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17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8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39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2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17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17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32717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32717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32717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17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17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17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32717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3271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17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17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18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17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1725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71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2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69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3271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3271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71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717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71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67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6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6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69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69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0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1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1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2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17273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17272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17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17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172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172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717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17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282</Words>
  <Characters>1555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2</cp:revision>
  <cp:lastPrinted>2020-04-11T16:59:00Z</cp:lastPrinted>
  <dcterms:created xsi:type="dcterms:W3CDTF">2023-07-30T16:41:00Z</dcterms:created>
  <dcterms:modified xsi:type="dcterms:W3CDTF">2023-07-30T16:41:00Z</dcterms:modified>
</cp:coreProperties>
</file>