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FE" w:rsidRDefault="00FC69FE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FC69FE" w:rsidRPr="00922193" w:rsidRDefault="00FC69FE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27 de Agosto 2023</w:t>
      </w:r>
    </w:p>
    <w:p w:rsidR="00FC69FE" w:rsidRPr="00F8641D" w:rsidRDefault="00FC69FE" w:rsidP="00F8641D">
      <w:pPr>
        <w:rPr>
          <w:rFonts w:ascii="Calibri" w:hAnsi="Calibri"/>
          <w:b/>
          <w:szCs w:val="24"/>
          <w:lang w:val="es-ES" w:eastAsia="es-ES"/>
        </w:rPr>
      </w:pPr>
      <w:r w:rsidRPr="00F8641D">
        <w:rPr>
          <w:rFonts w:ascii="Calibri" w:hAnsi="Calibri"/>
          <w:b/>
          <w:szCs w:val="24"/>
          <w:lang w:val="es-ES" w:eastAsia="es-ES"/>
        </w:rPr>
        <w:t>Del Libro 13 de Kryon: La Recalibración de la Humanidad</w:t>
      </w:r>
    </w:p>
    <w:p w:rsidR="00FC69FE" w:rsidRPr="00F8641D" w:rsidRDefault="00FC69FE" w:rsidP="00F8641D">
      <w:pPr>
        <w:rPr>
          <w:rFonts w:ascii="Calibri" w:hAnsi="Calibri"/>
          <w:b/>
          <w:szCs w:val="24"/>
          <w:lang w:val="es-ES" w:eastAsia="es-ES"/>
        </w:rPr>
      </w:pPr>
      <w:r w:rsidRPr="00F8641D">
        <w:rPr>
          <w:rFonts w:ascii="Calibri" w:hAnsi="Calibri"/>
          <w:b/>
          <w:szCs w:val="24"/>
          <w:lang w:val="es-ES" w:eastAsia="es-ES"/>
        </w:rPr>
        <w:t> </w:t>
      </w:r>
    </w:p>
    <w:p w:rsidR="00FC69FE" w:rsidRPr="00F8641D" w:rsidRDefault="00FC69FE" w:rsidP="00F8641D">
      <w:pPr>
        <w:rPr>
          <w:rFonts w:ascii="Calibri" w:hAnsi="Calibri"/>
          <w:b/>
          <w:szCs w:val="24"/>
          <w:lang w:val="es-ES" w:eastAsia="es-ES"/>
        </w:rPr>
      </w:pPr>
      <w:r w:rsidRPr="00F8641D">
        <w:rPr>
          <w:rFonts w:ascii="Calibri" w:hAnsi="Calibri"/>
          <w:b/>
          <w:szCs w:val="24"/>
          <w:lang w:val="es-ES" w:eastAsia="es-ES"/>
        </w:rPr>
        <w:t>Existiendo en Nuestro Ahora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 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El Espíritu responde a los potenciales en mi lado del velo, y otra vez digo que no tenemos reloj.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Vemos al lector del mismo modo que vemos al que está hoy en la silla.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Vemos los potenciales como realidad.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Esa realidad que ahora vemos, te trajo a leer esto en un papel o un dispositivo electrónico.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Todo esto para nosotros parece estar dentro del mismo marco de tiempo que unos pocos de ustedes están experimentando en esta reunión mientras nos escuchan.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De modo que su futuro es nuestro ahora.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No vemos reglas empíricas en nuestra realidad, sino que, en cambio, vemos las potencialidades de la existencia.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Es decir que sabemos quiénes son ustedes – escuchando, leyendo, o aquí en la silla.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Ustedes piensan que saben cuántos están aquí, pero no saben realmente lo que significa “aquí”, porque hay muchos más que los que piensan.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¿Su “aquí” incluye el futuro?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¿Su “aquí” incluye las generaciones por venir?</w:t>
      </w:r>
    </w:p>
    <w:p w:rsidR="00FC69FE" w:rsidRPr="00F8641D" w:rsidRDefault="00FC69FE" w:rsidP="00F8641D">
      <w:pPr>
        <w:rPr>
          <w:rFonts w:ascii="Calibri" w:hAnsi="Calibri"/>
          <w:szCs w:val="24"/>
          <w:lang w:val="es-ES" w:eastAsia="es-ES"/>
        </w:rPr>
      </w:pPr>
      <w:r w:rsidRPr="00F8641D">
        <w:rPr>
          <w:rFonts w:ascii="Calibri" w:hAnsi="Calibri"/>
          <w:szCs w:val="24"/>
          <w:lang w:val="es-ES" w:eastAsia="es-ES"/>
        </w:rPr>
        <w:t>Verán: cualquiera que alguna vez escuche o lea estas palabras, no importa cuándo, es un potencial que existe en nuestro ahora.</w:t>
      </w:r>
    </w:p>
    <w:p w:rsidR="00FC69FE" w:rsidRPr="00DA5917" w:rsidRDefault="00FC69FE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F8641D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FC69FE" w:rsidRDefault="00FC69FE" w:rsidP="0053008B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  <w:r>
        <w:rPr>
          <w:rFonts w:ascii="Arial" w:hAnsi="Arial" w:cs="Arial"/>
          <w:sz w:val="20"/>
          <w:szCs w:val="20"/>
          <w:lang w:val="es-ES" w:eastAsia="es-ES"/>
        </w:rPr>
        <w:br/>
      </w:r>
    </w:p>
    <w:p w:rsidR="00FC69FE" w:rsidRPr="00E44DC8" w:rsidRDefault="00FC69FE" w:rsidP="00E44DC8">
      <w:pPr>
        <w:jc w:val="both"/>
        <w:rPr>
          <w:rFonts w:ascii="Calibri" w:hAnsi="Calibri" w:cs="Arial"/>
          <w:szCs w:val="24"/>
        </w:rPr>
      </w:pPr>
      <w:r>
        <w:rPr>
          <w:lang w:val="es-ES" w:eastAsia="es-ES"/>
        </w:rPr>
        <w:br/>
      </w:r>
    </w:p>
    <w:sectPr w:rsidR="00FC69FE" w:rsidRPr="00E44DC8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FE" w:rsidRDefault="00FC69FE">
      <w:r>
        <w:separator/>
      </w:r>
    </w:p>
  </w:endnote>
  <w:endnote w:type="continuationSeparator" w:id="0">
    <w:p w:rsidR="00FC69FE" w:rsidRDefault="00FC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E" w:rsidRDefault="00FC69FE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69FE" w:rsidRDefault="00FC69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E" w:rsidRDefault="00FC69FE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C69FE" w:rsidRDefault="00FC69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FE" w:rsidRDefault="00FC69FE">
      <w:r>
        <w:separator/>
      </w:r>
    </w:p>
  </w:footnote>
  <w:footnote w:type="continuationSeparator" w:id="0">
    <w:p w:rsidR="00FC69FE" w:rsidRDefault="00FC69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54D12"/>
    <w:rsid w:val="00065A71"/>
    <w:rsid w:val="0006778F"/>
    <w:rsid w:val="000711AE"/>
    <w:rsid w:val="00071A5F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0E3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70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300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42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42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434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45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46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371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203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590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325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44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696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1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5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55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15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8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408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343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9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303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30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5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6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94707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513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709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709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709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9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94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9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7709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7709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39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46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1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770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770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4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79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2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2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485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5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94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9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4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09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89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7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489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9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4889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770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488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9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0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88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206</Words>
  <Characters>1134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2023-08-29T17:41:00Z</dcterms:created>
  <dcterms:modified xsi:type="dcterms:W3CDTF">2023-08-29T18:33:00Z</dcterms:modified>
</cp:coreProperties>
</file>