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A5B" w:rsidRDefault="00D46A5B" w:rsidP="00EF4655">
      <w:pPr>
        <w:jc w:val="center"/>
      </w:pPr>
      <w:r>
        <w:br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187.5pt">
            <v:imagedata r:id="rId7" o:title=""/>
          </v:shape>
        </w:pict>
      </w:r>
    </w:p>
    <w:p w:rsidR="00D46A5B" w:rsidRPr="00922193" w:rsidRDefault="00D46A5B" w:rsidP="00BC3D91">
      <w:pPr>
        <w:jc w:val="both"/>
        <w:rPr>
          <w:rFonts w:ascii="Calibri" w:hAnsi="Calibri" w:cs="Arial"/>
          <w:szCs w:val="24"/>
        </w:rPr>
      </w:pPr>
      <w:r w:rsidRPr="00922193">
        <w:rPr>
          <w:rFonts w:ascii="Calibri" w:hAnsi="Calibri" w:cs="Arial"/>
          <w:szCs w:val="24"/>
        </w:rPr>
        <w:t xml:space="preserve">                                                                                                       </w:t>
      </w:r>
      <w:r>
        <w:rPr>
          <w:rFonts w:ascii="Calibri" w:hAnsi="Calibri" w:cs="Arial"/>
          <w:szCs w:val="24"/>
        </w:rPr>
        <w:t xml:space="preserve">                            29 de Octubre 2023</w:t>
      </w:r>
    </w:p>
    <w:p w:rsidR="00D46A5B" w:rsidRPr="00BB165F" w:rsidRDefault="00D46A5B" w:rsidP="003C4C81">
      <w:pPr>
        <w:rPr>
          <w:rFonts w:ascii="Calibri" w:hAnsi="Calibri"/>
          <w:b/>
          <w:szCs w:val="24"/>
          <w:lang w:val="es-ES" w:eastAsia="es-ES"/>
        </w:rPr>
      </w:pPr>
      <w:r>
        <w:rPr>
          <w:rFonts w:ascii="Calibri" w:hAnsi="Calibri"/>
          <w:b/>
          <w:szCs w:val="24"/>
          <w:lang w:val="es-ES" w:eastAsia="es-ES"/>
        </w:rPr>
        <w:t>Del Libro 13</w:t>
      </w:r>
      <w:r w:rsidRPr="001E41F4">
        <w:rPr>
          <w:rFonts w:ascii="Calibri" w:hAnsi="Calibri"/>
          <w:b/>
          <w:szCs w:val="24"/>
          <w:lang w:val="es-ES" w:eastAsia="es-ES"/>
        </w:rPr>
        <w:t xml:space="preserve"> de Kryon: </w:t>
      </w:r>
      <w:r w:rsidRPr="00BB165F">
        <w:rPr>
          <w:rFonts w:ascii="Calibri" w:hAnsi="Calibri"/>
          <w:b/>
          <w:szCs w:val="24"/>
          <w:lang w:val="es-ES" w:eastAsia="es-ES"/>
        </w:rPr>
        <w:t>La Recalibración de la Humanidad</w:t>
      </w:r>
    </w:p>
    <w:p w:rsidR="00D46A5B" w:rsidRPr="00BB165F" w:rsidRDefault="00D46A5B" w:rsidP="003C4C81">
      <w:pPr>
        <w:rPr>
          <w:rFonts w:ascii="Calibri" w:hAnsi="Calibri"/>
          <w:b/>
          <w:szCs w:val="24"/>
          <w:lang w:val="es-ES" w:eastAsia="es-ES"/>
        </w:rPr>
      </w:pPr>
    </w:p>
    <w:p w:rsidR="00D46A5B" w:rsidRPr="003C4C81" w:rsidRDefault="00D46A5B" w:rsidP="003C4C81">
      <w:pPr>
        <w:rPr>
          <w:rFonts w:ascii="Calibri" w:hAnsi="Calibri"/>
          <w:b/>
          <w:szCs w:val="24"/>
          <w:lang w:val="es-ES" w:eastAsia="es-ES"/>
        </w:rPr>
      </w:pPr>
      <w:r w:rsidRPr="003C4C81">
        <w:rPr>
          <w:rFonts w:ascii="Calibri" w:hAnsi="Calibri"/>
          <w:b/>
          <w:szCs w:val="24"/>
          <w:lang w:val="es-ES" w:eastAsia="es-ES"/>
        </w:rPr>
        <w:t>Difundir Luz</w:t>
      </w:r>
    </w:p>
    <w:p w:rsidR="00D46A5B" w:rsidRPr="003C4C81" w:rsidRDefault="00D46A5B" w:rsidP="003C4C81">
      <w:pPr>
        <w:rPr>
          <w:rFonts w:ascii="Calibri" w:hAnsi="Calibri"/>
          <w:szCs w:val="24"/>
          <w:lang w:val="es-ES" w:eastAsia="es-ES"/>
        </w:rPr>
      </w:pPr>
      <w:r w:rsidRPr="003C4C81">
        <w:rPr>
          <w:rFonts w:ascii="Calibri" w:hAnsi="Calibri"/>
          <w:szCs w:val="24"/>
          <w:lang w:val="es-ES" w:eastAsia="es-ES"/>
        </w:rPr>
        <w:t>Si estás constantemente creando luz, entonces la oscuridad no tiene ninguna oportunidad.</w:t>
      </w:r>
    </w:p>
    <w:p w:rsidR="00D46A5B" w:rsidRPr="003C4C81" w:rsidRDefault="00D46A5B" w:rsidP="003C4C81">
      <w:pPr>
        <w:rPr>
          <w:rFonts w:ascii="Calibri" w:hAnsi="Calibri"/>
          <w:szCs w:val="24"/>
          <w:lang w:val="es-ES" w:eastAsia="es-ES"/>
        </w:rPr>
      </w:pPr>
      <w:r w:rsidRPr="003C4C81">
        <w:rPr>
          <w:rFonts w:ascii="Calibri" w:hAnsi="Calibri"/>
          <w:szCs w:val="24"/>
          <w:lang w:val="es-ES" w:eastAsia="es-ES"/>
        </w:rPr>
        <w:t>Hemos dicho esto una y otra vez, y ahora cierra el círculo completo para ti personalmente: Dondequiera que vayas la oscuridad no puede tocarte.</w:t>
      </w:r>
    </w:p>
    <w:p w:rsidR="00D46A5B" w:rsidRPr="003C4C81" w:rsidRDefault="00D46A5B" w:rsidP="003C4C81">
      <w:pPr>
        <w:rPr>
          <w:rFonts w:ascii="Calibri" w:hAnsi="Calibri"/>
          <w:szCs w:val="24"/>
          <w:lang w:val="es-ES" w:eastAsia="es-ES"/>
        </w:rPr>
      </w:pPr>
      <w:r w:rsidRPr="003C4C81">
        <w:rPr>
          <w:rFonts w:ascii="Calibri" w:hAnsi="Calibri"/>
          <w:szCs w:val="24"/>
          <w:lang w:val="es-ES" w:eastAsia="es-ES"/>
        </w:rPr>
        <w:t>¿Me estás escuchando?</w:t>
      </w:r>
    </w:p>
    <w:p w:rsidR="00D46A5B" w:rsidRPr="003C4C81" w:rsidRDefault="00D46A5B" w:rsidP="003C4C81">
      <w:pPr>
        <w:rPr>
          <w:rFonts w:ascii="Calibri" w:hAnsi="Calibri"/>
          <w:szCs w:val="24"/>
          <w:lang w:val="es-ES" w:eastAsia="es-ES"/>
        </w:rPr>
      </w:pPr>
      <w:r w:rsidRPr="003C4C81">
        <w:rPr>
          <w:rFonts w:ascii="Calibri" w:hAnsi="Calibri"/>
          <w:szCs w:val="24"/>
          <w:lang w:val="es-ES" w:eastAsia="es-ES"/>
        </w:rPr>
        <w:t>No puede tocarte.</w:t>
      </w:r>
    </w:p>
    <w:p w:rsidR="00D46A5B" w:rsidRPr="003C4C81" w:rsidRDefault="00D46A5B" w:rsidP="003C4C81">
      <w:pPr>
        <w:rPr>
          <w:rFonts w:ascii="Calibri" w:hAnsi="Calibri"/>
          <w:szCs w:val="24"/>
          <w:lang w:val="es-ES" w:eastAsia="es-ES"/>
        </w:rPr>
      </w:pPr>
      <w:r w:rsidRPr="003C4C81">
        <w:rPr>
          <w:rFonts w:ascii="Calibri" w:hAnsi="Calibri"/>
          <w:szCs w:val="24"/>
          <w:lang w:val="es-ES" w:eastAsia="es-ES"/>
        </w:rPr>
        <w:t>La esencia de tu luz es el amor de Dios y tú lo estás difundiendo.</w:t>
      </w:r>
    </w:p>
    <w:p w:rsidR="00D46A5B" w:rsidRPr="003C4C81" w:rsidRDefault="00D46A5B" w:rsidP="003C4C81">
      <w:pPr>
        <w:rPr>
          <w:rFonts w:ascii="Calibri" w:hAnsi="Calibri"/>
          <w:szCs w:val="24"/>
          <w:lang w:val="es-ES" w:eastAsia="es-ES"/>
        </w:rPr>
      </w:pPr>
      <w:r w:rsidRPr="003C4C81">
        <w:rPr>
          <w:rFonts w:ascii="Calibri" w:hAnsi="Calibri"/>
          <w:szCs w:val="24"/>
          <w:lang w:val="es-ES" w:eastAsia="es-ES"/>
        </w:rPr>
        <w:t>Trabajador de Luz: ¡difúndelo!</w:t>
      </w:r>
    </w:p>
    <w:p w:rsidR="00D46A5B" w:rsidRPr="003C4C81" w:rsidRDefault="00D46A5B" w:rsidP="003C4C81">
      <w:pPr>
        <w:rPr>
          <w:rFonts w:ascii="Calibri" w:hAnsi="Calibri"/>
          <w:szCs w:val="24"/>
          <w:lang w:val="es-ES" w:eastAsia="es-ES"/>
        </w:rPr>
      </w:pPr>
      <w:r w:rsidRPr="003C4C81">
        <w:rPr>
          <w:rFonts w:ascii="Calibri" w:hAnsi="Calibri"/>
          <w:szCs w:val="24"/>
          <w:lang w:val="es-ES" w:eastAsia="es-ES"/>
        </w:rPr>
        <w:t>¡No hay ninguna cosa oscura que pueda entrar allí en tanto tú estés difundiendo luz!</w:t>
      </w:r>
    </w:p>
    <w:p w:rsidR="00D46A5B" w:rsidRPr="000F7562" w:rsidRDefault="00D46A5B" w:rsidP="000F7562">
      <w:pPr>
        <w:rPr>
          <w:rFonts w:ascii="Calibri" w:hAnsi="Calibri"/>
          <w:szCs w:val="24"/>
          <w:lang w:val="es-ES" w:eastAsia="es-ES"/>
        </w:rPr>
      </w:pPr>
    </w:p>
    <w:p w:rsidR="00D46A5B" w:rsidRPr="000F7562" w:rsidRDefault="00D46A5B" w:rsidP="000F7562">
      <w:pPr>
        <w:rPr>
          <w:szCs w:val="24"/>
          <w:lang w:val="es-ES" w:eastAsia="es-ES"/>
        </w:rPr>
      </w:pPr>
      <w:r w:rsidRPr="000F7562">
        <w:rPr>
          <w:color w:val="3333FF"/>
          <w:szCs w:val="24"/>
          <w:lang w:val="es-ES" w:eastAsia="es-ES"/>
        </w:rPr>
        <w:t> </w:t>
      </w:r>
    </w:p>
    <w:p w:rsidR="00D46A5B" w:rsidRPr="00DA5917" w:rsidRDefault="00D46A5B" w:rsidP="00A7731D">
      <w:pPr>
        <w:spacing w:after="120"/>
        <w:rPr>
          <w:rFonts w:ascii="Brush Script Std" w:hAnsi="Brush Script Std" w:cs="Arial"/>
          <w:sz w:val="52"/>
          <w:szCs w:val="52"/>
          <w:lang w:val="es-ES"/>
        </w:rPr>
      </w:pP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D46A5B" w:rsidRDefault="00D46A5B" w:rsidP="00E2127A">
      <w:pPr>
        <w:rPr>
          <w:rFonts w:ascii="Calibri" w:hAnsi="Calibri"/>
          <w:lang w:val="es-ES" w:eastAsia="es-ES"/>
        </w:rPr>
      </w:pPr>
      <w:r w:rsidRPr="0033494D">
        <w:rPr>
          <w:rFonts w:ascii="Calibri" w:hAnsi="Calibri"/>
        </w:rPr>
        <w:t>a través de Lee Carroll</w:t>
      </w:r>
      <w:r w:rsidRPr="0033494D">
        <w:rPr>
          <w:rFonts w:ascii="Calibri" w:hAnsi="Calibri"/>
        </w:rPr>
        <w:br/>
      </w:r>
      <w:r>
        <w:rPr>
          <w:rFonts w:ascii="Calibri" w:hAnsi="Calibri"/>
          <w:lang w:val="es-ES" w:eastAsia="es-ES"/>
        </w:rPr>
        <w:t> Traducción: M. Cristina Cáffaro</w:t>
      </w:r>
    </w:p>
    <w:p w:rsidR="00D46A5B" w:rsidRDefault="00D46A5B" w:rsidP="00E2127A">
      <w:pPr>
        <w:rPr>
          <w:rFonts w:ascii="Calibri" w:hAnsi="Calibri"/>
          <w:lang w:val="es-ES" w:eastAsia="es-ES"/>
        </w:rPr>
      </w:pPr>
    </w:p>
    <w:p w:rsidR="00D46A5B" w:rsidRPr="00FF6C06" w:rsidRDefault="00D46A5B" w:rsidP="00FF6C06">
      <w:pPr>
        <w:spacing w:line="480" w:lineRule="auto"/>
        <w:jc w:val="center"/>
        <w:rPr>
          <w:rFonts w:ascii="Calibri" w:hAnsi="Calibri"/>
        </w:rPr>
      </w:pPr>
    </w:p>
    <w:sectPr w:rsidR="00D46A5B" w:rsidRPr="00FF6C06" w:rsidSect="00BA1483">
      <w:footerReference w:type="even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A5B" w:rsidRDefault="00D46A5B">
      <w:r>
        <w:separator/>
      </w:r>
    </w:p>
  </w:endnote>
  <w:endnote w:type="continuationSeparator" w:id="0">
    <w:p w:rsidR="00D46A5B" w:rsidRDefault="00D46A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5B" w:rsidRDefault="00D46A5B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46A5B" w:rsidRDefault="00D46A5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5B" w:rsidRDefault="00D46A5B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46A5B" w:rsidRDefault="00D46A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A5B" w:rsidRDefault="00D46A5B">
      <w:r>
        <w:separator/>
      </w:r>
    </w:p>
  </w:footnote>
  <w:footnote w:type="continuationSeparator" w:id="0">
    <w:p w:rsidR="00D46A5B" w:rsidRDefault="00D46A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1366"/>
    <w:rsid w:val="00005072"/>
    <w:rsid w:val="0000527A"/>
    <w:rsid w:val="00006C29"/>
    <w:rsid w:val="00007559"/>
    <w:rsid w:val="00014682"/>
    <w:rsid w:val="0001642C"/>
    <w:rsid w:val="00026EED"/>
    <w:rsid w:val="00033760"/>
    <w:rsid w:val="00036C14"/>
    <w:rsid w:val="000410BF"/>
    <w:rsid w:val="00042C9D"/>
    <w:rsid w:val="00042F47"/>
    <w:rsid w:val="000479F5"/>
    <w:rsid w:val="00053AC5"/>
    <w:rsid w:val="00054D12"/>
    <w:rsid w:val="00065A71"/>
    <w:rsid w:val="0006778F"/>
    <w:rsid w:val="000711AE"/>
    <w:rsid w:val="00071A5F"/>
    <w:rsid w:val="000748D0"/>
    <w:rsid w:val="00076783"/>
    <w:rsid w:val="0008020F"/>
    <w:rsid w:val="0008391B"/>
    <w:rsid w:val="00084324"/>
    <w:rsid w:val="00085D76"/>
    <w:rsid w:val="0008648B"/>
    <w:rsid w:val="0008693E"/>
    <w:rsid w:val="000874CF"/>
    <w:rsid w:val="000921E0"/>
    <w:rsid w:val="00092CA8"/>
    <w:rsid w:val="0009354C"/>
    <w:rsid w:val="000A4105"/>
    <w:rsid w:val="000A6B64"/>
    <w:rsid w:val="000B00FF"/>
    <w:rsid w:val="000B1EB0"/>
    <w:rsid w:val="000B3F2F"/>
    <w:rsid w:val="000B602E"/>
    <w:rsid w:val="000B7AC4"/>
    <w:rsid w:val="000C38FC"/>
    <w:rsid w:val="000C4B47"/>
    <w:rsid w:val="000C5CA3"/>
    <w:rsid w:val="000D071C"/>
    <w:rsid w:val="000D1AE9"/>
    <w:rsid w:val="000D5AA5"/>
    <w:rsid w:val="000D5EA1"/>
    <w:rsid w:val="000D5F07"/>
    <w:rsid w:val="000D7164"/>
    <w:rsid w:val="000E4167"/>
    <w:rsid w:val="000E5BB2"/>
    <w:rsid w:val="000E6255"/>
    <w:rsid w:val="000F0E5F"/>
    <w:rsid w:val="000F176E"/>
    <w:rsid w:val="000F182D"/>
    <w:rsid w:val="000F39F5"/>
    <w:rsid w:val="000F6B04"/>
    <w:rsid w:val="000F74CE"/>
    <w:rsid w:val="000F7562"/>
    <w:rsid w:val="000F7CCB"/>
    <w:rsid w:val="001034D4"/>
    <w:rsid w:val="00116C91"/>
    <w:rsid w:val="00116F75"/>
    <w:rsid w:val="001217D5"/>
    <w:rsid w:val="001218F8"/>
    <w:rsid w:val="00122EBF"/>
    <w:rsid w:val="001239DE"/>
    <w:rsid w:val="00124919"/>
    <w:rsid w:val="00125061"/>
    <w:rsid w:val="00125573"/>
    <w:rsid w:val="00125857"/>
    <w:rsid w:val="0012631F"/>
    <w:rsid w:val="00130115"/>
    <w:rsid w:val="00133C70"/>
    <w:rsid w:val="00133E59"/>
    <w:rsid w:val="0013568B"/>
    <w:rsid w:val="001376C2"/>
    <w:rsid w:val="00137713"/>
    <w:rsid w:val="00137C0F"/>
    <w:rsid w:val="001409C3"/>
    <w:rsid w:val="00140C44"/>
    <w:rsid w:val="001415C8"/>
    <w:rsid w:val="001430EB"/>
    <w:rsid w:val="00143C37"/>
    <w:rsid w:val="001509B1"/>
    <w:rsid w:val="00150E2D"/>
    <w:rsid w:val="0015167E"/>
    <w:rsid w:val="001524CD"/>
    <w:rsid w:val="00153108"/>
    <w:rsid w:val="00153402"/>
    <w:rsid w:val="0015443B"/>
    <w:rsid w:val="001545A2"/>
    <w:rsid w:val="00155127"/>
    <w:rsid w:val="00160188"/>
    <w:rsid w:val="0016377F"/>
    <w:rsid w:val="001649BC"/>
    <w:rsid w:val="00166E35"/>
    <w:rsid w:val="00171506"/>
    <w:rsid w:val="00172FE6"/>
    <w:rsid w:val="00193898"/>
    <w:rsid w:val="00194616"/>
    <w:rsid w:val="001A03F6"/>
    <w:rsid w:val="001A062D"/>
    <w:rsid w:val="001A4B43"/>
    <w:rsid w:val="001A4D95"/>
    <w:rsid w:val="001A62E6"/>
    <w:rsid w:val="001A67AA"/>
    <w:rsid w:val="001A6A62"/>
    <w:rsid w:val="001A75CD"/>
    <w:rsid w:val="001B2E34"/>
    <w:rsid w:val="001B448B"/>
    <w:rsid w:val="001B6583"/>
    <w:rsid w:val="001C061D"/>
    <w:rsid w:val="001C13A4"/>
    <w:rsid w:val="001C292F"/>
    <w:rsid w:val="001C4E7D"/>
    <w:rsid w:val="001C4EA9"/>
    <w:rsid w:val="001D1A07"/>
    <w:rsid w:val="001D5798"/>
    <w:rsid w:val="001E41F4"/>
    <w:rsid w:val="001F071C"/>
    <w:rsid w:val="001F7508"/>
    <w:rsid w:val="00200E38"/>
    <w:rsid w:val="00203BA1"/>
    <w:rsid w:val="0020475B"/>
    <w:rsid w:val="00205DED"/>
    <w:rsid w:val="0020797A"/>
    <w:rsid w:val="00207CD3"/>
    <w:rsid w:val="00211367"/>
    <w:rsid w:val="002155D0"/>
    <w:rsid w:val="00216454"/>
    <w:rsid w:val="00224AE4"/>
    <w:rsid w:val="00224D46"/>
    <w:rsid w:val="00224F51"/>
    <w:rsid w:val="002256DD"/>
    <w:rsid w:val="00225FB8"/>
    <w:rsid w:val="00226FC3"/>
    <w:rsid w:val="0023618E"/>
    <w:rsid w:val="00237379"/>
    <w:rsid w:val="0024055A"/>
    <w:rsid w:val="002521AB"/>
    <w:rsid w:val="00252AF0"/>
    <w:rsid w:val="002531CE"/>
    <w:rsid w:val="002616D6"/>
    <w:rsid w:val="00261D45"/>
    <w:rsid w:val="00262218"/>
    <w:rsid w:val="002656F0"/>
    <w:rsid w:val="00265BE7"/>
    <w:rsid w:val="0026664C"/>
    <w:rsid w:val="00267903"/>
    <w:rsid w:val="002726DA"/>
    <w:rsid w:val="00273C9F"/>
    <w:rsid w:val="002823E5"/>
    <w:rsid w:val="00284E0C"/>
    <w:rsid w:val="002868C3"/>
    <w:rsid w:val="00287B5C"/>
    <w:rsid w:val="00291F5C"/>
    <w:rsid w:val="00292B9D"/>
    <w:rsid w:val="002937F3"/>
    <w:rsid w:val="002A092F"/>
    <w:rsid w:val="002A3713"/>
    <w:rsid w:val="002A448E"/>
    <w:rsid w:val="002A5E6A"/>
    <w:rsid w:val="002A69B5"/>
    <w:rsid w:val="002B144B"/>
    <w:rsid w:val="002B3213"/>
    <w:rsid w:val="002B334A"/>
    <w:rsid w:val="002C406D"/>
    <w:rsid w:val="002C539F"/>
    <w:rsid w:val="002C6A95"/>
    <w:rsid w:val="002D4E76"/>
    <w:rsid w:val="002E029D"/>
    <w:rsid w:val="002E02FA"/>
    <w:rsid w:val="002E1D99"/>
    <w:rsid w:val="002F0F95"/>
    <w:rsid w:val="002F134B"/>
    <w:rsid w:val="002F4B0D"/>
    <w:rsid w:val="002F55CD"/>
    <w:rsid w:val="002F7B6D"/>
    <w:rsid w:val="002F7B8A"/>
    <w:rsid w:val="0030006C"/>
    <w:rsid w:val="003000B0"/>
    <w:rsid w:val="00304488"/>
    <w:rsid w:val="0030601C"/>
    <w:rsid w:val="00312174"/>
    <w:rsid w:val="00314076"/>
    <w:rsid w:val="003158F0"/>
    <w:rsid w:val="00315F8F"/>
    <w:rsid w:val="00322311"/>
    <w:rsid w:val="00322CD1"/>
    <w:rsid w:val="00325D0E"/>
    <w:rsid w:val="00326E8F"/>
    <w:rsid w:val="0033494D"/>
    <w:rsid w:val="00336C69"/>
    <w:rsid w:val="0034215A"/>
    <w:rsid w:val="00342ADF"/>
    <w:rsid w:val="003479B0"/>
    <w:rsid w:val="00347DF1"/>
    <w:rsid w:val="00350E88"/>
    <w:rsid w:val="00363F66"/>
    <w:rsid w:val="003649C1"/>
    <w:rsid w:val="003654F5"/>
    <w:rsid w:val="00365B0B"/>
    <w:rsid w:val="00370077"/>
    <w:rsid w:val="00370A9F"/>
    <w:rsid w:val="00371ABE"/>
    <w:rsid w:val="00372E38"/>
    <w:rsid w:val="00375149"/>
    <w:rsid w:val="00375BFE"/>
    <w:rsid w:val="003845FA"/>
    <w:rsid w:val="00384DBB"/>
    <w:rsid w:val="003855A8"/>
    <w:rsid w:val="003860CF"/>
    <w:rsid w:val="00386AE5"/>
    <w:rsid w:val="00391504"/>
    <w:rsid w:val="0039219B"/>
    <w:rsid w:val="00395353"/>
    <w:rsid w:val="003955DA"/>
    <w:rsid w:val="00397BCC"/>
    <w:rsid w:val="003B0D1A"/>
    <w:rsid w:val="003B21CF"/>
    <w:rsid w:val="003B4060"/>
    <w:rsid w:val="003B6C67"/>
    <w:rsid w:val="003C08B6"/>
    <w:rsid w:val="003C10BB"/>
    <w:rsid w:val="003C168D"/>
    <w:rsid w:val="003C1B5F"/>
    <w:rsid w:val="003C29A4"/>
    <w:rsid w:val="003C4C81"/>
    <w:rsid w:val="003C61C1"/>
    <w:rsid w:val="003D6495"/>
    <w:rsid w:val="003D74A5"/>
    <w:rsid w:val="003D784E"/>
    <w:rsid w:val="003D7F1E"/>
    <w:rsid w:val="003E43D9"/>
    <w:rsid w:val="003E6B11"/>
    <w:rsid w:val="003E740F"/>
    <w:rsid w:val="003E7773"/>
    <w:rsid w:val="003E7E51"/>
    <w:rsid w:val="003F6611"/>
    <w:rsid w:val="003F741A"/>
    <w:rsid w:val="003F79F0"/>
    <w:rsid w:val="00401419"/>
    <w:rsid w:val="00401C72"/>
    <w:rsid w:val="00401FB0"/>
    <w:rsid w:val="00402711"/>
    <w:rsid w:val="00402743"/>
    <w:rsid w:val="00403191"/>
    <w:rsid w:val="004034D1"/>
    <w:rsid w:val="00403E67"/>
    <w:rsid w:val="0040505D"/>
    <w:rsid w:val="00407095"/>
    <w:rsid w:val="00412D13"/>
    <w:rsid w:val="00414AB2"/>
    <w:rsid w:val="00420410"/>
    <w:rsid w:val="0042066C"/>
    <w:rsid w:val="0042263E"/>
    <w:rsid w:val="0042315C"/>
    <w:rsid w:val="00423960"/>
    <w:rsid w:val="00432C21"/>
    <w:rsid w:val="00432F58"/>
    <w:rsid w:val="004360AB"/>
    <w:rsid w:val="00442F55"/>
    <w:rsid w:val="004455FC"/>
    <w:rsid w:val="00447183"/>
    <w:rsid w:val="00450710"/>
    <w:rsid w:val="004508FB"/>
    <w:rsid w:val="00450A38"/>
    <w:rsid w:val="00452434"/>
    <w:rsid w:val="00454CFF"/>
    <w:rsid w:val="00456923"/>
    <w:rsid w:val="0046007A"/>
    <w:rsid w:val="00462429"/>
    <w:rsid w:val="00465118"/>
    <w:rsid w:val="004700B6"/>
    <w:rsid w:val="0047057B"/>
    <w:rsid w:val="004722F4"/>
    <w:rsid w:val="00472436"/>
    <w:rsid w:val="0047308E"/>
    <w:rsid w:val="0047705F"/>
    <w:rsid w:val="00484D72"/>
    <w:rsid w:val="00486830"/>
    <w:rsid w:val="00487FFD"/>
    <w:rsid w:val="00491BF0"/>
    <w:rsid w:val="00494D7D"/>
    <w:rsid w:val="004950B9"/>
    <w:rsid w:val="0049654A"/>
    <w:rsid w:val="00497CF3"/>
    <w:rsid w:val="004A3E7B"/>
    <w:rsid w:val="004A45CC"/>
    <w:rsid w:val="004A5C6D"/>
    <w:rsid w:val="004B30ED"/>
    <w:rsid w:val="004B34B0"/>
    <w:rsid w:val="004B38EB"/>
    <w:rsid w:val="004C0ACB"/>
    <w:rsid w:val="004C248B"/>
    <w:rsid w:val="004C2B2F"/>
    <w:rsid w:val="004C7BC9"/>
    <w:rsid w:val="004D04C4"/>
    <w:rsid w:val="004D7986"/>
    <w:rsid w:val="004E0AAA"/>
    <w:rsid w:val="004E11E5"/>
    <w:rsid w:val="004E4A6F"/>
    <w:rsid w:val="004E7B0E"/>
    <w:rsid w:val="004F28F7"/>
    <w:rsid w:val="004F4DAB"/>
    <w:rsid w:val="004F503E"/>
    <w:rsid w:val="0050388B"/>
    <w:rsid w:val="00504506"/>
    <w:rsid w:val="0050797B"/>
    <w:rsid w:val="0051276E"/>
    <w:rsid w:val="00517EC0"/>
    <w:rsid w:val="0052059F"/>
    <w:rsid w:val="00520C88"/>
    <w:rsid w:val="00521EC0"/>
    <w:rsid w:val="0052338A"/>
    <w:rsid w:val="005268C0"/>
    <w:rsid w:val="005272C1"/>
    <w:rsid w:val="00527CCC"/>
    <w:rsid w:val="0053008B"/>
    <w:rsid w:val="00530D40"/>
    <w:rsid w:val="00532115"/>
    <w:rsid w:val="005439B2"/>
    <w:rsid w:val="005440D7"/>
    <w:rsid w:val="00544CE8"/>
    <w:rsid w:val="0054645B"/>
    <w:rsid w:val="00551B7F"/>
    <w:rsid w:val="00552E6C"/>
    <w:rsid w:val="00556720"/>
    <w:rsid w:val="00560246"/>
    <w:rsid w:val="00560D49"/>
    <w:rsid w:val="00561B16"/>
    <w:rsid w:val="00562075"/>
    <w:rsid w:val="005732A5"/>
    <w:rsid w:val="00573796"/>
    <w:rsid w:val="00577233"/>
    <w:rsid w:val="00577F89"/>
    <w:rsid w:val="005822FC"/>
    <w:rsid w:val="00583682"/>
    <w:rsid w:val="0058400D"/>
    <w:rsid w:val="0058412E"/>
    <w:rsid w:val="0059029E"/>
    <w:rsid w:val="005918E7"/>
    <w:rsid w:val="00591EFE"/>
    <w:rsid w:val="005925C7"/>
    <w:rsid w:val="00594742"/>
    <w:rsid w:val="005956F6"/>
    <w:rsid w:val="005A2FE1"/>
    <w:rsid w:val="005B1537"/>
    <w:rsid w:val="005B5451"/>
    <w:rsid w:val="005C45AD"/>
    <w:rsid w:val="005D1148"/>
    <w:rsid w:val="005D3797"/>
    <w:rsid w:val="005D3CBE"/>
    <w:rsid w:val="005D42E5"/>
    <w:rsid w:val="005D7A86"/>
    <w:rsid w:val="005F2F7B"/>
    <w:rsid w:val="005F757F"/>
    <w:rsid w:val="00601E44"/>
    <w:rsid w:val="00604BA6"/>
    <w:rsid w:val="00606E45"/>
    <w:rsid w:val="0060759B"/>
    <w:rsid w:val="0061240D"/>
    <w:rsid w:val="00616FD3"/>
    <w:rsid w:val="00620385"/>
    <w:rsid w:val="006208A1"/>
    <w:rsid w:val="00622834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3A18"/>
    <w:rsid w:val="006557E7"/>
    <w:rsid w:val="00655DE6"/>
    <w:rsid w:val="00667BC6"/>
    <w:rsid w:val="0067108F"/>
    <w:rsid w:val="00673199"/>
    <w:rsid w:val="006747D0"/>
    <w:rsid w:val="006777AE"/>
    <w:rsid w:val="00677955"/>
    <w:rsid w:val="00681D93"/>
    <w:rsid w:val="006833D0"/>
    <w:rsid w:val="00684090"/>
    <w:rsid w:val="006854CF"/>
    <w:rsid w:val="00690635"/>
    <w:rsid w:val="00690D9A"/>
    <w:rsid w:val="00692893"/>
    <w:rsid w:val="00694CBF"/>
    <w:rsid w:val="0069629D"/>
    <w:rsid w:val="006978E4"/>
    <w:rsid w:val="006A1357"/>
    <w:rsid w:val="006A4946"/>
    <w:rsid w:val="006A5386"/>
    <w:rsid w:val="006A5BFF"/>
    <w:rsid w:val="006A5D4C"/>
    <w:rsid w:val="006B2831"/>
    <w:rsid w:val="006B2EAF"/>
    <w:rsid w:val="006B4068"/>
    <w:rsid w:val="006B6518"/>
    <w:rsid w:val="006B7E40"/>
    <w:rsid w:val="006C5309"/>
    <w:rsid w:val="006C583D"/>
    <w:rsid w:val="006C6715"/>
    <w:rsid w:val="006D07D4"/>
    <w:rsid w:val="006D15D3"/>
    <w:rsid w:val="006D440B"/>
    <w:rsid w:val="006D65B9"/>
    <w:rsid w:val="006D7369"/>
    <w:rsid w:val="006E1278"/>
    <w:rsid w:val="006E133E"/>
    <w:rsid w:val="006E23CB"/>
    <w:rsid w:val="006E2C0D"/>
    <w:rsid w:val="006E4ACF"/>
    <w:rsid w:val="006E68D4"/>
    <w:rsid w:val="006F2F15"/>
    <w:rsid w:val="007004F4"/>
    <w:rsid w:val="00702167"/>
    <w:rsid w:val="00702A99"/>
    <w:rsid w:val="0070458E"/>
    <w:rsid w:val="007048A2"/>
    <w:rsid w:val="00705673"/>
    <w:rsid w:val="0070720A"/>
    <w:rsid w:val="0070748D"/>
    <w:rsid w:val="0071028E"/>
    <w:rsid w:val="00710683"/>
    <w:rsid w:val="00710AE5"/>
    <w:rsid w:val="007113C8"/>
    <w:rsid w:val="00712E8F"/>
    <w:rsid w:val="007155AB"/>
    <w:rsid w:val="00716F64"/>
    <w:rsid w:val="00724528"/>
    <w:rsid w:val="00725705"/>
    <w:rsid w:val="00730109"/>
    <w:rsid w:val="00734616"/>
    <w:rsid w:val="00743FF3"/>
    <w:rsid w:val="0074492B"/>
    <w:rsid w:val="00744947"/>
    <w:rsid w:val="00744A4D"/>
    <w:rsid w:val="007460EF"/>
    <w:rsid w:val="007463C5"/>
    <w:rsid w:val="00746CE4"/>
    <w:rsid w:val="007525ED"/>
    <w:rsid w:val="00752FE7"/>
    <w:rsid w:val="00754826"/>
    <w:rsid w:val="0075773A"/>
    <w:rsid w:val="00761398"/>
    <w:rsid w:val="0076435E"/>
    <w:rsid w:val="00766E44"/>
    <w:rsid w:val="00767A0D"/>
    <w:rsid w:val="00767C84"/>
    <w:rsid w:val="007712D2"/>
    <w:rsid w:val="0077212A"/>
    <w:rsid w:val="00774E54"/>
    <w:rsid w:val="007840DC"/>
    <w:rsid w:val="00784589"/>
    <w:rsid w:val="0079048E"/>
    <w:rsid w:val="00795621"/>
    <w:rsid w:val="00796F85"/>
    <w:rsid w:val="0079708A"/>
    <w:rsid w:val="007A06D3"/>
    <w:rsid w:val="007A15E6"/>
    <w:rsid w:val="007A442D"/>
    <w:rsid w:val="007A4F95"/>
    <w:rsid w:val="007A4FB3"/>
    <w:rsid w:val="007A7892"/>
    <w:rsid w:val="007B0508"/>
    <w:rsid w:val="007B0DD4"/>
    <w:rsid w:val="007B552D"/>
    <w:rsid w:val="007B6992"/>
    <w:rsid w:val="007B7F1C"/>
    <w:rsid w:val="007C097B"/>
    <w:rsid w:val="007D0F95"/>
    <w:rsid w:val="007D2A28"/>
    <w:rsid w:val="007D696E"/>
    <w:rsid w:val="007E0081"/>
    <w:rsid w:val="007E1219"/>
    <w:rsid w:val="007E5249"/>
    <w:rsid w:val="007E5354"/>
    <w:rsid w:val="007E5946"/>
    <w:rsid w:val="007E5EDA"/>
    <w:rsid w:val="007E6286"/>
    <w:rsid w:val="007E6CC6"/>
    <w:rsid w:val="007F3477"/>
    <w:rsid w:val="007F4741"/>
    <w:rsid w:val="00803AE9"/>
    <w:rsid w:val="00803D07"/>
    <w:rsid w:val="00804431"/>
    <w:rsid w:val="008057DE"/>
    <w:rsid w:val="00805A18"/>
    <w:rsid w:val="008130C2"/>
    <w:rsid w:val="00817A55"/>
    <w:rsid w:val="00820E5E"/>
    <w:rsid w:val="0082506C"/>
    <w:rsid w:val="00826001"/>
    <w:rsid w:val="00830C9D"/>
    <w:rsid w:val="00831351"/>
    <w:rsid w:val="00831A06"/>
    <w:rsid w:val="00832C88"/>
    <w:rsid w:val="00833CD9"/>
    <w:rsid w:val="00834188"/>
    <w:rsid w:val="00837FE4"/>
    <w:rsid w:val="0084285F"/>
    <w:rsid w:val="00844D0F"/>
    <w:rsid w:val="00846A7B"/>
    <w:rsid w:val="00847265"/>
    <w:rsid w:val="0085060C"/>
    <w:rsid w:val="00852F80"/>
    <w:rsid w:val="0085574C"/>
    <w:rsid w:val="00856715"/>
    <w:rsid w:val="00857B3A"/>
    <w:rsid w:val="0086001B"/>
    <w:rsid w:val="00862D0C"/>
    <w:rsid w:val="00864CC6"/>
    <w:rsid w:val="00873401"/>
    <w:rsid w:val="00874FEC"/>
    <w:rsid w:val="00881505"/>
    <w:rsid w:val="0088175E"/>
    <w:rsid w:val="0088514D"/>
    <w:rsid w:val="008862D2"/>
    <w:rsid w:val="00887181"/>
    <w:rsid w:val="008877B3"/>
    <w:rsid w:val="0089028A"/>
    <w:rsid w:val="00890C43"/>
    <w:rsid w:val="00892534"/>
    <w:rsid w:val="00892EE6"/>
    <w:rsid w:val="008932B4"/>
    <w:rsid w:val="008A09E5"/>
    <w:rsid w:val="008A3B1B"/>
    <w:rsid w:val="008A5E25"/>
    <w:rsid w:val="008A7C37"/>
    <w:rsid w:val="008B01C6"/>
    <w:rsid w:val="008B01F9"/>
    <w:rsid w:val="008B0A1C"/>
    <w:rsid w:val="008C0EE2"/>
    <w:rsid w:val="008C0F67"/>
    <w:rsid w:val="008C2FE7"/>
    <w:rsid w:val="008C4B52"/>
    <w:rsid w:val="008D0B59"/>
    <w:rsid w:val="008D381E"/>
    <w:rsid w:val="008D48A3"/>
    <w:rsid w:val="008E475A"/>
    <w:rsid w:val="008E56C1"/>
    <w:rsid w:val="008E644C"/>
    <w:rsid w:val="008F22DF"/>
    <w:rsid w:val="008F458B"/>
    <w:rsid w:val="008F6C04"/>
    <w:rsid w:val="008F6D38"/>
    <w:rsid w:val="009024C1"/>
    <w:rsid w:val="009029E0"/>
    <w:rsid w:val="009029EF"/>
    <w:rsid w:val="00904433"/>
    <w:rsid w:val="00905DC1"/>
    <w:rsid w:val="00907C73"/>
    <w:rsid w:val="00916369"/>
    <w:rsid w:val="00917359"/>
    <w:rsid w:val="009217FA"/>
    <w:rsid w:val="009219C3"/>
    <w:rsid w:val="00922193"/>
    <w:rsid w:val="009242C1"/>
    <w:rsid w:val="00925639"/>
    <w:rsid w:val="009256F5"/>
    <w:rsid w:val="00926497"/>
    <w:rsid w:val="009343A6"/>
    <w:rsid w:val="009347D5"/>
    <w:rsid w:val="00937CC2"/>
    <w:rsid w:val="00942C50"/>
    <w:rsid w:val="00944789"/>
    <w:rsid w:val="00950267"/>
    <w:rsid w:val="009528AF"/>
    <w:rsid w:val="0095487E"/>
    <w:rsid w:val="009579BB"/>
    <w:rsid w:val="00961322"/>
    <w:rsid w:val="009664FA"/>
    <w:rsid w:val="00966F7F"/>
    <w:rsid w:val="009720B5"/>
    <w:rsid w:val="0097315A"/>
    <w:rsid w:val="00976117"/>
    <w:rsid w:val="00977F8B"/>
    <w:rsid w:val="00981345"/>
    <w:rsid w:val="00984F10"/>
    <w:rsid w:val="00987493"/>
    <w:rsid w:val="0098783D"/>
    <w:rsid w:val="009878BC"/>
    <w:rsid w:val="009926E6"/>
    <w:rsid w:val="00992970"/>
    <w:rsid w:val="00993321"/>
    <w:rsid w:val="00995040"/>
    <w:rsid w:val="009950F4"/>
    <w:rsid w:val="0099525A"/>
    <w:rsid w:val="00995779"/>
    <w:rsid w:val="009A09FA"/>
    <w:rsid w:val="009A0C69"/>
    <w:rsid w:val="009A2E63"/>
    <w:rsid w:val="009A4C58"/>
    <w:rsid w:val="009A7C6C"/>
    <w:rsid w:val="009B362F"/>
    <w:rsid w:val="009B4247"/>
    <w:rsid w:val="009B6819"/>
    <w:rsid w:val="009C33AD"/>
    <w:rsid w:val="009C4BB9"/>
    <w:rsid w:val="009C6E02"/>
    <w:rsid w:val="009D55E7"/>
    <w:rsid w:val="009D737A"/>
    <w:rsid w:val="009D779E"/>
    <w:rsid w:val="009E0AA1"/>
    <w:rsid w:val="009E13C3"/>
    <w:rsid w:val="009E1BF3"/>
    <w:rsid w:val="009E3394"/>
    <w:rsid w:val="009E4756"/>
    <w:rsid w:val="009E4CE5"/>
    <w:rsid w:val="009E7574"/>
    <w:rsid w:val="009F1DC7"/>
    <w:rsid w:val="009F2E13"/>
    <w:rsid w:val="009F3EF4"/>
    <w:rsid w:val="00A02627"/>
    <w:rsid w:val="00A0645E"/>
    <w:rsid w:val="00A11064"/>
    <w:rsid w:val="00A12544"/>
    <w:rsid w:val="00A13010"/>
    <w:rsid w:val="00A17339"/>
    <w:rsid w:val="00A26A99"/>
    <w:rsid w:val="00A276A2"/>
    <w:rsid w:val="00A303E9"/>
    <w:rsid w:val="00A31648"/>
    <w:rsid w:val="00A347C5"/>
    <w:rsid w:val="00A432A0"/>
    <w:rsid w:val="00A45F29"/>
    <w:rsid w:val="00A50B77"/>
    <w:rsid w:val="00A5291E"/>
    <w:rsid w:val="00A56B8A"/>
    <w:rsid w:val="00A6136B"/>
    <w:rsid w:val="00A61BAE"/>
    <w:rsid w:val="00A62AF4"/>
    <w:rsid w:val="00A6482C"/>
    <w:rsid w:val="00A65CC6"/>
    <w:rsid w:val="00A718C7"/>
    <w:rsid w:val="00A72134"/>
    <w:rsid w:val="00A75A04"/>
    <w:rsid w:val="00A7731D"/>
    <w:rsid w:val="00A836A9"/>
    <w:rsid w:val="00A83DB8"/>
    <w:rsid w:val="00A8414D"/>
    <w:rsid w:val="00A87165"/>
    <w:rsid w:val="00A90B20"/>
    <w:rsid w:val="00A91D36"/>
    <w:rsid w:val="00A936E8"/>
    <w:rsid w:val="00A9372F"/>
    <w:rsid w:val="00AA16FC"/>
    <w:rsid w:val="00AA1D4E"/>
    <w:rsid w:val="00AA2BFC"/>
    <w:rsid w:val="00AA3063"/>
    <w:rsid w:val="00AA488F"/>
    <w:rsid w:val="00AA774F"/>
    <w:rsid w:val="00AA7AF6"/>
    <w:rsid w:val="00AB6775"/>
    <w:rsid w:val="00AC0869"/>
    <w:rsid w:val="00AC2AF3"/>
    <w:rsid w:val="00AC396F"/>
    <w:rsid w:val="00AC421F"/>
    <w:rsid w:val="00AC549A"/>
    <w:rsid w:val="00AC754B"/>
    <w:rsid w:val="00AD0A88"/>
    <w:rsid w:val="00AE0CB2"/>
    <w:rsid w:val="00AE18A0"/>
    <w:rsid w:val="00AE1CAF"/>
    <w:rsid w:val="00AE21E9"/>
    <w:rsid w:val="00AE252D"/>
    <w:rsid w:val="00AE6E55"/>
    <w:rsid w:val="00AF0BED"/>
    <w:rsid w:val="00AF4AED"/>
    <w:rsid w:val="00AF5328"/>
    <w:rsid w:val="00AF5A31"/>
    <w:rsid w:val="00AF7D83"/>
    <w:rsid w:val="00B026F7"/>
    <w:rsid w:val="00B07A24"/>
    <w:rsid w:val="00B107A7"/>
    <w:rsid w:val="00B12C3B"/>
    <w:rsid w:val="00B1345B"/>
    <w:rsid w:val="00B1385D"/>
    <w:rsid w:val="00B13B34"/>
    <w:rsid w:val="00B1780F"/>
    <w:rsid w:val="00B17907"/>
    <w:rsid w:val="00B20276"/>
    <w:rsid w:val="00B25D38"/>
    <w:rsid w:val="00B2631B"/>
    <w:rsid w:val="00B26FED"/>
    <w:rsid w:val="00B31E31"/>
    <w:rsid w:val="00B37D2C"/>
    <w:rsid w:val="00B45258"/>
    <w:rsid w:val="00B462B1"/>
    <w:rsid w:val="00B46B3A"/>
    <w:rsid w:val="00B473E0"/>
    <w:rsid w:val="00B660DF"/>
    <w:rsid w:val="00B66AA3"/>
    <w:rsid w:val="00B74851"/>
    <w:rsid w:val="00B75A9E"/>
    <w:rsid w:val="00B81EB6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165F"/>
    <w:rsid w:val="00BB29D4"/>
    <w:rsid w:val="00BB2E6A"/>
    <w:rsid w:val="00BB3A20"/>
    <w:rsid w:val="00BB68ED"/>
    <w:rsid w:val="00BC11E6"/>
    <w:rsid w:val="00BC3D91"/>
    <w:rsid w:val="00BC4F72"/>
    <w:rsid w:val="00BC59A7"/>
    <w:rsid w:val="00BD1EE1"/>
    <w:rsid w:val="00BD2817"/>
    <w:rsid w:val="00BD47B2"/>
    <w:rsid w:val="00BE0F86"/>
    <w:rsid w:val="00BE3AE5"/>
    <w:rsid w:val="00BF4C05"/>
    <w:rsid w:val="00BF4C0B"/>
    <w:rsid w:val="00BF4E09"/>
    <w:rsid w:val="00BF7F51"/>
    <w:rsid w:val="00C04016"/>
    <w:rsid w:val="00C04D28"/>
    <w:rsid w:val="00C07BD6"/>
    <w:rsid w:val="00C07F48"/>
    <w:rsid w:val="00C1308E"/>
    <w:rsid w:val="00C166FF"/>
    <w:rsid w:val="00C200FB"/>
    <w:rsid w:val="00C216F5"/>
    <w:rsid w:val="00C23F7E"/>
    <w:rsid w:val="00C25634"/>
    <w:rsid w:val="00C25B33"/>
    <w:rsid w:val="00C25F13"/>
    <w:rsid w:val="00C31600"/>
    <w:rsid w:val="00C3165D"/>
    <w:rsid w:val="00C31D53"/>
    <w:rsid w:val="00C3216F"/>
    <w:rsid w:val="00C321E8"/>
    <w:rsid w:val="00C37E35"/>
    <w:rsid w:val="00C41EEE"/>
    <w:rsid w:val="00C4235A"/>
    <w:rsid w:val="00C44924"/>
    <w:rsid w:val="00C458AA"/>
    <w:rsid w:val="00C52B06"/>
    <w:rsid w:val="00C60332"/>
    <w:rsid w:val="00C62903"/>
    <w:rsid w:val="00C645AA"/>
    <w:rsid w:val="00C6573F"/>
    <w:rsid w:val="00C67D8E"/>
    <w:rsid w:val="00C67EC1"/>
    <w:rsid w:val="00C71FBF"/>
    <w:rsid w:val="00C723AC"/>
    <w:rsid w:val="00C728CA"/>
    <w:rsid w:val="00C752A7"/>
    <w:rsid w:val="00C759C8"/>
    <w:rsid w:val="00C76B86"/>
    <w:rsid w:val="00C80E6E"/>
    <w:rsid w:val="00C84307"/>
    <w:rsid w:val="00C8538F"/>
    <w:rsid w:val="00C854C3"/>
    <w:rsid w:val="00C858FB"/>
    <w:rsid w:val="00C92230"/>
    <w:rsid w:val="00C934B0"/>
    <w:rsid w:val="00C9365E"/>
    <w:rsid w:val="00C95884"/>
    <w:rsid w:val="00C96C24"/>
    <w:rsid w:val="00CA0037"/>
    <w:rsid w:val="00CA399B"/>
    <w:rsid w:val="00CA7E7D"/>
    <w:rsid w:val="00CB205D"/>
    <w:rsid w:val="00CB4520"/>
    <w:rsid w:val="00CB62ED"/>
    <w:rsid w:val="00CC1A04"/>
    <w:rsid w:val="00CC2779"/>
    <w:rsid w:val="00CC5916"/>
    <w:rsid w:val="00CC7456"/>
    <w:rsid w:val="00CC7A45"/>
    <w:rsid w:val="00CD046F"/>
    <w:rsid w:val="00CD59CC"/>
    <w:rsid w:val="00CD7D62"/>
    <w:rsid w:val="00CE5E67"/>
    <w:rsid w:val="00CF1DBB"/>
    <w:rsid w:val="00CF394C"/>
    <w:rsid w:val="00D01316"/>
    <w:rsid w:val="00D07292"/>
    <w:rsid w:val="00D10A24"/>
    <w:rsid w:val="00D1114A"/>
    <w:rsid w:val="00D14F72"/>
    <w:rsid w:val="00D164D7"/>
    <w:rsid w:val="00D17E3F"/>
    <w:rsid w:val="00D2200E"/>
    <w:rsid w:val="00D22FEF"/>
    <w:rsid w:val="00D242C2"/>
    <w:rsid w:val="00D26DD7"/>
    <w:rsid w:val="00D34AF7"/>
    <w:rsid w:val="00D34BEC"/>
    <w:rsid w:val="00D36A7B"/>
    <w:rsid w:val="00D445E2"/>
    <w:rsid w:val="00D459C0"/>
    <w:rsid w:val="00D45D1C"/>
    <w:rsid w:val="00D46A5B"/>
    <w:rsid w:val="00D479CD"/>
    <w:rsid w:val="00D57411"/>
    <w:rsid w:val="00D57434"/>
    <w:rsid w:val="00D57EDD"/>
    <w:rsid w:val="00D61194"/>
    <w:rsid w:val="00D62238"/>
    <w:rsid w:val="00D631AB"/>
    <w:rsid w:val="00D643E3"/>
    <w:rsid w:val="00D64E17"/>
    <w:rsid w:val="00D7077C"/>
    <w:rsid w:val="00D76A5E"/>
    <w:rsid w:val="00D76B2F"/>
    <w:rsid w:val="00D80E3D"/>
    <w:rsid w:val="00D81047"/>
    <w:rsid w:val="00D917A1"/>
    <w:rsid w:val="00D917BA"/>
    <w:rsid w:val="00D94405"/>
    <w:rsid w:val="00D94766"/>
    <w:rsid w:val="00D94787"/>
    <w:rsid w:val="00D94ADA"/>
    <w:rsid w:val="00D9616A"/>
    <w:rsid w:val="00D9774F"/>
    <w:rsid w:val="00DA0D4F"/>
    <w:rsid w:val="00DA2837"/>
    <w:rsid w:val="00DA2AD9"/>
    <w:rsid w:val="00DA4844"/>
    <w:rsid w:val="00DA4BF9"/>
    <w:rsid w:val="00DA5917"/>
    <w:rsid w:val="00DB1E89"/>
    <w:rsid w:val="00DB38C0"/>
    <w:rsid w:val="00DB6007"/>
    <w:rsid w:val="00DB65BA"/>
    <w:rsid w:val="00DB7C84"/>
    <w:rsid w:val="00DC06C8"/>
    <w:rsid w:val="00DC1290"/>
    <w:rsid w:val="00DC144F"/>
    <w:rsid w:val="00DC6B81"/>
    <w:rsid w:val="00DC7867"/>
    <w:rsid w:val="00DC79A2"/>
    <w:rsid w:val="00DD0F8A"/>
    <w:rsid w:val="00DD477D"/>
    <w:rsid w:val="00DD4A1D"/>
    <w:rsid w:val="00DD6A42"/>
    <w:rsid w:val="00DD6C5A"/>
    <w:rsid w:val="00DE198D"/>
    <w:rsid w:val="00DE235F"/>
    <w:rsid w:val="00DE3C6D"/>
    <w:rsid w:val="00DE4CFC"/>
    <w:rsid w:val="00DE5689"/>
    <w:rsid w:val="00DE64CE"/>
    <w:rsid w:val="00DF1F2F"/>
    <w:rsid w:val="00DF247D"/>
    <w:rsid w:val="00DF5AE3"/>
    <w:rsid w:val="00DF5E39"/>
    <w:rsid w:val="00DF6AA9"/>
    <w:rsid w:val="00E02BA2"/>
    <w:rsid w:val="00E03D35"/>
    <w:rsid w:val="00E05189"/>
    <w:rsid w:val="00E05D3E"/>
    <w:rsid w:val="00E132B4"/>
    <w:rsid w:val="00E142BB"/>
    <w:rsid w:val="00E162BD"/>
    <w:rsid w:val="00E2127A"/>
    <w:rsid w:val="00E23899"/>
    <w:rsid w:val="00E247FE"/>
    <w:rsid w:val="00E270BE"/>
    <w:rsid w:val="00E276D9"/>
    <w:rsid w:val="00E306D4"/>
    <w:rsid w:val="00E30ABC"/>
    <w:rsid w:val="00E31703"/>
    <w:rsid w:val="00E3404D"/>
    <w:rsid w:val="00E3501A"/>
    <w:rsid w:val="00E362B5"/>
    <w:rsid w:val="00E37480"/>
    <w:rsid w:val="00E416FD"/>
    <w:rsid w:val="00E43543"/>
    <w:rsid w:val="00E44DC8"/>
    <w:rsid w:val="00E46CCD"/>
    <w:rsid w:val="00E5385A"/>
    <w:rsid w:val="00E55009"/>
    <w:rsid w:val="00E60B66"/>
    <w:rsid w:val="00E63DFF"/>
    <w:rsid w:val="00E66752"/>
    <w:rsid w:val="00E71E93"/>
    <w:rsid w:val="00E73313"/>
    <w:rsid w:val="00E74833"/>
    <w:rsid w:val="00E74DC5"/>
    <w:rsid w:val="00E81872"/>
    <w:rsid w:val="00E86031"/>
    <w:rsid w:val="00E9090C"/>
    <w:rsid w:val="00E927BA"/>
    <w:rsid w:val="00E939EB"/>
    <w:rsid w:val="00E96FE0"/>
    <w:rsid w:val="00EA544D"/>
    <w:rsid w:val="00EA5BFB"/>
    <w:rsid w:val="00EA7E0B"/>
    <w:rsid w:val="00EB079D"/>
    <w:rsid w:val="00EB0B63"/>
    <w:rsid w:val="00EB3725"/>
    <w:rsid w:val="00EC08A5"/>
    <w:rsid w:val="00EC08DF"/>
    <w:rsid w:val="00EC0976"/>
    <w:rsid w:val="00EC0BD1"/>
    <w:rsid w:val="00EC0D11"/>
    <w:rsid w:val="00EC0D1E"/>
    <w:rsid w:val="00EC123E"/>
    <w:rsid w:val="00EC2BB3"/>
    <w:rsid w:val="00EC3EB9"/>
    <w:rsid w:val="00EC3F27"/>
    <w:rsid w:val="00ED033D"/>
    <w:rsid w:val="00ED4477"/>
    <w:rsid w:val="00ED5A81"/>
    <w:rsid w:val="00ED6082"/>
    <w:rsid w:val="00EE159C"/>
    <w:rsid w:val="00EE3720"/>
    <w:rsid w:val="00EE38A2"/>
    <w:rsid w:val="00EE45AE"/>
    <w:rsid w:val="00EE548D"/>
    <w:rsid w:val="00EE7097"/>
    <w:rsid w:val="00EE7E99"/>
    <w:rsid w:val="00EF14B6"/>
    <w:rsid w:val="00EF4655"/>
    <w:rsid w:val="00EF54EE"/>
    <w:rsid w:val="00EF62B8"/>
    <w:rsid w:val="00EF7D7A"/>
    <w:rsid w:val="00F00329"/>
    <w:rsid w:val="00F0222F"/>
    <w:rsid w:val="00F06E13"/>
    <w:rsid w:val="00F071E3"/>
    <w:rsid w:val="00F11D47"/>
    <w:rsid w:val="00F134AF"/>
    <w:rsid w:val="00F13CF6"/>
    <w:rsid w:val="00F1451B"/>
    <w:rsid w:val="00F158BF"/>
    <w:rsid w:val="00F236A1"/>
    <w:rsid w:val="00F25F72"/>
    <w:rsid w:val="00F26680"/>
    <w:rsid w:val="00F308A6"/>
    <w:rsid w:val="00F323A5"/>
    <w:rsid w:val="00F330BF"/>
    <w:rsid w:val="00F37C05"/>
    <w:rsid w:val="00F4314C"/>
    <w:rsid w:val="00F4519B"/>
    <w:rsid w:val="00F45D04"/>
    <w:rsid w:val="00F474CE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DA1"/>
    <w:rsid w:val="00F72F09"/>
    <w:rsid w:val="00F73237"/>
    <w:rsid w:val="00F74F3B"/>
    <w:rsid w:val="00F75FF0"/>
    <w:rsid w:val="00F76D88"/>
    <w:rsid w:val="00F8154D"/>
    <w:rsid w:val="00F83D36"/>
    <w:rsid w:val="00F8641D"/>
    <w:rsid w:val="00F8669F"/>
    <w:rsid w:val="00F869C9"/>
    <w:rsid w:val="00F87355"/>
    <w:rsid w:val="00F90BC2"/>
    <w:rsid w:val="00F97258"/>
    <w:rsid w:val="00F97A17"/>
    <w:rsid w:val="00F97B1F"/>
    <w:rsid w:val="00F97BFC"/>
    <w:rsid w:val="00FA591A"/>
    <w:rsid w:val="00FA7B51"/>
    <w:rsid w:val="00FA7B6A"/>
    <w:rsid w:val="00FB7C49"/>
    <w:rsid w:val="00FC1039"/>
    <w:rsid w:val="00FC3503"/>
    <w:rsid w:val="00FC4F4F"/>
    <w:rsid w:val="00FC69FE"/>
    <w:rsid w:val="00FD0280"/>
    <w:rsid w:val="00FD69AC"/>
    <w:rsid w:val="00FE5513"/>
    <w:rsid w:val="00FE55B3"/>
    <w:rsid w:val="00FE5D93"/>
    <w:rsid w:val="00FE6363"/>
    <w:rsid w:val="00FF09ED"/>
    <w:rsid w:val="00FF1249"/>
    <w:rsid w:val="00FF27C6"/>
    <w:rsid w:val="00FF2A90"/>
    <w:rsid w:val="00FF2AF8"/>
    <w:rsid w:val="00FF43AA"/>
    <w:rsid w:val="00FF4A80"/>
    <w:rsid w:val="00FF5A65"/>
    <w:rsid w:val="00FF6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C05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  <w:style w:type="paragraph" w:styleId="NoSpacing">
    <w:name w:val="No Spacing"/>
    <w:uiPriority w:val="99"/>
    <w:qFormat/>
    <w:rsid w:val="00454CFF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454CFF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o85s3e6dr0">
    <w:name w:val="o85s3e6dr0"/>
    <w:basedOn w:val="DefaultParagraphFont"/>
    <w:uiPriority w:val="99"/>
    <w:rsid w:val="0024055A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24055A"/>
    <w:rPr>
      <w:rFonts w:cs="Times New Roman"/>
    </w:rPr>
  </w:style>
  <w:style w:type="paragraph" w:customStyle="1" w:styleId="ydp9c538ed6msonormal">
    <w:name w:val="ydp9c538ed6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f636a5acmsonormal">
    <w:name w:val="ydpf636a5ac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uiPriority w:val="99"/>
    <w:rsid w:val="006D65B9"/>
    <w:rPr>
      <w:rFonts w:cs="Times New Roman"/>
    </w:rPr>
  </w:style>
  <w:style w:type="paragraph" w:customStyle="1" w:styleId="ydp1aa4a696msonormal">
    <w:name w:val="ydp1aa4a696msonormal"/>
    <w:basedOn w:val="Normal"/>
    <w:uiPriority w:val="99"/>
    <w:rsid w:val="0071028E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CB4520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CB4520"/>
    <w:rPr>
      <w:rFonts w:cs="Times New Roman"/>
    </w:rPr>
  </w:style>
  <w:style w:type="character" w:customStyle="1" w:styleId="InternetLink">
    <w:name w:val="Internet Link"/>
    <w:uiPriority w:val="99"/>
    <w:rsid w:val="00681D93"/>
    <w:rPr>
      <w:color w:val="0000FF"/>
      <w:u w:val="single"/>
    </w:rPr>
  </w:style>
  <w:style w:type="character" w:customStyle="1" w:styleId="lrjpw9z5x55">
    <w:name w:val="lrjpw9z5x55"/>
    <w:uiPriority w:val="99"/>
    <w:rsid w:val="00681D93"/>
  </w:style>
  <w:style w:type="character" w:customStyle="1" w:styleId="y9k3w5z28">
    <w:name w:val="y9k3w5z28"/>
    <w:uiPriority w:val="99"/>
    <w:rsid w:val="00681D93"/>
  </w:style>
  <w:style w:type="paragraph" w:customStyle="1" w:styleId="ydpddf8282bmsonormal">
    <w:name w:val="ydpddf8282bmsonormal"/>
    <w:basedOn w:val="Normal"/>
    <w:uiPriority w:val="99"/>
    <w:rsid w:val="00681D93"/>
    <w:pPr>
      <w:spacing w:before="100" w:beforeAutospacing="1" w:after="100" w:afterAutospacing="1"/>
    </w:pPr>
    <w:rPr>
      <w:szCs w:val="24"/>
      <w:lang w:val="es-ES" w:eastAsia="es-ES"/>
    </w:rPr>
  </w:style>
  <w:style w:type="paragraph" w:styleId="BodyText">
    <w:name w:val="Body Text"/>
    <w:basedOn w:val="Normal"/>
    <w:link w:val="BodyTextChar1"/>
    <w:uiPriority w:val="99"/>
    <w:rsid w:val="00125857"/>
    <w:pPr>
      <w:spacing w:after="140" w:line="276" w:lineRule="auto"/>
    </w:pPr>
    <w:rPr>
      <w:szCs w:val="24"/>
      <w:lang w:val="es-ES" w:eastAsia="es-E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96C24"/>
    <w:rPr>
      <w:rFonts w:cs="Times New Roman"/>
      <w:sz w:val="24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125857"/>
    <w:rPr>
      <w:rFonts w:cs="Times New Roman"/>
      <w:sz w:val="24"/>
      <w:szCs w:val="24"/>
      <w:lang w:val="es-ES" w:eastAsia="es-ES" w:bidi="ar-SA"/>
    </w:rPr>
  </w:style>
  <w:style w:type="character" w:customStyle="1" w:styleId="ListLabel58">
    <w:name w:val="ListLabel 58"/>
    <w:uiPriority w:val="99"/>
    <w:rsid w:val="000E4167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0E4167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0E4167"/>
    <w:rPr>
      <w:rFonts w:ascii="Arial" w:hAnsi="Arial"/>
      <w:b/>
      <w:color w:val="666699"/>
      <w:sz w:val="20"/>
      <w:u w:val="single"/>
    </w:rPr>
  </w:style>
  <w:style w:type="paragraph" w:customStyle="1" w:styleId="ydpe6dd5f4emsonormal">
    <w:name w:val="ydpe6dd5f4e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88c8591msonormal">
    <w:name w:val="ydp88c8591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4yxp">
    <w:name w:val="_4yxp"/>
    <w:basedOn w:val="DefaultParagraphFont"/>
    <w:uiPriority w:val="99"/>
    <w:rsid w:val="00C759C8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C759C8"/>
    <w:rPr>
      <w:rFonts w:cs="Times New Roman"/>
    </w:rPr>
  </w:style>
  <w:style w:type="character" w:customStyle="1" w:styleId="2phjqpublic-draftstyledefault-ltr">
    <w:name w:val="_2phjq public-draftstyledefault-ltr"/>
    <w:basedOn w:val="DefaultParagraphFont"/>
    <w:uiPriority w:val="99"/>
    <w:rsid w:val="00C759C8"/>
    <w:rPr>
      <w:rFonts w:cs="Times New Roman"/>
    </w:rPr>
  </w:style>
  <w:style w:type="paragraph" w:customStyle="1" w:styleId="mm8nw1j-51iwv3d1food3m0feaujbkiwv3dpublic-draftstyledefault-block-depth0fixed-tab-sizepublic-draftstyledefault-text-ltr">
    <w:name w:val="mm8nw _1j-51 iwv3d _1food _3m0fe aujbk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mm8nw1j-51iwv3d1food1og79ykiogiwv3dpublic-draftstyledefault-block-depth0fixed-tab-sizepublic-draftstyledefault-text-ltr">
    <w:name w:val="mm8nw _1j-51 iwv3d _1food _1og79 ykiog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rsid w:val="00273C9F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2AD9"/>
    <w:rPr>
      <w:rFonts w:cs="Times New Roman"/>
      <w:sz w:val="24"/>
      <w:lang w:eastAsia="en-US"/>
    </w:rPr>
  </w:style>
  <w:style w:type="character" w:styleId="PageNumber">
    <w:name w:val="page number"/>
    <w:basedOn w:val="DefaultParagraphFont"/>
    <w:uiPriority w:val="99"/>
    <w:rsid w:val="00273C9F"/>
    <w:rPr>
      <w:rFonts w:cs="Times New Roman"/>
    </w:rPr>
  </w:style>
  <w:style w:type="character" w:customStyle="1" w:styleId="x193iq5wxeuuglix13faqbex1vvkbsx1xmvt09x1lliihqx1s928wvxhkezsox1gmr53xx1cpjm7ix1fgartyx1943h6xxudqn12x3x7a5mx6prxxfxvq8zenx1s688fx1fey0fgx2b8uid">
    <w:name w:val="x193iq5w xeuugli x13faqbe x1vvkbs x1xmvt09 x1lliihq x1s928wv xhkezso x1gmr53x x1cpjm7i x1fgarty x1943h6x xudqn12 x3x7a5m x6prxxf xvq8zen x1s688f x1fey0fg x2b8uid"/>
    <w:basedOn w:val="DefaultParagraphFont"/>
    <w:uiPriority w:val="99"/>
    <w:rsid w:val="00922193"/>
    <w:rPr>
      <w:rFonts w:cs="Times New Roman"/>
    </w:rPr>
  </w:style>
  <w:style w:type="character" w:customStyle="1" w:styleId="x4k7w5xx1h91t0ox1h9r5ltx1jfb8zjxv2umb2x1beo9mfxaigb6ox12ejxvfx3igimtxarpa2kxedcshvx1lytzrvx1t2pt76x7ja8zsx1qrby5j">
    <w:name w:val="x4k7w5x x1h91t0o x1h9r5lt x1jfb8zj xv2umb2 x1beo9mf xaigb6o x12ejxvf x3igimt xarpa2k xedcshv x1lytzrv x1t2pt76 x7ja8zs x1qrby5j"/>
    <w:basedOn w:val="DefaultParagraphFont"/>
    <w:uiPriority w:val="99"/>
    <w:rsid w:val="00922193"/>
    <w:rPr>
      <w:rFonts w:cs="Times New Roman"/>
    </w:rPr>
  </w:style>
  <w:style w:type="character" w:customStyle="1" w:styleId="x1lliihqx6ikm8rx10wlt62x1n2onr6xlyipyvxuxw1ftx1j85h84">
    <w:name w:val="x1lliihq x6ikm8r x10wlt62 x1n2onr6 xlyipyv xuxw1ft x1j85h84"/>
    <w:basedOn w:val="DefaultParagraphFont"/>
    <w:uiPriority w:val="99"/>
    <w:rsid w:val="00922193"/>
    <w:rPr>
      <w:rFonts w:cs="Times New Roman"/>
    </w:rPr>
  </w:style>
  <w:style w:type="character" w:customStyle="1" w:styleId="xt0b8zvx1e558r4">
    <w:name w:val="xt0b8zv x1e558r4"/>
    <w:basedOn w:val="DefaultParagraphFont"/>
    <w:uiPriority w:val="99"/>
    <w:rsid w:val="00922193"/>
    <w:rPr>
      <w:rFonts w:cs="Times New Roman"/>
    </w:rPr>
  </w:style>
  <w:style w:type="character" w:customStyle="1" w:styleId="x1e558r4">
    <w:name w:val="x1e558r4"/>
    <w:basedOn w:val="DefaultParagraphFont"/>
    <w:uiPriority w:val="99"/>
    <w:rsid w:val="00922193"/>
    <w:rPr>
      <w:rFonts w:cs="Times New Roman"/>
    </w:rPr>
  </w:style>
  <w:style w:type="character" w:customStyle="1" w:styleId="xt0psk2">
    <w:name w:val="xt0psk2"/>
    <w:basedOn w:val="DefaultParagraphFont"/>
    <w:uiPriority w:val="99"/>
    <w:rsid w:val="00291F5C"/>
    <w:rPr>
      <w:rFonts w:cs="Times New Roman"/>
    </w:rPr>
  </w:style>
  <w:style w:type="character" w:customStyle="1" w:styleId="BodyTextChar2">
    <w:name w:val="Body Text Char2"/>
    <w:basedOn w:val="DefaultParagraphFont"/>
    <w:uiPriority w:val="99"/>
    <w:semiHidden/>
    <w:locked/>
    <w:rsid w:val="0098783D"/>
    <w:rPr>
      <w:rFonts w:cs="Times New Roman"/>
      <w:sz w:val="24"/>
      <w:szCs w:val="24"/>
      <w:lang w:val="es-ES" w:eastAsia="es-ES"/>
    </w:rPr>
  </w:style>
  <w:style w:type="paragraph" w:styleId="Closing">
    <w:name w:val="Closing"/>
    <w:basedOn w:val="Normal"/>
    <w:link w:val="ClosingChar"/>
    <w:uiPriority w:val="99"/>
    <w:rsid w:val="00042C9D"/>
    <w:pPr>
      <w:ind w:left="4252"/>
    </w:pPr>
    <w:rPr>
      <w:szCs w:val="24"/>
      <w:lang w:val="es-ES" w:eastAsia="es-ES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042C9D"/>
    <w:rPr>
      <w:rFonts w:cs="Times New Roman"/>
      <w:sz w:val="24"/>
      <w:szCs w:val="24"/>
      <w:lang w:val="es-ES" w:eastAsia="es-ES" w:bidi="ar-SA"/>
    </w:rPr>
  </w:style>
  <w:style w:type="paragraph" w:styleId="Signature">
    <w:name w:val="Signature"/>
    <w:basedOn w:val="Normal"/>
    <w:link w:val="SignatureChar"/>
    <w:uiPriority w:val="99"/>
    <w:rsid w:val="00042C9D"/>
    <w:pPr>
      <w:ind w:left="4252"/>
    </w:pPr>
    <w:rPr>
      <w:szCs w:val="24"/>
      <w:lang w:val="es-ES" w:eastAsia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042C9D"/>
    <w:rPr>
      <w:rFonts w:cs="Times New Roman"/>
      <w:sz w:val="24"/>
      <w:szCs w:val="24"/>
      <w:lang w:val="es-ES" w:eastAsia="es-E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72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0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064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2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3394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75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2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72331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72337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72344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72361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72378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172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2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3465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2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72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297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7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684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7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419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2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72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15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7235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790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72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0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8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57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88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96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0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45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5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0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2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72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72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2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1723648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2324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23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72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17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72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72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7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7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72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502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2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3437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23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723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72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17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72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397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395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2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172368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760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2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23801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72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1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607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3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72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2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2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723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511723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511723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511723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1723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723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1723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511723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17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51172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72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72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0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2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72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7237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2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72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72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3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38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3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38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3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3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3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72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72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3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3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3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38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38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72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72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91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51172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151172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17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2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2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172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2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393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89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23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2390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23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723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2390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2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2390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23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2391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23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2391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23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2391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2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2391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23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2392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23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2392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23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2392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2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2393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2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2394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2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172394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23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17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2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2394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723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723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1723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723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1723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72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23987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397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98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723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1723983">
          <w:marLeft w:val="180"/>
          <w:marRight w:val="18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151172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2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2397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2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723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723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72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3979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72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3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4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40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724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72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2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115</Words>
  <Characters>634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3</cp:revision>
  <cp:lastPrinted>2020-04-11T16:59:00Z</cp:lastPrinted>
  <dcterms:created xsi:type="dcterms:W3CDTF">2023-11-11T19:11:00Z</dcterms:created>
  <dcterms:modified xsi:type="dcterms:W3CDTF">2023-11-11T19:12:00Z</dcterms:modified>
</cp:coreProperties>
</file>