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42C" w:rsidRDefault="0092142C" w:rsidP="00BC3D91"/>
    <w:p w:rsidR="0092142C" w:rsidRDefault="0092142C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92142C" w:rsidRPr="00922193" w:rsidRDefault="0092142C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  9 de Julio 2023</w:t>
      </w:r>
    </w:p>
    <w:p w:rsidR="0092142C" w:rsidRPr="00997013" w:rsidRDefault="0092142C" w:rsidP="00997013">
      <w:pPr>
        <w:rPr>
          <w:rFonts w:ascii="Calibri" w:hAnsi="Calibri"/>
          <w:b/>
          <w:szCs w:val="24"/>
          <w:lang w:val="es-ES" w:eastAsia="es-ES"/>
        </w:rPr>
      </w:pPr>
      <w:r w:rsidRPr="00997013">
        <w:rPr>
          <w:rFonts w:ascii="Calibri" w:hAnsi="Calibri"/>
          <w:b/>
          <w:szCs w:val="24"/>
          <w:lang w:val="es-ES" w:eastAsia="es-ES"/>
        </w:rPr>
        <w:t>Del Libro 7 de Kryon: Cartas Desde el Hogar</w:t>
      </w:r>
    </w:p>
    <w:p w:rsidR="0092142C" w:rsidRDefault="0092142C" w:rsidP="00997013">
      <w:pPr>
        <w:rPr>
          <w:rFonts w:ascii="Calibri" w:hAnsi="Calibri"/>
          <w:b/>
          <w:szCs w:val="24"/>
          <w:lang w:val="es-ES" w:eastAsia="es-ES"/>
        </w:rPr>
      </w:pPr>
      <w:r w:rsidRPr="00997013">
        <w:rPr>
          <w:rFonts w:ascii="Calibri" w:hAnsi="Calibri"/>
          <w:b/>
          <w:szCs w:val="24"/>
          <w:lang w:val="es-ES" w:eastAsia="es-ES"/>
        </w:rPr>
        <w:t> </w:t>
      </w:r>
    </w:p>
    <w:p w:rsidR="0092142C" w:rsidRDefault="0092142C" w:rsidP="00997013">
      <w:pPr>
        <w:rPr>
          <w:rFonts w:ascii="Calibri" w:hAnsi="Calibri"/>
          <w:b/>
          <w:szCs w:val="24"/>
          <w:lang w:val="es-ES" w:eastAsia="es-ES"/>
        </w:rPr>
      </w:pPr>
      <w:r w:rsidRPr="00997013">
        <w:rPr>
          <w:rFonts w:ascii="Calibri" w:hAnsi="Calibri"/>
          <w:b/>
          <w:szCs w:val="24"/>
          <w:lang w:val="es-ES" w:eastAsia="es-ES"/>
        </w:rPr>
        <w:t>Ansiedad</w:t>
      </w:r>
    </w:p>
    <w:p w:rsidR="0092142C" w:rsidRPr="00997013" w:rsidRDefault="0092142C" w:rsidP="00997013">
      <w:pPr>
        <w:rPr>
          <w:rFonts w:ascii="Calibri" w:hAnsi="Calibri"/>
          <w:b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 Comprende que mucho de la ansiedad e incomodidad que sientes tiene que ver con la evolución que está ocurriendo en tu interior.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Para aquellos de ustedes que tienen ansiedad, miedo e incertidumbre sobre las cosas que ven a su alrededor, otra vez les digo que el poder del amor puede transformar esos sentimientos tal como lo hizo con la aflicción.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Si la intención está allí y puedes ponerte de pie y reclamar al ángel interior, el enlace de la transformación estará allí.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Es absoluto. Tiene que estar; lo sabes.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Tú eres el poderoso.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Eres tú por quien estamos aquí, para habilitarte por medio de tu intención – intención que transformará la ansiedad y te dará paz.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De eso se trata, ¿no es así?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La transformación – la alquimia del espíritu humano hacia la alegría y la paz en situaciones que normalmente no parecerían conducir a ese atributo.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Así es como sabes cuando empiezas a volverte iluminado.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Tu cuerpo empieza a cambiar.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¿Sabías eso?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 xml:space="preserve"> </w:t>
      </w:r>
    </w:p>
    <w:p w:rsidR="0092142C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Cuando eres capaz de volverte pacífico en situaciones que solían ser muy dramáticas y perturbadoras para ti, acabas de cruzar un puente importante – el que honra la intención pura, y que es el catalizador de la iluminación.</w:t>
      </w: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</w:p>
    <w:p w:rsidR="0092142C" w:rsidRPr="00997013" w:rsidRDefault="0092142C" w:rsidP="00997013">
      <w:pPr>
        <w:rPr>
          <w:rFonts w:ascii="Calibri" w:hAnsi="Calibri"/>
          <w:szCs w:val="24"/>
          <w:lang w:val="es-ES" w:eastAsia="es-ES"/>
        </w:rPr>
      </w:pPr>
      <w:r w:rsidRPr="00997013">
        <w:rPr>
          <w:rFonts w:ascii="Calibri" w:hAnsi="Calibri"/>
          <w:szCs w:val="24"/>
          <w:lang w:val="es-ES" w:eastAsia="es-ES"/>
        </w:rPr>
        <w:t>Representa el poder del amor en el más alto nivel, porque cambia la consciencia humana de una manera dramática.</w:t>
      </w:r>
    </w:p>
    <w:p w:rsidR="0092142C" w:rsidRPr="008A09E5" w:rsidRDefault="0092142C" w:rsidP="008A09E5">
      <w:pPr>
        <w:rPr>
          <w:rFonts w:ascii="Calibri" w:hAnsi="Calibri"/>
          <w:szCs w:val="24"/>
          <w:lang w:val="es-ES" w:eastAsia="es-ES"/>
        </w:rPr>
      </w:pPr>
      <w:r w:rsidRPr="008A09E5">
        <w:rPr>
          <w:rFonts w:ascii="Calibri" w:hAnsi="Calibri"/>
          <w:szCs w:val="24"/>
          <w:lang w:val="es-ES" w:eastAsia="es-ES"/>
        </w:rPr>
        <w:t> </w:t>
      </w:r>
    </w:p>
    <w:p w:rsidR="0092142C" w:rsidRPr="00DA5917" w:rsidRDefault="0092142C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890C43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92142C" w:rsidRDefault="0092142C" w:rsidP="00C759C8">
      <w:pPr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C759C8">
        <w:rPr>
          <w:rFonts w:ascii="Arial" w:hAnsi="Arial" w:cs="Arial"/>
          <w:sz w:val="20"/>
          <w:szCs w:val="20"/>
          <w:lang w:val="es-ES" w:eastAsia="es-ES"/>
        </w:rPr>
        <w:t> Traducción: M. Cristina Cáffaro</w:t>
      </w:r>
    </w:p>
    <w:p w:rsidR="0092142C" w:rsidRDefault="0092142C" w:rsidP="00C759C8">
      <w:pPr>
        <w:rPr>
          <w:rFonts w:ascii="Arial" w:hAnsi="Arial" w:cs="Arial"/>
          <w:sz w:val="20"/>
          <w:szCs w:val="20"/>
          <w:lang w:val="es-ES" w:eastAsia="es-ES"/>
        </w:rPr>
      </w:pPr>
    </w:p>
    <w:p w:rsidR="0092142C" w:rsidRPr="00273C9F" w:rsidRDefault="0092142C" w:rsidP="00544CE8">
      <w:pPr>
        <w:rPr>
          <w:rFonts w:ascii="Arial" w:hAnsi="Arial" w:cs="Arial"/>
          <w:sz w:val="20"/>
          <w:szCs w:val="20"/>
        </w:rPr>
      </w:pPr>
    </w:p>
    <w:sectPr w:rsidR="0092142C" w:rsidRPr="00273C9F" w:rsidSect="0099701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42C" w:rsidRDefault="0092142C">
      <w:r>
        <w:separator/>
      </w:r>
    </w:p>
  </w:endnote>
  <w:endnote w:type="continuationSeparator" w:id="0">
    <w:p w:rsidR="0092142C" w:rsidRDefault="00921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42C" w:rsidRDefault="0092142C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142C" w:rsidRDefault="009214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42C" w:rsidRDefault="0092142C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2142C" w:rsidRDefault="009214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42C" w:rsidRDefault="0092142C">
      <w:r>
        <w:separator/>
      </w:r>
    </w:p>
  </w:footnote>
  <w:footnote w:type="continuationSeparator" w:id="0">
    <w:p w:rsidR="0092142C" w:rsidRDefault="009214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65A71"/>
    <w:rsid w:val="0006778F"/>
    <w:rsid w:val="000711AE"/>
    <w:rsid w:val="00071A5F"/>
    <w:rsid w:val="00076783"/>
    <w:rsid w:val="0008020F"/>
    <w:rsid w:val="0008391B"/>
    <w:rsid w:val="00084324"/>
    <w:rsid w:val="0008648B"/>
    <w:rsid w:val="0008693E"/>
    <w:rsid w:val="000874CF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30115"/>
    <w:rsid w:val="00133E59"/>
    <w:rsid w:val="0013568B"/>
    <w:rsid w:val="001376C2"/>
    <w:rsid w:val="00137C0F"/>
    <w:rsid w:val="001409C3"/>
    <w:rsid w:val="001415C8"/>
    <w:rsid w:val="001430EB"/>
    <w:rsid w:val="00143C37"/>
    <w:rsid w:val="00150E2D"/>
    <w:rsid w:val="0015167E"/>
    <w:rsid w:val="001524CD"/>
    <w:rsid w:val="00153108"/>
    <w:rsid w:val="00153402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955DA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276E"/>
    <w:rsid w:val="00517683"/>
    <w:rsid w:val="00517EC0"/>
    <w:rsid w:val="00520C88"/>
    <w:rsid w:val="00521EC0"/>
    <w:rsid w:val="005268C0"/>
    <w:rsid w:val="005272C1"/>
    <w:rsid w:val="00527CCC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1B16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54CF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1F14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42C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BC"/>
    <w:rsid w:val="009926E6"/>
    <w:rsid w:val="00993321"/>
    <w:rsid w:val="009950F4"/>
    <w:rsid w:val="0099525A"/>
    <w:rsid w:val="00995779"/>
    <w:rsid w:val="00997013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3AE5"/>
    <w:rsid w:val="00BF4C05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F13"/>
    <w:rsid w:val="00C31600"/>
    <w:rsid w:val="00C3165D"/>
    <w:rsid w:val="00C31D53"/>
    <w:rsid w:val="00C3216F"/>
    <w:rsid w:val="00C321E8"/>
    <w:rsid w:val="00C37E35"/>
    <w:rsid w:val="00C41EEE"/>
    <w:rsid w:val="00C44924"/>
    <w:rsid w:val="00C458AA"/>
    <w:rsid w:val="00C52B06"/>
    <w:rsid w:val="00C60332"/>
    <w:rsid w:val="00C645AA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6C24"/>
    <w:rsid w:val="00CA0037"/>
    <w:rsid w:val="00CA399B"/>
    <w:rsid w:val="00CA7E7D"/>
    <w:rsid w:val="00CB205D"/>
    <w:rsid w:val="00CB4520"/>
    <w:rsid w:val="00CC1A04"/>
    <w:rsid w:val="00CC2779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E198D"/>
    <w:rsid w:val="00DE3C6D"/>
    <w:rsid w:val="00DE4CFC"/>
    <w:rsid w:val="00DE5689"/>
    <w:rsid w:val="00DE64CE"/>
    <w:rsid w:val="00DF1F2F"/>
    <w:rsid w:val="00DF247D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66752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D69AC"/>
    <w:rsid w:val="00FE5513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8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3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162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52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28708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28713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28720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2873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28755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2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233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28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28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065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2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452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2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187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2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9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2872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58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8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2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5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6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7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1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2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32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28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287416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01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28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94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8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8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2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2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28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270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205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87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287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2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28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165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16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2874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52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287569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2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8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375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2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28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8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723286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72328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72328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328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28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28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72328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72328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28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28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68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28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2874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32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8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8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8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87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8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8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67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72328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7232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2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32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70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66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7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28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7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8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8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8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9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9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9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69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7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877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2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8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8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8771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8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28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287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287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328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240</Words>
  <Characters>1326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2</cp:revision>
  <cp:lastPrinted>2020-04-11T16:59:00Z</cp:lastPrinted>
  <dcterms:created xsi:type="dcterms:W3CDTF">2023-07-17T17:34:00Z</dcterms:created>
  <dcterms:modified xsi:type="dcterms:W3CDTF">2023-07-17T17:34:00Z</dcterms:modified>
</cp:coreProperties>
</file>