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DF" w:rsidRDefault="00F774DF" w:rsidP="0085057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pt;height:210pt">
            <v:imagedata r:id="rId4" o:title=""/>
          </v:shape>
        </w:pict>
      </w:r>
    </w:p>
    <w:p w:rsidR="00F774DF" w:rsidRDefault="00F774DF" w:rsidP="00850577"/>
    <w:p w:rsidR="00F774DF" w:rsidRPr="00850577" w:rsidRDefault="00F774DF" w:rsidP="00850577">
      <w:pPr>
        <w:rPr>
          <w:rFonts w:ascii="Calibri" w:hAnsi="Calibri"/>
        </w:rPr>
      </w:pPr>
      <w:r w:rsidRPr="00850577">
        <w:rPr>
          <w:rFonts w:ascii="Calibri" w:hAnsi="Calibri"/>
          <w:b/>
          <w:i/>
        </w:rPr>
        <w:t>Queridos, tengo un ejercicio para Ustedes ....</w:t>
      </w:r>
      <w:r w:rsidRPr="00850577">
        <w:rPr>
          <w:rFonts w:ascii="Calibri" w:hAnsi="Calibri"/>
          <w:b/>
          <w:i/>
        </w:rPr>
        <w:br/>
      </w:r>
      <w:r w:rsidRPr="00850577">
        <w:rPr>
          <w:rFonts w:ascii="Calibri" w:hAnsi="Calibri"/>
          <w:b/>
        </w:rPr>
        <w:br/>
      </w:r>
      <w:r w:rsidRPr="00850577">
        <w:rPr>
          <w:rFonts w:ascii="Calibri" w:hAnsi="Calibri"/>
        </w:rPr>
        <w:t>April 18, 2021</w:t>
      </w:r>
    </w:p>
    <w:p w:rsidR="00F774DF" w:rsidRPr="00850577" w:rsidRDefault="00F774DF" w:rsidP="00850577">
      <w:pPr>
        <w:rPr>
          <w:rFonts w:ascii="Calibri" w:hAnsi="Calibri"/>
        </w:rPr>
      </w:pPr>
    </w:p>
    <w:p w:rsidR="00F774DF" w:rsidRPr="00850577" w:rsidRDefault="00F774DF" w:rsidP="00850577">
      <w:pPr>
        <w:rPr>
          <w:rFonts w:ascii="Calibri" w:hAnsi="Calibri"/>
        </w:rPr>
      </w:pPr>
      <w:r w:rsidRPr="00850577">
        <w:rPr>
          <w:rFonts w:ascii="Calibri" w:hAnsi="Calibri"/>
        </w:rPr>
        <w:t>Del Libro Once de Kryon - Levantando el velo - Página 279</w:t>
      </w:r>
    </w:p>
    <w:p w:rsidR="00F774DF" w:rsidRPr="00850577" w:rsidRDefault="00F774DF" w:rsidP="00850577">
      <w:pPr>
        <w:rPr>
          <w:rFonts w:ascii="Calibri" w:hAnsi="Calibri"/>
        </w:rPr>
      </w:pPr>
    </w:p>
    <w:p w:rsidR="00F774DF" w:rsidRPr="00850577" w:rsidRDefault="00F774DF" w:rsidP="00850577">
      <w:pPr>
        <w:rPr>
          <w:rFonts w:ascii="Calibri" w:hAnsi="Calibri"/>
          <w:b/>
        </w:rPr>
      </w:pPr>
      <w:r w:rsidRPr="00850577">
        <w:rPr>
          <w:rFonts w:ascii="Calibri" w:hAnsi="Calibri"/>
          <w:b/>
        </w:rPr>
        <w:t>Un ego equilibrado</w:t>
      </w:r>
    </w:p>
    <w:p w:rsidR="00F774DF" w:rsidRPr="00850577" w:rsidRDefault="00F774DF" w:rsidP="00850577">
      <w:pPr>
        <w:rPr>
          <w:rFonts w:ascii="Calibri" w:hAnsi="Calibri"/>
        </w:rPr>
      </w:pPr>
    </w:p>
    <w:p w:rsidR="00F774DF" w:rsidRPr="00850577" w:rsidRDefault="00F774DF" w:rsidP="00850577">
      <w:pPr>
        <w:rPr>
          <w:rFonts w:ascii="Calibri" w:hAnsi="Calibri"/>
        </w:rPr>
      </w:pPr>
      <w:r w:rsidRPr="00850577">
        <w:rPr>
          <w:rFonts w:ascii="Calibri" w:hAnsi="Calibri"/>
        </w:rPr>
        <w:t>Te daré algunos ejercicios o ejemplos de lo que es tener un ego equilibrado: ¿puedes sentarte en una situación en la que alguien te insulta y no sentirlo?</w:t>
      </w:r>
    </w:p>
    <w:p w:rsidR="00F774DF" w:rsidRPr="00850577" w:rsidRDefault="00F774DF" w:rsidP="00850577">
      <w:pPr>
        <w:rPr>
          <w:rFonts w:ascii="Calibri" w:hAnsi="Calibri"/>
        </w:rPr>
      </w:pPr>
    </w:p>
    <w:p w:rsidR="00F774DF" w:rsidRPr="00850577" w:rsidRDefault="00F774DF" w:rsidP="00850577">
      <w:pPr>
        <w:rPr>
          <w:rFonts w:ascii="Calibri" w:hAnsi="Calibri"/>
        </w:rPr>
      </w:pPr>
      <w:r w:rsidRPr="00850577">
        <w:rPr>
          <w:rFonts w:ascii="Calibri" w:hAnsi="Calibri"/>
        </w:rPr>
        <w:t>¿Mmm? ¿Incluso si tienen razón? [Kryon sonríe.] ¿Puedes?</w:t>
      </w:r>
    </w:p>
    <w:p w:rsidR="00F774DF" w:rsidRPr="00850577" w:rsidRDefault="00F774DF" w:rsidP="00850577">
      <w:pPr>
        <w:rPr>
          <w:rFonts w:ascii="Calibri" w:hAnsi="Calibri"/>
        </w:rPr>
      </w:pPr>
    </w:p>
    <w:p w:rsidR="00F774DF" w:rsidRPr="00850577" w:rsidRDefault="00F774DF" w:rsidP="00850577">
      <w:pPr>
        <w:rPr>
          <w:rFonts w:ascii="Calibri" w:hAnsi="Calibri"/>
        </w:rPr>
      </w:pPr>
      <w:r w:rsidRPr="00850577">
        <w:rPr>
          <w:rFonts w:ascii="Calibri" w:hAnsi="Calibri"/>
        </w:rPr>
        <w:t>¿Puedes sentarte y soportar ese tipo de abuso verbal y no sentirlo? ¿Puedes sonreír con la alegría del momento mientras se lleva a cabo? ¿Puedes estar desapegado, viendo la película, como dicen… puedes?</w:t>
      </w:r>
    </w:p>
    <w:p w:rsidR="00F774DF" w:rsidRPr="00850577" w:rsidRDefault="00F774DF" w:rsidP="00850577">
      <w:pPr>
        <w:rPr>
          <w:rFonts w:ascii="Calibri" w:hAnsi="Calibri"/>
        </w:rPr>
      </w:pPr>
    </w:p>
    <w:p w:rsidR="00F774DF" w:rsidRPr="00850577" w:rsidRDefault="00F774DF" w:rsidP="00850577">
      <w:pPr>
        <w:rPr>
          <w:rFonts w:ascii="Calibri" w:hAnsi="Calibri"/>
        </w:rPr>
      </w:pPr>
      <w:r w:rsidRPr="00850577">
        <w:rPr>
          <w:rFonts w:ascii="Calibri" w:hAnsi="Calibri"/>
        </w:rPr>
        <w:t>Te daré algo para hacer, un ejercicio. La próxima vez que ocurra esta situación, quiero que intentes desconectarte.</w:t>
      </w:r>
    </w:p>
    <w:p w:rsidR="00F774DF" w:rsidRPr="00850577" w:rsidRDefault="00F774DF" w:rsidP="00850577">
      <w:pPr>
        <w:rPr>
          <w:rFonts w:ascii="Calibri" w:hAnsi="Calibri"/>
        </w:rPr>
      </w:pPr>
    </w:p>
    <w:p w:rsidR="00F774DF" w:rsidRPr="00850577" w:rsidRDefault="00F774DF" w:rsidP="00850577">
      <w:pPr>
        <w:rPr>
          <w:rFonts w:ascii="Calibri" w:hAnsi="Calibri"/>
        </w:rPr>
      </w:pPr>
      <w:r w:rsidRPr="00850577">
        <w:rPr>
          <w:rFonts w:ascii="Calibri" w:hAnsi="Calibri"/>
        </w:rPr>
        <w:t>Y cuando miras a la persona que te abusa, en su enojo, en su desequilibrio, en su confusión, quiero que la ames. En este momento, ellos son los que están desequilibrados, no tú.</w:t>
      </w:r>
    </w:p>
    <w:p w:rsidR="00F774DF" w:rsidRPr="00850577" w:rsidRDefault="00F774DF" w:rsidP="00850577">
      <w:pPr>
        <w:rPr>
          <w:rFonts w:ascii="Calibri" w:hAnsi="Calibri"/>
        </w:rPr>
      </w:pPr>
    </w:p>
    <w:p w:rsidR="00F774DF" w:rsidRPr="00850577" w:rsidRDefault="00F774DF" w:rsidP="00850577">
      <w:pPr>
        <w:rPr>
          <w:rFonts w:ascii="Calibri" w:hAnsi="Calibri"/>
        </w:rPr>
      </w:pPr>
      <w:r w:rsidRPr="00850577">
        <w:rPr>
          <w:rFonts w:ascii="Calibri" w:hAnsi="Calibri"/>
        </w:rPr>
        <w:t>Su abuso de ti es una invitación para que te unas a ellos en una "experiencia de desequilibrio". [Risas] Así que siéntate y soporta su desequilibrio, no te unas a él.</w:t>
      </w:r>
    </w:p>
    <w:p w:rsidR="00F774DF" w:rsidRPr="00850577" w:rsidRDefault="00F774DF" w:rsidP="00850577">
      <w:pPr>
        <w:rPr>
          <w:rFonts w:ascii="Calibri" w:hAnsi="Calibri"/>
        </w:rPr>
      </w:pPr>
    </w:p>
    <w:p w:rsidR="00F774DF" w:rsidRPr="00850577" w:rsidRDefault="00F774DF" w:rsidP="00850577">
      <w:pPr>
        <w:rPr>
          <w:rFonts w:ascii="Calibri" w:hAnsi="Calibri"/>
        </w:rPr>
      </w:pPr>
      <w:r w:rsidRPr="00850577">
        <w:rPr>
          <w:rFonts w:ascii="Calibri" w:hAnsi="Calibri"/>
        </w:rPr>
        <w:t>Luego, cuando hayan terminado, si están cerca tuyo, puedes tocar su brazo suavemente y decir: "Lamento que tengas un mal día". [Risas] ¿Puedes hacer eso?</w:t>
      </w:r>
    </w:p>
    <w:p w:rsidR="00F774DF" w:rsidRPr="00850577" w:rsidRDefault="00F774DF" w:rsidP="00850577">
      <w:pPr>
        <w:rPr>
          <w:rFonts w:ascii="Calibri" w:hAnsi="Calibri"/>
        </w:rPr>
      </w:pPr>
    </w:p>
    <w:p w:rsidR="00F774DF" w:rsidRPr="00850577" w:rsidRDefault="00F774DF" w:rsidP="00850577">
      <w:pPr>
        <w:rPr>
          <w:rFonts w:ascii="Calibri" w:hAnsi="Calibri"/>
        </w:rPr>
      </w:pPr>
      <w:r w:rsidRPr="00850577">
        <w:rPr>
          <w:rFonts w:ascii="Calibri" w:hAnsi="Calibri"/>
        </w:rPr>
        <w:t>¿Sabes lo que sucede cuando no obtienen la reacción tuya que se supone que debe crear el drama que están presentando? Quedan  completa y totalmente desarmados.</w:t>
      </w:r>
    </w:p>
    <w:p w:rsidR="00F774DF" w:rsidRPr="00850577" w:rsidRDefault="00F774DF" w:rsidP="00850577">
      <w:pPr>
        <w:rPr>
          <w:rFonts w:ascii="Calibri" w:hAnsi="Calibri"/>
        </w:rPr>
      </w:pPr>
    </w:p>
    <w:p w:rsidR="00F774DF" w:rsidRPr="00850577" w:rsidRDefault="00F774DF" w:rsidP="00850577">
      <w:pPr>
        <w:rPr>
          <w:rFonts w:ascii="Calibri" w:hAnsi="Calibri"/>
        </w:rPr>
      </w:pPr>
      <w:r w:rsidRPr="00850577">
        <w:rPr>
          <w:rFonts w:ascii="Calibri" w:hAnsi="Calibri"/>
        </w:rPr>
        <w:t>~ KRYON</w:t>
      </w:r>
    </w:p>
    <w:p w:rsidR="00F774DF" w:rsidRPr="00850577" w:rsidRDefault="00F774DF" w:rsidP="00850577">
      <w:pPr>
        <w:rPr>
          <w:rFonts w:ascii="Calibri" w:hAnsi="Calibri"/>
        </w:rPr>
      </w:pPr>
    </w:p>
    <w:p w:rsidR="00F774DF" w:rsidRPr="00850577" w:rsidRDefault="00F774DF" w:rsidP="00850577">
      <w:pPr>
        <w:rPr>
          <w:rFonts w:ascii="Calibri" w:hAnsi="Calibri"/>
        </w:rPr>
      </w:pPr>
      <w:r w:rsidRPr="00850577">
        <w:rPr>
          <w:rFonts w:ascii="Calibri" w:hAnsi="Calibri"/>
        </w:rPr>
        <w:t>a través de Lee Carroll, el canal original de Kryon (a través de gary@kryon.us)</w:t>
      </w:r>
    </w:p>
    <w:sectPr w:rsidR="00F774DF" w:rsidRPr="00850577" w:rsidSect="00F774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0577"/>
    <w:rsid w:val="00524E91"/>
    <w:rsid w:val="00850577"/>
    <w:rsid w:val="00A90593"/>
    <w:rsid w:val="00E114BB"/>
    <w:rsid w:val="00F77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220</Words>
  <Characters>1213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gwartel@hotmail.com</dc:creator>
  <cp:keywords/>
  <dc:description/>
  <cp:lastModifiedBy>gwartel@hotmail.com</cp:lastModifiedBy>
  <cp:revision>1</cp:revision>
  <dcterms:created xsi:type="dcterms:W3CDTF">2021-04-21T12:57:00Z</dcterms:created>
  <dcterms:modified xsi:type="dcterms:W3CDTF">2021-04-21T14:04:00Z</dcterms:modified>
</cp:coreProperties>
</file>