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40" w:rsidRPr="008211FF" w:rsidRDefault="000E4D40" w:rsidP="00B66D38">
      <w:pPr>
        <w:jc w:val="both"/>
        <w:rPr>
          <w:rFonts w:ascii="Arial" w:hAnsi="Arial" w:cs="Arial"/>
          <w:b/>
          <w:sz w:val="28"/>
          <w:szCs w:val="28"/>
        </w:rPr>
      </w:pPr>
      <w:r w:rsidRPr="008211FF">
        <w:rPr>
          <w:rFonts w:ascii="Arial" w:hAnsi="Arial" w:cs="Arial"/>
          <w:b/>
          <w:sz w:val="28"/>
          <w:szCs w:val="28"/>
        </w:rPr>
        <w:t>Kryon aborda la adicción y el comportamiento compulsivo</w:t>
      </w:r>
    </w:p>
    <w:p w:rsidR="000E4D40" w:rsidRPr="008211FF" w:rsidRDefault="000E4D40" w:rsidP="00B66D38">
      <w:pPr>
        <w:jc w:val="both"/>
        <w:rPr>
          <w:rFonts w:ascii="Arial" w:hAnsi="Arial" w:cs="Arial"/>
          <w:b/>
          <w:sz w:val="20"/>
          <w:szCs w:val="20"/>
        </w:rPr>
      </w:pPr>
    </w:p>
    <w:p w:rsidR="000E4D40" w:rsidRPr="00B66D38" w:rsidRDefault="000E4D40" w:rsidP="00B66D38">
      <w:pPr>
        <w:jc w:val="both"/>
        <w:rPr>
          <w:rFonts w:ascii="Arial" w:hAnsi="Arial" w:cs="Arial"/>
          <w:b/>
          <w:sz w:val="20"/>
          <w:szCs w:val="20"/>
        </w:rPr>
      </w:pPr>
      <w:r w:rsidRPr="00B66D38">
        <w:rPr>
          <w:rFonts w:ascii="Arial" w:hAnsi="Arial" w:cs="Arial"/>
          <w:b/>
          <w:sz w:val="20"/>
          <w:szCs w:val="20"/>
        </w:rPr>
        <w:t>PREGUNTA:</w:t>
      </w:r>
    </w:p>
    <w:p w:rsidR="000E4D40" w:rsidRPr="00B66D38" w:rsidRDefault="000E4D40" w:rsidP="00B66D38">
      <w:pPr>
        <w:jc w:val="both"/>
        <w:rPr>
          <w:rFonts w:ascii="Arial" w:hAnsi="Arial" w:cs="Arial"/>
          <w:sz w:val="20"/>
          <w:szCs w:val="20"/>
        </w:rPr>
      </w:pPr>
      <w:r w:rsidRPr="00B66D38">
        <w:rPr>
          <w:rFonts w:ascii="Arial" w:hAnsi="Arial" w:cs="Arial"/>
          <w:sz w:val="20"/>
          <w:szCs w:val="20"/>
        </w:rPr>
        <w:t>"Querido Kryon: Soy un sanador / terapeuta alternativo y necesito saber cuál es la mejor manera de ayudar a las personas con adicciones y conductas compulsivas".</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b/>
          <w:sz w:val="20"/>
          <w:szCs w:val="20"/>
        </w:rPr>
      </w:pPr>
      <w:r w:rsidRPr="00B66D38">
        <w:rPr>
          <w:rFonts w:ascii="Arial" w:hAnsi="Arial" w:cs="Arial"/>
          <w:b/>
          <w:sz w:val="20"/>
          <w:szCs w:val="20"/>
        </w:rPr>
        <w:t>RESPUESTA:</w:t>
      </w:r>
    </w:p>
    <w:p w:rsidR="000E4D40" w:rsidRPr="00B66D38" w:rsidRDefault="000E4D40" w:rsidP="00B66D38">
      <w:pPr>
        <w:jc w:val="both"/>
        <w:rPr>
          <w:rFonts w:ascii="Arial" w:hAnsi="Arial" w:cs="Arial"/>
          <w:sz w:val="20"/>
          <w:szCs w:val="20"/>
        </w:rPr>
      </w:pPr>
      <w:r w:rsidRPr="00B66D38">
        <w:rPr>
          <w:rFonts w:ascii="Arial" w:hAnsi="Arial" w:cs="Arial"/>
          <w:sz w:val="20"/>
          <w:szCs w:val="20"/>
        </w:rPr>
        <w:t>Las adicciones y el comportamiento compulsivo son el resultado de algo más que trastornos psicológicos y / o desequilibrio químico. Son una forma para que el yo biológico distraiga a un humano de completar lo que vino aquí, espiritualmente.</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También se administra como prueba o desafío. Si trabaja con humanos adictos, entonces no tengo que decirle la frustración que sienten. Saben absolutamente lo que están haciendo, pero no pueden comunicarse con su estructura celular lo suficiente como para detenerse.</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La parte principal de esta lucha es aquella en la que la biología construye un "muro de adicción o comportamiento compulsivo" para que el Humano NO tenga que tomar la decisión por la que vino aquí.</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Peor aún, ¡a veces esta actividad está diseñada para matarlos más rápido!</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Muchas de estas preciosas almas son muy espirituales. ¿Te diste cuenta? Están "al borde" del conocimiento completo, pero parece que no pueden "llegar allí".</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¿Qué hacer? Su trabajo como sanador es ayudarlos a superar esta joroba de miedo.</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No pueden dejar de fumar ... ni de comer ... ni del deseo sexual ... ni de las drogas. Todos estos son trucos biológicos humanos clásicos que son parte del "miedo semilla" de la iluminación.</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Despejar el miedo es la respuesta ... miedo de que quizás esta vez, no sufrirán y pasarán por la tortura porque aceptan la información del Yo Superior. Muchos tienen miedo inconscientemente de pasar a una experiencia espiritual.</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¡Incluso aquellos que son sanadores ... canalizadores ... y ministros también experimentarán esto! No quieren "llegar hasta el final", ya que la última vez que hicieron esto, murieron horriblemente.</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Entonces, sanador, ayúdelos a comenzar a hablar con su estructura celular de maneras que relajen el miedo a la información y la acción espirituales.</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Cuanto más puedan amarse a sí mismos, menos dependerán de los estímulos externos para su paz. Cuanto más puedan abandonar este miedo tan real que tienen, menos necesitarán sus adicciones.</w:t>
      </w:r>
    </w:p>
    <w:p w:rsidR="000E4D40" w:rsidRPr="00B66D38" w:rsidRDefault="000E4D40" w:rsidP="00B66D38">
      <w:pPr>
        <w:jc w:val="both"/>
        <w:rPr>
          <w:rFonts w:ascii="Arial" w:hAnsi="Arial" w:cs="Arial"/>
          <w:sz w:val="20"/>
          <w:szCs w:val="20"/>
        </w:rPr>
      </w:pPr>
    </w:p>
    <w:p w:rsidR="000E4D40" w:rsidRPr="00B66D38" w:rsidRDefault="000E4D40" w:rsidP="00B66D38">
      <w:pPr>
        <w:jc w:val="both"/>
        <w:rPr>
          <w:rFonts w:ascii="Arial" w:hAnsi="Arial" w:cs="Arial"/>
          <w:sz w:val="20"/>
          <w:szCs w:val="20"/>
        </w:rPr>
      </w:pPr>
      <w:r w:rsidRPr="00B66D38">
        <w:rPr>
          <w:rFonts w:ascii="Arial" w:hAnsi="Arial" w:cs="Arial"/>
          <w:sz w:val="20"/>
          <w:szCs w:val="20"/>
        </w:rPr>
        <w:t>El comportamiento se modificará y la adicción eventualmente desaparecerá. La meditación también es parte de la clave de esta ... meditación real, con intención y motivación.</w:t>
      </w:r>
    </w:p>
    <w:p w:rsidR="000E4D40" w:rsidRPr="00B66D38" w:rsidRDefault="000E4D40" w:rsidP="00B66D38">
      <w:pPr>
        <w:jc w:val="both"/>
        <w:rPr>
          <w:rFonts w:ascii="Arial" w:hAnsi="Arial" w:cs="Arial"/>
          <w:sz w:val="20"/>
          <w:szCs w:val="20"/>
        </w:rPr>
      </w:pPr>
    </w:p>
    <w:p w:rsidR="000E4D40" w:rsidRDefault="000E4D40" w:rsidP="00B66D38">
      <w:pPr>
        <w:jc w:val="both"/>
        <w:rPr>
          <w:rFonts w:ascii="Arial" w:hAnsi="Arial" w:cs="Arial"/>
          <w:sz w:val="20"/>
          <w:szCs w:val="20"/>
        </w:rPr>
      </w:pPr>
      <w:r w:rsidRPr="00B66D38">
        <w:rPr>
          <w:rFonts w:ascii="Arial" w:hAnsi="Arial" w:cs="Arial"/>
          <w:sz w:val="20"/>
          <w:szCs w:val="20"/>
        </w:rPr>
        <w:t>Finalmente, la autoestima es el problema real (lo mismo que amarse a sí mismos). Cuando esto se resuelve, las adicciones comienzan a disminuir y desaparecen.</w:t>
      </w:r>
    </w:p>
    <w:p w:rsidR="000E4D40" w:rsidRPr="00B66D38" w:rsidRDefault="000E4D40" w:rsidP="00B66D38">
      <w:pPr>
        <w:jc w:val="both"/>
        <w:rPr>
          <w:rFonts w:ascii="Arial" w:hAnsi="Arial" w:cs="Arial"/>
          <w:sz w:val="20"/>
          <w:szCs w:val="20"/>
        </w:rPr>
      </w:pPr>
    </w:p>
    <w:p w:rsidR="000E4D40" w:rsidRPr="00C74815" w:rsidRDefault="000E4D40" w:rsidP="00C74815">
      <w:pPr>
        <w:jc w:val="both"/>
        <w:rPr>
          <w:rFonts w:ascii="Arial" w:hAnsi="Arial" w:cs="Arial"/>
          <w:sz w:val="20"/>
          <w:szCs w:val="20"/>
        </w:rPr>
      </w:pPr>
    </w:p>
    <w:p w:rsidR="000E4D40" w:rsidRPr="00C74815" w:rsidRDefault="000E4D40" w:rsidP="00C74815">
      <w:pPr>
        <w:jc w:val="both"/>
        <w:rPr>
          <w:rFonts w:ascii="Brush Script Std" w:hAnsi="Brush Script Std" w:cs="Arial"/>
          <w:sz w:val="52"/>
          <w:szCs w:val="52"/>
        </w:rPr>
      </w:pPr>
      <w:r w:rsidRPr="00C74815">
        <w:rPr>
          <w:rFonts w:ascii="Brush Script Std" w:hAnsi="Brush Script Std" w:cs="Arial"/>
          <w:sz w:val="52"/>
          <w:szCs w:val="52"/>
        </w:rPr>
        <w:t xml:space="preserve">  Kryon</w:t>
      </w:r>
    </w:p>
    <w:p w:rsidR="000E4D40" w:rsidRPr="00C74815" w:rsidRDefault="000E4D40" w:rsidP="00C74815">
      <w:pPr>
        <w:jc w:val="both"/>
        <w:rPr>
          <w:rFonts w:ascii="Arial" w:hAnsi="Arial" w:cs="Arial"/>
          <w:sz w:val="20"/>
          <w:szCs w:val="20"/>
        </w:rPr>
      </w:pPr>
      <w:r w:rsidRPr="00C74815">
        <w:rPr>
          <w:rFonts w:ascii="Arial" w:hAnsi="Arial" w:cs="Arial"/>
          <w:sz w:val="20"/>
          <w:szCs w:val="20"/>
        </w:rPr>
        <w:t>© Lee Carroll</w:t>
      </w:r>
    </w:p>
    <w:sectPr w:rsidR="000E4D40" w:rsidRPr="00C74815"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20578"/>
    <w:rsid w:val="00061A82"/>
    <w:rsid w:val="00085850"/>
    <w:rsid w:val="0009371E"/>
    <w:rsid w:val="000C37CC"/>
    <w:rsid w:val="000E4D40"/>
    <w:rsid w:val="0011062B"/>
    <w:rsid w:val="001C6CDD"/>
    <w:rsid w:val="001C7C54"/>
    <w:rsid w:val="002E1F7E"/>
    <w:rsid w:val="002E4754"/>
    <w:rsid w:val="002F0CAF"/>
    <w:rsid w:val="003654F5"/>
    <w:rsid w:val="003C10BB"/>
    <w:rsid w:val="00450225"/>
    <w:rsid w:val="00524E91"/>
    <w:rsid w:val="00525799"/>
    <w:rsid w:val="00574152"/>
    <w:rsid w:val="00626E74"/>
    <w:rsid w:val="007C6C2E"/>
    <w:rsid w:val="00805F2A"/>
    <w:rsid w:val="008211FF"/>
    <w:rsid w:val="00836A4A"/>
    <w:rsid w:val="00861344"/>
    <w:rsid w:val="00861CE0"/>
    <w:rsid w:val="009239DB"/>
    <w:rsid w:val="00977093"/>
    <w:rsid w:val="00A61603"/>
    <w:rsid w:val="00A90593"/>
    <w:rsid w:val="00AB0AD7"/>
    <w:rsid w:val="00AB4F40"/>
    <w:rsid w:val="00B02F4E"/>
    <w:rsid w:val="00B07A24"/>
    <w:rsid w:val="00B66D38"/>
    <w:rsid w:val="00C222F9"/>
    <w:rsid w:val="00C36271"/>
    <w:rsid w:val="00C45DAF"/>
    <w:rsid w:val="00C5521D"/>
    <w:rsid w:val="00C74815"/>
    <w:rsid w:val="00CC7A9D"/>
    <w:rsid w:val="00D01676"/>
    <w:rsid w:val="00DB1704"/>
    <w:rsid w:val="00E114BB"/>
    <w:rsid w:val="00E847F8"/>
    <w:rsid w:val="00EC2BB3"/>
    <w:rsid w:val="00F3510B"/>
    <w:rsid w:val="00FF38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D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1</Pages>
  <Words>397</Words>
  <Characters>2185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3</cp:revision>
  <dcterms:created xsi:type="dcterms:W3CDTF">2021-10-16T14:40:00Z</dcterms:created>
  <dcterms:modified xsi:type="dcterms:W3CDTF">2021-10-16T15:18:00Z</dcterms:modified>
</cp:coreProperties>
</file>