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7E" w:rsidRPr="003C10BB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Pr="003C10BB" w:rsidRDefault="002E1F7E" w:rsidP="001C7C54">
      <w:pPr>
        <w:jc w:val="both"/>
        <w:rPr>
          <w:rFonts w:ascii="Arial" w:hAnsi="Arial" w:cs="Arial"/>
          <w:b/>
          <w:sz w:val="22"/>
          <w:szCs w:val="22"/>
        </w:rPr>
      </w:pPr>
      <w:r w:rsidRPr="003C10BB">
        <w:rPr>
          <w:rFonts w:ascii="Arial" w:hAnsi="Arial" w:cs="Arial"/>
          <w:b/>
          <w:sz w:val="22"/>
          <w:szCs w:val="22"/>
        </w:rPr>
        <w:t>Eres muy amado!</w:t>
      </w:r>
    </w:p>
    <w:p w:rsidR="002E1F7E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Pr="003C10BB" w:rsidRDefault="002E1F7E" w:rsidP="003C10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Saludos</w:t>
      </w:r>
      <w:r w:rsidRPr="003C10BB">
        <w:rPr>
          <w:rFonts w:ascii="Arial" w:hAnsi="Arial" w:cs="Arial"/>
          <w:sz w:val="20"/>
          <w:szCs w:val="20"/>
        </w:rPr>
        <w:t>,</w:t>
      </w:r>
    </w:p>
    <w:p w:rsidR="002E1F7E" w:rsidRPr="003C10BB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Pr="003C10BB" w:rsidRDefault="002E1F7E" w:rsidP="003C10B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Kryon responde a T</w:t>
      </w:r>
      <w:r w:rsidRPr="003C10BB">
        <w:rPr>
          <w:rFonts w:ascii="Arial" w:hAnsi="Arial" w:cs="Arial"/>
          <w:b/>
          <w:sz w:val="22"/>
          <w:szCs w:val="22"/>
        </w:rPr>
        <w:t>us preguntas ...</w:t>
      </w:r>
    </w:p>
    <w:p w:rsidR="002E1F7E" w:rsidRPr="003C10BB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Pr="003C10BB" w:rsidRDefault="002E1F7E" w:rsidP="003C10BB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C10BB">
        <w:rPr>
          <w:rFonts w:ascii="Arial" w:hAnsi="Arial" w:cs="Arial"/>
          <w:b/>
          <w:sz w:val="20"/>
          <w:szCs w:val="20"/>
          <w:u w:val="single"/>
        </w:rPr>
        <w:t>PREGUNTA:</w:t>
      </w:r>
    </w:p>
    <w:p w:rsidR="002E1F7E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Default="002E1F7E" w:rsidP="003C10BB">
      <w:pPr>
        <w:jc w:val="both"/>
        <w:rPr>
          <w:rFonts w:ascii="Arial" w:hAnsi="Arial" w:cs="Arial"/>
          <w:sz w:val="20"/>
          <w:szCs w:val="20"/>
        </w:rPr>
      </w:pPr>
      <w:r w:rsidRPr="003654F5">
        <w:rPr>
          <w:rFonts w:ascii="Arial" w:hAnsi="Arial" w:cs="Arial"/>
          <w:sz w:val="20"/>
          <w:szCs w:val="20"/>
        </w:rPr>
        <w:t>Querido Kryon, ¿cómo sabemos si somos lemurianos? ¿Es importante?</w:t>
      </w:r>
    </w:p>
    <w:p w:rsidR="002E1F7E" w:rsidRPr="003654F5" w:rsidRDefault="002E1F7E" w:rsidP="003C10BB">
      <w:pPr>
        <w:jc w:val="both"/>
        <w:rPr>
          <w:rFonts w:ascii="Arial" w:hAnsi="Arial" w:cs="Arial"/>
          <w:sz w:val="20"/>
          <w:szCs w:val="20"/>
        </w:rPr>
      </w:pPr>
    </w:p>
    <w:p w:rsidR="002E1F7E" w:rsidRPr="003C10BB" w:rsidRDefault="002E1F7E" w:rsidP="003C10BB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C10BB">
        <w:rPr>
          <w:rFonts w:ascii="Arial" w:hAnsi="Arial" w:cs="Arial"/>
          <w:b/>
          <w:sz w:val="20"/>
          <w:szCs w:val="20"/>
          <w:u w:val="single"/>
        </w:rPr>
        <w:t>RESPUESTA:</w:t>
      </w:r>
    </w:p>
    <w:p w:rsidR="002E1F7E" w:rsidRDefault="002E1F7E" w:rsidP="003654F5">
      <w:pPr>
        <w:jc w:val="both"/>
        <w:rPr>
          <w:rFonts w:ascii="Arial" w:hAnsi="Arial" w:cs="Arial"/>
          <w:sz w:val="20"/>
          <w:szCs w:val="20"/>
        </w:rPr>
      </w:pP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  <w:r w:rsidRPr="003654F5">
        <w:rPr>
          <w:rFonts w:ascii="Arial" w:hAnsi="Arial" w:cs="Arial"/>
          <w:sz w:val="20"/>
          <w:szCs w:val="20"/>
        </w:rPr>
        <w:t>No, realmente no es importante que reconozca</w:t>
      </w:r>
      <w:r>
        <w:rPr>
          <w:rFonts w:ascii="Arial" w:hAnsi="Arial" w:cs="Arial"/>
          <w:sz w:val="20"/>
          <w:szCs w:val="20"/>
        </w:rPr>
        <w:t>s lo que crees que es t</w:t>
      </w:r>
      <w:r w:rsidRPr="003654F5">
        <w:rPr>
          <w:rFonts w:ascii="Arial" w:hAnsi="Arial" w:cs="Arial"/>
          <w:sz w:val="20"/>
          <w:szCs w:val="20"/>
        </w:rPr>
        <w:t>u pasado. La realidad espiritual es que si fueras lemuriano, es tu presente lo que deberías mirar ahora.</w:t>
      </w:r>
    </w:p>
    <w:p w:rsidR="002E1F7E" w:rsidRDefault="002E1F7E" w:rsidP="003654F5">
      <w:pPr>
        <w:jc w:val="both"/>
        <w:rPr>
          <w:rFonts w:ascii="Arial" w:hAnsi="Arial" w:cs="Arial"/>
          <w:sz w:val="20"/>
          <w:szCs w:val="20"/>
        </w:rPr>
      </w:pP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  <w:r w:rsidRPr="003654F5">
        <w:rPr>
          <w:rFonts w:ascii="Arial" w:hAnsi="Arial" w:cs="Arial"/>
          <w:sz w:val="20"/>
          <w:szCs w:val="20"/>
        </w:rPr>
        <w:t>Lo más importante de ti es quién eres ahora. Si, en el pasado distante, en realidad eras lemuriano, ya no es un atributo del "pasado".</w:t>
      </w: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</w:p>
    <w:p w:rsidR="002E1F7E" w:rsidRPr="00861344" w:rsidRDefault="002E1F7E" w:rsidP="003654F5">
      <w:pPr>
        <w:jc w:val="both"/>
        <w:rPr>
          <w:rFonts w:ascii="Arial" w:hAnsi="Arial" w:cs="Arial"/>
          <w:b/>
          <w:i/>
          <w:sz w:val="20"/>
          <w:szCs w:val="20"/>
        </w:rPr>
      </w:pPr>
      <w:r w:rsidRPr="00861344">
        <w:rPr>
          <w:rFonts w:ascii="Arial" w:hAnsi="Arial" w:cs="Arial"/>
          <w:b/>
          <w:i/>
          <w:sz w:val="20"/>
          <w:szCs w:val="20"/>
        </w:rPr>
        <w:t>La energía del planeta se está abriendo a la energía lemuriana, y las semillas espirituales que fueron plantadas en ese entonces ahora están siendo regadas. Esto significa que el "Lemuriano" en ti está comenzando a florecer.</w:t>
      </w: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  <w:r w:rsidRPr="003654F5">
        <w:rPr>
          <w:rFonts w:ascii="Arial" w:hAnsi="Arial" w:cs="Arial"/>
          <w:sz w:val="20"/>
          <w:szCs w:val="20"/>
        </w:rPr>
        <w:t>No es un atributo "pasado" en absoluto. Está</w:t>
      </w:r>
      <w:r>
        <w:rPr>
          <w:rFonts w:ascii="Arial" w:hAnsi="Arial" w:cs="Arial"/>
          <w:sz w:val="20"/>
          <w:szCs w:val="20"/>
        </w:rPr>
        <w:t>s aquí ahora. No t</w:t>
      </w:r>
      <w:r w:rsidRPr="003654F5">
        <w:rPr>
          <w:rFonts w:ascii="Arial" w:hAnsi="Arial" w:cs="Arial"/>
          <w:sz w:val="20"/>
          <w:szCs w:val="20"/>
        </w:rPr>
        <w:t>e concentre</w:t>
      </w:r>
      <w:r>
        <w:rPr>
          <w:rFonts w:ascii="Arial" w:hAnsi="Arial" w:cs="Arial"/>
          <w:sz w:val="20"/>
          <w:szCs w:val="20"/>
        </w:rPr>
        <w:t>s</w:t>
      </w:r>
      <w:r w:rsidRPr="003654F5">
        <w:rPr>
          <w:rFonts w:ascii="Arial" w:hAnsi="Arial" w:cs="Arial"/>
          <w:sz w:val="20"/>
          <w:szCs w:val="20"/>
        </w:rPr>
        <w:t xml:space="preserve"> ni reflexione</w:t>
      </w:r>
      <w:r>
        <w:rPr>
          <w:rFonts w:ascii="Arial" w:hAnsi="Arial" w:cs="Arial"/>
          <w:sz w:val="20"/>
          <w:szCs w:val="20"/>
        </w:rPr>
        <w:t>s</w:t>
      </w:r>
      <w:r w:rsidRPr="003654F5">
        <w:rPr>
          <w:rFonts w:ascii="Arial" w:hAnsi="Arial" w:cs="Arial"/>
          <w:sz w:val="20"/>
          <w:szCs w:val="20"/>
        </w:rPr>
        <w:t xml:space="preserve"> sobre estas cosas. No son importantes para su estudio.</w:t>
      </w: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</w:p>
    <w:p w:rsidR="002E1F7E" w:rsidRPr="00861344" w:rsidRDefault="002E1F7E" w:rsidP="003654F5">
      <w:pPr>
        <w:jc w:val="both"/>
        <w:rPr>
          <w:rFonts w:ascii="Arial" w:hAnsi="Arial" w:cs="Arial"/>
          <w:b/>
          <w:i/>
          <w:sz w:val="20"/>
          <w:szCs w:val="20"/>
        </w:rPr>
      </w:pPr>
      <w:r w:rsidRPr="00861344">
        <w:rPr>
          <w:rFonts w:ascii="Arial" w:hAnsi="Arial" w:cs="Arial"/>
          <w:b/>
          <w:i/>
          <w:sz w:val="20"/>
          <w:szCs w:val="20"/>
        </w:rPr>
        <w:t>Tienes bastante que hacer mientras manejas el "trabajo pesado" que todos los lemurianos están sintiendo en este momento.</w:t>
      </w:r>
    </w:p>
    <w:p w:rsidR="002E1F7E" w:rsidRDefault="002E1F7E" w:rsidP="003654F5">
      <w:pPr>
        <w:jc w:val="both"/>
        <w:rPr>
          <w:rFonts w:ascii="Arial" w:hAnsi="Arial" w:cs="Arial"/>
          <w:sz w:val="20"/>
          <w:szCs w:val="20"/>
        </w:rPr>
      </w:pPr>
    </w:p>
    <w:p w:rsidR="002E1F7E" w:rsidRDefault="002E1F7E" w:rsidP="003654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 así es!</w:t>
      </w:r>
    </w:p>
    <w:p w:rsidR="002E1F7E" w:rsidRPr="003654F5" w:rsidRDefault="002E1F7E" w:rsidP="003654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2E1F7E" w:rsidRPr="00B07A24" w:rsidRDefault="002E1F7E" w:rsidP="003C10BB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07A24">
        <w:rPr>
          <w:rFonts w:ascii="Arial" w:hAnsi="Arial" w:cs="Arial"/>
          <w:b/>
          <w:i/>
          <w:sz w:val="22"/>
          <w:szCs w:val="22"/>
        </w:rPr>
        <w:t>- Kryon del servicio magnético</w:t>
      </w:r>
    </w:p>
    <w:sectPr w:rsidR="002E1F7E" w:rsidRPr="00B07A24" w:rsidSect="00061A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A82"/>
    <w:rsid w:val="00020578"/>
    <w:rsid w:val="00061A82"/>
    <w:rsid w:val="001C6CDD"/>
    <w:rsid w:val="001C7C54"/>
    <w:rsid w:val="002E1F7E"/>
    <w:rsid w:val="002E4754"/>
    <w:rsid w:val="002F0CAF"/>
    <w:rsid w:val="003654F5"/>
    <w:rsid w:val="003C10BB"/>
    <w:rsid w:val="00450225"/>
    <w:rsid w:val="00524E91"/>
    <w:rsid w:val="00574152"/>
    <w:rsid w:val="007C6C2E"/>
    <w:rsid w:val="00805F2A"/>
    <w:rsid w:val="00836A4A"/>
    <w:rsid w:val="00861344"/>
    <w:rsid w:val="009239DB"/>
    <w:rsid w:val="00977093"/>
    <w:rsid w:val="00A90593"/>
    <w:rsid w:val="00AB0AD7"/>
    <w:rsid w:val="00AB4F40"/>
    <w:rsid w:val="00B02F4E"/>
    <w:rsid w:val="00B07A24"/>
    <w:rsid w:val="00C222F9"/>
    <w:rsid w:val="00C36271"/>
    <w:rsid w:val="00D01676"/>
    <w:rsid w:val="00E114BB"/>
    <w:rsid w:val="00E847F8"/>
    <w:rsid w:val="00FF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9DB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154</Words>
  <Characters>847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¡Envía “soluciones perfectas” desconocidas a tu futuro</dc:title>
  <dc:subject/>
  <dc:creator>gwartel@hotmail.com</dc:creator>
  <cp:keywords/>
  <dc:description/>
  <cp:lastModifiedBy>gwartel@hotmail.com</cp:lastModifiedBy>
  <cp:revision>3</cp:revision>
  <dcterms:created xsi:type="dcterms:W3CDTF">2021-08-14T17:09:00Z</dcterms:created>
  <dcterms:modified xsi:type="dcterms:W3CDTF">2021-08-14T20:36:00Z</dcterms:modified>
</cp:coreProperties>
</file>