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0F" w:rsidRPr="00C74815" w:rsidRDefault="00C91A0F" w:rsidP="00C748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>EL PAPEL DE LAS DROGAS EN NUESTRA SOCIEDAD ...</w:t>
      </w:r>
    </w:p>
    <w:p w:rsidR="00C91A0F" w:rsidRDefault="00C91A0F" w:rsidP="00C74815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Kryon responde a sus preguntas ...</w:t>
      </w:r>
    </w:p>
    <w:p w:rsidR="00C91A0F" w:rsidRDefault="00C91A0F" w:rsidP="00C74815">
      <w:pPr>
        <w:jc w:val="both"/>
        <w:rPr>
          <w:rFonts w:ascii="Arial" w:hAnsi="Arial" w:cs="Arial"/>
          <w:sz w:val="20"/>
          <w:szCs w:val="20"/>
        </w:rPr>
      </w:pPr>
    </w:p>
    <w:p w:rsidR="00C91A0F" w:rsidRPr="00C74815" w:rsidRDefault="00C91A0F" w:rsidP="00C74815">
      <w:pPr>
        <w:jc w:val="both"/>
        <w:rPr>
          <w:rFonts w:ascii="Arial" w:hAnsi="Arial" w:cs="Arial"/>
          <w:sz w:val="20"/>
          <w:szCs w:val="20"/>
        </w:rPr>
      </w:pPr>
      <w:r w:rsidRPr="00C74815">
        <w:rPr>
          <w:rFonts w:ascii="Arial" w:hAnsi="Arial" w:cs="Arial"/>
          <w:sz w:val="20"/>
          <w:szCs w:val="20"/>
        </w:rPr>
        <w:t>Saludos,</w:t>
      </w:r>
    </w:p>
    <w:p w:rsidR="00C91A0F" w:rsidRPr="00C74815" w:rsidRDefault="00C91A0F" w:rsidP="00C74815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b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b/>
          <w:sz w:val="20"/>
          <w:szCs w:val="20"/>
        </w:rPr>
      </w:pPr>
      <w:r w:rsidRPr="00337A1D">
        <w:rPr>
          <w:rFonts w:ascii="Arial" w:hAnsi="Arial" w:cs="Arial"/>
          <w:b/>
          <w:sz w:val="20"/>
          <w:szCs w:val="20"/>
        </w:rPr>
        <w:t>PREGUNTA: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"Querido Kryon: Aunque no he leído mucho material metafísico, los fragmentos que tengo, que hablan de muchos problemas humanos / terrestres, no plantean ni mencionan el tema del uso de drogas en nuestra sociedad. ¿Cuál es el papel de drogas, y ¿por qué juegan un papel tan importante en nuestra sociedad? ¿Cómo puedo explicarles tanto a los estudiantes como a los usuarios cómo encajan (o no) en el esquema más amplio de las cosas? "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b/>
          <w:sz w:val="20"/>
          <w:szCs w:val="20"/>
        </w:rPr>
      </w:pPr>
      <w:r w:rsidRPr="00337A1D">
        <w:rPr>
          <w:rFonts w:ascii="Arial" w:hAnsi="Arial" w:cs="Arial"/>
          <w:b/>
          <w:sz w:val="20"/>
          <w:szCs w:val="20"/>
        </w:rPr>
        <w:t>RESPUESTA: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Como todo lo demás en el planeta que cambia la vida, el uso de drogas en cualquier sociedad juega un papel energético que es apropiado. Algunos lo llaman el tentador.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En cualquier buen guión, a menudo existe la opción de ceder el poder a los deseos terrenales o</w:t>
      </w:r>
      <w:r>
        <w:rPr>
          <w:rFonts w:ascii="Arial" w:hAnsi="Arial" w:cs="Arial"/>
          <w:sz w:val="20"/>
          <w:szCs w:val="20"/>
        </w:rPr>
        <w:t xml:space="preserve"> </w:t>
      </w:r>
      <w:r w:rsidRPr="00337A1D">
        <w:rPr>
          <w:rFonts w:ascii="Arial" w:hAnsi="Arial" w:cs="Arial"/>
          <w:sz w:val="20"/>
          <w:szCs w:val="20"/>
        </w:rPr>
        <w:t>a la integridad de lo que se considera correcto y bueno. Esta es una historia clásica.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Lo que estamos diciendo es que sus pruebas nunca serían buenas si estas cosas no existieran. Entonces, de hecho, juega una parte apropiada y correcta del ciclo de elecciones de la Tierra.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La elección de la luz y la oscuridad a menudo se enturbia con el deseo. Así son las cosas y la complejidad de la elección.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La buena noticia es que por cada decisión que pueda crear una vida de adicción y dolor, hay poder disponible para resolverla. No hay tentación dada al hombre que no tenga también una solución de igual poder en la misma bandeja de selección Divina.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El Humano que se levanta de la oscuridad es el que hará brillar una luz más brillante que las demás. Entonces comienza a comprender por qué la prueba es como es.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Bienaventurados los humanos que co-crean la curación de las sustancias que los esclavizan y estropean su salud.</w:t>
      </w:r>
    </w:p>
    <w:p w:rsidR="00C91A0F" w:rsidRPr="00337A1D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Default="00C91A0F" w:rsidP="00337A1D">
      <w:pPr>
        <w:jc w:val="both"/>
        <w:rPr>
          <w:rFonts w:ascii="Arial" w:hAnsi="Arial" w:cs="Arial"/>
          <w:sz w:val="20"/>
          <w:szCs w:val="20"/>
        </w:rPr>
      </w:pPr>
      <w:r w:rsidRPr="00337A1D">
        <w:rPr>
          <w:rFonts w:ascii="Arial" w:hAnsi="Arial" w:cs="Arial"/>
          <w:sz w:val="20"/>
          <w:szCs w:val="20"/>
        </w:rPr>
        <w:t>Porque este será a menudo el faro que lleva a muchos otros al puerto seguro de la solución y la reconciliación en la armonía de la vida.</w:t>
      </w:r>
    </w:p>
    <w:p w:rsidR="00C91A0F" w:rsidRDefault="00C91A0F" w:rsidP="00337A1D">
      <w:pPr>
        <w:jc w:val="both"/>
        <w:rPr>
          <w:rFonts w:ascii="Arial" w:hAnsi="Arial" w:cs="Arial"/>
          <w:sz w:val="20"/>
          <w:szCs w:val="20"/>
        </w:rPr>
      </w:pPr>
    </w:p>
    <w:p w:rsidR="00C91A0F" w:rsidRPr="00C74815" w:rsidRDefault="00C91A0F" w:rsidP="00C74815">
      <w:pPr>
        <w:jc w:val="both"/>
        <w:rPr>
          <w:rFonts w:ascii="Arial" w:hAnsi="Arial" w:cs="Arial"/>
          <w:sz w:val="20"/>
          <w:szCs w:val="20"/>
        </w:rPr>
      </w:pPr>
    </w:p>
    <w:p w:rsidR="00C91A0F" w:rsidRPr="00C74815" w:rsidRDefault="00C91A0F" w:rsidP="00C74815">
      <w:pPr>
        <w:jc w:val="both"/>
        <w:rPr>
          <w:rFonts w:ascii="Brush Script Std" w:hAnsi="Brush Script Std" w:cs="Arial"/>
          <w:sz w:val="52"/>
          <w:szCs w:val="52"/>
        </w:rPr>
      </w:pPr>
      <w:r w:rsidRPr="00C74815">
        <w:rPr>
          <w:rFonts w:ascii="Brush Script Std" w:hAnsi="Brush Script Std" w:cs="Arial"/>
          <w:sz w:val="52"/>
          <w:szCs w:val="52"/>
        </w:rPr>
        <w:t xml:space="preserve">  Kryon</w:t>
      </w:r>
    </w:p>
    <w:p w:rsidR="00C91A0F" w:rsidRPr="00C74815" w:rsidRDefault="00C91A0F" w:rsidP="00C74815">
      <w:pPr>
        <w:jc w:val="both"/>
        <w:rPr>
          <w:rFonts w:ascii="Arial" w:hAnsi="Arial" w:cs="Arial"/>
          <w:sz w:val="20"/>
          <w:szCs w:val="20"/>
        </w:rPr>
      </w:pPr>
      <w:r w:rsidRPr="00C74815">
        <w:rPr>
          <w:rFonts w:ascii="Arial" w:hAnsi="Arial" w:cs="Arial"/>
          <w:sz w:val="20"/>
          <w:szCs w:val="20"/>
        </w:rPr>
        <w:t>© Lee Carroll</w:t>
      </w:r>
    </w:p>
    <w:sectPr w:rsidR="00C91A0F" w:rsidRPr="00C74815" w:rsidSect="00061A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A82"/>
    <w:rsid w:val="00020578"/>
    <w:rsid w:val="00061A82"/>
    <w:rsid w:val="00085850"/>
    <w:rsid w:val="0009371E"/>
    <w:rsid w:val="0011062B"/>
    <w:rsid w:val="001C6CDD"/>
    <w:rsid w:val="001C7C54"/>
    <w:rsid w:val="00254AE5"/>
    <w:rsid w:val="002E1F7E"/>
    <w:rsid w:val="002E4754"/>
    <w:rsid w:val="002F0CAF"/>
    <w:rsid w:val="00337A1D"/>
    <w:rsid w:val="003654F5"/>
    <w:rsid w:val="003C10BB"/>
    <w:rsid w:val="00450225"/>
    <w:rsid w:val="00485926"/>
    <w:rsid w:val="00524E91"/>
    <w:rsid w:val="00525799"/>
    <w:rsid w:val="00574152"/>
    <w:rsid w:val="00626E74"/>
    <w:rsid w:val="007C6C2E"/>
    <w:rsid w:val="00805F2A"/>
    <w:rsid w:val="00836A4A"/>
    <w:rsid w:val="0084143C"/>
    <w:rsid w:val="00861344"/>
    <w:rsid w:val="00861CE0"/>
    <w:rsid w:val="009239DB"/>
    <w:rsid w:val="00977093"/>
    <w:rsid w:val="00A90593"/>
    <w:rsid w:val="00AB0AD7"/>
    <w:rsid w:val="00AB490D"/>
    <w:rsid w:val="00AB4F40"/>
    <w:rsid w:val="00B02F4E"/>
    <w:rsid w:val="00B07A24"/>
    <w:rsid w:val="00C222F9"/>
    <w:rsid w:val="00C36271"/>
    <w:rsid w:val="00C45DAF"/>
    <w:rsid w:val="00C5521D"/>
    <w:rsid w:val="00C74815"/>
    <w:rsid w:val="00C91A0F"/>
    <w:rsid w:val="00CC7A9D"/>
    <w:rsid w:val="00D01676"/>
    <w:rsid w:val="00E114BB"/>
    <w:rsid w:val="00E847F8"/>
    <w:rsid w:val="00EC2BB3"/>
    <w:rsid w:val="00F3510B"/>
    <w:rsid w:val="00FF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9DB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470</TotalTime>
  <Pages>1</Pages>
  <Words>292</Words>
  <Characters>1609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¡Envía “soluciones perfectas” desconocidas a tu futuro</dc:title>
  <dc:subject/>
  <dc:creator>gwartel@hotmail.com</dc:creator>
  <cp:keywords/>
  <dc:description/>
  <cp:lastModifiedBy>gwartel@hotmail.com</cp:lastModifiedBy>
  <cp:revision>3</cp:revision>
  <dcterms:created xsi:type="dcterms:W3CDTF">2021-10-26T23:00:00Z</dcterms:created>
  <dcterms:modified xsi:type="dcterms:W3CDTF">2021-10-29T21:11:00Z</dcterms:modified>
</cp:coreProperties>
</file>