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7F0" w:rsidRPr="00673F06" w:rsidRDefault="008F37F0" w:rsidP="009E50BB">
      <w:pPr>
        <w:jc w:val="center"/>
        <w:rPr>
          <w:rFonts w:ascii="Trebuchet MS" w:hAnsi="Trebuchet MS"/>
          <w:b/>
          <w:smallCaps/>
          <w:shadow/>
          <w:sz w:val="36"/>
          <w:szCs w:val="36"/>
        </w:rPr>
      </w:pPr>
      <w:r w:rsidRPr="00673F06">
        <w:rPr>
          <w:rFonts w:ascii="Trebuchet MS" w:hAnsi="Trebuchet MS"/>
          <w:b/>
          <w:smallCaps/>
          <w:shadow/>
          <w:sz w:val="36"/>
          <w:szCs w:val="36"/>
        </w:rPr>
        <w:t>El Innato Revelado</w:t>
      </w:r>
    </w:p>
    <w:p w:rsidR="008F37F0" w:rsidRPr="00673F06" w:rsidRDefault="008F37F0" w:rsidP="00673F06">
      <w:pPr>
        <w:jc w:val="center"/>
        <w:rPr>
          <w:rFonts w:ascii="Arial" w:hAnsi="Arial" w:cs="Arial"/>
          <w:i/>
          <w:sz w:val="22"/>
          <w:szCs w:val="22"/>
        </w:rPr>
      </w:pPr>
      <w:r w:rsidRPr="00673F06">
        <w:rPr>
          <w:rFonts w:ascii="Arial" w:hAnsi="Arial" w:cs="Arial"/>
          <w:b/>
          <w:i/>
          <w:sz w:val="22"/>
          <w:szCs w:val="22"/>
        </w:rPr>
        <w:t>Canalización en vivo de Kryon por Lee Carroll</w:t>
      </w:r>
      <w:r>
        <w:rPr>
          <w:rFonts w:ascii="Arial" w:hAnsi="Arial" w:cs="Arial"/>
          <w:i/>
          <w:sz w:val="22"/>
          <w:szCs w:val="22"/>
        </w:rPr>
        <w:br/>
      </w:r>
      <w:r w:rsidRPr="00673F06">
        <w:rPr>
          <w:rFonts w:ascii="Arial" w:hAnsi="Arial" w:cs="Arial"/>
          <w:b/>
          <w:i/>
          <w:sz w:val="22"/>
          <w:szCs w:val="22"/>
        </w:rPr>
        <w:t>Portland, Oregón,  sábado 22 de noviembre de 2014</w:t>
      </w:r>
    </w:p>
    <w:p w:rsidR="008F37F0" w:rsidRPr="009E50BB" w:rsidRDefault="008F37F0" w:rsidP="009E50BB">
      <w:pPr>
        <w:jc w:val="center"/>
        <w:rPr>
          <w:b/>
          <w:sz w:val="22"/>
          <w:szCs w:val="22"/>
          <w:u w:val="single"/>
        </w:rPr>
      </w:pPr>
    </w:p>
    <w:p w:rsidR="008F37F0" w:rsidRPr="00673F06" w:rsidRDefault="008F37F0" w:rsidP="009E50BB">
      <w:pPr>
        <w:jc w:val="center"/>
        <w:rPr>
          <w:rFonts w:ascii="Calibri" w:hAnsi="Calibri"/>
          <w:i/>
        </w:rPr>
      </w:pPr>
      <w:r w:rsidRPr="00673F06">
        <w:rPr>
          <w:rFonts w:ascii="Calibri" w:hAnsi="Calibri"/>
          <w:i/>
        </w:rPr>
        <w:t>Para ayudar al lector, esta canalización ha sido revisado (por Lee y Kryon) para brindar una comprensión más clara. Incluso se agrega información algunas veces.  A menudo, lo que sucede en vivo tiene una energía implícita, que ofrece un tipo de comunicación que no da la página impresa.  De modo que disfruten de este mensaje mejorado, dado en Portland el 22 de noviembre de 2014</w:t>
      </w:r>
    </w:p>
    <w:p w:rsidR="008F37F0" w:rsidRPr="00673F06" w:rsidRDefault="008F37F0" w:rsidP="00A223CD">
      <w:pPr>
        <w:rPr>
          <w:rFonts w:ascii="Calibri" w:hAnsi="Calibri"/>
        </w:rPr>
      </w:pPr>
    </w:p>
    <w:p w:rsidR="008F37F0" w:rsidRPr="00673F06" w:rsidRDefault="008F37F0" w:rsidP="00673F06">
      <w:pPr>
        <w:jc w:val="both"/>
        <w:rPr>
          <w:rFonts w:ascii="Arial" w:hAnsi="Arial" w:cs="Arial"/>
          <w:sz w:val="20"/>
          <w:szCs w:val="20"/>
        </w:rPr>
      </w:pPr>
      <w:r w:rsidRPr="00673F06">
        <w:rPr>
          <w:rFonts w:ascii="Arial" w:hAnsi="Arial" w:cs="Arial"/>
          <w:sz w:val="20"/>
          <w:szCs w:val="20"/>
        </w:rPr>
        <w:t>Saludos, queridos, Yo Soy Kryon del Servicio Magnético</w:t>
      </w:r>
    </w:p>
    <w:p w:rsidR="008F37F0" w:rsidRPr="00673F06" w:rsidRDefault="008F37F0" w:rsidP="00673F06">
      <w:pPr>
        <w:jc w:val="both"/>
        <w:rPr>
          <w:rFonts w:ascii="Arial" w:hAnsi="Arial" w:cs="Arial"/>
          <w:sz w:val="20"/>
          <w:szCs w:val="20"/>
        </w:rPr>
      </w:pPr>
      <w:r w:rsidRPr="00673F06">
        <w:rPr>
          <w:rFonts w:ascii="Arial" w:hAnsi="Arial" w:cs="Arial"/>
          <w:sz w:val="20"/>
          <w:szCs w:val="20"/>
        </w:rPr>
        <w:t>Esta noche deseo exponer un sistema muy importante para ustedes, en formas en que no lo hemos hecho antes.  Lo llamaremos "El comienzo de la información acerca del Innato".  Hemos dado canalizaciones antes, una de ellas fue El Innato Misterioso.  Además, les hemos dado algunos de los atributos de su propio cuerpo y deseamos aumentar la información aún más esta noche.</w:t>
      </w:r>
    </w:p>
    <w:p w:rsidR="008F37F0" w:rsidRPr="00673F06" w:rsidRDefault="008F37F0" w:rsidP="00673F06">
      <w:pPr>
        <w:jc w:val="both"/>
        <w:rPr>
          <w:rFonts w:ascii="Arial" w:hAnsi="Arial" w:cs="Arial"/>
          <w:sz w:val="20"/>
          <w:szCs w:val="20"/>
        </w:rPr>
      </w:pPr>
    </w:p>
    <w:p w:rsidR="008F37F0" w:rsidRPr="00673F06" w:rsidRDefault="008F37F0" w:rsidP="00673F06">
      <w:pPr>
        <w:jc w:val="both"/>
        <w:rPr>
          <w:rFonts w:ascii="Arial" w:hAnsi="Arial" w:cs="Arial"/>
          <w:sz w:val="22"/>
          <w:szCs w:val="22"/>
        </w:rPr>
      </w:pPr>
      <w:r w:rsidRPr="00673F06">
        <w:rPr>
          <w:rFonts w:ascii="Arial" w:hAnsi="Arial" w:cs="Arial"/>
          <w:b/>
          <w:bCs/>
          <w:sz w:val="22"/>
          <w:szCs w:val="22"/>
        </w:rPr>
        <w:t>El Magnífico Innato</w:t>
      </w:r>
    </w:p>
    <w:p w:rsidR="008F37F0" w:rsidRPr="00673F06" w:rsidRDefault="008F37F0" w:rsidP="00673F06">
      <w:pPr>
        <w:jc w:val="both"/>
        <w:rPr>
          <w:rFonts w:ascii="Arial" w:hAnsi="Arial" w:cs="Arial"/>
          <w:sz w:val="20"/>
          <w:szCs w:val="20"/>
        </w:rPr>
      </w:pPr>
      <w:r w:rsidRPr="00673F06">
        <w:rPr>
          <w:rFonts w:ascii="Arial" w:hAnsi="Arial" w:cs="Arial"/>
          <w:sz w:val="20"/>
          <w:szCs w:val="20"/>
        </w:rPr>
        <w:t>Queridos, quiero contarles acerca de un proceso en su cuerpo; no sólo es misterioso para ustedes, porque no se presenta en 3D, sino tan esquivo que no pueden realmente definirlo. Y sin embargo les pertenece tanto que es ustedes mismos. Podrían preguntar: "¿Cómo puede haber algo dentro de mí, Kryon, que yo realmente no conozca?"  Les diré otra vez que su ADN aún no está funcionando con su capacidad plena, y que este es el tema. Su consciencia todavía no está sincronizada con la realidad de cierta clase de cosas que funcionan dentro de su cuerpo. Pero estas realizaciones llegan eventualmente a ustedes, y la recalibración de la humanidad incluye un espíritu evolucionado dentro de ustedes;  vamos a hablar un poco más sobre esto en esta canalización. </w:t>
      </w:r>
    </w:p>
    <w:p w:rsidR="008F37F0" w:rsidRPr="00673F06" w:rsidRDefault="008F37F0" w:rsidP="00673F06">
      <w:pPr>
        <w:jc w:val="both"/>
        <w:rPr>
          <w:rFonts w:ascii="Arial" w:hAnsi="Arial" w:cs="Arial"/>
          <w:sz w:val="20"/>
          <w:szCs w:val="20"/>
        </w:rPr>
      </w:pPr>
      <w:r w:rsidRPr="00673F06">
        <w:rPr>
          <w:rFonts w:ascii="Arial" w:hAnsi="Arial" w:cs="Arial"/>
          <w:sz w:val="20"/>
          <w:szCs w:val="20"/>
        </w:rPr>
        <w:t>Primero identifiquemos al Innato. Lo que hace tan misterioso al Innato es que no es una función del cerebro. También es, tal vez, uno de los sistemas en el cuerpo que no está centralizado.  Esto es difícil de concebir para ustedes. Este sistema no ha sido descubierto; de modo que la ciencia médica no lo ha definido aún. Sin embargo se lo ha visto una y otra vez.</w:t>
      </w:r>
    </w:p>
    <w:p w:rsidR="008F37F0" w:rsidRPr="00673F06" w:rsidRDefault="008F37F0" w:rsidP="00673F06">
      <w:pPr>
        <w:jc w:val="both"/>
        <w:rPr>
          <w:rFonts w:ascii="Arial" w:hAnsi="Arial" w:cs="Arial"/>
          <w:sz w:val="20"/>
          <w:szCs w:val="20"/>
        </w:rPr>
      </w:pPr>
      <w:r w:rsidRPr="00673F06">
        <w:rPr>
          <w:rFonts w:ascii="Arial" w:hAnsi="Arial" w:cs="Arial"/>
          <w:sz w:val="20"/>
          <w:szCs w:val="20"/>
        </w:rPr>
        <w:t>Lo que tienen en el ADN es muy difícil de explicar.  Los billones de moléculas de ADN en su cuerpo están todas en comunicación unas con otras todo el tiempo.  Así tiene que ser, si piensan en lo que hace el ADN. ¿Cómo sabe el cuerpo qué clase de célula necesita y dónde la necesita?  El responsable de eso es el Innato desde el nacimiento.  Se podría decir que el ADN es el verdadero control central esotérico. Es el campo que rodea a los billones de piezas del ADN, que se conoce a sí mismo como una entidad. Todo el ADN trabaja unido como un sistema a través de este campo, y ese sistema único se llama Innato.  Así, se podría decir que es la combinación de las células del ADN en su cuerpo, vistas como una sola cosa, que ustedes llaman cuerpo inteligente, innato.  Está descentralizado. No hay un órgano o glándula  en el cuerpo que sea el responsable por el Innato.  Cada parte individual del cuerpo está involucrada en el sistema del cuerpo inteligente.</w:t>
      </w:r>
    </w:p>
    <w:p w:rsidR="008F37F0" w:rsidRPr="00673F06" w:rsidRDefault="008F37F0" w:rsidP="00673F06">
      <w:pPr>
        <w:jc w:val="both"/>
        <w:rPr>
          <w:rFonts w:ascii="Arial" w:hAnsi="Arial" w:cs="Arial"/>
          <w:sz w:val="20"/>
          <w:szCs w:val="20"/>
        </w:rPr>
      </w:pPr>
      <w:r w:rsidRPr="00673F06">
        <w:rPr>
          <w:rFonts w:ascii="Arial" w:hAnsi="Arial" w:cs="Arial"/>
          <w:sz w:val="20"/>
          <w:szCs w:val="20"/>
        </w:rPr>
        <w:t>Aunque es elusivo, ustedes saben cómo encontrar soluciones corporales a través del Innato, y a menudo usan el testeo muscular o kinesiología. Hay muchas maneras - el tapping, el sistema Body Talk, la decodificación, y más.  Todos estos sistemas te dan lo que llamaríamos retroalimentación del cuerpo inteligente. Esto se hace con mucho éxito para descubrir qué quiere decirte tu cuerpo inteligente.  Los facilitadores de estos procesos saben absolutamente que le están hablando al "campo inteligente" en el cuerpo.  Este campo está representando al ADN como un todo, no a un órgano ni una glándula, ni al cerebro.</w:t>
      </w:r>
    </w:p>
    <w:p w:rsidR="008F37F0" w:rsidRPr="00673F06" w:rsidRDefault="008F37F0" w:rsidP="00673F06">
      <w:pPr>
        <w:jc w:val="both"/>
        <w:rPr>
          <w:rFonts w:ascii="Arial" w:hAnsi="Arial" w:cs="Arial"/>
          <w:sz w:val="22"/>
          <w:szCs w:val="22"/>
        </w:rPr>
      </w:pPr>
      <w:r w:rsidRPr="00673F06">
        <w:rPr>
          <w:rFonts w:ascii="Arial" w:hAnsi="Arial" w:cs="Arial"/>
          <w:b/>
          <w:bCs/>
          <w:sz w:val="22"/>
          <w:szCs w:val="22"/>
        </w:rPr>
        <w:t>El Innato es un Sistema de Resguardo Inteligente</w:t>
      </w:r>
    </w:p>
    <w:p w:rsidR="008F37F0" w:rsidRPr="00673F06" w:rsidRDefault="008F37F0" w:rsidP="00673F06">
      <w:pPr>
        <w:jc w:val="both"/>
        <w:rPr>
          <w:rFonts w:ascii="Arial" w:hAnsi="Arial" w:cs="Arial"/>
          <w:sz w:val="20"/>
          <w:szCs w:val="20"/>
        </w:rPr>
      </w:pPr>
      <w:r w:rsidRPr="00673F06">
        <w:rPr>
          <w:rFonts w:ascii="Arial" w:hAnsi="Arial" w:cs="Arial"/>
          <w:sz w:val="20"/>
          <w:szCs w:val="20"/>
        </w:rPr>
        <w:t>Entonces, lo primero que queremos decirte sobre el innato es que es un sistema que está en todo el cuerpo y que "sabe" mucho más que lo que tu sistema nervioso o tu sistema cerebral podrían llegar a saber. El Innato está en todos lados. Está en la uña de tu dedo del pie y también en tu cabello.  El Innato está donde quiera que haya ADN, en cualquier forma en que exista ADN.  Es único y eres tú mismo.</w:t>
      </w:r>
    </w:p>
    <w:p w:rsidR="008F37F0" w:rsidRPr="00673F06" w:rsidRDefault="008F37F0" w:rsidP="00673F06">
      <w:pPr>
        <w:jc w:val="both"/>
        <w:rPr>
          <w:rFonts w:ascii="Arial" w:hAnsi="Arial" w:cs="Arial"/>
          <w:sz w:val="20"/>
          <w:szCs w:val="20"/>
        </w:rPr>
      </w:pPr>
      <w:r w:rsidRPr="00673F06">
        <w:rPr>
          <w:rFonts w:ascii="Arial" w:hAnsi="Arial" w:cs="Arial"/>
          <w:sz w:val="20"/>
          <w:szCs w:val="20"/>
        </w:rPr>
        <w:t xml:space="preserve">Ahora bien, te dije que la ciencia médica lo ha visto una y otra vez, pero no lo comprende.  Déjame darte un ejemplo.  Cuando a un ser humano se le secciona la médula espinal en un accidente, está cortada para siempre. Ya hablamos de esto antes; te dijimos: “¿No es extraño que los nervios espinales no se reconecten y vuelvan a crecer?"  En el cuerpo todo lo demás está programado para regenerarse, sin embargo las células de esta área no se regeneran bien. En un miembro cortado puede hacerse, pero los nervios de la médula espinal no se reconectan. También te dijimos que llegará un tiempo en que sí se regeneren, y que todo eso es parte del ser humano evolucionado que vendrá. Pero hablemos de cómo es ahora.  </w:t>
      </w:r>
    </w:p>
    <w:p w:rsidR="008F37F0" w:rsidRPr="00673F06" w:rsidRDefault="008F37F0" w:rsidP="00673F06">
      <w:pPr>
        <w:jc w:val="both"/>
        <w:rPr>
          <w:rFonts w:ascii="Arial" w:hAnsi="Arial" w:cs="Arial"/>
          <w:sz w:val="20"/>
          <w:szCs w:val="20"/>
        </w:rPr>
      </w:pPr>
      <w:r w:rsidRPr="00673F06">
        <w:rPr>
          <w:rFonts w:ascii="Arial" w:hAnsi="Arial" w:cs="Arial"/>
          <w:sz w:val="20"/>
          <w:szCs w:val="20"/>
        </w:rPr>
        <w:t xml:space="preserve">Imagina esto: digamos que has visto o conoces  a un parapléjico.  Es un hombre o mujer en una silla que no puede mover otra cosa que su cabeza. ¿Tiene sentido para ti que casi todos los nervios que permiten el movimiento estén cortados en la médula espinal y que sin embargo las cosas en su cuerpo que dependen de las señales del cerebro sigan funcionando?  Los músculos del corazón siguen latiendo, aun cuando te dicen que el ritmo de latidos del corazón es enviado desde el cerebro, para que las señales sigan la pauta correcta.  </w:t>
      </w:r>
    </w:p>
    <w:p w:rsidR="008F37F0" w:rsidRPr="00673F06" w:rsidRDefault="008F37F0" w:rsidP="00673F06">
      <w:pPr>
        <w:jc w:val="both"/>
        <w:rPr>
          <w:rFonts w:ascii="Arial" w:hAnsi="Arial" w:cs="Arial"/>
          <w:sz w:val="20"/>
          <w:szCs w:val="20"/>
        </w:rPr>
      </w:pPr>
      <w:r w:rsidRPr="00673F06">
        <w:rPr>
          <w:rFonts w:ascii="Arial" w:hAnsi="Arial" w:cs="Arial"/>
          <w:sz w:val="20"/>
          <w:szCs w:val="20"/>
        </w:rPr>
        <w:t>La ciencia tiene respuesta para esto en lo que respecta al corazón (más abajo), no obstante la digestión también continúa, la reproducción continúa, y la mayoría de las funciones corporales por debajo del cuello no se interrumpen. Sin embargo el cerebro ya no está enviando señales. ¿Cómo se explica?  La ciencia médica tiene una explicación bastante buena en el caso del corazón, porque lo ven todo el tiempo. Te dicen que el corazón puede ser autónomo, que se obliga a latir a través de unas células especiales en el nodo sinoauricular. ¡Esta es su descripción del Innato!  También están viendo en funcionamiento un sistema profundo de resguardo.</w:t>
      </w:r>
    </w:p>
    <w:p w:rsidR="008F37F0" w:rsidRPr="00673F06" w:rsidRDefault="008F37F0" w:rsidP="00673F06">
      <w:pPr>
        <w:jc w:val="both"/>
        <w:rPr>
          <w:rFonts w:ascii="Arial" w:hAnsi="Arial" w:cs="Arial"/>
          <w:sz w:val="20"/>
          <w:szCs w:val="20"/>
        </w:rPr>
      </w:pPr>
      <w:r w:rsidRPr="00673F06">
        <w:rPr>
          <w:rFonts w:ascii="Arial" w:hAnsi="Arial" w:cs="Arial"/>
          <w:sz w:val="20"/>
          <w:szCs w:val="20"/>
        </w:rPr>
        <w:t>Es un sistema de resguardo dentro del campo del ADN que te conserva vivo.  El campo del ADN de tu cuerpo realmente conecta con el cerebro, y las señales se envían igual en forma cuántica (sin hilos). El nodo sinoauricular es una antena nerviosa que sigue "recibiendo" las transmisiones del cerebro a través de este campo. Tan bueno es haciendo esto que, aún cuando el cerebro esté muerto, "recuerda" la pauta de señales por un tiempo, como una batería de repuesto. Este es el poder del Innato.</w:t>
      </w:r>
    </w:p>
    <w:p w:rsidR="008F37F0" w:rsidRPr="00673F06" w:rsidRDefault="008F37F0" w:rsidP="00673F06">
      <w:pPr>
        <w:jc w:val="both"/>
        <w:rPr>
          <w:rFonts w:ascii="Arial" w:hAnsi="Arial" w:cs="Arial"/>
          <w:sz w:val="20"/>
          <w:szCs w:val="20"/>
        </w:rPr>
      </w:pPr>
      <w:r w:rsidRPr="00673F06">
        <w:rPr>
          <w:rFonts w:ascii="Arial" w:hAnsi="Arial" w:cs="Arial"/>
          <w:sz w:val="20"/>
          <w:szCs w:val="20"/>
        </w:rPr>
        <w:t>Recuerda que tu campo cuántico del ADN está en conexión con todo el cuerpo todo el tiempo, aún cuando se corte la médula espinal.  El cerebro sigue enviando las señales, el campo de ADN las recibe y las envía a los músculos cardíacos, a los procesos digestivos - a todo, excepto los músculos en otras zonas. Te pido que consideres cuidadosamente esta rareza del cuerpo con un daño espinal, y sabrás que tengo razón.  Esto es para que tengas un prueba del "mundo real" de este fenómeno.</w:t>
      </w:r>
    </w:p>
    <w:p w:rsidR="008F37F0" w:rsidRPr="00673F06" w:rsidRDefault="008F37F0" w:rsidP="00673F06">
      <w:pPr>
        <w:jc w:val="both"/>
        <w:rPr>
          <w:rFonts w:ascii="Arial" w:hAnsi="Arial" w:cs="Arial"/>
          <w:sz w:val="20"/>
          <w:szCs w:val="20"/>
        </w:rPr>
      </w:pPr>
      <w:r w:rsidRPr="00673F06">
        <w:rPr>
          <w:rFonts w:ascii="Arial" w:hAnsi="Arial" w:cs="Arial"/>
          <w:sz w:val="20"/>
          <w:szCs w:val="20"/>
        </w:rPr>
        <w:t xml:space="preserve">El Innato, el cuerpo inteligente, te conservará con vida aun si se cortan las conexiones con el cerebro. El Innato es inteligente, mucho más que lo que llamarías el órgano de supervivencia, el cerebro.  El cerebro es una computadora  masiva para la supervivencia y la existencia. Te da la capacidad de estar aquí. Pero no es tan inteligente.  Ni siquiera te puede avisar si tienes una enfermedad horrible en la sangre.  Pero el Innato sí puede. </w:t>
      </w:r>
    </w:p>
    <w:p w:rsidR="008F37F0" w:rsidRPr="00673F06" w:rsidRDefault="008F37F0" w:rsidP="00673F06">
      <w:pPr>
        <w:jc w:val="both"/>
        <w:rPr>
          <w:rFonts w:ascii="Arial" w:hAnsi="Arial" w:cs="Arial"/>
          <w:sz w:val="20"/>
          <w:szCs w:val="20"/>
        </w:rPr>
      </w:pPr>
    </w:p>
    <w:p w:rsidR="008F37F0" w:rsidRPr="00673F06" w:rsidRDefault="008F37F0" w:rsidP="00673F06">
      <w:pPr>
        <w:jc w:val="both"/>
        <w:rPr>
          <w:rFonts w:ascii="Arial" w:hAnsi="Arial" w:cs="Arial"/>
          <w:b/>
          <w:bCs/>
          <w:sz w:val="22"/>
          <w:szCs w:val="22"/>
        </w:rPr>
      </w:pPr>
      <w:r w:rsidRPr="00673F06">
        <w:rPr>
          <w:rFonts w:ascii="Arial" w:hAnsi="Arial" w:cs="Arial"/>
          <w:b/>
          <w:bCs/>
          <w:sz w:val="22"/>
          <w:szCs w:val="22"/>
        </w:rPr>
        <w:t>La Singularidad del Innato</w:t>
      </w:r>
    </w:p>
    <w:p w:rsidR="008F37F0" w:rsidRPr="00673F06" w:rsidRDefault="008F37F0" w:rsidP="00673F06">
      <w:pPr>
        <w:jc w:val="both"/>
        <w:rPr>
          <w:rFonts w:ascii="Arial" w:hAnsi="Arial" w:cs="Arial"/>
          <w:sz w:val="20"/>
          <w:szCs w:val="20"/>
        </w:rPr>
      </w:pPr>
      <w:r w:rsidRPr="00673F06">
        <w:rPr>
          <w:rFonts w:ascii="Arial" w:hAnsi="Arial" w:cs="Arial"/>
          <w:sz w:val="20"/>
          <w:szCs w:val="20"/>
        </w:rPr>
        <w:t>Es hora de que pienses en tu ADN como una sola cosa, no como billones de cosas. La ciencia ni siquiera reconoce que el ADN se puede comunicar consigo mismo; sin embargo tiene que hacerlo para que tu cuerpo solucione las cosas como lo hace.  La belleza de lo que estamos enseñando es esto: el cuerpo físico, el que el cerebro controla, está empezando a construir un puente hacia el Innato. Este puente será a través de la intuición, ¡y  eventualmente creará un tiempo en que serás tu propio médico intuitivo!  No sólo sabrás qué sucede en tu cuerpo, sino que tendrás una comprensión mucho más elevada de la energía de tu Akasha.</w:t>
      </w:r>
    </w:p>
    <w:p w:rsidR="008F37F0" w:rsidRPr="00673F06" w:rsidRDefault="008F37F0" w:rsidP="00673F06">
      <w:pPr>
        <w:jc w:val="both"/>
        <w:rPr>
          <w:rFonts w:ascii="Arial" w:hAnsi="Arial" w:cs="Arial"/>
          <w:sz w:val="20"/>
          <w:szCs w:val="20"/>
        </w:rPr>
      </w:pPr>
      <w:r w:rsidRPr="00673F06">
        <w:rPr>
          <w:rFonts w:ascii="Arial" w:hAnsi="Arial" w:cs="Arial"/>
          <w:sz w:val="20"/>
          <w:szCs w:val="20"/>
        </w:rPr>
        <w:t>El Innato tiene su propio tipo de programación.  Está programado para algo que debes saber porque, con esta energía nueva, es hora de reescribir ese programa.</w:t>
      </w:r>
    </w:p>
    <w:p w:rsidR="008F37F0" w:rsidRPr="00673F06" w:rsidRDefault="008F37F0" w:rsidP="00673F06">
      <w:pPr>
        <w:jc w:val="both"/>
        <w:rPr>
          <w:rFonts w:ascii="Arial" w:hAnsi="Arial" w:cs="Arial"/>
          <w:sz w:val="20"/>
          <w:szCs w:val="20"/>
        </w:rPr>
      </w:pPr>
    </w:p>
    <w:p w:rsidR="008F37F0" w:rsidRPr="00673F06" w:rsidRDefault="008F37F0" w:rsidP="00673F06">
      <w:pPr>
        <w:jc w:val="both"/>
        <w:rPr>
          <w:rFonts w:ascii="Arial" w:hAnsi="Arial" w:cs="Arial"/>
          <w:sz w:val="22"/>
          <w:szCs w:val="22"/>
        </w:rPr>
      </w:pPr>
      <w:r w:rsidRPr="00673F06">
        <w:rPr>
          <w:rFonts w:ascii="Arial" w:hAnsi="Arial" w:cs="Arial"/>
          <w:b/>
          <w:bCs/>
          <w:sz w:val="22"/>
          <w:szCs w:val="22"/>
        </w:rPr>
        <w:t>Programación de Supervivencia</w:t>
      </w:r>
    </w:p>
    <w:p w:rsidR="008F37F0" w:rsidRPr="00673F06" w:rsidRDefault="008F37F0" w:rsidP="00673F06">
      <w:pPr>
        <w:jc w:val="both"/>
        <w:rPr>
          <w:rFonts w:ascii="Arial" w:hAnsi="Arial" w:cs="Arial"/>
          <w:sz w:val="20"/>
          <w:szCs w:val="20"/>
        </w:rPr>
      </w:pPr>
      <w:r w:rsidRPr="00673F06">
        <w:rPr>
          <w:rFonts w:ascii="Arial" w:hAnsi="Arial" w:cs="Arial"/>
          <w:sz w:val="20"/>
          <w:szCs w:val="20"/>
        </w:rPr>
        <w:t>En tanto el cerebro humano está programado para la supervivencia del cuerpo, el Innato está programado para la supervivencia espiritual. Podrías preguntar: ¿en qué se diferencian?  La supervivencia del cuerpo es tu capacidad para escapar de un tigre que te persigue y para encontrar alimento y refugio.  Te da la lógica para saber cómo hacer estas cosas y seguir vivo. La supervivencia espiritual es muy diferente, y es muy esotérica. Es una supervivencia de un tipo más grande. Impulsa la evolución espiritual de la humanidad y brinda un nivel más alto de funcionamiento de tu ADN.  Déjame explicar.</w:t>
      </w:r>
    </w:p>
    <w:p w:rsidR="008F37F0" w:rsidRPr="00673F06" w:rsidRDefault="008F37F0" w:rsidP="00673F06">
      <w:pPr>
        <w:jc w:val="both"/>
        <w:rPr>
          <w:rFonts w:ascii="Arial" w:hAnsi="Arial" w:cs="Arial"/>
          <w:sz w:val="20"/>
          <w:szCs w:val="20"/>
        </w:rPr>
      </w:pPr>
      <w:r w:rsidRPr="00673F06">
        <w:rPr>
          <w:rFonts w:ascii="Arial" w:hAnsi="Arial" w:cs="Arial"/>
          <w:sz w:val="20"/>
          <w:szCs w:val="20"/>
        </w:rPr>
        <w:t xml:space="preserve">El Innato sabe lo que sabían los antiguos. Conoce el gran plan; recuerda que está conectado con el Yo Superior.  Sabe cuánto tiempo tiene la humanidad en este planeta antes de tener que tomar una decisión para la graduación planetaria.  El Innato sabe eso.  Tu ADN lo sabe.  ¿Cuál es la directiva principal del Innato? Hacer todo lo que pueda por ti, darte múltiples oportunidades para tu libre opción, para que tenga lugar un despertar,   permitiendo así a la humanidad pasar el puente de la supervivencia y llegar a un estado de planeta ascendido. Esa es la directiva principal. </w:t>
      </w:r>
    </w:p>
    <w:p w:rsidR="008F37F0" w:rsidRPr="00673F06" w:rsidRDefault="008F37F0" w:rsidP="00673F06">
      <w:pPr>
        <w:jc w:val="both"/>
        <w:rPr>
          <w:rFonts w:ascii="Arial" w:hAnsi="Arial" w:cs="Arial"/>
          <w:sz w:val="20"/>
          <w:szCs w:val="20"/>
        </w:rPr>
      </w:pPr>
      <w:r w:rsidRPr="00673F06">
        <w:rPr>
          <w:rFonts w:ascii="Arial" w:hAnsi="Arial" w:cs="Arial"/>
          <w:sz w:val="20"/>
          <w:szCs w:val="20"/>
        </w:rPr>
        <w:t>La supervivencia espiritual representa la evolución potencial de la Tierra, y  todo está diseñado en relación con eso.  El Innato está diseñado para impulsarte hacia adelante, en  todas las formas posibles dentro del sistema de libre albedrío, hacia la consciencia espiritual. Para eso está el Innato. ¿Puedes ver el gran plan en todo esto?  Tienes un sistema infuso de guía para ayudarte a manejar tu potencial.</w:t>
      </w:r>
    </w:p>
    <w:p w:rsidR="008F37F0" w:rsidRPr="00673F06" w:rsidRDefault="008F37F0" w:rsidP="00673F06">
      <w:pPr>
        <w:jc w:val="both"/>
        <w:rPr>
          <w:rFonts w:ascii="Arial" w:hAnsi="Arial" w:cs="Arial"/>
          <w:sz w:val="20"/>
          <w:szCs w:val="20"/>
        </w:rPr>
      </w:pPr>
      <w:r w:rsidRPr="00673F06">
        <w:rPr>
          <w:rFonts w:ascii="Arial" w:hAnsi="Arial" w:cs="Arial"/>
          <w:sz w:val="20"/>
          <w:szCs w:val="20"/>
        </w:rPr>
        <w:t>En ese proceso, el Innato también cruza el puente con la química del cuerpo en formas muy diferentes.  El Innato es responsable por las remisiones espontáneas. Tú ya sabes de dónde viene eso. ¿Realmente creías que eso provenía del cerebro? ¿Cómo puede ser que una enfermedad humana desaparezca de la noche a la mañana?  ¿Cómo es posible que el cuerpo físico pueda limpiarse de algo tan desequilibrado de la noche a la mañana?  ¿Cómo puede ser que el tejido crezca a velocidad acelerada para que sane de la noche a la mañana?  Te acabo de contar cosas que se han visto en los hospitales una y otra vez.  Les han sacado radiografías, las han verificado y hecho análisis químicos.  No hay forma, podrían decir, para que esto pase normalmente.  Para los que son espirituales, tiene que ser un milagro. Para los de mente científica, no tiene explicación. La belleza de esto es que es ciertamente explicable. ¡Es el milagro del Innato! Es tu propio cuerpo conservándote con vida.  Es un sistema de resguardo profundo y milagroso.</w:t>
      </w:r>
    </w:p>
    <w:p w:rsidR="008F37F0" w:rsidRPr="00673F06" w:rsidRDefault="008F37F0" w:rsidP="00673F06">
      <w:pPr>
        <w:jc w:val="both"/>
        <w:rPr>
          <w:rFonts w:ascii="Arial" w:hAnsi="Arial" w:cs="Arial"/>
          <w:sz w:val="20"/>
          <w:szCs w:val="20"/>
        </w:rPr>
      </w:pPr>
      <w:r w:rsidRPr="00673F06">
        <w:rPr>
          <w:rFonts w:ascii="Arial" w:hAnsi="Arial" w:cs="Arial"/>
          <w:sz w:val="20"/>
          <w:szCs w:val="20"/>
        </w:rPr>
        <w:t xml:space="preserve">Ese es el poder que tienes. Cuando el Innato finalmente empiece a construir ese puente al yo corpóreo, el ser humano como hoy tú lo conoces desaparecerá. Y el que vendrá en su lugar tendrá una vida mucho más larga, podrá repararse a sí mismo, incluso le volverán a crecer los miembros.  Así es como fue diseñado, queridos y eso debería tener sentido para ustedes.  </w:t>
      </w:r>
    </w:p>
    <w:p w:rsidR="008F37F0" w:rsidRPr="00673F06" w:rsidRDefault="008F37F0" w:rsidP="00673F06">
      <w:pPr>
        <w:jc w:val="both"/>
        <w:rPr>
          <w:rFonts w:ascii="Arial" w:hAnsi="Arial" w:cs="Arial"/>
          <w:sz w:val="20"/>
          <w:szCs w:val="20"/>
        </w:rPr>
      </w:pPr>
    </w:p>
    <w:p w:rsidR="008F37F0" w:rsidRPr="00673F06" w:rsidRDefault="008F37F0" w:rsidP="00673F06">
      <w:pPr>
        <w:jc w:val="both"/>
        <w:rPr>
          <w:rFonts w:ascii="Arial" w:hAnsi="Arial" w:cs="Arial"/>
          <w:sz w:val="22"/>
          <w:szCs w:val="22"/>
        </w:rPr>
      </w:pPr>
      <w:r w:rsidRPr="00673F06">
        <w:rPr>
          <w:rFonts w:ascii="Arial" w:hAnsi="Arial" w:cs="Arial"/>
          <w:b/>
          <w:bCs/>
          <w:sz w:val="22"/>
          <w:szCs w:val="22"/>
        </w:rPr>
        <w:t>La Programación del Innato en la Vieja Energía</w:t>
      </w:r>
    </w:p>
    <w:p w:rsidR="008F37F0" w:rsidRPr="00673F06" w:rsidRDefault="008F37F0" w:rsidP="00673F06">
      <w:pPr>
        <w:jc w:val="both"/>
        <w:rPr>
          <w:rFonts w:ascii="Arial" w:hAnsi="Arial" w:cs="Arial"/>
          <w:sz w:val="20"/>
          <w:szCs w:val="20"/>
        </w:rPr>
      </w:pPr>
    </w:p>
    <w:p w:rsidR="008F37F0" w:rsidRPr="00673F06" w:rsidRDefault="008F37F0" w:rsidP="00673F06">
      <w:pPr>
        <w:jc w:val="both"/>
        <w:rPr>
          <w:rFonts w:ascii="Arial" w:hAnsi="Arial" w:cs="Arial"/>
          <w:sz w:val="20"/>
          <w:szCs w:val="20"/>
        </w:rPr>
      </w:pPr>
      <w:r w:rsidRPr="00673F06">
        <w:rPr>
          <w:rFonts w:ascii="Arial" w:hAnsi="Arial" w:cs="Arial"/>
          <w:sz w:val="20"/>
          <w:szCs w:val="20"/>
        </w:rPr>
        <w:t>Ahora que sabes lo que es el Innato, hablemos sobre la programación del Innato en el pasado.  En el Libro Uno de Kryon (1993) hablé de algo que es responsabilidad del Innato.  Dije: "Es hora de soltar tu karma." El karma es energía que llevas contigo como resultado de la experiencia de vidas pasadas, traída a través del velo hacia un cuerpo reencarnado.  Es una energía de asuntos no terminados. Eso es el karma. Es real, y fue necesario en la vieja energía.</w:t>
      </w:r>
    </w:p>
    <w:p w:rsidR="008F37F0" w:rsidRPr="00673F06" w:rsidRDefault="008F37F0" w:rsidP="00673F06">
      <w:pPr>
        <w:jc w:val="both"/>
        <w:rPr>
          <w:rFonts w:ascii="Arial" w:hAnsi="Arial" w:cs="Arial"/>
          <w:sz w:val="20"/>
          <w:szCs w:val="20"/>
        </w:rPr>
      </w:pPr>
      <w:r w:rsidRPr="00673F06">
        <w:rPr>
          <w:rFonts w:ascii="Arial" w:hAnsi="Arial" w:cs="Arial"/>
          <w:sz w:val="20"/>
          <w:szCs w:val="20"/>
        </w:rPr>
        <w:t xml:space="preserve">Está en el ADN, y lo gobierna el Innato.  Entonces, cuando les dije que era hora de soltar su karma, les dije que deben hablar a su cuerpo, hablar a sus células.  Cuando hagan eso, digan: "He terminado con la energía del pasado; abandono mi viejo karma, me muevo hacia adelante." Esas fueron las primeras instrucciones que obtuvieron de mí, sobre un proceso que cruza el puente desde el yo corpóreo al Innato.  Les dijimos que usen la intención pura. </w:t>
      </w:r>
    </w:p>
    <w:p w:rsidR="008F37F0" w:rsidRPr="00673F06" w:rsidRDefault="008F37F0" w:rsidP="00673F06">
      <w:pPr>
        <w:jc w:val="both"/>
        <w:rPr>
          <w:rFonts w:ascii="Arial" w:hAnsi="Arial" w:cs="Arial"/>
          <w:sz w:val="20"/>
          <w:szCs w:val="20"/>
        </w:rPr>
      </w:pPr>
    </w:p>
    <w:p w:rsidR="008F37F0" w:rsidRPr="00673F06" w:rsidRDefault="008F37F0" w:rsidP="00673F06">
      <w:pPr>
        <w:jc w:val="both"/>
        <w:rPr>
          <w:rFonts w:ascii="Arial" w:hAnsi="Arial" w:cs="Arial"/>
          <w:sz w:val="22"/>
          <w:szCs w:val="22"/>
        </w:rPr>
      </w:pPr>
      <w:r w:rsidRPr="00673F06">
        <w:rPr>
          <w:rFonts w:ascii="Arial" w:hAnsi="Arial" w:cs="Arial"/>
          <w:b/>
          <w:bCs/>
          <w:sz w:val="22"/>
          <w:szCs w:val="22"/>
        </w:rPr>
        <w:t>El Cambio Celular No Es Automático</w:t>
      </w:r>
    </w:p>
    <w:p w:rsidR="008F37F0" w:rsidRPr="00673F06" w:rsidRDefault="008F37F0" w:rsidP="00673F06">
      <w:pPr>
        <w:jc w:val="both"/>
        <w:rPr>
          <w:rFonts w:ascii="Arial" w:hAnsi="Arial" w:cs="Arial"/>
          <w:sz w:val="20"/>
          <w:szCs w:val="20"/>
        </w:rPr>
      </w:pPr>
      <w:r w:rsidRPr="00673F06">
        <w:rPr>
          <w:rFonts w:ascii="Arial" w:hAnsi="Arial" w:cs="Arial"/>
          <w:sz w:val="20"/>
          <w:szCs w:val="20"/>
        </w:rPr>
        <w:t>La intención pura se dirige a tus células de una forma tan pura que el cuerpo la ve como una verdad y actúa de acuerdo. Así es como se abandona el karma. Te ve como su jefe, como debe ser, y actúa. Ahora quiero que veas lo que no se dijo en todos estos años y que ahora es momento de revelar. Quiero que esto tenga sentido para ti, de modo que primero presentamos la lógica de esto. Cualquiera sea la programación del cuerpo, está totalmente gobernada por el libre albedrío. Tienes la opción de obedecer a las instrucciones de supervivencia de tu cerebro o no. Tienes libre opción para creer que este mensaje es real o no.  Por tanto, las opciones esotéricas en esta nueva energía no llegan automáticamente de tu cuerpo.  El libre albedrío significa que se te requiere que uses tu consciencia divina para dirigir al Innato para que se mueva a la nueva energía.  ¿Tiene sentido para ti que al llegar a la nueva energía como alma antigua, donde el karma ya no se necesita, el Innato lo abandone por sí solo?  La respuesta es no.  El Innato espera una directiva, y tu cambio de consciencia no está programado en tu ADN. De eso se trata el libre albedrío.</w:t>
      </w:r>
    </w:p>
    <w:p w:rsidR="008F37F0" w:rsidRPr="00673F06" w:rsidRDefault="008F37F0" w:rsidP="00673F06">
      <w:pPr>
        <w:jc w:val="both"/>
        <w:rPr>
          <w:rFonts w:ascii="Arial" w:hAnsi="Arial" w:cs="Arial"/>
          <w:sz w:val="20"/>
          <w:szCs w:val="20"/>
        </w:rPr>
      </w:pPr>
      <w:r w:rsidRPr="00673F06">
        <w:rPr>
          <w:rFonts w:ascii="Arial" w:hAnsi="Arial" w:cs="Arial"/>
          <w:sz w:val="20"/>
          <w:szCs w:val="20"/>
        </w:rPr>
        <w:t>Ahora escuchen, porque esta es la enseñanza del día. El Innato, inteligente como es, seguirá igual que antes hasta recibir nuevas instrucciones. Tienes que reprogramar el Innato porque está inclinado hacia la vieja energía.  Ha estado trabajando contigo de la misma forma desde que eres un humano. Fue diseñado para hacer ciertas cosas de cierta manera; es hora de cambiar eso.  La clave para cambiarlo es tu consciencia. Siempre lo ha sido y siempre lo será. Se necesita tu libre albedrío para desprogramar lo que yo llamaría el manual de instrucciones del Innato.  De modo que la primera instrucción que te dimos para la nueva energía fue soltar tu karma, y ahora sigue otra.</w:t>
      </w:r>
    </w:p>
    <w:p w:rsidR="008F37F0" w:rsidRPr="00673F06" w:rsidRDefault="008F37F0" w:rsidP="00673F06">
      <w:pPr>
        <w:jc w:val="both"/>
        <w:rPr>
          <w:rFonts w:ascii="Arial" w:hAnsi="Arial" w:cs="Arial"/>
          <w:sz w:val="20"/>
          <w:szCs w:val="20"/>
        </w:rPr>
      </w:pPr>
      <w:r w:rsidRPr="00673F06">
        <w:rPr>
          <w:rFonts w:ascii="Arial" w:hAnsi="Arial" w:cs="Arial"/>
          <w:sz w:val="20"/>
          <w:szCs w:val="20"/>
        </w:rPr>
        <w:t>¡Reprograma ahora mismo al Innato de tu cuerpo!  Esta reprogramación será a través de tu intención libre y consciente, y no es difícil.  Tu consciencia, a través de la intención pura, domina el cambio corporal. Siempre has sabido que puedes cambiar tu química y sanar tu cuerpo, de modo que la clave es hablarle al Innato.  Y ahora se vuelve más complicado.  En un momento te diré cuál era el programa viejo.</w:t>
      </w:r>
    </w:p>
    <w:p w:rsidR="008F37F0" w:rsidRPr="00673F06" w:rsidRDefault="008F37F0" w:rsidP="00673F06">
      <w:pPr>
        <w:jc w:val="both"/>
        <w:rPr>
          <w:rFonts w:ascii="Arial" w:hAnsi="Arial" w:cs="Arial"/>
          <w:sz w:val="20"/>
          <w:szCs w:val="20"/>
        </w:rPr>
      </w:pPr>
    </w:p>
    <w:p w:rsidR="008F37F0" w:rsidRPr="00673F06" w:rsidRDefault="008F37F0" w:rsidP="00673F06">
      <w:pPr>
        <w:jc w:val="both"/>
        <w:rPr>
          <w:rFonts w:ascii="Arial" w:hAnsi="Arial" w:cs="Arial"/>
          <w:sz w:val="22"/>
          <w:szCs w:val="22"/>
        </w:rPr>
      </w:pPr>
      <w:r w:rsidRPr="00673F06">
        <w:rPr>
          <w:rFonts w:ascii="Arial" w:hAnsi="Arial" w:cs="Arial"/>
          <w:b/>
          <w:bCs/>
          <w:sz w:val="22"/>
          <w:szCs w:val="22"/>
        </w:rPr>
        <w:t>El Poder en Ti</w:t>
      </w:r>
    </w:p>
    <w:p w:rsidR="008F37F0" w:rsidRPr="00673F06" w:rsidRDefault="008F37F0" w:rsidP="00673F06">
      <w:pPr>
        <w:jc w:val="both"/>
        <w:rPr>
          <w:rFonts w:ascii="Arial" w:hAnsi="Arial" w:cs="Arial"/>
          <w:sz w:val="20"/>
          <w:szCs w:val="20"/>
        </w:rPr>
      </w:pPr>
      <w:r w:rsidRPr="00673F06">
        <w:rPr>
          <w:rFonts w:ascii="Arial" w:hAnsi="Arial" w:cs="Arial"/>
          <w:sz w:val="20"/>
          <w:szCs w:val="20"/>
        </w:rPr>
        <w:t>He aquí cómo funciona: Debes hablarle al Innato como a tu mejor amigo, como lo harías con un ser humano sentado frente a ti. Considera que vas a tener una conversación con tu mejor amigo. ¿Acaso le repetirías las cosas una y otra vez?  La respuesta es no.  En lugar de eso, le das a un buen amigo credibilidad por su inteligencia para escuchar y comprender.  Esa es la credibilidad que debes tener con el Innato.  El Innato es tu cuerpo inteligente, y es hora de reprogramar lo que el Innato cree que es tu supervivencia espiritual.  La razón es que el Innato no ha cruzado ese marcador de energía contigo. Tu consciencia ha cruzado hacia esta nueva energía, pero no tu estructura celular original. Querido, la recalibración no es automática.</w:t>
      </w:r>
    </w:p>
    <w:p w:rsidR="008F37F0" w:rsidRPr="00673F06" w:rsidRDefault="008F37F0" w:rsidP="00673F06">
      <w:pPr>
        <w:jc w:val="both"/>
        <w:rPr>
          <w:rFonts w:ascii="Arial" w:hAnsi="Arial" w:cs="Arial"/>
          <w:sz w:val="20"/>
          <w:szCs w:val="20"/>
        </w:rPr>
      </w:pPr>
      <w:r w:rsidRPr="00673F06">
        <w:rPr>
          <w:rFonts w:ascii="Arial" w:hAnsi="Arial" w:cs="Arial"/>
          <w:sz w:val="20"/>
          <w:szCs w:val="20"/>
        </w:rPr>
        <w:t xml:space="preserve">Alma antigua: hay algunas cosas que deberías comprender. ¿No te parece interesante que el innato sepa todo sobre tus vidas pasadas y tú no?  ¿Qué te parece ese sistema eficiente?  ¿Te gustaría saber más?  ¿Qué energía tienes en tus vidas pasadas, que te has ganado, que podría serte útil hoy otra vez?  Hemos hablado sobre esto. Aprovechar el Akasha: se hace con libre albedrío de la consciencia, y hablándole al Innato. Testeo muscular, Tapping,  Body Talk, afirmaciones, decodificación -  lo que sea que puedas hacer para esquivar la lógica corporal del cerebro humano, constituye la tarea para el Innato. Tienes que pensar tu realidad de modo diferente para realizar plenamente este potencial. Estás acostumbrado a la cantidad, a la repetición y a otros conceptos lineales para cambiar las cosas dentro de ti. Ya no. </w:t>
      </w:r>
    </w:p>
    <w:p w:rsidR="008F37F0" w:rsidRPr="00673F06" w:rsidRDefault="008F37F0" w:rsidP="00673F06">
      <w:pPr>
        <w:jc w:val="both"/>
        <w:rPr>
          <w:rFonts w:ascii="Arial" w:hAnsi="Arial" w:cs="Arial"/>
          <w:sz w:val="20"/>
          <w:szCs w:val="20"/>
        </w:rPr>
      </w:pPr>
      <w:r w:rsidRPr="00673F06">
        <w:rPr>
          <w:rFonts w:ascii="Arial" w:hAnsi="Arial" w:cs="Arial"/>
          <w:sz w:val="20"/>
          <w:szCs w:val="20"/>
        </w:rPr>
        <w:t>Entonces hablemos de lo que debes reprogramar, que es la cuestión principal con el Innato.</w:t>
      </w:r>
    </w:p>
    <w:p w:rsidR="008F37F0" w:rsidRPr="00673F06" w:rsidRDefault="008F37F0" w:rsidP="00673F06">
      <w:pPr>
        <w:jc w:val="both"/>
        <w:rPr>
          <w:rFonts w:ascii="Arial" w:hAnsi="Arial" w:cs="Arial"/>
          <w:sz w:val="20"/>
          <w:szCs w:val="20"/>
        </w:rPr>
      </w:pPr>
    </w:p>
    <w:p w:rsidR="008F37F0" w:rsidRPr="00673F06" w:rsidRDefault="008F37F0" w:rsidP="00673F06">
      <w:pPr>
        <w:jc w:val="both"/>
        <w:rPr>
          <w:rFonts w:ascii="Arial" w:hAnsi="Arial" w:cs="Arial"/>
          <w:sz w:val="22"/>
          <w:szCs w:val="22"/>
        </w:rPr>
      </w:pPr>
      <w:r w:rsidRPr="00673F06">
        <w:rPr>
          <w:rFonts w:ascii="Arial" w:hAnsi="Arial" w:cs="Arial"/>
          <w:b/>
          <w:bCs/>
          <w:sz w:val="22"/>
          <w:szCs w:val="22"/>
        </w:rPr>
        <w:t>Reprogramar tu Cuerpo</w:t>
      </w:r>
    </w:p>
    <w:p w:rsidR="008F37F0" w:rsidRPr="00673F06" w:rsidRDefault="008F37F0" w:rsidP="00673F06">
      <w:pPr>
        <w:jc w:val="both"/>
        <w:rPr>
          <w:rFonts w:ascii="Arial" w:hAnsi="Arial" w:cs="Arial"/>
          <w:sz w:val="20"/>
          <w:szCs w:val="20"/>
        </w:rPr>
      </w:pPr>
      <w:r w:rsidRPr="00673F06">
        <w:rPr>
          <w:rFonts w:ascii="Arial" w:hAnsi="Arial" w:cs="Arial"/>
          <w:sz w:val="20"/>
          <w:szCs w:val="20"/>
        </w:rPr>
        <w:t>Número uno: abandonar tu karma.  Lo repetimos: eso es el número uno.  ¿Qué es lo que sigue importunándote, querido, cuál es el talón de Aquiles de tu personalidad?  ¿Qué es lo que hay allí que no comprendes?  Te diré: es la energía del pasado; no se necesita para el futuro. Libérate de ella. El Innato hará lo que le digas. Si ve que tiene lógica espiritual, colaborará,  porque el Innato también está escuchando este mensaje, junto contigo. Sabe lo que tú sabes, y tú eres el disparador de consciencia para cambiar tu propio Innato.</w:t>
      </w:r>
    </w:p>
    <w:p w:rsidR="008F37F0" w:rsidRPr="00673F06" w:rsidRDefault="008F37F0" w:rsidP="00673F06">
      <w:pPr>
        <w:jc w:val="both"/>
        <w:rPr>
          <w:rFonts w:ascii="Arial" w:hAnsi="Arial" w:cs="Arial"/>
          <w:sz w:val="20"/>
          <w:szCs w:val="20"/>
        </w:rPr>
      </w:pPr>
      <w:r w:rsidRPr="00673F06">
        <w:rPr>
          <w:rFonts w:ascii="Arial" w:hAnsi="Arial" w:cs="Arial"/>
          <w:sz w:val="20"/>
          <w:szCs w:val="20"/>
        </w:rPr>
        <w:t>Número dos: cambia la directiva principal del Innato. El Innato está construido para hacer algo que no tiene sentido en absoluto: ¿qué es? Lo diré ahora mismo, y es una de las mayores revelaciones hasta hoy. Queridos, hay un sistema llamado reencarnación que, por el momento, es el motor del adelanto espiritual en el planeta.  Por ejemplo, ustedes viven una vida, aprenden ciertas cosas, luego mueren. Renacen en el planeta, y en el ADN y en el Akasha está la sabiduría que llevaron de la vida pasada. Cada vida les agrega sabiduría, y tienen el libre albedrío para usarla o no. Pero viene con ustedes al nacer, como un potencial nuevo.</w:t>
      </w:r>
    </w:p>
    <w:p w:rsidR="008F37F0" w:rsidRPr="00673F06" w:rsidRDefault="008F37F0" w:rsidP="00673F06">
      <w:pPr>
        <w:jc w:val="both"/>
        <w:rPr>
          <w:rFonts w:ascii="Arial" w:hAnsi="Arial" w:cs="Arial"/>
          <w:sz w:val="20"/>
          <w:szCs w:val="20"/>
        </w:rPr>
      </w:pPr>
      <w:r w:rsidRPr="00673F06">
        <w:rPr>
          <w:rFonts w:ascii="Arial" w:hAnsi="Arial" w:cs="Arial"/>
          <w:sz w:val="20"/>
          <w:szCs w:val="20"/>
        </w:rPr>
        <w:t>El alma antigua porta mucha más sabiduría que un alma nueva. ¿Comprenden esto en este punto? Ustedes, como almas antiguas, han estado allí, han hecho eso. ¿No han visto algunos novatos en el planeta? ¡Para ellos las cosas no tienen pies ni cabeza! Cada vida singular desarrolla toda una biblioteca de sabiduría que tienen aquí en sus sillas hoy. Ustedes saben que son almas antiguas. Ahora bien; ¿qué hace el Innato con eso?</w:t>
      </w:r>
    </w:p>
    <w:p w:rsidR="008F37F0" w:rsidRPr="00673F06" w:rsidRDefault="008F37F0" w:rsidP="00673F06">
      <w:pPr>
        <w:jc w:val="both"/>
        <w:rPr>
          <w:rFonts w:ascii="Arial" w:hAnsi="Arial" w:cs="Arial"/>
          <w:sz w:val="20"/>
          <w:szCs w:val="20"/>
        </w:rPr>
      </w:pPr>
    </w:p>
    <w:p w:rsidR="008F37F0" w:rsidRPr="00673F06" w:rsidRDefault="008F37F0" w:rsidP="00673F06">
      <w:pPr>
        <w:jc w:val="both"/>
        <w:rPr>
          <w:rFonts w:ascii="Arial" w:hAnsi="Arial" w:cs="Arial"/>
          <w:sz w:val="22"/>
          <w:szCs w:val="22"/>
        </w:rPr>
      </w:pPr>
      <w:r w:rsidRPr="00673F06">
        <w:rPr>
          <w:rFonts w:ascii="Arial" w:hAnsi="Arial" w:cs="Arial"/>
          <w:b/>
          <w:bCs/>
          <w:sz w:val="22"/>
          <w:szCs w:val="22"/>
        </w:rPr>
        <w:t>La Vieja Programación del Innato</w:t>
      </w:r>
    </w:p>
    <w:p w:rsidR="008F37F0" w:rsidRPr="00673F06" w:rsidRDefault="008F37F0" w:rsidP="00673F06">
      <w:pPr>
        <w:jc w:val="both"/>
        <w:rPr>
          <w:rFonts w:ascii="Arial" w:hAnsi="Arial" w:cs="Arial"/>
          <w:sz w:val="20"/>
          <w:szCs w:val="20"/>
        </w:rPr>
      </w:pPr>
      <w:r w:rsidRPr="00673F06">
        <w:rPr>
          <w:rFonts w:ascii="Arial" w:hAnsi="Arial" w:cs="Arial"/>
          <w:sz w:val="20"/>
          <w:szCs w:val="20"/>
        </w:rPr>
        <w:t>He aquí lo que el Innato ha aprendido a hacer,  que el sistema viejo requería. ¿Están listos?  La muerte. Para que ustedes se gradúen, recojan la sabiduría y avancen hacia una consciencia espiritual más elevada en la próxima vida, necesitan una vida corta y productiva. Luego reencarnan con esa sabiduría. Cuanto más rápidos son los ciclos de aprendizaje, mayor es el potencial para que el planeta despierte a una vibración más elevada - la evolución espiritual. ¿Empiezan a ver a dónde va todo esto? El Innato, por designio, ¡les dará vidas cortas! ¡Qué sistema!  Es importante que entiendan el sentido de esto.  En la vieja consciencia, esto fue "el motor de la iluminación." La clave era el reciclado de las almas antiguas. Permitir que tuvieran experiencia y sabiduría. Luego devolverlas al planeta para que se pudiera usar la sabiduría.</w:t>
      </w:r>
    </w:p>
    <w:p w:rsidR="008F37F0" w:rsidRPr="00673F06" w:rsidRDefault="008F37F0" w:rsidP="00673F06">
      <w:pPr>
        <w:jc w:val="both"/>
        <w:rPr>
          <w:rFonts w:ascii="Arial" w:hAnsi="Arial" w:cs="Arial"/>
          <w:sz w:val="20"/>
          <w:szCs w:val="20"/>
        </w:rPr>
      </w:pPr>
      <w:r w:rsidRPr="00673F06">
        <w:rPr>
          <w:rFonts w:ascii="Arial" w:hAnsi="Arial" w:cs="Arial"/>
          <w:sz w:val="20"/>
          <w:szCs w:val="20"/>
        </w:rPr>
        <w:t>Es importante recordar que la vieja energía no permitía realmente que la sabiduría de la vida presente se realizara (se usara) en la rejilla del planeta.  Esto sólo se lograba con el renacimiento, y con el ADN funcionando sólo a un tercio de su potencial.</w:t>
      </w:r>
    </w:p>
    <w:p w:rsidR="008F37F0" w:rsidRPr="00673F06" w:rsidRDefault="008F37F0" w:rsidP="00673F06">
      <w:pPr>
        <w:jc w:val="both"/>
        <w:rPr>
          <w:rFonts w:ascii="Arial" w:hAnsi="Arial" w:cs="Arial"/>
          <w:sz w:val="20"/>
          <w:szCs w:val="20"/>
        </w:rPr>
      </w:pPr>
      <w:r w:rsidRPr="00673F06">
        <w:rPr>
          <w:rFonts w:ascii="Arial" w:hAnsi="Arial" w:cs="Arial"/>
          <w:sz w:val="20"/>
          <w:szCs w:val="20"/>
        </w:rPr>
        <w:t>De pronto, en 2012, pasaron el marcador (según se mide por la precesión de los equinoccios), y han llegado a un lugar en la consciencia del cual hablaban las antiguas profecías.  ¡Queridos, es por eso que yo estoy aquí! Por primera vez ustedes tienen la capacidad de hacer lo que vimos como posible hace 25 años, cuando llegué. Su ADN empieza a evolucionar.</w:t>
      </w:r>
    </w:p>
    <w:p w:rsidR="008F37F0" w:rsidRPr="00673F06" w:rsidRDefault="008F37F0" w:rsidP="00673F06">
      <w:pPr>
        <w:jc w:val="both"/>
        <w:rPr>
          <w:rFonts w:ascii="Arial" w:hAnsi="Arial" w:cs="Arial"/>
          <w:sz w:val="20"/>
          <w:szCs w:val="20"/>
        </w:rPr>
      </w:pPr>
      <w:r w:rsidRPr="00673F06">
        <w:rPr>
          <w:rFonts w:ascii="Arial" w:hAnsi="Arial" w:cs="Arial"/>
          <w:sz w:val="20"/>
          <w:szCs w:val="20"/>
        </w:rPr>
        <w:t>Quiero que comiencen a decirle al Innato que ya no necesitan pasar por la transición de la muerte para aportar la sabiduría que tienen. Ahora existe un nuevo proceso, y es distinto de cualquiera que hayan tenido en el pasado. Hoy no sólo pueden presentar su sabiduría para pasarla a las rejillas del planeta, sino que todo lo que han aprendido desde el comienzo puede aplicarse también. Su sabiduría akáshica completa y su aprendizaje de pronto son accesibles en tiempo real para la energía de la Tierra.</w:t>
      </w:r>
    </w:p>
    <w:p w:rsidR="008F37F0" w:rsidRPr="00673F06" w:rsidRDefault="008F37F0" w:rsidP="00673F06">
      <w:pPr>
        <w:jc w:val="both"/>
        <w:rPr>
          <w:rFonts w:ascii="Arial" w:hAnsi="Arial" w:cs="Arial"/>
          <w:sz w:val="20"/>
          <w:szCs w:val="20"/>
        </w:rPr>
      </w:pPr>
      <w:r w:rsidRPr="00673F06">
        <w:rPr>
          <w:rFonts w:ascii="Arial" w:hAnsi="Arial" w:cs="Arial"/>
          <w:sz w:val="20"/>
          <w:szCs w:val="20"/>
        </w:rPr>
        <w:t>Ya no necesitan reencarnar rápidamente.  En lugar de eso, pueden hacerlo permaneciendo aquí mientras su ADN comienza a aumentar su eficiencia. Para cuando lleguen al 36% (miren la numerología) el proceso estará completo. ¡Entonces tendrán la capacidad de quedarse por un tiempo muy largo! Queridos, el Innato no sabe eso. Durante miles de años, el crecimiento espiritual potencial de este planeta ha estado progresando por medio de las vidas cortas. El Innato necesita enterarse de esto, y ustedes son los que deben decírselo. ¡La clave de la evolución del planeta está en vidas más largas!</w:t>
      </w:r>
    </w:p>
    <w:p w:rsidR="008F37F0" w:rsidRPr="00673F06" w:rsidRDefault="008F37F0" w:rsidP="00673F06">
      <w:pPr>
        <w:jc w:val="both"/>
        <w:rPr>
          <w:rFonts w:ascii="Arial" w:hAnsi="Arial" w:cs="Arial"/>
          <w:sz w:val="20"/>
          <w:szCs w:val="20"/>
        </w:rPr>
      </w:pPr>
      <w:r w:rsidRPr="00673F06">
        <w:rPr>
          <w:rFonts w:ascii="Arial" w:hAnsi="Arial" w:cs="Arial"/>
          <w:sz w:val="20"/>
          <w:szCs w:val="20"/>
        </w:rPr>
        <w:t>¿No tiene sentido, queridos, que podrían lograr más en este planeta si no tuvieran que renacer y crecer una y otra vez? ¡Quédense! Hay muchos en esta tierra que dirán: "Esto es tonto. Uno nace de cierta manera y así se queda."  Pero eso es sólo el viejo pensamiento tradicional.  ¡Ustedes pueden reprogramar casi todo en su cuerpo! Muchos de ustedes saben que han cambiado toda su personalidad, ¡tal vez incluso su naturaleza humana! Incluso han cambiado su estructura corporal.  Algunos que están leyendo esto han dejado de envejecer; de eso se trata esto - es prueba de que estas cosas son reales.</w:t>
      </w:r>
    </w:p>
    <w:p w:rsidR="008F37F0" w:rsidRPr="00673F06" w:rsidRDefault="008F37F0" w:rsidP="00673F06">
      <w:pPr>
        <w:jc w:val="both"/>
        <w:rPr>
          <w:rFonts w:ascii="Arial" w:hAnsi="Arial" w:cs="Arial"/>
          <w:sz w:val="20"/>
          <w:szCs w:val="20"/>
        </w:rPr>
      </w:pPr>
      <w:r w:rsidRPr="00673F06">
        <w:rPr>
          <w:rFonts w:ascii="Arial" w:hAnsi="Arial" w:cs="Arial"/>
          <w:sz w:val="20"/>
          <w:szCs w:val="20"/>
        </w:rPr>
        <w:t>La clave para frenar el proceso de envejecimiento como lo conocen hoy en día es reprogramar el Innato. Su cuerpo está diseñado para envejecer con ustedes, ¡incluso en contra del sentido común! Su cuerpo celular fue diseñado para rejuvenecer, y no lo está haciendo bien. ¿Comprenden? Cambiar esto es trabajo del Innato, pero necesita la señal para hacerlo.  Esto es de libre albedrío, tú eres el único que puede hacerlo - ni un facilitador, ni un sanador, ni un canalizador.  TÚ necesitas aprender a comunicarte con el Innato. </w:t>
      </w:r>
    </w:p>
    <w:p w:rsidR="008F37F0" w:rsidRPr="00673F06" w:rsidRDefault="008F37F0" w:rsidP="00673F06">
      <w:pPr>
        <w:jc w:val="both"/>
        <w:rPr>
          <w:rFonts w:ascii="Arial" w:hAnsi="Arial" w:cs="Arial"/>
          <w:sz w:val="20"/>
          <w:szCs w:val="20"/>
        </w:rPr>
      </w:pPr>
      <w:r w:rsidRPr="00673F06">
        <w:rPr>
          <w:rFonts w:ascii="Arial" w:hAnsi="Arial" w:cs="Arial"/>
          <w:sz w:val="20"/>
          <w:szCs w:val="20"/>
        </w:rPr>
        <w:t>Dile al Innato: “Ya no tengo que morir para crear un crecimiento espiritual." Puedes hacerlo casi de cualquier forma que quieras. Aprende a hacer afirmaciones que sean positivas.  Toma contacto con el cuerpo a través de cualquier proceso que se te presente.  Estás preparado para comunicarte con el cuerpo inteligente.</w:t>
      </w:r>
    </w:p>
    <w:p w:rsidR="008F37F0" w:rsidRPr="00673F06" w:rsidRDefault="008F37F0" w:rsidP="00673F06">
      <w:pPr>
        <w:jc w:val="both"/>
        <w:rPr>
          <w:rFonts w:ascii="Arial" w:hAnsi="Arial" w:cs="Arial"/>
          <w:sz w:val="20"/>
          <w:szCs w:val="20"/>
        </w:rPr>
      </w:pPr>
      <w:r w:rsidRPr="00673F06">
        <w:rPr>
          <w:rFonts w:ascii="Arial" w:hAnsi="Arial" w:cs="Arial"/>
          <w:sz w:val="20"/>
          <w:szCs w:val="20"/>
        </w:rPr>
        <w:t>Ahora bien, la belleza de esto es que no tienes que convencer al Innato de nada.  ¡Lo sabe! ¡Ha estado esperando tu llamado! Tan pronto como ve el progreso que has hecho en tu consciencia: ¡es trato hecho!  ¿Oíste eso?  ¡El Innato sabe quién eres! Después de todo, es el cuerpo inteligente.  Pero no lo sabe hasta que tú haces el llamado.</w:t>
      </w:r>
    </w:p>
    <w:p w:rsidR="008F37F0" w:rsidRPr="00673F06" w:rsidRDefault="008F37F0" w:rsidP="00673F06">
      <w:pPr>
        <w:jc w:val="both"/>
        <w:rPr>
          <w:rFonts w:ascii="Arial" w:hAnsi="Arial" w:cs="Arial"/>
          <w:sz w:val="20"/>
          <w:szCs w:val="20"/>
        </w:rPr>
      </w:pPr>
      <w:r w:rsidRPr="00673F06">
        <w:rPr>
          <w:rFonts w:ascii="Arial" w:hAnsi="Arial" w:cs="Arial"/>
          <w:sz w:val="20"/>
          <w:szCs w:val="20"/>
        </w:rPr>
        <w:t>El Innato está listo para cooperar tan pronto como ve una vía evolucionada hacia la evolución espiritual. El resultado de esto es que puedes vivir mucho más tiempo. Algunos dicen; "¡No estoy seguro de querer eso!" Si dices eso, estás adoptando el viejo paradigma, en el que la edad trae problemas de salud. ¡No tiene por qué ser así!  De modo que lo siguiente es: Consérvate sano sin envejecer. (</w:t>
      </w:r>
      <w:r w:rsidRPr="00673F06">
        <w:rPr>
          <w:rFonts w:ascii="Arial" w:hAnsi="Arial" w:cs="Arial"/>
          <w:i/>
          <w:iCs/>
          <w:sz w:val="20"/>
          <w:szCs w:val="20"/>
        </w:rPr>
        <w:t>sonrisa de Kryon</w:t>
      </w:r>
      <w:r w:rsidRPr="00673F06">
        <w:rPr>
          <w:rFonts w:ascii="Arial" w:hAnsi="Arial" w:cs="Arial"/>
          <w:sz w:val="20"/>
          <w:szCs w:val="20"/>
        </w:rPr>
        <w:t>) ¡Rejuvenecer no es complicado! ¿Será posible que esté lleno de amor? Sí. ¿Es nuevo?  Sí. También es lo bastante inteligente para funcionar bien.</w:t>
      </w:r>
    </w:p>
    <w:p w:rsidR="008F37F0" w:rsidRPr="00673F06" w:rsidRDefault="008F37F0" w:rsidP="00673F06">
      <w:pPr>
        <w:jc w:val="both"/>
        <w:rPr>
          <w:rFonts w:ascii="Arial" w:hAnsi="Arial" w:cs="Arial"/>
          <w:sz w:val="20"/>
          <w:szCs w:val="20"/>
        </w:rPr>
      </w:pPr>
      <w:r w:rsidRPr="00673F06">
        <w:rPr>
          <w:rFonts w:ascii="Arial" w:hAnsi="Arial" w:cs="Arial"/>
          <w:sz w:val="20"/>
          <w:szCs w:val="20"/>
        </w:rPr>
        <w:t>Queridos, les acabo de dar un atributo que nunca pude darle a la humanidad; ustedes lo han oído esta noche por primera vez.  Para poder darles esta información, tuvieron que cruzar la energía del 2012, y pasar el 2013 y entrar al 2014.  Era hora de que conocieran la verdad.  Ustedes controlan mucho más que lo que les han dicho. Así de poderosos son.  Lo van a ver, y entonces lo creerán.  Ciertamente, cada uno de ustedes es único, y no todos van a ser capaces de despertar al Innato con la misma fuerza. Eso es porque cada uno es un individuo en un camino espiritual único. ¡Queridos, yo sé quiénes son!</w:t>
      </w:r>
    </w:p>
    <w:p w:rsidR="008F37F0" w:rsidRPr="00673F06" w:rsidRDefault="008F37F0" w:rsidP="00673F06">
      <w:pPr>
        <w:jc w:val="both"/>
        <w:rPr>
          <w:rFonts w:ascii="Arial" w:hAnsi="Arial" w:cs="Arial"/>
          <w:sz w:val="20"/>
          <w:szCs w:val="20"/>
        </w:rPr>
      </w:pPr>
      <w:r w:rsidRPr="00673F06">
        <w:rPr>
          <w:rFonts w:ascii="Arial" w:hAnsi="Arial" w:cs="Arial"/>
          <w:sz w:val="20"/>
          <w:szCs w:val="20"/>
        </w:rPr>
        <w:t>¡Almas antiguas de este planeta, despierten!  Despierten a un proceso nuevo, a una nueva clase de vida. ¡Pueden duplicar su expectativa de vida y más aún!  No le teman a lo que vean a su alrededor. Habrá quienes no estén de acuerdo con nada de esto, y el resultado será que ellos no podrán hacerlo.  No lo comprenden.  Lentamente, a medida que ustedes no envejezcan tanto, las diferencias entre ellos y ustedes los asustará.  No será para siempre, porque llegará un tiempo en que toda la humanidad sabrá que lo que estoy enseñando esta noche es verdadero.</w:t>
      </w:r>
    </w:p>
    <w:p w:rsidR="008F37F0" w:rsidRPr="00673F06" w:rsidRDefault="008F37F0" w:rsidP="00673F06">
      <w:pPr>
        <w:jc w:val="both"/>
        <w:rPr>
          <w:rFonts w:ascii="Arial" w:hAnsi="Arial" w:cs="Arial"/>
          <w:sz w:val="20"/>
          <w:szCs w:val="20"/>
        </w:rPr>
      </w:pPr>
      <w:r w:rsidRPr="00673F06">
        <w:rPr>
          <w:rFonts w:ascii="Arial" w:hAnsi="Arial" w:cs="Arial"/>
          <w:sz w:val="20"/>
          <w:szCs w:val="20"/>
        </w:rPr>
        <w:t xml:space="preserve">Y así es. </w:t>
      </w:r>
    </w:p>
    <w:p w:rsidR="008F37F0" w:rsidRPr="00673F06" w:rsidRDefault="008F37F0" w:rsidP="00673F06">
      <w:pPr>
        <w:jc w:val="both"/>
        <w:rPr>
          <w:rFonts w:ascii="Brush Script MT" w:hAnsi="Brush Script MT" w:cs="Arial"/>
          <w:sz w:val="52"/>
          <w:szCs w:val="52"/>
        </w:rPr>
      </w:pPr>
      <w:r w:rsidRPr="00673F06">
        <w:rPr>
          <w:rFonts w:ascii="Arial" w:hAnsi="Arial" w:cs="Arial"/>
          <w:b/>
          <w:bCs/>
          <w:i/>
          <w:iCs/>
          <w:sz w:val="20"/>
          <w:szCs w:val="20"/>
        </w:rPr>
        <w:t>            </w:t>
      </w:r>
      <w:r w:rsidRPr="00673F06">
        <w:rPr>
          <w:rFonts w:ascii="Brush Script MT" w:hAnsi="Brush Script MT" w:cs="Arial"/>
          <w:b/>
          <w:bCs/>
          <w:iCs/>
          <w:sz w:val="52"/>
          <w:szCs w:val="52"/>
        </w:rPr>
        <w:t xml:space="preserve"> Kryon</w:t>
      </w:r>
    </w:p>
    <w:p w:rsidR="008F37F0" w:rsidRPr="00673F06" w:rsidRDefault="008F37F0" w:rsidP="00673F06">
      <w:pPr>
        <w:jc w:val="both"/>
        <w:rPr>
          <w:rFonts w:ascii="Arial" w:hAnsi="Arial" w:cs="Arial"/>
          <w:sz w:val="20"/>
          <w:szCs w:val="20"/>
        </w:rPr>
      </w:pPr>
    </w:p>
    <w:p w:rsidR="008F37F0" w:rsidRPr="00673F06" w:rsidRDefault="008F37F0" w:rsidP="00673F06">
      <w:pPr>
        <w:pStyle w:val="NoSpacing"/>
        <w:jc w:val="both"/>
        <w:rPr>
          <w:rFonts w:ascii="Arial" w:hAnsi="Arial" w:cs="Arial"/>
          <w:sz w:val="20"/>
          <w:szCs w:val="20"/>
        </w:rPr>
      </w:pPr>
      <w:r w:rsidRPr="00673F06">
        <w:rPr>
          <w:rFonts w:ascii="Arial" w:hAnsi="Arial" w:cs="Arial"/>
          <w:sz w:val="20"/>
          <w:szCs w:val="20"/>
        </w:rPr>
        <w:t>©Lee Carroll - La información precedente es gratuita y está disponible para que la impriman, copien y distribuyan como deseen. Sin embargo, sus Derechos de Autor prohíben su venta en cualquier forma excepto por el editor</w:t>
      </w:r>
    </w:p>
    <w:p w:rsidR="008F37F0" w:rsidRPr="00673F06" w:rsidRDefault="008F37F0" w:rsidP="00673F06">
      <w:pPr>
        <w:pStyle w:val="NoSpacing"/>
        <w:jc w:val="both"/>
        <w:rPr>
          <w:rFonts w:ascii="Arial" w:hAnsi="Arial" w:cs="Arial"/>
          <w:color w:val="006699"/>
          <w:sz w:val="20"/>
          <w:szCs w:val="20"/>
        </w:rPr>
      </w:pPr>
      <w:hyperlink r:id="rId6" w:tgtFrame="_blank" w:history="1">
        <w:r w:rsidRPr="00673F06">
          <w:rPr>
            <w:rStyle w:val="Hyperlink"/>
            <w:rFonts w:ascii="Arial" w:hAnsi="Arial" w:cs="Arial"/>
            <w:i/>
            <w:iCs/>
            <w:color w:val="006699"/>
            <w:sz w:val="20"/>
            <w:szCs w:val="20"/>
          </w:rPr>
          <w:t>http://www.kryon.com/CHAN2015/k_channel15_portland-15.html</w:t>
        </w:r>
      </w:hyperlink>
    </w:p>
    <w:p w:rsidR="008F37F0" w:rsidRPr="00673F06" w:rsidRDefault="008F37F0" w:rsidP="00673F06">
      <w:pPr>
        <w:pStyle w:val="NoSpacing"/>
        <w:jc w:val="both"/>
        <w:rPr>
          <w:rFonts w:ascii="Arial" w:hAnsi="Arial" w:cs="Arial"/>
          <w:sz w:val="20"/>
          <w:szCs w:val="20"/>
        </w:rPr>
      </w:pPr>
      <w:r w:rsidRPr="00673F06">
        <w:rPr>
          <w:rFonts w:ascii="Arial" w:hAnsi="Arial" w:cs="Arial"/>
          <w:sz w:val="20"/>
          <w:szCs w:val="20"/>
        </w:rPr>
        <w:t>Título en inglés: The Innate Revealed</w:t>
      </w:r>
    </w:p>
    <w:p w:rsidR="008F37F0" w:rsidRPr="00673F06" w:rsidRDefault="008F37F0" w:rsidP="00673F06">
      <w:pPr>
        <w:pStyle w:val="NoSpacing"/>
        <w:jc w:val="both"/>
        <w:rPr>
          <w:rFonts w:ascii="Arial" w:hAnsi="Arial" w:cs="Arial"/>
          <w:sz w:val="20"/>
          <w:szCs w:val="20"/>
        </w:rPr>
      </w:pPr>
      <w:r w:rsidRPr="00673F06">
        <w:rPr>
          <w:rFonts w:ascii="Arial" w:hAnsi="Arial" w:cs="Arial"/>
          <w:sz w:val="20"/>
          <w:szCs w:val="20"/>
        </w:rPr>
        <w:t>Traducción: M. Cristina Cáffaro</w:t>
      </w:r>
    </w:p>
    <w:p w:rsidR="008F37F0" w:rsidRPr="00673F06" w:rsidRDefault="008F37F0" w:rsidP="00673F06">
      <w:pPr>
        <w:pStyle w:val="NoSpacing"/>
        <w:jc w:val="both"/>
        <w:rPr>
          <w:rFonts w:ascii="Arial" w:hAnsi="Arial" w:cs="Arial"/>
          <w:sz w:val="20"/>
          <w:szCs w:val="20"/>
        </w:rPr>
      </w:pPr>
      <w:hyperlink r:id="rId7" w:tgtFrame="_blank" w:history="1">
        <w:r w:rsidRPr="00673F06">
          <w:rPr>
            <w:rStyle w:val="Hyperlink"/>
            <w:rFonts w:ascii="Arial" w:hAnsi="Arial" w:cs="Arial"/>
            <w:color w:val="auto"/>
            <w:sz w:val="20"/>
            <w:szCs w:val="20"/>
          </w:rPr>
          <w:t>www.traduccionesparaelcamino.blogspot.com.ar</w:t>
        </w:r>
      </w:hyperlink>
    </w:p>
    <w:p w:rsidR="008F37F0" w:rsidRDefault="008F37F0" w:rsidP="00673F06">
      <w:pPr>
        <w:pStyle w:val="NoSpacing"/>
        <w:jc w:val="both"/>
        <w:rPr>
          <w:rFonts w:ascii="Arial" w:hAnsi="Arial" w:cs="Arial"/>
          <w:sz w:val="20"/>
          <w:szCs w:val="20"/>
        </w:rPr>
      </w:pPr>
      <w:r w:rsidRPr="00673F06">
        <w:rPr>
          <w:rFonts w:ascii="Arial" w:hAnsi="Arial" w:cs="Arial"/>
          <w:sz w:val="20"/>
          <w:szCs w:val="20"/>
        </w:rPr>
        <w:t>Sitio autorizado de Kryon por Lee Carroll en español &lt;</w:t>
      </w:r>
      <w:hyperlink r:id="rId8" w:tgtFrame="_blank" w:history="1">
        <w:r w:rsidRPr="00673F06">
          <w:rPr>
            <w:rStyle w:val="Hyperlink"/>
            <w:rFonts w:ascii="Arial" w:hAnsi="Arial" w:cs="Arial"/>
            <w:color w:val="auto"/>
            <w:sz w:val="20"/>
            <w:szCs w:val="20"/>
          </w:rPr>
          <w:t>www.manantialcaduceo.com.ar/libros.htm</w:t>
        </w:r>
      </w:hyperlink>
      <w:r w:rsidRPr="00673F06">
        <w:rPr>
          <w:rFonts w:ascii="Arial" w:hAnsi="Arial" w:cs="Arial"/>
          <w:sz w:val="20"/>
          <w:szCs w:val="20"/>
        </w:rPr>
        <w:t>&gt;</w:t>
      </w:r>
    </w:p>
    <w:p w:rsidR="008F37F0" w:rsidRPr="00673F06" w:rsidRDefault="008F37F0" w:rsidP="00673F06">
      <w:pPr>
        <w:pStyle w:val="NoSpacing"/>
        <w:jc w:val="both"/>
        <w:rPr>
          <w:rFonts w:ascii="Arial" w:hAnsi="Arial" w:cs="Arial"/>
          <w:sz w:val="20"/>
          <w:szCs w:val="20"/>
        </w:rPr>
      </w:pPr>
    </w:p>
    <w:p w:rsidR="008F37F0" w:rsidRDefault="008F37F0" w:rsidP="00673F06">
      <w:pPr>
        <w:spacing w:after="200" w:line="276" w:lineRule="auto"/>
        <w:jc w:val="center"/>
        <w:rPr>
          <w:rFonts w:ascii="Arial" w:hAnsi="Arial" w:cs="Arial"/>
          <w:color w:val="666699"/>
          <w:sz w:val="20"/>
          <w:szCs w:val="20"/>
          <w:lang w:val="es-ES_tradnl"/>
        </w:rPr>
      </w:pPr>
      <w:r>
        <w:rPr>
          <w:rFonts w:ascii="Arial" w:hAnsi="Arial" w:cs="Arial"/>
          <w:sz w:val="20"/>
          <w:szCs w:val="20"/>
          <w:lang w:val="es-ES_tradnl"/>
        </w:rPr>
        <w:t>Esta y otras traducciones al español de Kryon por Lee Carroll las puedes descargar en archivo Word desde el sitio creado para KRYON</w:t>
      </w:r>
      <w:r>
        <w:rPr>
          <w:rFonts w:ascii="Arial" w:hAnsi="Arial" w:cs="Arial"/>
          <w:sz w:val="20"/>
          <w:szCs w:val="20"/>
          <w:lang w:val="es-ES_tradnl"/>
        </w:rPr>
        <w:br/>
      </w:r>
      <w:hyperlink r:id="rId9" w:tooltip="http://www.manantialcaduceo.com.ar/kryon/canalizaciones.htm" w:history="1">
        <w:r>
          <w:rPr>
            <w:rStyle w:val="Hyperlink"/>
            <w:rFonts w:ascii="Arial" w:hAnsi="Arial" w:cs="Arial"/>
            <w:color w:val="666699"/>
            <w:sz w:val="20"/>
            <w:szCs w:val="20"/>
            <w:lang w:val="es-ES_tradnl"/>
          </w:rPr>
          <w:t>http://www.manantialcaduceo.com.ar/kryon/canalizaciones.htm</w:t>
        </w:r>
      </w:hyperlink>
    </w:p>
    <w:p w:rsidR="008F37F0" w:rsidRDefault="008F37F0" w:rsidP="00673F06">
      <w:pPr>
        <w:spacing w:after="200" w:line="276" w:lineRule="auto"/>
        <w:jc w:val="center"/>
        <w:rPr>
          <w:rFonts w:ascii="Arial" w:hAnsi="Arial" w:cs="Arial"/>
          <w:b/>
          <w:bCs/>
          <w:i/>
          <w:iCs/>
          <w:color w:val="666699"/>
          <w:sz w:val="20"/>
          <w:szCs w:val="20"/>
        </w:rPr>
      </w:pPr>
      <w:r>
        <w:rPr>
          <w:rFonts w:ascii="Arial" w:hAnsi="Arial" w:cs="Arial"/>
          <w:color w:val="666699"/>
          <w:sz w:val="20"/>
          <w:szCs w:val="20"/>
          <w:lang w:val="es-ES_tradnl"/>
        </w:rPr>
        <w:br/>
      </w:r>
      <w:r>
        <w:rPr>
          <w:rFonts w:ascii="Calibri" w:hAnsi="Calibri"/>
          <w:b/>
          <w:bCs/>
          <w:i/>
          <w:iCs/>
        </w:rPr>
        <w:t xml:space="preserve">Si deseas recibir directamente los mensajes en tu correo puedes suscribirte en </w:t>
      </w:r>
      <w:hyperlink r:id="rId10" w:tooltip="http://www.egrupos.net/grupo/laeradelahora/alta" w:history="1">
        <w:r>
          <w:rPr>
            <w:rStyle w:val="Hyperlink"/>
            <w:rFonts w:ascii="Arial" w:hAnsi="Arial" w:cs="Arial"/>
            <w:b/>
            <w:bCs/>
            <w:i/>
            <w:iCs/>
            <w:color w:val="666699"/>
            <w:sz w:val="20"/>
            <w:szCs w:val="20"/>
          </w:rPr>
          <w:t>http://www.egrupos.net/grupo/laeradelahora/alta</w:t>
        </w:r>
      </w:hyperlink>
    </w:p>
    <w:p w:rsidR="008F37F0" w:rsidRDefault="008F37F0" w:rsidP="00673F06">
      <w:pPr>
        <w:spacing w:before="100" w:beforeAutospacing="1" w:after="240"/>
        <w:jc w:val="center"/>
        <w:rPr>
          <w:rFonts w:ascii="Arial" w:hAnsi="Arial" w:cs="Arial"/>
          <w:i/>
          <w:iCs/>
          <w:color w:val="666699"/>
          <w:sz w:val="20"/>
          <w:szCs w:val="20"/>
          <w:lang w:val="es-ES_tradnl"/>
        </w:rPr>
      </w:pPr>
      <w:r>
        <w:rPr>
          <w:rFonts w:ascii="Calibri" w:hAnsi="Calibri"/>
          <w:b/>
          <w:bCs/>
        </w:rPr>
        <w:t>El Manantial del Caduceo en La Era del Ahora</w:t>
      </w:r>
    </w:p>
    <w:p w:rsidR="008F37F0" w:rsidRPr="00673F06" w:rsidRDefault="008F37F0" w:rsidP="00673F06">
      <w:pPr>
        <w:pStyle w:val="NoSpacing"/>
        <w:jc w:val="both"/>
        <w:rPr>
          <w:rFonts w:ascii="Arial" w:hAnsi="Arial" w:cs="Arial"/>
          <w:sz w:val="20"/>
          <w:szCs w:val="20"/>
        </w:rPr>
      </w:pPr>
    </w:p>
    <w:sectPr w:rsidR="008F37F0" w:rsidRPr="00673F06" w:rsidSect="009E50BB">
      <w:footerReference w:type="even" r:id="rId11"/>
      <w:footerReference w:type="default" r:id="rId12"/>
      <w:pgSz w:w="11907" w:h="16840" w:code="9"/>
      <w:pgMar w:top="1440" w:right="1080" w:bottom="1440" w:left="10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7F0" w:rsidRDefault="008F37F0">
      <w:r>
        <w:separator/>
      </w:r>
    </w:p>
  </w:endnote>
  <w:endnote w:type="continuationSeparator" w:id="0">
    <w:p w:rsidR="008F37F0" w:rsidRDefault="008F37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7F0" w:rsidRDefault="008F37F0" w:rsidP="00545B8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F37F0" w:rsidRDefault="008F37F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7F0" w:rsidRDefault="008F37F0" w:rsidP="00545B8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F37F0" w:rsidRDefault="008F37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7F0" w:rsidRDefault="008F37F0">
      <w:r>
        <w:separator/>
      </w:r>
    </w:p>
  </w:footnote>
  <w:footnote w:type="continuationSeparator" w:id="0">
    <w:p w:rsidR="008F37F0" w:rsidRDefault="008F37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1233"/>
    <w:rsid w:val="000016B8"/>
    <w:rsid w:val="000069A2"/>
    <w:rsid w:val="00035E13"/>
    <w:rsid w:val="00046DE7"/>
    <w:rsid w:val="00060421"/>
    <w:rsid w:val="001A39AF"/>
    <w:rsid w:val="001E02E7"/>
    <w:rsid w:val="00211F1F"/>
    <w:rsid w:val="002B16CB"/>
    <w:rsid w:val="00347139"/>
    <w:rsid w:val="00367A98"/>
    <w:rsid w:val="003D60C0"/>
    <w:rsid w:val="00415086"/>
    <w:rsid w:val="004612E7"/>
    <w:rsid w:val="004D793A"/>
    <w:rsid w:val="004E5E5A"/>
    <w:rsid w:val="005130EE"/>
    <w:rsid w:val="00541233"/>
    <w:rsid w:val="00545B8A"/>
    <w:rsid w:val="00546E6C"/>
    <w:rsid w:val="00575B9F"/>
    <w:rsid w:val="00611573"/>
    <w:rsid w:val="006202A0"/>
    <w:rsid w:val="006308D3"/>
    <w:rsid w:val="00647040"/>
    <w:rsid w:val="00673343"/>
    <w:rsid w:val="00673F06"/>
    <w:rsid w:val="006A1716"/>
    <w:rsid w:val="006D2294"/>
    <w:rsid w:val="006F6FAC"/>
    <w:rsid w:val="007123ED"/>
    <w:rsid w:val="00733565"/>
    <w:rsid w:val="007607AA"/>
    <w:rsid w:val="00782A04"/>
    <w:rsid w:val="007A2E6A"/>
    <w:rsid w:val="007C5D8B"/>
    <w:rsid w:val="007E38D0"/>
    <w:rsid w:val="008129E1"/>
    <w:rsid w:val="00813FB6"/>
    <w:rsid w:val="00815D27"/>
    <w:rsid w:val="008218E6"/>
    <w:rsid w:val="00860995"/>
    <w:rsid w:val="00864382"/>
    <w:rsid w:val="0086746A"/>
    <w:rsid w:val="008720FC"/>
    <w:rsid w:val="00874757"/>
    <w:rsid w:val="00887F5C"/>
    <w:rsid w:val="008A6C6A"/>
    <w:rsid w:val="008B0DA2"/>
    <w:rsid w:val="008F37F0"/>
    <w:rsid w:val="00907ECE"/>
    <w:rsid w:val="00922F88"/>
    <w:rsid w:val="00957282"/>
    <w:rsid w:val="009769F0"/>
    <w:rsid w:val="00981A53"/>
    <w:rsid w:val="00982381"/>
    <w:rsid w:val="009B4272"/>
    <w:rsid w:val="009E50BB"/>
    <w:rsid w:val="009E77CA"/>
    <w:rsid w:val="00A223CD"/>
    <w:rsid w:val="00A26ABB"/>
    <w:rsid w:val="00A406BB"/>
    <w:rsid w:val="00A46A32"/>
    <w:rsid w:val="00AD72CD"/>
    <w:rsid w:val="00AE546F"/>
    <w:rsid w:val="00B46ADD"/>
    <w:rsid w:val="00B5558B"/>
    <w:rsid w:val="00B62B58"/>
    <w:rsid w:val="00B74AEB"/>
    <w:rsid w:val="00BC7591"/>
    <w:rsid w:val="00C34C13"/>
    <w:rsid w:val="00C54D5A"/>
    <w:rsid w:val="00C82B27"/>
    <w:rsid w:val="00CC4E03"/>
    <w:rsid w:val="00CE33AF"/>
    <w:rsid w:val="00D05D82"/>
    <w:rsid w:val="00D532D3"/>
    <w:rsid w:val="00DC767D"/>
    <w:rsid w:val="00E2356F"/>
    <w:rsid w:val="00E25E08"/>
    <w:rsid w:val="00E50910"/>
    <w:rsid w:val="00EC678E"/>
    <w:rsid w:val="00EE2D25"/>
    <w:rsid w:val="00F5147C"/>
    <w:rsid w:val="00F51FFD"/>
    <w:rsid w:val="00F60E11"/>
    <w:rsid w:val="00F65FC4"/>
    <w:rsid w:val="00F952DC"/>
    <w:rsid w:val="00FB15AA"/>
    <w:rsid w:val="00FF6A8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E50BB"/>
    <w:rPr>
      <w:rFonts w:cs="Times New Roman"/>
      <w:color w:val="0000FF"/>
      <w:u w:val="single"/>
    </w:rPr>
  </w:style>
  <w:style w:type="paragraph" w:styleId="NoSpacing">
    <w:name w:val="No Spacing"/>
    <w:uiPriority w:val="99"/>
    <w:qFormat/>
    <w:rsid w:val="009E50BB"/>
    <w:rPr>
      <w:sz w:val="24"/>
      <w:szCs w:val="24"/>
      <w:lang w:val="es-ES" w:eastAsia="en-US"/>
    </w:rPr>
  </w:style>
  <w:style w:type="paragraph" w:styleId="NormalWeb">
    <w:name w:val="Normal (Web)"/>
    <w:basedOn w:val="Normal"/>
    <w:uiPriority w:val="99"/>
    <w:semiHidden/>
    <w:rsid w:val="00A223CD"/>
    <w:pPr>
      <w:spacing w:before="100" w:beforeAutospacing="1" w:after="100" w:afterAutospacing="1"/>
    </w:pPr>
    <w:rPr>
      <w:rFonts w:eastAsia="Times New Roman"/>
      <w:lang w:val="en-US"/>
    </w:rPr>
  </w:style>
  <w:style w:type="paragraph" w:styleId="Footer">
    <w:name w:val="footer"/>
    <w:basedOn w:val="Normal"/>
    <w:link w:val="FooterChar"/>
    <w:uiPriority w:val="99"/>
    <w:rsid w:val="00673F06"/>
    <w:pPr>
      <w:tabs>
        <w:tab w:val="center" w:pos="4252"/>
        <w:tab w:val="right" w:pos="8504"/>
      </w:tabs>
    </w:pPr>
  </w:style>
  <w:style w:type="character" w:customStyle="1" w:styleId="FooterChar">
    <w:name w:val="Footer Char"/>
    <w:basedOn w:val="DefaultParagraphFont"/>
    <w:link w:val="Footer"/>
    <w:uiPriority w:val="99"/>
    <w:semiHidden/>
    <w:rsid w:val="00102524"/>
    <w:rPr>
      <w:sz w:val="24"/>
      <w:szCs w:val="24"/>
      <w:lang w:val="es-ES" w:eastAsia="en-US"/>
    </w:rPr>
  </w:style>
  <w:style w:type="character" w:styleId="PageNumber">
    <w:name w:val="page number"/>
    <w:basedOn w:val="DefaultParagraphFont"/>
    <w:uiPriority w:val="99"/>
    <w:rsid w:val="00673F06"/>
    <w:rPr>
      <w:rFonts w:cs="Times New Roman"/>
    </w:rPr>
  </w:style>
</w:styles>
</file>

<file path=word/webSettings.xml><?xml version="1.0" encoding="utf-8"?>
<w:webSettings xmlns:r="http://schemas.openxmlformats.org/officeDocument/2006/relationships" xmlns:w="http://schemas.openxmlformats.org/wordprocessingml/2006/main">
  <w:divs>
    <w:div w:id="474294073">
      <w:marLeft w:val="0"/>
      <w:marRight w:val="0"/>
      <w:marTop w:val="0"/>
      <w:marBottom w:val="0"/>
      <w:divBdr>
        <w:top w:val="none" w:sz="0" w:space="0" w:color="auto"/>
        <w:left w:val="none" w:sz="0" w:space="0" w:color="auto"/>
        <w:bottom w:val="none" w:sz="0" w:space="0" w:color="auto"/>
        <w:right w:val="none" w:sz="0" w:space="0" w:color="auto"/>
      </w:divBdr>
    </w:div>
    <w:div w:id="474294074">
      <w:marLeft w:val="0"/>
      <w:marRight w:val="0"/>
      <w:marTop w:val="0"/>
      <w:marBottom w:val="0"/>
      <w:divBdr>
        <w:top w:val="none" w:sz="0" w:space="0" w:color="auto"/>
        <w:left w:val="none" w:sz="0" w:space="0" w:color="auto"/>
        <w:bottom w:val="none" w:sz="0" w:space="0" w:color="auto"/>
        <w:right w:val="none" w:sz="0" w:space="0" w:color="auto"/>
      </w:divBdr>
    </w:div>
    <w:div w:id="4742940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facebook.com/l.php?u=http%3A%2F%2Fwww.manantialcaduceo.com.ar%2Flibros.htm&amp;h=eAQF8VT8b&amp;s=1"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raduccionesparaelcamino.blogspot.com.ar/"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facebook.com/l.php?u=http%3A%2F%2Fwww.kryon.com%2FCHAN2015%2Fk_channel15_portland-15.html&amp;h=5AQENRAxv&amp;s=1"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egrupos.net/grupo/laeradelahora/alta" TargetMode="External"/><Relationship Id="rId4" Type="http://schemas.openxmlformats.org/officeDocument/2006/relationships/footnotes" Target="footnotes.xml"/><Relationship Id="rId9" Type="http://schemas.openxmlformats.org/officeDocument/2006/relationships/hyperlink" Target="http://www.manantialcaduceo.com.ar/kryon/canalizacione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6</Pages>
  <Words>3902</Words>
  <Characters>21461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INNATO REVELADO</dc:title>
  <dc:subject/>
  <dc:creator>Cristina</dc:creator>
  <cp:keywords/>
  <dc:description/>
  <cp:lastModifiedBy>Graciela</cp:lastModifiedBy>
  <cp:revision>3</cp:revision>
  <dcterms:created xsi:type="dcterms:W3CDTF">2015-01-10T19:04:00Z</dcterms:created>
  <dcterms:modified xsi:type="dcterms:W3CDTF">2015-01-10T19:04:00Z</dcterms:modified>
</cp:coreProperties>
</file>