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438" w:rsidRPr="003C10BB" w:rsidRDefault="00941438" w:rsidP="001C7C54">
      <w:pPr>
        <w:jc w:val="both"/>
        <w:rPr>
          <w:rFonts w:ascii="Arial" w:hAnsi="Arial" w:cs="Arial"/>
          <w:b/>
          <w:sz w:val="22"/>
          <w:szCs w:val="22"/>
        </w:rPr>
      </w:pPr>
    </w:p>
    <w:p w:rsidR="00941438" w:rsidRPr="00D7018C" w:rsidRDefault="00941438" w:rsidP="003C10BB">
      <w:pPr>
        <w:jc w:val="both"/>
        <w:rPr>
          <w:rFonts w:ascii="Calibri" w:hAnsi="Calibri" w:cs="Arial"/>
          <w:b/>
          <w:sz w:val="28"/>
          <w:szCs w:val="28"/>
        </w:rPr>
      </w:pPr>
      <w:r>
        <w:rPr>
          <w:rFonts w:ascii="Arial" w:hAnsi="Arial" w:cs="Arial"/>
          <w:sz w:val="20"/>
          <w:szCs w:val="20"/>
        </w:rPr>
        <w:br/>
      </w:r>
      <w:r w:rsidRPr="00D7018C">
        <w:rPr>
          <w:rFonts w:ascii="Calibri" w:hAnsi="Calibri" w:cs="Arial"/>
          <w:b/>
          <w:sz w:val="28"/>
          <w:szCs w:val="28"/>
        </w:rPr>
        <w:t>Abrazando la conciencia de la multitarea espiritual</w:t>
      </w:r>
    </w:p>
    <w:p w:rsidR="00941438" w:rsidRDefault="00941438" w:rsidP="003C10BB">
      <w:pPr>
        <w:jc w:val="both"/>
        <w:rPr>
          <w:rFonts w:ascii="Arial" w:hAnsi="Arial" w:cs="Arial"/>
          <w:sz w:val="20"/>
          <w:szCs w:val="20"/>
        </w:rPr>
      </w:pPr>
    </w:p>
    <w:p w:rsidR="00941438" w:rsidRPr="003C10BB" w:rsidRDefault="00941438" w:rsidP="003C10BB">
      <w:pPr>
        <w:jc w:val="both"/>
        <w:rPr>
          <w:rFonts w:ascii="Arial" w:hAnsi="Arial" w:cs="Arial"/>
          <w:sz w:val="20"/>
          <w:szCs w:val="20"/>
        </w:rPr>
      </w:pPr>
      <w:r>
        <w:rPr>
          <w:rFonts w:ascii="Arial" w:hAnsi="Arial" w:cs="Arial"/>
          <w:sz w:val="20"/>
          <w:szCs w:val="20"/>
        </w:rPr>
        <w:t>Saludos</w:t>
      </w:r>
      <w:r w:rsidRPr="003C10BB">
        <w:rPr>
          <w:rFonts w:ascii="Arial" w:hAnsi="Arial" w:cs="Arial"/>
          <w:sz w:val="20"/>
          <w:szCs w:val="20"/>
        </w:rPr>
        <w:t>,</w:t>
      </w:r>
    </w:p>
    <w:p w:rsidR="00941438" w:rsidRPr="005C40DE" w:rsidRDefault="00941438" w:rsidP="005C40DE">
      <w:pPr>
        <w:jc w:val="both"/>
        <w:rPr>
          <w:rFonts w:ascii="Arial" w:hAnsi="Arial" w:cs="Arial"/>
          <w:sz w:val="20"/>
          <w:szCs w:val="20"/>
        </w:rPr>
      </w:pPr>
    </w:p>
    <w:p w:rsidR="00941438" w:rsidRPr="005C40DE" w:rsidRDefault="00941438" w:rsidP="005C40DE">
      <w:pPr>
        <w:jc w:val="both"/>
        <w:rPr>
          <w:rFonts w:ascii="Arial" w:hAnsi="Arial" w:cs="Arial"/>
          <w:sz w:val="20"/>
          <w:szCs w:val="20"/>
        </w:rPr>
      </w:pPr>
    </w:p>
    <w:p w:rsidR="00941438" w:rsidRPr="005C40DE" w:rsidRDefault="00941438" w:rsidP="005C40DE">
      <w:pPr>
        <w:jc w:val="both"/>
        <w:rPr>
          <w:rFonts w:ascii="Arial" w:hAnsi="Arial" w:cs="Arial"/>
          <w:sz w:val="20"/>
          <w:szCs w:val="20"/>
        </w:rPr>
      </w:pPr>
      <w:r w:rsidRPr="005C40DE">
        <w:rPr>
          <w:rFonts w:ascii="Arial" w:hAnsi="Arial" w:cs="Arial"/>
          <w:sz w:val="20"/>
          <w:szCs w:val="20"/>
        </w:rPr>
        <w:t>Tenemos una nueva pregunta que vino de Anna en Berlín, Alemania. Ella dice que, "Kryon mencionó que tienes que vivir con un pie en el reino físico y el otro en el reino más allá del velo, más allá de la niebla. Pero de esta manera, todavía estás separado".</w:t>
      </w:r>
    </w:p>
    <w:p w:rsidR="00941438" w:rsidRPr="005C40DE" w:rsidRDefault="00941438" w:rsidP="005C40DE">
      <w:pPr>
        <w:jc w:val="both"/>
        <w:rPr>
          <w:rFonts w:ascii="Arial" w:hAnsi="Arial" w:cs="Arial"/>
          <w:sz w:val="20"/>
          <w:szCs w:val="20"/>
        </w:rPr>
      </w:pPr>
    </w:p>
    <w:p w:rsidR="00941438" w:rsidRPr="005C40DE" w:rsidRDefault="00941438" w:rsidP="005C40DE">
      <w:pPr>
        <w:jc w:val="both"/>
        <w:rPr>
          <w:rFonts w:ascii="Arial" w:hAnsi="Arial" w:cs="Arial"/>
          <w:sz w:val="20"/>
          <w:szCs w:val="20"/>
        </w:rPr>
      </w:pPr>
      <w:r w:rsidRPr="005C40DE">
        <w:rPr>
          <w:rFonts w:ascii="Arial" w:hAnsi="Arial" w:cs="Arial"/>
          <w:sz w:val="20"/>
          <w:szCs w:val="20"/>
        </w:rPr>
        <w:t>Anna pregunta: "¿Cómo puedes combinar realmente ambos reinos aquí en lugar de cambiar entre ellos? ¿Cómo podemos estar en ambos reinos a la vez?"</w:t>
      </w:r>
    </w:p>
    <w:p w:rsidR="00941438" w:rsidRPr="005C40DE" w:rsidRDefault="00941438" w:rsidP="005C40DE">
      <w:pPr>
        <w:jc w:val="both"/>
        <w:rPr>
          <w:rFonts w:ascii="Arial" w:hAnsi="Arial" w:cs="Arial"/>
          <w:sz w:val="20"/>
          <w:szCs w:val="20"/>
        </w:rPr>
      </w:pPr>
    </w:p>
    <w:p w:rsidR="00941438" w:rsidRPr="005C40DE" w:rsidRDefault="00941438" w:rsidP="005C40DE">
      <w:pPr>
        <w:jc w:val="both"/>
        <w:rPr>
          <w:rFonts w:ascii="Arial" w:hAnsi="Arial" w:cs="Arial"/>
          <w:sz w:val="20"/>
          <w:szCs w:val="20"/>
        </w:rPr>
      </w:pPr>
      <w:r w:rsidRPr="005C40DE">
        <w:rPr>
          <w:rFonts w:ascii="Arial" w:hAnsi="Arial" w:cs="Arial"/>
          <w:sz w:val="20"/>
          <w:szCs w:val="20"/>
        </w:rPr>
        <w:t>Bueno, este es el quid de la prueba. Por eso estamos aquí. Las mad</w:t>
      </w:r>
      <w:r>
        <w:rPr>
          <w:rFonts w:ascii="Arial" w:hAnsi="Arial" w:cs="Arial"/>
          <w:sz w:val="20"/>
          <w:szCs w:val="20"/>
        </w:rPr>
        <w:t>res contestan el teléfono. Ayudan</w:t>
      </w:r>
      <w:r w:rsidRPr="005C40DE">
        <w:rPr>
          <w:rFonts w:ascii="Arial" w:hAnsi="Arial" w:cs="Arial"/>
          <w:sz w:val="20"/>
          <w:szCs w:val="20"/>
        </w:rPr>
        <w:t xml:space="preserve"> </w:t>
      </w:r>
      <w:r>
        <w:rPr>
          <w:rFonts w:ascii="Arial" w:hAnsi="Arial" w:cs="Arial"/>
          <w:sz w:val="20"/>
          <w:szCs w:val="20"/>
        </w:rPr>
        <w:t>a los niños a abrocharse. Caminan y apagan</w:t>
      </w:r>
      <w:r w:rsidRPr="005C40DE">
        <w:rPr>
          <w:rFonts w:ascii="Arial" w:hAnsi="Arial" w:cs="Arial"/>
          <w:sz w:val="20"/>
          <w:szCs w:val="20"/>
        </w:rPr>
        <w:t xml:space="preserve"> la estufa y cualquier otra cosa que </w:t>
      </w:r>
      <w:r>
        <w:rPr>
          <w:rFonts w:ascii="Arial" w:hAnsi="Arial" w:cs="Arial"/>
          <w:sz w:val="20"/>
          <w:szCs w:val="20"/>
        </w:rPr>
        <w:t>se necesita</w:t>
      </w:r>
      <w:r w:rsidRPr="005C40DE">
        <w:rPr>
          <w:rFonts w:ascii="Arial" w:hAnsi="Arial" w:cs="Arial"/>
          <w:sz w:val="20"/>
          <w:szCs w:val="20"/>
        </w:rPr>
        <w:t xml:space="preserve"> hacer. A esto se le llama multitarea. No tienes ningún problema con eso, especialmente las madres, que tienen que hacer esto constantemente.</w:t>
      </w:r>
    </w:p>
    <w:p w:rsidR="00941438" w:rsidRPr="005C40DE" w:rsidRDefault="00941438" w:rsidP="005C40DE">
      <w:pPr>
        <w:jc w:val="both"/>
        <w:rPr>
          <w:rFonts w:ascii="Arial" w:hAnsi="Arial" w:cs="Arial"/>
          <w:sz w:val="20"/>
          <w:szCs w:val="20"/>
        </w:rPr>
      </w:pPr>
    </w:p>
    <w:p w:rsidR="00941438" w:rsidRPr="005C40DE" w:rsidRDefault="00941438" w:rsidP="005C40DE">
      <w:pPr>
        <w:jc w:val="both"/>
        <w:rPr>
          <w:rFonts w:ascii="Arial" w:hAnsi="Arial" w:cs="Arial"/>
          <w:sz w:val="20"/>
          <w:szCs w:val="20"/>
        </w:rPr>
      </w:pPr>
      <w:r w:rsidRPr="005C40DE">
        <w:rPr>
          <w:rFonts w:ascii="Arial" w:hAnsi="Arial" w:cs="Arial"/>
          <w:sz w:val="20"/>
          <w:szCs w:val="20"/>
        </w:rPr>
        <w:t>Para los muchachos en el trabajo, tienes que realizar múltiples tareas todo el tiempo, hasta quizás tres o cuatro veces, lo mismo. Todos hacemos esto. Esto no es tan inusual para cualquier ser humano. Es así. Puedes tener un pie en el mundo espiritual y un pie en el mundo práctico. Podemos realizar múltiples tareas fácilmente.</w:t>
      </w:r>
    </w:p>
    <w:p w:rsidR="00941438" w:rsidRPr="005C40DE" w:rsidRDefault="00941438" w:rsidP="005C40DE">
      <w:pPr>
        <w:jc w:val="both"/>
        <w:rPr>
          <w:rFonts w:ascii="Arial" w:hAnsi="Arial" w:cs="Arial"/>
          <w:sz w:val="20"/>
          <w:szCs w:val="20"/>
        </w:rPr>
      </w:pPr>
    </w:p>
    <w:p w:rsidR="00941438" w:rsidRPr="005C40DE" w:rsidRDefault="00941438" w:rsidP="005C40DE">
      <w:pPr>
        <w:jc w:val="both"/>
        <w:rPr>
          <w:rFonts w:ascii="Arial" w:hAnsi="Arial" w:cs="Arial"/>
          <w:sz w:val="20"/>
          <w:szCs w:val="20"/>
        </w:rPr>
      </w:pPr>
      <w:r w:rsidRPr="005C40DE">
        <w:rPr>
          <w:rFonts w:ascii="Arial" w:hAnsi="Arial" w:cs="Arial"/>
          <w:sz w:val="20"/>
          <w:szCs w:val="20"/>
        </w:rPr>
        <w:t>Tuve que aprender esto también. De hecho, una de las cosas que Kryon me dijo fue que me asegurara de que esto sucediera en lugar de separarme, "Está bien, voy a estar aquí canalizando, y ahora voy a estar aquí haciendo otra cosa". Se llama fusión y es una fusión de conciencia.</w:t>
      </w:r>
    </w:p>
    <w:p w:rsidR="00941438" w:rsidRPr="005C40DE" w:rsidRDefault="00941438" w:rsidP="005C40DE">
      <w:pPr>
        <w:jc w:val="both"/>
        <w:rPr>
          <w:rFonts w:ascii="Arial" w:hAnsi="Arial" w:cs="Arial"/>
          <w:sz w:val="20"/>
          <w:szCs w:val="20"/>
        </w:rPr>
      </w:pPr>
    </w:p>
    <w:p w:rsidR="00941438" w:rsidRPr="005C40DE" w:rsidRDefault="00941438" w:rsidP="005C40DE">
      <w:pPr>
        <w:jc w:val="both"/>
        <w:rPr>
          <w:rFonts w:ascii="Arial" w:hAnsi="Arial" w:cs="Arial"/>
          <w:sz w:val="20"/>
          <w:szCs w:val="20"/>
        </w:rPr>
      </w:pPr>
      <w:r w:rsidRPr="005C40DE">
        <w:rPr>
          <w:rFonts w:ascii="Arial" w:hAnsi="Arial" w:cs="Arial"/>
          <w:sz w:val="20"/>
          <w:szCs w:val="20"/>
        </w:rPr>
        <w:t>Llevamos todo lo que sabemos sobre nuestro yo espiritual, todo lo que estamos aprendiendo, en nuestra vida práctica. Este no es un rompecabezas lineal en el que tienes que poner algo aquí y poner algo allí.</w:t>
      </w:r>
    </w:p>
    <w:p w:rsidR="00941438" w:rsidRPr="005C40DE" w:rsidRDefault="00941438" w:rsidP="005C40DE">
      <w:pPr>
        <w:jc w:val="both"/>
        <w:rPr>
          <w:rFonts w:ascii="Arial" w:hAnsi="Arial" w:cs="Arial"/>
          <w:sz w:val="20"/>
          <w:szCs w:val="20"/>
        </w:rPr>
      </w:pPr>
    </w:p>
    <w:p w:rsidR="00941438" w:rsidRPr="005C40DE" w:rsidRDefault="00941438" w:rsidP="005C40DE">
      <w:pPr>
        <w:jc w:val="both"/>
        <w:rPr>
          <w:rFonts w:ascii="Arial" w:hAnsi="Arial" w:cs="Arial"/>
          <w:sz w:val="20"/>
          <w:szCs w:val="20"/>
        </w:rPr>
      </w:pPr>
      <w:r w:rsidRPr="005C40DE">
        <w:rPr>
          <w:rFonts w:ascii="Arial" w:hAnsi="Arial" w:cs="Arial"/>
          <w:sz w:val="20"/>
          <w:szCs w:val="20"/>
        </w:rPr>
        <w:t>Todo esto que hacemos durante el "Círculo de los Doce", cuando cruzamos el puente de un lugar a otro, es muy, muy diferente pasar de lo conocido a lo desconocido.</w:t>
      </w:r>
    </w:p>
    <w:p w:rsidR="00941438" w:rsidRPr="005C40DE" w:rsidRDefault="00941438" w:rsidP="005C40DE">
      <w:pPr>
        <w:jc w:val="both"/>
        <w:rPr>
          <w:rFonts w:ascii="Arial" w:hAnsi="Arial" w:cs="Arial"/>
          <w:sz w:val="20"/>
          <w:szCs w:val="20"/>
        </w:rPr>
      </w:pPr>
    </w:p>
    <w:p w:rsidR="00941438" w:rsidRPr="005C40DE" w:rsidRDefault="00941438" w:rsidP="005C40DE">
      <w:pPr>
        <w:jc w:val="both"/>
        <w:rPr>
          <w:rFonts w:ascii="Arial" w:hAnsi="Arial" w:cs="Arial"/>
          <w:sz w:val="20"/>
          <w:szCs w:val="20"/>
        </w:rPr>
      </w:pPr>
      <w:r w:rsidRPr="005C40DE">
        <w:rPr>
          <w:rFonts w:ascii="Arial" w:hAnsi="Arial" w:cs="Arial"/>
          <w:sz w:val="20"/>
          <w:szCs w:val="20"/>
        </w:rPr>
        <w:t>Kryon dice: "Todo lo que estamos haciendo es un ensayo para algún día cuando no haya puente".</w:t>
      </w:r>
    </w:p>
    <w:p w:rsidR="00941438" w:rsidRPr="005C40DE" w:rsidRDefault="00941438" w:rsidP="005C40DE">
      <w:pPr>
        <w:jc w:val="both"/>
        <w:rPr>
          <w:rFonts w:ascii="Arial" w:hAnsi="Arial" w:cs="Arial"/>
          <w:sz w:val="20"/>
          <w:szCs w:val="20"/>
        </w:rPr>
      </w:pPr>
    </w:p>
    <w:p w:rsidR="00941438" w:rsidRPr="005C40DE" w:rsidRDefault="00941438" w:rsidP="005C40DE">
      <w:pPr>
        <w:jc w:val="both"/>
        <w:rPr>
          <w:rFonts w:ascii="Arial" w:hAnsi="Arial" w:cs="Arial"/>
          <w:sz w:val="20"/>
          <w:szCs w:val="20"/>
        </w:rPr>
      </w:pPr>
      <w:r w:rsidRPr="005C40DE">
        <w:rPr>
          <w:rFonts w:ascii="Arial" w:hAnsi="Arial" w:cs="Arial"/>
          <w:sz w:val="20"/>
          <w:szCs w:val="20"/>
        </w:rPr>
        <w:t>Y esa es verdaderamente, Anna, la respuesta a la pregunta. Los pones juntos. No se supone que estén separados, aunque parezcan estar separados.</w:t>
      </w:r>
    </w:p>
    <w:p w:rsidR="00941438" w:rsidRPr="005C40DE" w:rsidRDefault="00941438" w:rsidP="005C40DE">
      <w:pPr>
        <w:jc w:val="both"/>
        <w:rPr>
          <w:rFonts w:ascii="Arial" w:hAnsi="Arial" w:cs="Arial"/>
          <w:sz w:val="20"/>
          <w:szCs w:val="20"/>
        </w:rPr>
      </w:pPr>
    </w:p>
    <w:p w:rsidR="00941438" w:rsidRPr="00EC2BB3" w:rsidRDefault="00941438" w:rsidP="005C40DE">
      <w:pPr>
        <w:jc w:val="both"/>
        <w:rPr>
          <w:rFonts w:ascii="Arial" w:hAnsi="Arial" w:cs="Arial"/>
          <w:sz w:val="20"/>
          <w:szCs w:val="20"/>
        </w:rPr>
      </w:pPr>
      <w:r w:rsidRPr="005C40DE">
        <w:rPr>
          <w:rFonts w:ascii="Arial" w:hAnsi="Arial" w:cs="Arial"/>
          <w:sz w:val="20"/>
          <w:szCs w:val="20"/>
        </w:rPr>
        <w:t>Bendiciones</w:t>
      </w:r>
      <w:r w:rsidRPr="00EC2BB3">
        <w:rPr>
          <w:rFonts w:ascii="Arial" w:hAnsi="Arial" w:cs="Arial"/>
          <w:sz w:val="20"/>
          <w:szCs w:val="20"/>
        </w:rPr>
        <w:t>!</w:t>
      </w:r>
    </w:p>
    <w:p w:rsidR="00941438" w:rsidRPr="00EC2BB3" w:rsidRDefault="00941438" w:rsidP="00EC2BB3">
      <w:pPr>
        <w:jc w:val="both"/>
        <w:rPr>
          <w:rFonts w:ascii="Arial" w:hAnsi="Arial" w:cs="Arial"/>
          <w:sz w:val="20"/>
          <w:szCs w:val="20"/>
        </w:rPr>
      </w:pPr>
    </w:p>
    <w:p w:rsidR="00941438" w:rsidRPr="00B07A24" w:rsidRDefault="00941438" w:rsidP="003C10BB">
      <w:pPr>
        <w:jc w:val="both"/>
        <w:rPr>
          <w:rFonts w:ascii="Arial" w:hAnsi="Arial" w:cs="Arial"/>
          <w:b/>
          <w:i/>
          <w:sz w:val="22"/>
          <w:szCs w:val="22"/>
        </w:rPr>
      </w:pPr>
    </w:p>
    <w:sectPr w:rsidR="00941438" w:rsidRPr="00B07A24" w:rsidSect="00061A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A82"/>
    <w:rsid w:val="00020578"/>
    <w:rsid w:val="00061A82"/>
    <w:rsid w:val="00085850"/>
    <w:rsid w:val="0009371E"/>
    <w:rsid w:val="0011062B"/>
    <w:rsid w:val="0014735F"/>
    <w:rsid w:val="0017581C"/>
    <w:rsid w:val="001C6CDD"/>
    <w:rsid w:val="001C7C54"/>
    <w:rsid w:val="002C5E1C"/>
    <w:rsid w:val="002E1F7E"/>
    <w:rsid w:val="002E4754"/>
    <w:rsid w:val="002F0CAF"/>
    <w:rsid w:val="003654F5"/>
    <w:rsid w:val="003C10BB"/>
    <w:rsid w:val="00450225"/>
    <w:rsid w:val="00524E91"/>
    <w:rsid w:val="00574152"/>
    <w:rsid w:val="005C40DE"/>
    <w:rsid w:val="007C6C2E"/>
    <w:rsid w:val="00805F2A"/>
    <w:rsid w:val="00836A4A"/>
    <w:rsid w:val="00861344"/>
    <w:rsid w:val="009239DB"/>
    <w:rsid w:val="00941438"/>
    <w:rsid w:val="00977093"/>
    <w:rsid w:val="00A90593"/>
    <w:rsid w:val="00AB0AD7"/>
    <w:rsid w:val="00AB4F40"/>
    <w:rsid w:val="00B02F4E"/>
    <w:rsid w:val="00B07A24"/>
    <w:rsid w:val="00C222F9"/>
    <w:rsid w:val="00C36271"/>
    <w:rsid w:val="00C45DAF"/>
    <w:rsid w:val="00C5521D"/>
    <w:rsid w:val="00CC7A9D"/>
    <w:rsid w:val="00CE6DC4"/>
    <w:rsid w:val="00D01676"/>
    <w:rsid w:val="00D7018C"/>
    <w:rsid w:val="00E114BB"/>
    <w:rsid w:val="00E847F8"/>
    <w:rsid w:val="00EA6C58"/>
    <w:rsid w:val="00EC2BB3"/>
    <w:rsid w:val="00FF383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D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136</TotalTime>
  <Pages>1</Pages>
  <Words>313</Words>
  <Characters>1727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¡Envía “soluciones perfectas” desconocidas a tu futuro</dc:title>
  <dc:subject/>
  <dc:creator>gwartel@hotmail.com</dc:creator>
  <cp:keywords/>
  <dc:description/>
  <cp:lastModifiedBy>gwartel@hotmail.com</cp:lastModifiedBy>
  <cp:revision>4</cp:revision>
  <dcterms:created xsi:type="dcterms:W3CDTF">2021-09-20T18:36:00Z</dcterms:created>
  <dcterms:modified xsi:type="dcterms:W3CDTF">2021-09-20T23:16:00Z</dcterms:modified>
</cp:coreProperties>
</file>