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EA" w:rsidRPr="00161C11" w:rsidRDefault="009E08EA" w:rsidP="00161C11">
      <w:pPr>
        <w:rPr>
          <w:rFonts w:ascii="Calibri" w:hAnsi="Calibri"/>
          <w:b/>
          <w:i/>
          <w:sz w:val="36"/>
          <w:szCs w:val="36"/>
        </w:rPr>
      </w:pPr>
      <w:r w:rsidRPr="00161C11">
        <w:rPr>
          <w:rFonts w:ascii="Calibri" w:hAnsi="Calibri"/>
          <w:b/>
          <w:i/>
          <w:sz w:val="36"/>
          <w:szCs w:val="36"/>
        </w:rPr>
        <w:t>Meditación con Monika Muranyi</w:t>
      </w: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4 de Noviembre 2021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Saludos,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Hagamos una breve pausa en nuestro día.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Para esta meditación, quise enfocarme en enviar amor y compasión a aquellos que están en problemas. Así que los invito a unirse a mí en esa misma intención ...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Para nosotros, como Almas Viejas, como Trabajadores de la Luz, uniéndonos para enviar amor y compasión a todos en el Planeta, especialmente a aquellos que, en estos momentos, se enfrentan a miedos, ansiedades, inquietudes y preocupaciones.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Y para todos aquellos que están pasando por esto, lo que queremos hacer es generar un enérgico abrazo de amor, que vamos a enviar colectivamente a cada persona en este hermoso Planeta que atraviesa tiempos extraordinarios de transición y cambio.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E incluso puede que desees poner tus manos en tu corazón, donde estamos generando esta conexión, esta emoción, este sentimiento, esta transferencia de la energía del amor.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Así que pasa unos momentos más sintiendo, percibiendo, imaginando ese gran abrazo de amor que les estamos enviando a todos.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Incluso puede sentir o percibir que se le envía un abrazo, abrazándolo. Porque lo que nos hacemos a nosotros mismos, lo hacemos a los demás.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Y es posible que sientas que esa ola de amor regresa a ti. Si estás sintiendo esa ola de amor, permítenos enviarte eso de nuevo, pero amplificado, por lo que ahora estamos enviando una amplificación de ese abrazo de amor original.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Solo dedica unos momentos más ahora a integrar tranquilamente esa ola de amor. Y puedes relajar suavemente tus manos y ser consciente de que esa ola de amor continuará incluso más allá de este tiempo juntos.</w:t>
      </w:r>
    </w:p>
    <w:p w:rsidR="009E08EA" w:rsidRPr="00161C11" w:rsidRDefault="009E08EA" w:rsidP="00161C11">
      <w:pPr>
        <w:rPr>
          <w:rFonts w:ascii="Calibri" w:hAnsi="Calibri"/>
        </w:rPr>
      </w:pPr>
    </w:p>
    <w:p w:rsidR="009E08EA" w:rsidRPr="00161C11" w:rsidRDefault="009E08EA" w:rsidP="00161C11">
      <w:pPr>
        <w:rPr>
          <w:rFonts w:ascii="Calibri" w:hAnsi="Calibri"/>
        </w:rPr>
      </w:pPr>
      <w:r w:rsidRPr="00161C11">
        <w:rPr>
          <w:rFonts w:ascii="Calibri" w:hAnsi="Calibri"/>
        </w:rPr>
        <w:t>Bendiciones por una semana maravillosa,</w:t>
      </w:r>
      <w:r>
        <w:rPr>
          <w:rFonts w:ascii="Calibri" w:hAnsi="Calibri"/>
        </w:rPr>
        <w:br/>
      </w:r>
      <w:r>
        <w:rPr>
          <w:rFonts w:ascii="Calibri" w:hAnsi="Calibri"/>
        </w:rPr>
        <w:br/>
      </w:r>
      <w:r w:rsidRPr="00622FFA">
        <w:rPr>
          <w:rFonts w:ascii="Calibri" w:hAnsi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6.75pt;height:113.25pt">
            <v:imagedata r:id="rId4" o:title=""/>
          </v:shape>
        </w:pict>
      </w:r>
    </w:p>
    <w:sectPr w:rsidR="009E08EA" w:rsidRPr="00161C11" w:rsidSect="009E08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C11"/>
    <w:rsid w:val="00161C11"/>
    <w:rsid w:val="00524E91"/>
    <w:rsid w:val="00622FFA"/>
    <w:rsid w:val="009E08EA"/>
    <w:rsid w:val="00A90593"/>
    <w:rsid w:val="00E1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257</Words>
  <Characters>1418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Meditación con Monika Muranyi</dc:title>
  <dc:subject/>
  <dc:creator>gwartel@hotmail.com</dc:creator>
  <cp:keywords/>
  <dc:description/>
  <cp:lastModifiedBy>gwartel@hotmail.com</cp:lastModifiedBy>
  <cp:revision>1</cp:revision>
  <dcterms:created xsi:type="dcterms:W3CDTF">2021-11-06T17:39:00Z</dcterms:created>
  <dcterms:modified xsi:type="dcterms:W3CDTF">2021-11-06T17:42:00Z</dcterms:modified>
</cp:coreProperties>
</file>