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9CB" w:rsidRPr="007F6C09" w:rsidRDefault="003629CB">
      <w:pPr>
        <w:jc w:val="center"/>
        <w:rPr>
          <w:rFonts w:ascii="Arial" w:hAnsi="Arial" w:cs="Arial"/>
          <w:sz w:val="20"/>
          <w:szCs w:val="20"/>
        </w:rPr>
      </w:pPr>
      <w:r w:rsidRPr="007F6C09">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48.25pt">
            <v:imagedata r:id="rId6" o:title=""/>
          </v:shape>
        </w:pict>
      </w:r>
    </w:p>
    <w:p w:rsidR="003629CB" w:rsidRPr="007F6C09" w:rsidRDefault="003629CB">
      <w:pPr>
        <w:jc w:val="center"/>
        <w:rPr>
          <w:rFonts w:ascii="Trebuchet MS" w:hAnsi="Trebuchet MS" w:cs="Arial"/>
          <w:smallCaps/>
          <w:shadow/>
          <w:sz w:val="36"/>
          <w:szCs w:val="36"/>
        </w:rPr>
      </w:pPr>
      <w:r w:rsidRPr="007F6C09">
        <w:rPr>
          <w:rFonts w:ascii="Trebuchet MS" w:hAnsi="Trebuchet MS" w:cs="Arial"/>
          <w:smallCaps/>
          <w:shadow/>
          <w:sz w:val="36"/>
          <w:szCs w:val="36"/>
        </w:rPr>
        <w:t>Actualización Energética de Enero 2026</w:t>
      </w:r>
    </w:p>
    <w:p w:rsidR="003629CB" w:rsidRPr="007F6C09" w:rsidRDefault="003629CB">
      <w:pPr>
        <w:jc w:val="center"/>
        <w:rPr>
          <w:rFonts w:ascii="Arial" w:hAnsi="Arial" w:cs="Arial"/>
          <w:sz w:val="20"/>
          <w:szCs w:val="20"/>
        </w:rPr>
      </w:pPr>
      <w:r w:rsidRPr="007F6C09">
        <w:rPr>
          <w:rFonts w:ascii="Arial" w:hAnsi="Arial" w:cs="Arial"/>
          <w:i/>
          <w:iCs/>
          <w:sz w:val="20"/>
          <w:szCs w:val="20"/>
        </w:rPr>
        <w:t>por Lee Harris</w:t>
      </w:r>
      <w:r w:rsidRPr="007F6C09">
        <w:rPr>
          <w:rFonts w:ascii="Arial" w:hAnsi="Arial" w:cs="Arial"/>
          <w:sz w:val="20"/>
          <w:szCs w:val="20"/>
        </w:rPr>
        <w:br/>
      </w:r>
      <w:hyperlink r:id="rId7">
        <w:r w:rsidRPr="007F6C09">
          <w:rPr>
            <w:rStyle w:val="Hyperlink"/>
            <w:rFonts w:ascii="Arial" w:hAnsi="Arial" w:cs="Arial"/>
            <w:sz w:val="20"/>
            <w:szCs w:val="20"/>
          </w:rPr>
          <w:t>https://www.leeharrisenergy.com</w:t>
        </w:r>
      </w:hyperlink>
    </w:p>
    <w:p w:rsidR="003629CB" w:rsidRPr="007F6C09" w:rsidRDefault="003629CB">
      <w:pPr>
        <w:rPr>
          <w:rFonts w:ascii="Arial" w:hAnsi="Arial" w:cs="Arial"/>
          <w:sz w:val="20"/>
          <w:szCs w:val="20"/>
        </w:rPr>
      </w:pPr>
    </w:p>
    <w:p w:rsidR="003629CB" w:rsidRPr="007F6C09" w:rsidRDefault="003629CB">
      <w:pPr>
        <w:rPr>
          <w:rFonts w:ascii="Arial" w:hAnsi="Arial" w:cs="Arial"/>
          <w:strike/>
          <w:sz w:val="20"/>
          <w:szCs w:val="20"/>
        </w:rPr>
      </w:pPr>
    </w:p>
    <w:p w:rsidR="003629CB" w:rsidRPr="007F6C09" w:rsidRDefault="003629CB">
      <w:pPr>
        <w:rPr>
          <w:rFonts w:ascii="Arial" w:hAnsi="Arial" w:cs="Arial"/>
          <w:sz w:val="20"/>
          <w:szCs w:val="20"/>
        </w:rPr>
      </w:pPr>
    </w:p>
    <w:p w:rsidR="003629CB" w:rsidRPr="007F6C09" w:rsidRDefault="003629CB">
      <w:pPr>
        <w:rPr>
          <w:rFonts w:ascii="Arial" w:hAnsi="Arial" w:cs="Arial"/>
          <w:sz w:val="20"/>
          <w:szCs w:val="20"/>
        </w:rPr>
      </w:pPr>
      <w:r w:rsidRPr="007F6C09">
        <w:rPr>
          <w:rFonts w:ascii="Arial" w:hAnsi="Arial" w:cs="Arial"/>
          <w:sz w:val="20"/>
          <w:szCs w:val="20"/>
        </w:rPr>
        <w:t>Traducción: Marcela Borean</w:t>
      </w:r>
    </w:p>
    <w:p w:rsidR="003629CB" w:rsidRPr="007F6C09" w:rsidRDefault="003629CB">
      <w:pPr>
        <w:rPr>
          <w:rFonts w:ascii="Arial" w:hAnsi="Arial" w:cs="Arial"/>
          <w:sz w:val="20"/>
          <w:szCs w:val="20"/>
        </w:rPr>
      </w:pPr>
      <w:r w:rsidRPr="007F6C09">
        <w:rPr>
          <w:rFonts w:ascii="Arial" w:hAnsi="Arial" w:cs="Arial"/>
          <w:sz w:val="20"/>
          <w:szCs w:val="20"/>
        </w:rPr>
        <w:t>Difusión: El Manantial del Caduceo en la Era del Ahora</w:t>
      </w:r>
    </w:p>
    <w:p w:rsidR="003629CB" w:rsidRPr="007F6C09" w:rsidRDefault="003629CB">
      <w:pPr>
        <w:rPr>
          <w:rFonts w:ascii="Arial" w:hAnsi="Arial" w:cs="Arial"/>
          <w:sz w:val="20"/>
          <w:szCs w:val="20"/>
        </w:rPr>
      </w:pPr>
      <w:r w:rsidRPr="007F6C09">
        <w:rPr>
          <w:rFonts w:ascii="Arial" w:hAnsi="Arial" w:cs="Arial"/>
          <w:sz w:val="20"/>
          <w:szCs w:val="20"/>
        </w:rPr>
        <w:t>http://www.manantialcaduceo.com.ar/libros.htm</w:t>
      </w:r>
    </w:p>
    <w:p w:rsidR="003629CB" w:rsidRPr="007F6C09" w:rsidRDefault="003629CB">
      <w:pPr>
        <w:rPr>
          <w:rFonts w:ascii="Arial" w:hAnsi="Arial" w:cs="Arial"/>
          <w:sz w:val="20"/>
          <w:szCs w:val="20"/>
        </w:rPr>
      </w:pPr>
      <w:r w:rsidRPr="007F6C09">
        <w:rPr>
          <w:rFonts w:ascii="Arial" w:hAnsi="Arial" w:cs="Arial"/>
          <w:sz w:val="20"/>
          <w:szCs w:val="20"/>
        </w:rPr>
        <w:t>https://www.facebook.com/ManantialCaduceo</w:t>
      </w:r>
    </w:p>
    <w:p w:rsidR="003629CB" w:rsidRPr="007F6C09" w:rsidRDefault="003629CB">
      <w:pPr>
        <w:rPr>
          <w:rFonts w:ascii="Arial" w:hAnsi="Arial" w:cs="Arial"/>
          <w:sz w:val="20"/>
          <w:szCs w:val="20"/>
        </w:rPr>
      </w:pPr>
      <w:r w:rsidRPr="007F6C09">
        <w:rPr>
          <w:rFonts w:ascii="Arial" w:hAnsi="Arial" w:cs="Arial"/>
          <w:sz w:val="20"/>
          <w:szCs w:val="20"/>
        </w:rPr>
        <w:t>Por el Canal "Despertando Conciencia" de TELEGRAM: https://t.me/joinchat/UBJK3YvzA2iGn37s</w:t>
      </w:r>
    </w:p>
    <w:p w:rsidR="003629CB" w:rsidRPr="007F6C09" w:rsidRDefault="003629CB">
      <w:pPr>
        <w:rPr>
          <w:rFonts w:ascii="Arial" w:hAnsi="Arial" w:cs="Arial"/>
          <w:sz w:val="20"/>
          <w:szCs w:val="20"/>
        </w:rPr>
      </w:pPr>
      <w:r w:rsidRPr="007F6C09">
        <w:rPr>
          <w:rFonts w:ascii="Arial" w:hAnsi="Arial" w:cs="Arial"/>
          <w:sz w:val="20"/>
          <w:szCs w:val="20"/>
        </w:rPr>
        <w:t>Por el canal de TELEGRAM en el canal El Manantial del Caduceo - Kryon, TODO y Únicamente KRYON: https://t.me/joinchat/VkhJDmSrCz0jwDxg</w:t>
      </w:r>
    </w:p>
    <w:p w:rsidR="003629CB" w:rsidRPr="007F6C09" w:rsidRDefault="003629CB">
      <w:pPr>
        <w:rPr>
          <w:rFonts w:ascii="Arial" w:hAnsi="Arial" w:cs="Arial"/>
          <w:sz w:val="20"/>
          <w:szCs w:val="20"/>
        </w:rPr>
      </w:pPr>
      <w:r w:rsidRPr="007F6C09">
        <w:rPr>
          <w:rFonts w:ascii="Arial" w:hAnsi="Arial" w:cs="Arial"/>
          <w:sz w:val="20"/>
          <w:szCs w:val="20"/>
        </w:rPr>
        <w:t xml:space="preserve">Ahora en MeWe www.mewe.com/i/elmanantialdelcaduceo </w:t>
      </w:r>
    </w:p>
    <w:p w:rsidR="003629CB" w:rsidRPr="007F6C09" w:rsidRDefault="003629CB">
      <w:pPr>
        <w:rPr>
          <w:rFonts w:ascii="Arial" w:hAnsi="Arial" w:cs="Arial"/>
          <w:sz w:val="20"/>
          <w:szCs w:val="20"/>
        </w:rPr>
      </w:pPr>
    </w:p>
    <w:p w:rsidR="003629CB" w:rsidRPr="007F6C09" w:rsidRDefault="003629CB">
      <w:pPr>
        <w:jc w:val="center"/>
        <w:rPr>
          <w:rFonts w:ascii="Arial" w:hAnsi="Arial" w:cs="Arial"/>
          <w:b/>
          <w:bCs/>
          <w:color w:val="333333"/>
          <w:sz w:val="20"/>
          <w:szCs w:val="20"/>
        </w:rPr>
      </w:pPr>
    </w:p>
    <w:p w:rsidR="003629CB" w:rsidRPr="007F6C09" w:rsidRDefault="003629CB">
      <w:pPr>
        <w:jc w:val="center"/>
        <w:rPr>
          <w:rFonts w:ascii="Arial" w:hAnsi="Arial" w:cs="Arial"/>
          <w:b/>
          <w:bCs/>
          <w:color w:val="333333"/>
          <w:sz w:val="20"/>
          <w:szCs w:val="20"/>
        </w:rPr>
      </w:pPr>
    </w:p>
    <w:p w:rsidR="003629CB" w:rsidRPr="007F6C09" w:rsidRDefault="003629CB" w:rsidP="007F6C09">
      <w:pPr>
        <w:jc w:val="center"/>
        <w:rPr>
          <w:rFonts w:ascii="Arial" w:hAnsi="Arial" w:cs="Arial"/>
          <w:b/>
          <w:bCs/>
        </w:rPr>
      </w:pPr>
      <w:r w:rsidRPr="007F6C09">
        <w:rPr>
          <w:rFonts w:ascii="Arial" w:hAnsi="Arial" w:cs="Arial"/>
          <w:b/>
          <w:bCs/>
        </w:rPr>
        <w:t>Actualización Energética de Enero de 2026</w:t>
      </w:r>
    </w:p>
    <w:p w:rsidR="003629CB" w:rsidRPr="007F6C09" w:rsidRDefault="003629CB" w:rsidP="007F6C09">
      <w:pPr>
        <w:jc w:val="both"/>
        <w:rPr>
          <w:rFonts w:ascii="Arial" w:hAnsi="Arial" w:cs="Arial"/>
          <w:b/>
          <w:bCs/>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Hola a todos. Soy Lee, soy intuitivo y cada mes le tomo el pulso de lo que podría estar apareciendo en nuestro entorno energético, emocional y psicológico. </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La Actualización Energética de enero contiene ocho temas, tres de los cuales son </w:t>
      </w:r>
      <w:r w:rsidRPr="007F6C09">
        <w:rPr>
          <w:rFonts w:ascii="Arial" w:hAnsi="Arial" w:cs="Arial"/>
          <w:b/>
          <w:bCs/>
          <w:sz w:val="20"/>
          <w:szCs w:val="20"/>
        </w:rPr>
        <w:t>Un Año de Reorganización Energética a Nivel Global y Personal</w:t>
      </w:r>
      <w:r w:rsidRPr="007F6C09">
        <w:rPr>
          <w:rFonts w:ascii="Arial" w:hAnsi="Arial" w:cs="Arial"/>
          <w:sz w:val="20"/>
          <w:szCs w:val="20"/>
        </w:rPr>
        <w:t>. Analizaremos este tema.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También analizaremos que este es</w:t>
      </w:r>
      <w:r w:rsidRPr="007F6C09">
        <w:rPr>
          <w:rFonts w:ascii="Arial" w:hAnsi="Arial" w:cs="Arial"/>
          <w:b/>
          <w:bCs/>
          <w:sz w:val="20"/>
          <w:szCs w:val="20"/>
        </w:rPr>
        <w:t xml:space="preserve"> Un Año de la Voz y de Decir Tu Verdad</w:t>
      </w:r>
      <w:r w:rsidRPr="007F6C09">
        <w:rPr>
          <w:rFonts w:ascii="Arial" w:hAnsi="Arial" w:cs="Arial"/>
          <w:sz w:val="20"/>
          <w:szCs w:val="20"/>
        </w:rPr>
        <w:t>.</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2"/>
          <w:szCs w:val="22"/>
        </w:rPr>
      </w:pPr>
      <w:r w:rsidRPr="007F6C09">
        <w:rPr>
          <w:rFonts w:ascii="Arial" w:hAnsi="Arial" w:cs="Arial"/>
          <w:sz w:val="20"/>
          <w:szCs w:val="20"/>
        </w:rPr>
        <w:t xml:space="preserve">Y, por último, un tema destacado de enero será: </w:t>
      </w:r>
      <w:r w:rsidRPr="007F6C09">
        <w:rPr>
          <w:rFonts w:ascii="Arial" w:hAnsi="Arial" w:cs="Arial"/>
          <w:b/>
          <w:bCs/>
          <w:sz w:val="22"/>
          <w:szCs w:val="22"/>
        </w:rPr>
        <w:t>El Fin del Autoabandono</w:t>
      </w:r>
      <w:r w:rsidRPr="007F6C09">
        <w:rPr>
          <w:rFonts w:ascii="Arial" w:hAnsi="Arial" w:cs="Arial"/>
          <w:sz w:val="22"/>
          <w:szCs w:val="22"/>
        </w:rPr>
        <w:t>.</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Estén atentos a todos los temas y a un análisis más profundo de lo que esto significa para ustedes.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Hola a todos. Bienvenidos a la Actualización Energética de enero de 2026. Ya estamos en 2026. Sucedió; el 2025 voló. Y para quienes ven mis videos con frecuencia pero aún no se han suscrito, suscríbanse aquí en YouTube. Marca una gran diferencia en lo que hacemos, y deliberadamente mantengo esta Actualización Energética sin anuncios. Así pueden apoyarnos con lo que hacemos.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El Tema Número Uno de enero abarcará todo el año, pero quería mencionarlo. Y para quienes estén interesados en mi Pronóstico Energético Anual, donde analizo todo el año (dura poco más de una hora), pueden verlo gratis si usan el enlace debajo de este video. Si sólo ingresan al enlace y se registran, recibirán la hora completa de enseñanza y transmisión gratuitamente.</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Pero este tema de Un Año de Reorganización Energética a Nivel Global y Personal es lo que será 2026 cuando lo veamos desde una perspectiva general. Significará que este año pasarán por su propio proceso de reorganización. Para algunos, puede que durante los últimos dos o tres años hayan pasado por mucha purificación, limpieza y transformación.</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2026 será un año en el que podrán lograr muchos de sus deseos, anhelos y también hacer que sucedan las cosas que quieren traer a la realidad. Será un año muy propicio para la creación personal: cosas en las que has estado trabajando durante un tiempo y, sobre todo, cosas para las que te has estado preparando. La reorganización energética nos permite renovar la energía de nuestra habitación, nuestra casa o nuestra vida, y realmente nos permite construir algo nuevo.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Al reorganizar, no solo ordenamos, sino que también encontramos cosas que ya no nos importan: cosas que están en el fondo de la alacena, cosas que nunca vas a usar y cosas que piensas: "Podría regalárselas a un amigo" o "Podría dejarlas ir ahora y crear espacio para lo nuevo".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El año 2026 será un año de reorganización energética. Y quienes ya lo han estado haciendo, les permitirá materializar la reorganización en sus vidas: ver cómo las cosas que desean construir y crear comienzan a hacerse realidad. Paralelamente, habrá quienes, por diversas razones, quizás aún no hayan podido llegar a ese punto. Este será el año en que lo hagan. Será el momento, la energía y la voluntad interior para reconocer que quieren empezar a hacer cambios.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Este año de reorganización energética ocurre tanto a nivel global como personal. Por lo tanto, pueden esperar seguir viendo el flujo que hemos visto en los últimos años con diferentes agendas desarrollándose en el planeta, intentando aferrarse a las cosas, intentando lidiar con ellas.</w:t>
      </w:r>
    </w:p>
    <w:p w:rsidR="003629CB" w:rsidRPr="007F6C09" w:rsidRDefault="003629CB" w:rsidP="007F6C09">
      <w:pPr>
        <w:jc w:val="both"/>
        <w:rPr>
          <w:rFonts w:ascii="Arial" w:hAnsi="Arial" w:cs="Arial"/>
          <w:sz w:val="20"/>
          <w:szCs w:val="20"/>
        </w:rPr>
      </w:pPr>
      <w:r w:rsidRPr="007F6C09">
        <w:rPr>
          <w:rFonts w:ascii="Arial" w:hAnsi="Arial" w:cs="Arial"/>
          <w:sz w:val="20"/>
          <w:szCs w:val="20"/>
        </w:rPr>
        <w:t>Hablaré de esas agendas en alguno de los siguientes temas, porque hay un mensaje muy fuerte al respecto. Pero este año de reorganización energética no tiene por qué ser algo que temamos. De hecho, puede ser lo que abracemos.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Si piensas en nuestras vidas, mientras estemos vivos en el planeta, en este cuerpo, tenemos la oportunidad de crear y recrear nuestras vidas a medida que avanzamos. Así que, si la idea de la reorganización energética te asusta, quizá quieras analizar lo que temes soltar o lo que crees que no puedes soltar, porque sin soltar, no podemos traer lo nuevo. Si te entusiasma, hay algunos temas que te gustarán especialmente. Ese es el Tema Número Uno.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Tema Número Dos, y este es muy específico para enero: Honra Tu Ternura En Enero.</w:t>
      </w:r>
    </w:p>
    <w:p w:rsidR="003629CB" w:rsidRPr="007F6C09" w:rsidRDefault="003629CB" w:rsidP="007F6C09">
      <w:pPr>
        <w:jc w:val="both"/>
        <w:rPr>
          <w:rFonts w:ascii="Arial" w:hAnsi="Arial" w:cs="Arial"/>
          <w:sz w:val="20"/>
          <w:szCs w:val="20"/>
        </w:rPr>
      </w:pPr>
      <w:r w:rsidRPr="007F6C09">
        <w:rPr>
          <w:rFonts w:ascii="Arial" w:hAnsi="Arial" w:cs="Arial"/>
          <w:sz w:val="20"/>
          <w:szCs w:val="20"/>
        </w:rPr>
        <w:t>Honra Tu Ternura En Enero. Estas son las palabras que me han dado para este tema: Como recuperación del 2025 y de todo lo que hemos vivido, la ternura regresará con fuerza, pero la ternura y la vulnerabilidad pueden surgir como reacción a todo lo anterior. El autocuidado, el apoyo y los momentos de tranquilidad o reflexión te darán el espacio para respirar. Como canalizaba estas palabras antes, "la ternura volverá con fuerza", creo que para muchos de nosotros, y esto también es cierto para mí, cuando estamos en algo y lo sentimos muy visceralmente —ya sea que nos sintamos molestos, deprimidos o agitados por algo que nos llama la atención—, todos tendemos a pensar: "Oh, así es la vida para siempre", y a sumergirnos en lo que sea que estemos atravesando.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Siempre me resulta muy útil recordarme que esto no sólo pasará ("esto también pasará"), sino que también se transformará. Lo que sea que esté pasando ahora mismo está diseñado para transformarme. Nuestra ternura y nuestra vulnerabilidad, que creo que a muchos se nos impidió sentir o experimentar en nosotros mismos cuando éramos jóvenes, es un acto de poder increíble permitirse sentir y reconocer nuestra ternura y vulnerabilidad. Porque cuando lo haces, no bloqueas tu sistema. No intentas controlar tus sentimientos. No intentas controlar tu sistema. Dejas que tu sistema haga lo que necesita. Cuando hemos pasado por mucho y nos han sucedido muchas cosas, y llegamos a un punto en el que simplemente tenemos que sentir nuestra vulnerabilidad o de repente nos encontramos en una circunstancia o un momento en el que podemos respirar, podemos decir: "¡Vaya, eso fue mucho! Acabo de pasar por mucho. Y voy a tomarme un momento en privado para reconocerlo y sentirlo, y dejar que mi sistema, mi sistema nervioso y mis sentimientos sean vistos y honrados en todo eso".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Está bien tener momentos de ternura y vulnerabilidad. Y la manera de crear un espacio seguro para ellos es el autocuidado. Esto puede consistir en hacer cosas que te tranquilicen. Para mí, el agua siempre es un gran rejuvenecimiento, ya sea una ducha, un baño o estar al aire libre en el agua. Cada uno tendrá sus propios métodos. Yo uso música. Uso respiración meditativa. Hay tantas cosas diferentes que cualquiera puede encontrar que nos ayudan. Y todos somos muy diferentes, por lo que todos necesitamos diferentes actos de autocuidado. Escribí aquí que el autocuidado, el apoyo y los momentos de tranquilidad o reflexión interior te darán este espacio para respirar.</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El soporte se relaciona con tener buenas personas a tu alrededor cuando eres vulnerable. Cuando seas vulnerable, no vayas a ver a tu suegra enojada y crítica. Ve a ver a tu amorosa amiga angelical, o no veas a nadie si no se te ocurre nadie que te pueda apoyar. Este otro fragmento de "momentos de tranquilidad o reflexión interior" te dará el espacio para respirar. Si eres una persona muy ocupada, quizás cuidas a personas dependientes, ya sean niños o un familiar a quien tengas que atender las 24 horas, es muy importante que intentes dedicarte cinco o diez minutos al día para simplemente sentarte y respirar, o, si estás particularmente ocupado, buscar tus indicadores: un diario, papel y bolígrafo, y escribir: "¿De qué estoy agradecido ahora mismo? ¿Con qué estoy luchando ahora?".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No siempre tiene que ser positivo. A veces tenemos que hacernos estas preguntas o pedirle a un amigo o ser querido que nos las haga para que podamos expresar cómo nos sentimos. Creo que es común para muchos. A veces, si no hemos estado haciendo un seguimiento de cómo estamos o revisando cómo estamos, a veces es el acto de cuestionarnos lo que nos llevará a la respuesta. Así que, si estás muy ocupado pero sientes la necesidad de este momento de tranquilidad y reflexión del que hablo, hazte algunas preguntas.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i/>
          <w:iCs/>
          <w:sz w:val="20"/>
          <w:szCs w:val="20"/>
        </w:rPr>
      </w:pPr>
      <w:r w:rsidRPr="007F6C09">
        <w:rPr>
          <w:rFonts w:ascii="Arial" w:hAnsi="Arial" w:cs="Arial"/>
          <w:i/>
          <w:iCs/>
          <w:sz w:val="20"/>
          <w:szCs w:val="20"/>
        </w:rPr>
        <w:t>¿De qué estoy agradecido en 2025?</w:t>
      </w:r>
    </w:p>
    <w:p w:rsidR="003629CB" w:rsidRPr="007F6C09" w:rsidRDefault="003629CB" w:rsidP="007F6C09">
      <w:pPr>
        <w:jc w:val="both"/>
        <w:rPr>
          <w:rFonts w:ascii="Arial" w:hAnsi="Arial" w:cs="Arial"/>
          <w:i/>
          <w:iCs/>
          <w:sz w:val="20"/>
          <w:szCs w:val="20"/>
        </w:rPr>
      </w:pPr>
    </w:p>
    <w:p w:rsidR="003629CB" w:rsidRPr="007F6C09" w:rsidRDefault="003629CB" w:rsidP="007F6C09">
      <w:pPr>
        <w:jc w:val="both"/>
        <w:rPr>
          <w:rFonts w:ascii="Arial" w:hAnsi="Arial" w:cs="Arial"/>
          <w:i/>
          <w:iCs/>
          <w:sz w:val="20"/>
          <w:szCs w:val="20"/>
        </w:rPr>
      </w:pPr>
      <w:r w:rsidRPr="007F6C09">
        <w:rPr>
          <w:rFonts w:ascii="Arial" w:hAnsi="Arial" w:cs="Arial"/>
          <w:i/>
          <w:iCs/>
          <w:sz w:val="20"/>
          <w:szCs w:val="20"/>
        </w:rPr>
        <w:t>¿De qué me estoy recuperando en 2025?</w:t>
      </w:r>
    </w:p>
    <w:p w:rsidR="003629CB" w:rsidRPr="007F6C09" w:rsidRDefault="003629CB" w:rsidP="007F6C09">
      <w:pPr>
        <w:jc w:val="both"/>
        <w:rPr>
          <w:rFonts w:ascii="Arial" w:hAnsi="Arial" w:cs="Arial"/>
          <w:i/>
          <w:iCs/>
          <w:sz w:val="20"/>
          <w:szCs w:val="20"/>
        </w:rPr>
      </w:pPr>
    </w:p>
    <w:p w:rsidR="003629CB" w:rsidRPr="007F6C09" w:rsidRDefault="003629CB" w:rsidP="007F6C09">
      <w:pPr>
        <w:jc w:val="both"/>
        <w:rPr>
          <w:rFonts w:ascii="Arial" w:hAnsi="Arial" w:cs="Arial"/>
          <w:i/>
          <w:iCs/>
          <w:sz w:val="20"/>
          <w:szCs w:val="20"/>
        </w:rPr>
      </w:pPr>
      <w:r w:rsidRPr="007F6C09">
        <w:rPr>
          <w:rFonts w:ascii="Arial" w:hAnsi="Arial" w:cs="Arial"/>
          <w:i/>
          <w:iCs/>
          <w:sz w:val="20"/>
          <w:szCs w:val="20"/>
        </w:rPr>
        <w:t>¿Qué espero con ilusión en 2026?</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Algunas preguntas y sugerencias que te permitirán conectar un poco más con tu mundo interior, sobre todo si has tenido que abandonarlo o la conciencia de tu mundo interior para seguir en la rueda de hámster o el servicio. Hablaremos de eso más adelante en la Actualización Energética con el final del autoabandono.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Tema Número Tres, y este es un tema anual que empezará a aparecer inmediatamente en enero si aún no lo ha hecho: 2026 es Un Año De La Voz y De Decir Tu Verdad. Un Año De La Voz y De Decir Tu Verdad. </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Este será un tema durante todo el año, y enero inicia esta energía con fuerza. Así que, ten paciencia contigo mismo mientras aprendes a expresar tu verdad con compasión y equilibrio cuando se requiere amor. Y, del mismo modo, no te limites al hablar para crear un límite necesario en tu vida. Decir la verdad surge de forma natural con la práctica, pero la práctica es necesaria. Así que sé amable contigo mismo mientras aprendes esta nueva forma. Las palabras tienen el poder de cambiar tu realidad, tus relaciones y tu vida.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 por ello que nos da miedo decir nuestra verdad, porque sabemos lo poderosas que son nuestras palabras. Quizás si has recibido palabras abusivas, prejuiciosas o menospreciadoras, quizás te hayas callado porque te sientes tan herido por ellas, que ahora eres increíblemente cuidadoso con ellas.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Para cualquiera de ustedes que haya estado en esa situación o escenario en el que haya estado rodeado de personas que han usado las palabras como armas en contra vuestra, o que tenga su propio juicio sobre sí mismo —sé que lo tuve mucho en mis veintes, y tuve mis propios momentos de vez en cuando en mis treinta y cuarenta—, cuando tienes un juicio sobre ti mismo muy fuerte, puede ser una reacción a las personas que te han juzgado. Creas este nivel de autocrítica en tu cabeza, lo que te impide hacer lo que quieres o actuar como quieres, porque cuando lo hiciste en el pasado, te juzgaron, castigaron, menospreciaron o te detuvieron. Hay muchas razones por las que aprender a decir nuestra verdad nos lleva tiempo. Realmente nos lleva tiempo. Recuerdo muy claramente que a los veintitantos, cuando empecé a practicar decir mi verdad, estaba muy nervioso y al principio lo hacía de forma muy torpe. Quizás un poco tenso. Decir tu verdad es una práctica, y cuanto más lo haces, más te acostumbras. Es una excelente manera de desmalezar gente de tu vida. Si le dices tu verdad a alguien y reacciona mal, le dices: "Dios mío, lo siento mucho. No lo decía con esa intención". O "De hecho, déjame decirlo con más cariño". Y dicen: "Vale, bien. Gracias por disculparte. Ahora lo entiendo". Eso está bien. Ese es el tipo de amigo o persona que quieres en tu vida.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Pero si insisten en condenarte y te regañan por lo que dijiste y no escuchan tus disculpas, eso es información muy interesante sobre quién es esa persona, y probablemente no te conectará mucho en el futuro porque si no está dispuesta a tener una conversación sincera y a ser comprensiva contigo, tal como tú le estás dando la gracia de la disculpa…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Habrá muchos cambios en las relaciones a medida que avancemos en los próximos años. No necesariamente perder relaciones o dejarlas, sino transformarlas desde dentro. Lo que he notado en mi vida es que me he sentido muy inspirado por personas que me han dicho la verdad de una manera que me sorprendió, y me inspiró a hacer lo mismo. Igualmente, otras personas me han dicho: "Me alegra mucho que hayas sido sincero al respecto, porque ahora me doy cuenta de que puedo ser sincero con mi amigo". Decir la verdad no se trata de tener razón. No se trata de tener razón. No existe la razón. Existe la rectitud personal. Decir la verdad se trata de ser claro sobre lo que es cierto para ti sin intentar que la otra persona esté equivocada, pero crea un límite y es una forma de moldear tu vida. Puede que haya una o dos personas en tu vida con las que te sientas menos cómodo hablando de tu verdad. Eso se debe a que el tiempo te ha demostrado que esa persona no está dispuesta a una conversación fácil. Quizás no esté acostumbrada a hablar con tanta honestidad, a expresar su verdad emocional con tanta franqueza.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Y creo que para todos nosotros, la regla es: ¿puedes hablar con el corazón? Hay veces que lo haremos con mucho éxito, y otras en que nos sentiremos un poco afectados, o puede que aún no tengamos la madurez para decir nuestra verdad. Puede que estemos un poco tensos, así que puede que salga un poco brusco. Pero lo bueno es que si estamos dispuestos a empezar a decir nuestra verdad y a hacerlo lo mejor posible, y también comprobamos cómo nuestra verdad llega a los demás, no solo estás machacando a la gente con lo que quieres decir; no es algo egoísta ni narcisista; en realidad, estás intentando tener una relación más fluida con esa persona.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O tu honestidad revelará que no quiere ese nivel de relación contigo. Les gustaba como era. No quieren este nuevo nivel de verdad, y eso también será una buena información. Sé paciente contigo mismo mientras aprendes a expresar tu verdad con compasión y equilibrio cuando se requiere amor, pero tampoco te limites al hablar para crear un límite necesario en tu vida. Las palabras son poderosas y tienes el poder de crear una nueva relación con la verdad de las palabras que decides usar. El silencio también es muy poderoso, por cierto, pero en este caso, como este es el año de la voz, expresar tu verdad debería alcanzar un nuevo nivel para la mayoría de nosotros.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Incluso para quienes ya lo dominan, les resultará aún más fácil y fluido. Y lo que hará es reorganizar sus vidas maravillosamente. Acercará a algunas personas más que nunca hacia ustedes. Y puede que algunos digan: "No me gusta mucho su honestidad. Voy a alejarme", lo que crea espacio para que llegue alguien a sus vidas que pueda igualar vuestra honestidad, y eso será un alivio para ustedes.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Tema Número Cuatro: Comienzos Dramáticos. Comienzos Dramáticos. Enero traerá algunos cambios y sorpresas drásticas que podrían sorprenderte y señalar la fuerza energética de este año de reorganización que nos espera. Recuerda, todo cambia con el tiempo, y a veces los cambios que al principio parecen difíciles nos llevan a caminos más prometedores. A veces suceden cosas en nuestras vidas y pensamos: "Dios mío, no quería que esto pasara. Ojalá no hubiera pasado". Y luego, seis meses después, piensas: "Si eso no me hubiera pasado, nunca habría hecho X, Y o Z ni habría sido guiado a mi siguiente persona, trabajo o cosa".</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Mi sensación sobre este tema de "comienzos dramáticos" es que será global y se manifestará más en el mundo exterior que en el personal, pero los temas siempre son intercambiables. Puede que tengas algunos cambios o sorpresas drásticas en tu vida personal que te tomen por sorpresa y que puedan tener un gran impacto al principio. Pero mantén el rumbo; confía en que, a medida que transcurran los días y las semanas, habrá un cambio en tu percepción. Será interesante ver cuáles serán esos impactos o cambios drásticos en enero. Y estoy seguro de que, globalmente, los analizaremos juntos. Si se manifiestan en tu caso personal, intenta recordar qué podría estar cambiando para mejor, incluso si no lo parece al principio.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Tema Número Cinco: Creo que esto se relaciona con los “comienzos dramáticos”, de hecho. Creo que esto se relaciona con el tema anterior: Energía de Manipulación en los Sistemas de Poder y Liderazgo.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Por un lado, ya hemos visto cómo esto se desarrolla en los últimos años, pero el hecho de que llegue en enero es interesante. Sistemas de poder y liderazgo: aprovecharse del cansancio o la falta de preparación de las personas para manipular las cosas o dificultarles la vida. Esto no es nuevo para nosotros, pero se irá aclarando a medida que avance el año. Estamos entrando en un período de dos a tres años de reflexión global sobre el abuso de poder y la negligencia del bienestar de las personas en aras del poder personal. </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Esta energía también puede manifestarse en cualquier relación desequilibrada en la vida personal, pero veámosla globalmente por un momento. Desafortunadamente, parece que estas cosas tienen que ocurrir para que más personas las perciban. Energía de manipulación en sistemas de poder y liderazgo: aprovecharse del cansancio o la falta de preparación de las personas para manipular las cosas o dificultarles la vida. Creo que esto se remonta al shock de enero: el impacto se siente inmediatamente a corto plazo. Pero a medida que las cosas avanzan, se revela más sobre la manipulación, porque nos encontramos en un momento de conciencia en el que el viejo orden no puede lograr sus objetivos, a pesar de que empuja e intenta con fuerza y continuará haciéndolo durante los próximos dos o tres años. Pero cada vez más personas comienzan a cuestionarlo y a verlo con mucha claridad.</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Este será un mes interesante para que algo de esto salga a la superficie. Pero puede ser que esta misma energía de manipulación se manifieste en algunas de tus relaciones desequilibradas. ¿Intentas manipular a alguien o algo porque no confías? Tu ego, tus pensamientos o tu mente han decidido que necesitas esto, o que lo deseas, y por eso te esfuerzas mucho por conseguirlo.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Cuando sientas que lo haces, pregúntate: "¿Está mi corazón involucrado?". Porque conocemos la diferencia. Conocemos la diferencia cuando sentimos un corazón abierto. Y cuando no hay corazón involucrado, es más una mente, un empujón, un "Grrr". ¿De dónde viene el impulso? ¿Proviene de tu chakra raíz, del miedo y la supervivencia, y por eso intentas que algo suceda en contra de la voluntad de los demás? O quizás para ti, para muchos de ustedes, será que verás la energía de manipulación aún más claramente en las personas que te rodean.</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Lo que siempre he sentido sobre la energía de manipulación cuando la veo o si la siento venir hacia mí es que no tenemos por qué enojarnos con quienes la intentan. Si alguien en tu vida intenta manipularte, en un nivel más profundo, tienes que sentir compasión por él, porque si así es como cree que va a satisfacer sus necesidades y que es todo lo que sabe o para lo que fue entrenado, es realmente muy triste. Porque no vive una vida llena de corazón ni amor; intenta desesperadamente aferrarse a las cosas.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Puedes sentir compasión por ellos incluso cuando les dices "No". O tienes un límite. Puede que no sea tu trabajo ser su terapeuta. Algunos podrían agradecer tus comentarios sobre lo que ves que están haciendo, y en otros casos, podría ser más seguro para ti y tu bienestar simplemente mantenerte al margen y no decir nada; deja que lo resuelvan ellos mismos si no parecen receptivos a tus comentarios detallados. Ten cuidado con la energía manipuladora en enero, y creo que será principalmente a escala global, pero algunos de ustedes también la experimentarán personalmente.</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Tema Número Seis: El Fin del Autoabandono. El Fin del Autoabandono. Al decir esto, siento un montón de... [Lee señala a las personas con un suspiro de alivio]. El autoabandono puede ser un tema común para muchas personas empáticas, sensibles y despiertas. A menudo es un mecanismo de supervivencia que desarrollamos de jóvenes. A veces, abandonarse para servir a los demás fue la forma en que sobreviviste a una infancia difícil o simplemente tu reacción a lo extraño que era el mundo porque eras muy sensible, y tal vez aún no lo habías comprendido.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Así que te metiste en estos patrones y dinámicas de relación con la gente donde buscabas complacer para estar seguro o para intentar inspirar a los demás. Bueno, buenas noticias. El fin del autoabandono anuncia el fin de eso o el principio del fin para algunos de ustedes, porque a la mayoría nos lleva bastantes años reprogramarnos en torno a eso. Permitirás que la magia regrese a tu vida personal al conectar contigo mismo, con tu vida y con tu esencia. Y esto será importante en enero.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Igualmente, pueden surgir lecciones difíciles que lo respalden, lo que podría hacerte sentir víctima temporalmente. Si esto te sucede, siente lo que necesites sentir en ti mismo, pero igualmente, pregúntate qué necesitas cambiar en tu vida para que estos sentimientos dejen de ser un tema recurrente. No estás aquí como esclavo de los demás, ni de la consciencia ni de la sanación de la Tierra. El martirio y la sensación de ser el único salvador o ayudante pueden ser aquí el lado oscuro.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La idea de que tienes que salvar el mundo o que si no lo haces tú, ¿quién lo hará? Eso no es cierto. Olvidas que somos muchos aquí y que el universo lo organiza todo. Como siempre he dicho, si a una persona con mucha hambre no la alimentas, se dará por vencida y buscará comida en otro lugar. Satisfacerá sus necesidades. No siempre tiene que ser a través de ti. Así que, si te sientes como un martir, si sientes que eres el único que hace todo por todos, que ayuda a todos, eso se va a poner difícil ahora. Te va a salir a la luz. Y es un regalo que así sea. De verdad que lo es. Sé que no se siente bien. Sé que puede venir con muchos sentimientos reprimidos, sentimientos históricos y agitación, pero es algo bueno. De hecho, es bueno que esto surja en ti. Podrían ser años y años o vidas enteras en esta danza del autoabandono.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La verdad es, y mis guías, los Z, lo dicen todo el tiempo, que cuando aprendemos a alinearnos más con quienes somos, nos volvemos naturalmente benevolentes. Nos volvemos naturalmente solidarios en las áreas en las que se supone que debemos ser solidarios. También superamos los roles. Los sanadores superan los roles todo el tiempo. El bebé sanador puede ser alguien que busca complacer a los demás, y eso está bien porque ha aprendido a través de esa búsqueda a centrarse realmente en la otra persona y su bienestar.</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Está bien ser alguien que busca complacer a los demás por un tiempo. Sólo quieres superarlo en cierto punto. Eso demuestra que realmente te estás transformando y que no estás estancado en un rol que ahora te causa dolor y sufrimiento. Así que, el fin del autoabandono: este será un tema importante para muchos a medida que avance el próximo año. Sé que muchos de ustedes ya lo habrán estado solucionando a lo largo de los años, pero este año cobrará protagonismo para muchos. En enero, lo veremos comenzar.</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El resentimiento siempre es una buena señal. Si sientes resentimiento hacia los demás, si sientes resentimiento hacia otras personas, si sientes celos de otras personas, en cierto modo te estás abandonando. Hay una parte de ti que siente que la vida te ha abandonado o que tú mismo te estás abandonando. Y una de las cosas más difíciles es cuando recibo correos electrónicos o mensajes, o cuando trabajo o hablo con personas que son cuidadores; es realmente difícil.</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Si eres cuidador, tienes que encontrar maneras, aunque sean pequeños momentos, de recuperarte por un corto tiempo para que no se trate sólo del otro. Es muy importante para ti y para las personas a las que apoyas y amas. Sé que no es fácil, pero haz todo lo que puedas para intentar encontrar apoyo, investiga: "¿Cómo sobreviven otros cuidadores?". Hay muchos grupos de apoyo e información. Así que, busca. No te quedes aislado en esos sentimientos porque te llevarán a la muerte de tu propia fuerza vital. Llevarán a la muerte de tu propia fuerza vital.</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Tema Número Siete: ¿Sientes La Electricidad o La Agitación de Estar Listo para Dar el Salto?¿Sientes La Electricidad o La Agitación de Estar Listo para Dar el Salto? Este es un momento en el que, más que nunca, daremos un paso o un salto hacia una vida más alineada. Y muchos de ustedes sentirán oleadas de energía para crearla. Puede que se sientan muy positivos. Puede que se sientan muy motivados. Puede que piensen: "Sí, voy a lograr que sucedan algunas cosas". Igualmente, otros pueden sentirse agitados por esto o agitados y enojados por cualquier cosa en su vida que les impida sentirse libres para crear y vivir la vida que desean.</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La transformación los está llamando hacia adelante. A veces tenemos que atravesar muchos sentimientos, pensamientos y cambios para lograrlo. Algunos de ustedes ya están listos para dar el salto, sienten la electricidad que conlleva, y recibirán mucho apoyo. Y luego, algunos de ustedes sentirán agitación, frustración e ira; esto nos lleva de nuevo al tema del "fin del autoabandono". Saldrán de esto y crearán algo más alineado. A eso nos llama la energía.</w:t>
      </w:r>
    </w:p>
    <w:p w:rsidR="003629CB" w:rsidRPr="007F6C09" w:rsidRDefault="003629CB" w:rsidP="007F6C09">
      <w:pPr>
        <w:jc w:val="both"/>
        <w:rPr>
          <w:rFonts w:ascii="Arial" w:hAnsi="Arial" w:cs="Arial"/>
          <w:sz w:val="20"/>
          <w:szCs w:val="20"/>
        </w:rPr>
      </w:pPr>
      <w:r w:rsidRPr="007F6C09">
        <w:rPr>
          <w:rFonts w:ascii="Arial" w:hAnsi="Arial" w:cs="Arial"/>
          <w:sz w:val="20"/>
          <w:szCs w:val="20"/>
        </w:rPr>
        <w:t>Pero el proceso no siempre es divertido, no siempre es rápido y lleva tiempo. Así que, si conectan con lo que digo, van por buen camino. Pregúntense qué les inquieta o les enoja. Anótenlo para que lo sepan, para que lo recuerden, para que puedan empezar a hacer cambios en esas áreas.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Tema Número Ocho: Lecciones de Confianza. ¿Cómo les va con la confianza en sí mismos y en los demás? Cuando confiamos en nosotros mismos, en nuestras decisiones y en nuestra intuición, nuestras vidas se alinean y fluyen con mayor facilidad. </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 xml:space="preserve">A veces necesitamos aprender dónde estamos confiando en la persona incorrecta o en la cosa incorrecta a expensas de nuestro propio bienestar o necesidades. Espera que esta energía se refleje en ti a medida que profundizas en la confianza en ti mismo. </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Nadie vive al cien por cien en un solo estado. Así que no se trata de que tengas que ser la única fuente de confianza en tu vida y no depender de nadie más. Pero este tema realmente busca que más personas se encaminen hacia la confianza en sí mismas. Eso es lo que esta energía nos pide. En general, ¿confías en ti mismo? Claro, puede que haya días en los que pienses: "No sé qué pensar de esto. Déjame llamar a un amigo en quien confío". Y eso siempre es bueno. Confía en alguien en quien sabes que confías y dile: "¿Me das tu opinión sobre esto?".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Me encanta pedir la opinión de la gente. Siempre tomo mis propias decisiones, pero me gusta ver qué pasa afuera. Ahora bien, al igual que muchos de ustedes, he tomado decisiones raras en el pasado con personas en las que confié y que luego me traicionaron, me decepcionaron o no se comportaron como yo lo habría hecho. Así que aquí hay una verdadera lección sobre la confianza. Para mí, la confianza suele ser una sensación de paz interior, apertura interior y tranquilidad. Surgirán lecciones sobre la confianza. Aparecerá este año en general, aquí y allá, pero enero será un gran ejemplo.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¿Cómo te va con la confianza en ti mismo o en los demás? Y cuando te haga esa pregunta, observa cuál te suena. ¿Confiar en ti mismo es la lección para ti ahora mismo? ¿O confiar en los demás? Quizás necesites aprender a confiar de nuevo. Quizás hayas tenido algunas heridas de confianza. Recuperarse de las heridas de confianza lleva tiempo. Pero elige a las pocas personas en tu vida en las que confías e interactúa con ellas para recuperarte. Espero, sin embargo, que cualquier tema que te surja este mes no sea demasiado doloroso. Lo que te está impulsando es a tener una mayor confianza en ti mismo, en tu propia vida y en tus propias decisiones.</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Esos son los temas de la Actualización Energética de enero. Como dije, tenemos un Pronóstico Energético Anual completo que puedes obtener usando el enlace de abajo. Por favor, suscríbete si estás en YouTube; nos ayuda muchísimo. En un momento, compartiré contigo un avance de "Emerge", que son 21 Claves para una Conciencia Superior. Este es un viaje de 21 días que he creado junto con algunos maravillosos maestros invitados y que llegará en febrero. Te mostraremos un video en un momento.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Y si quieres estar en vivo conmigo este año, llevaremos la Experiencia de la Unidad de gira por toda Norteamérica y, más adelante, anunciaremos fechas para Europa, Escandinavia y el Reino Unido. Pero ya tenemos las fechas para junio: empezamos el 30 de mayo en Los Ángeles. Este año también volvemos a participar en Soul Magic, mi retiro de seis días en Santa Bárbara, California, en agosto. Visita la página de eventos de mi sitio web para más detalles.</w:t>
      </w:r>
    </w:p>
    <w:p w:rsidR="003629CB" w:rsidRPr="007F6C09" w:rsidRDefault="003629CB" w:rsidP="007F6C09">
      <w:pPr>
        <w:jc w:val="both"/>
        <w:rPr>
          <w:rFonts w:ascii="Arial" w:hAnsi="Arial" w:cs="Arial"/>
          <w:sz w:val="20"/>
          <w:szCs w:val="20"/>
        </w:rPr>
      </w:pPr>
      <w:r w:rsidRPr="007F6C09">
        <w:rPr>
          <w:rFonts w:ascii="Arial" w:hAnsi="Arial" w:cs="Arial"/>
          <w:sz w:val="20"/>
          <w:szCs w:val="20"/>
        </w:rPr>
        <w:t>Gracias a todos por sintonizarnos. Me alegra mucho estar con ustedes de nuevo. Cuéntenme cómo les va en los comentarios. Me encantaría saber cómo ha empezado este año.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sidRPr="007F6C09">
        <w:rPr>
          <w:rFonts w:ascii="Arial" w:hAnsi="Arial" w:cs="Arial"/>
          <w:sz w:val="20"/>
          <w:szCs w:val="20"/>
        </w:rPr>
        <w:t>Cuídense mucho, les mando mucho cariño y nos vemos pronto.</w:t>
      </w: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p>
    <w:p w:rsidR="003629CB" w:rsidRPr="007F6C09" w:rsidRDefault="003629CB" w:rsidP="007F6C09">
      <w:pPr>
        <w:jc w:val="both"/>
        <w:rPr>
          <w:rFonts w:ascii="Arial" w:hAnsi="Arial" w:cs="Arial"/>
          <w:sz w:val="20"/>
          <w:szCs w:val="20"/>
        </w:rPr>
      </w:pPr>
      <w:r>
        <w:rPr>
          <w:rFonts w:ascii="Arial" w:hAnsi="Arial" w:cs="Arial"/>
          <w:sz w:val="20"/>
          <w:szCs w:val="20"/>
        </w:rPr>
        <w:t>Copyright © 2026</w:t>
      </w:r>
      <w:r w:rsidRPr="007F6C09">
        <w:rPr>
          <w:rFonts w:ascii="Arial" w:hAnsi="Arial" w:cs="Arial"/>
          <w:sz w:val="20"/>
          <w:szCs w:val="20"/>
        </w:rPr>
        <w:t xml:space="preserve"> por Lee Harris Energy LLC Todos los derechos reservados. Ninguna parte de esta publicación puede ser reproducida, distribuida o transmitida de ninguna forma ni por ningún medio, incluidas fotocopias, grabaciones u otros métodos electrónicos o mecánicos, sin el permiso previo por escrito del editor.</w:t>
      </w:r>
    </w:p>
    <w:sectPr w:rsidR="003629CB" w:rsidRPr="007F6C09" w:rsidSect="005C1A12">
      <w:footerReference w:type="even" r:id="rId8"/>
      <w:footerReference w:type="default" r:id="rId9"/>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9CB" w:rsidRDefault="003629CB">
      <w:r>
        <w:separator/>
      </w:r>
    </w:p>
  </w:endnote>
  <w:endnote w:type="continuationSeparator" w:id="0">
    <w:p w:rsidR="003629CB" w:rsidRDefault="003629CB">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altName w:val="Lucida Sans Unicode"/>
    <w:panose1 w:val="020B0602040502020204"/>
    <w:charset w:val="00"/>
    <w:family w:val="swiss"/>
    <w:pitch w:val="variable"/>
    <w:sig w:usb0="00000A87" w:usb1="00000000" w:usb2="00000000" w:usb3="00000000" w:csb0="000000B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CB" w:rsidRDefault="003629CB" w:rsidP="003C7641">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3629CB" w:rsidRDefault="003629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9CB" w:rsidRDefault="003629CB" w:rsidP="003C7641">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3629CB" w:rsidRDefault="003629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9CB" w:rsidRDefault="003629CB">
      <w:r>
        <w:separator/>
      </w:r>
    </w:p>
  </w:footnote>
  <w:footnote w:type="continuationSeparator" w:id="0">
    <w:p w:rsidR="003629CB" w:rsidRDefault="003629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1A12"/>
    <w:rsid w:val="003629CB"/>
    <w:rsid w:val="003C7641"/>
    <w:rsid w:val="00547066"/>
    <w:rsid w:val="005C1A12"/>
    <w:rsid w:val="007F6C09"/>
    <w:rsid w:val="00E46E4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1A12"/>
    <w:pPr>
      <w:suppressAutoHyphens/>
      <w:overflowPunct w:val="0"/>
    </w:pPr>
    <w:rPr>
      <w:kern w:val="2"/>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C1A12"/>
    <w:rPr>
      <w:rFonts w:cs="Times New Roman"/>
      <w:color w:val="000080"/>
      <w:u w:val="single"/>
    </w:rPr>
  </w:style>
  <w:style w:type="paragraph" w:styleId="Title">
    <w:name w:val="Title"/>
    <w:basedOn w:val="Normal"/>
    <w:next w:val="BodyText"/>
    <w:link w:val="TitleChar"/>
    <w:uiPriority w:val="99"/>
    <w:qFormat/>
    <w:rsid w:val="005C1A12"/>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CA46DD"/>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5C1A12"/>
    <w:pPr>
      <w:spacing w:after="140" w:line="276" w:lineRule="auto"/>
    </w:pPr>
  </w:style>
  <w:style w:type="character" w:customStyle="1" w:styleId="BodyTextChar">
    <w:name w:val="Body Text Char"/>
    <w:basedOn w:val="DefaultParagraphFont"/>
    <w:link w:val="BodyText"/>
    <w:uiPriority w:val="99"/>
    <w:semiHidden/>
    <w:rsid w:val="00CA46DD"/>
    <w:rPr>
      <w:rFonts w:cs="Mangal"/>
      <w:kern w:val="2"/>
      <w:sz w:val="24"/>
      <w:szCs w:val="21"/>
      <w:lang w:eastAsia="zh-CN" w:bidi="hi-IN"/>
    </w:rPr>
  </w:style>
  <w:style w:type="paragraph" w:styleId="List">
    <w:name w:val="List"/>
    <w:basedOn w:val="BodyText"/>
    <w:uiPriority w:val="99"/>
    <w:rsid w:val="005C1A12"/>
  </w:style>
  <w:style w:type="paragraph" w:styleId="Caption">
    <w:name w:val="caption"/>
    <w:basedOn w:val="Normal"/>
    <w:uiPriority w:val="99"/>
    <w:qFormat/>
    <w:rsid w:val="005C1A12"/>
    <w:pPr>
      <w:suppressLineNumbers/>
      <w:spacing w:before="120" w:after="120"/>
    </w:pPr>
    <w:rPr>
      <w:i/>
      <w:iCs/>
    </w:rPr>
  </w:style>
  <w:style w:type="paragraph" w:customStyle="1" w:styleId="ndice">
    <w:name w:val="Índice"/>
    <w:basedOn w:val="Normal"/>
    <w:uiPriority w:val="99"/>
    <w:rsid w:val="005C1A12"/>
    <w:pPr>
      <w:suppressLineNumbers/>
    </w:pPr>
  </w:style>
  <w:style w:type="paragraph" w:styleId="Footer">
    <w:name w:val="footer"/>
    <w:basedOn w:val="Normal"/>
    <w:link w:val="FooterChar"/>
    <w:uiPriority w:val="99"/>
    <w:rsid w:val="007F6C09"/>
    <w:pPr>
      <w:tabs>
        <w:tab w:val="center" w:pos="4252"/>
        <w:tab w:val="right" w:pos="8504"/>
      </w:tabs>
    </w:pPr>
  </w:style>
  <w:style w:type="character" w:customStyle="1" w:styleId="FooterChar">
    <w:name w:val="Footer Char"/>
    <w:basedOn w:val="DefaultParagraphFont"/>
    <w:link w:val="Footer"/>
    <w:uiPriority w:val="99"/>
    <w:semiHidden/>
    <w:rsid w:val="00CA46DD"/>
    <w:rPr>
      <w:rFonts w:cs="Mangal"/>
      <w:kern w:val="2"/>
      <w:sz w:val="24"/>
      <w:szCs w:val="21"/>
      <w:lang w:eastAsia="zh-CN" w:bidi="hi-IN"/>
    </w:rPr>
  </w:style>
  <w:style w:type="character" w:styleId="PageNumber">
    <w:name w:val="page number"/>
    <w:basedOn w:val="DefaultParagraphFont"/>
    <w:uiPriority w:val="99"/>
    <w:rsid w:val="007F6C0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leeharrisenerg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4447</Words>
  <Characters>24462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2</cp:revision>
  <dcterms:created xsi:type="dcterms:W3CDTF">2026-01-25T21:07:00Z</dcterms:created>
  <dcterms:modified xsi:type="dcterms:W3CDTF">2026-01-25T21:07:00Z</dcterms:modified>
</cp:coreProperties>
</file>