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E45" w:rsidRPr="00BB68ED" w:rsidRDefault="003F7E45" w:rsidP="000C077F">
      <w:pPr>
        <w:pStyle w:val="NormalWeb"/>
        <w:jc w:val="center"/>
        <w:rPr>
          <w:rFonts w:ascii="Trebuchet MS" w:hAnsi="Trebuchet MS"/>
          <w:b/>
          <w:smallCaps/>
          <w:shadow/>
          <w:sz w:val="52"/>
          <w:szCs w:val="52"/>
        </w:rPr>
      </w:pPr>
      <w:r>
        <w:rPr>
          <w:rFonts w:ascii="Trebuchet MS" w:hAnsi="Trebuchet MS" w:cs="Arial"/>
          <w:b/>
          <w:bCs/>
          <w:smallCaps/>
          <w:shadow/>
          <w:sz w:val="36"/>
          <w:szCs w:val="36"/>
        </w:rPr>
        <w:t>Actualización Energética de Junio</w:t>
      </w:r>
      <w:r w:rsidRPr="00F97E50">
        <w:rPr>
          <w:rFonts w:ascii="Trebuchet MS" w:hAnsi="Trebuchet MS" w:cs="Arial"/>
          <w:b/>
          <w:bCs/>
          <w:smallCaps/>
          <w:shadow/>
          <w:sz w:val="36"/>
          <w:szCs w:val="36"/>
        </w:rPr>
        <w:t xml:space="preserve"> de 202</w:t>
      </w:r>
      <w:r>
        <w:rPr>
          <w:rFonts w:ascii="Trebuchet MS" w:hAnsi="Trebuchet MS" w:cs="Arial"/>
          <w:b/>
          <w:bCs/>
          <w:smallCaps/>
          <w:shadow/>
          <w:sz w:val="36"/>
          <w:szCs w:val="36"/>
        </w:rPr>
        <w:t>3</w:t>
      </w:r>
      <w:r w:rsidRPr="00F97E50">
        <w:rPr>
          <w:rFonts w:ascii="Trebuchet MS" w:hAnsi="Trebuchet MS" w:cs="Arial"/>
          <w:smallCaps/>
          <w:shadow/>
          <w:sz w:val="36"/>
          <w:szCs w:val="36"/>
        </w:rPr>
        <w:br/>
      </w:r>
      <w:r w:rsidRPr="00402743">
        <w:rPr>
          <w:rFonts w:ascii="Arial" w:hAnsi="Arial"/>
          <w:sz w:val="20"/>
          <w:szCs w:val="20"/>
        </w:rPr>
        <w:t>por Lee Harris</w:t>
      </w:r>
      <w:r>
        <w:rPr>
          <w:rFonts w:ascii="Arial" w:hAnsi="Arial"/>
          <w:sz w:val="20"/>
          <w:szCs w:val="20"/>
        </w:rPr>
        <w:br/>
      </w:r>
      <w:r w:rsidRPr="002823E5">
        <w:rPr>
          <w:rFonts w:ascii="Arial" w:hAnsi="Arial" w:cs="Arial"/>
          <w:color w:val="336699"/>
          <w:sz w:val="20"/>
          <w:szCs w:val="20"/>
          <w:lang w:val="es-ES_tradnl" w:eastAsia="en-AU"/>
        </w:rPr>
        <w:t>http://www.leeharrisenergy.com</w:t>
      </w:r>
      <w:r>
        <w:rPr>
          <w:rFonts w:ascii="Arial" w:hAnsi="Arial"/>
          <w:color w:val="336699"/>
          <w:sz w:val="20"/>
          <w:szCs w:val="20"/>
          <w:lang w:val="es-ES_tradnl" w:eastAsia="en-AU"/>
        </w:rPr>
        <w:br/>
      </w:r>
      <w:r>
        <w:rPr>
          <w:rFonts w:ascii="Arial" w:hAnsi="Arial"/>
          <w:sz w:val="20"/>
          <w:szCs w:val="20"/>
          <w:lang w:val="es-ES_tradnl"/>
        </w:rPr>
        <w:t>1</w:t>
      </w:r>
      <w:r w:rsidRPr="00E71993">
        <w:rPr>
          <w:rFonts w:ascii="Arial" w:hAnsi="Arial"/>
          <w:sz w:val="20"/>
          <w:szCs w:val="20"/>
          <w:lang w:val="es-ES_tradnl"/>
        </w:rPr>
        <w:t>°</w:t>
      </w:r>
      <w:r>
        <w:rPr>
          <w:rFonts w:ascii="Arial" w:hAnsi="Arial"/>
          <w:sz w:val="20"/>
          <w:szCs w:val="20"/>
          <w:lang w:val="es-ES_tradnl"/>
        </w:rPr>
        <w:t xml:space="preserve"> de </w:t>
      </w:r>
      <w:r>
        <w:rPr>
          <w:rFonts w:ascii="Arial" w:hAnsi="Arial"/>
          <w:b/>
          <w:sz w:val="20"/>
          <w:szCs w:val="20"/>
          <w:lang w:val="es-ES_tradnl"/>
        </w:rPr>
        <w:t>Junio</w:t>
      </w:r>
      <w:r>
        <w:rPr>
          <w:rFonts w:ascii="Arial" w:hAnsi="Arial"/>
          <w:sz w:val="20"/>
          <w:szCs w:val="20"/>
          <w:lang w:val="es-ES_tradnl"/>
        </w:rPr>
        <w:t xml:space="preserve"> </w:t>
      </w:r>
      <w:r w:rsidRPr="0070458E">
        <w:rPr>
          <w:rFonts w:ascii="Arial" w:hAnsi="Arial"/>
          <w:sz w:val="20"/>
          <w:szCs w:val="20"/>
        </w:rPr>
        <w:t>de 20</w:t>
      </w:r>
      <w:r>
        <w:rPr>
          <w:rFonts w:ascii="Arial" w:hAnsi="Arial"/>
          <w:sz w:val="20"/>
          <w:szCs w:val="20"/>
        </w:rPr>
        <w:t>23</w:t>
      </w:r>
    </w:p>
    <w:p w:rsidR="003F7E45" w:rsidRPr="000C077F" w:rsidRDefault="003F7E45">
      <w:pPr>
        <w:rPr>
          <w:strike/>
          <w:lang w:val="es-ES"/>
        </w:rPr>
      </w:pPr>
    </w:p>
    <w:p w:rsidR="003F7E45" w:rsidRDefault="003F7E45"/>
    <w:p w:rsidR="003F7E45" w:rsidRPr="000C077F" w:rsidRDefault="003F7E45">
      <w:pPr>
        <w:rPr>
          <w:rFonts w:ascii="Arial" w:hAnsi="Arial" w:cs="Arial"/>
          <w:b/>
          <w:sz w:val="20"/>
          <w:szCs w:val="20"/>
        </w:rPr>
      </w:pPr>
      <w:r w:rsidRPr="000C077F">
        <w:rPr>
          <w:rFonts w:ascii="Arial" w:hAnsi="Arial" w:cs="Arial"/>
          <w:b/>
          <w:sz w:val="20"/>
          <w:szCs w:val="20"/>
        </w:rPr>
        <w:t>Traducción: Marcela Borean</w:t>
      </w:r>
    </w:p>
    <w:p w:rsidR="003F7E45" w:rsidRPr="000C077F" w:rsidRDefault="003F7E45">
      <w:pPr>
        <w:rPr>
          <w:rFonts w:ascii="Arial" w:hAnsi="Arial" w:cs="Arial"/>
          <w:sz w:val="20"/>
          <w:szCs w:val="20"/>
        </w:rPr>
      </w:pPr>
      <w:r w:rsidRPr="000C077F">
        <w:rPr>
          <w:rFonts w:ascii="Arial" w:hAnsi="Arial" w:cs="Arial"/>
          <w:sz w:val="20"/>
          <w:szCs w:val="20"/>
        </w:rPr>
        <w:t>Difusión: El Manantial del Caduceo en la Era del Ahora</w:t>
      </w:r>
    </w:p>
    <w:p w:rsidR="003F7E45" w:rsidRPr="000C077F" w:rsidRDefault="003F7E45">
      <w:pPr>
        <w:rPr>
          <w:rFonts w:ascii="Arial" w:hAnsi="Arial" w:cs="Arial"/>
          <w:sz w:val="20"/>
          <w:szCs w:val="20"/>
        </w:rPr>
      </w:pPr>
      <w:r w:rsidRPr="000C077F">
        <w:rPr>
          <w:rFonts w:ascii="Arial" w:hAnsi="Arial" w:cs="Arial"/>
          <w:sz w:val="20"/>
          <w:szCs w:val="20"/>
        </w:rPr>
        <w:t>http://www.manantialcaduceo.com.ar/libros.htm</w:t>
      </w:r>
    </w:p>
    <w:p w:rsidR="003F7E45" w:rsidRPr="000C077F" w:rsidRDefault="003F7E45">
      <w:pPr>
        <w:rPr>
          <w:rFonts w:ascii="Arial" w:hAnsi="Arial" w:cs="Arial"/>
          <w:sz w:val="20"/>
          <w:szCs w:val="20"/>
        </w:rPr>
      </w:pPr>
      <w:r w:rsidRPr="000C077F">
        <w:rPr>
          <w:rFonts w:ascii="Arial" w:hAnsi="Arial" w:cs="Arial"/>
          <w:sz w:val="20"/>
          <w:szCs w:val="20"/>
        </w:rPr>
        <w:t>https://www.facebook.com/ManantialCaduceo</w:t>
      </w:r>
    </w:p>
    <w:p w:rsidR="003F7E45" w:rsidRPr="000C077F" w:rsidRDefault="003F7E45">
      <w:pPr>
        <w:rPr>
          <w:rFonts w:ascii="Arial" w:hAnsi="Arial" w:cs="Arial"/>
          <w:sz w:val="20"/>
          <w:szCs w:val="20"/>
        </w:rPr>
      </w:pPr>
      <w:r w:rsidRPr="000C077F">
        <w:rPr>
          <w:rFonts w:ascii="Arial" w:hAnsi="Arial" w:cs="Arial"/>
          <w:sz w:val="20"/>
          <w:szCs w:val="20"/>
        </w:rPr>
        <w:t>Por el Canal "Despertando Conciencia" de TELEGRAM: https://t.me/joinchat/UBJK3YvzA2iGn37s</w:t>
      </w:r>
    </w:p>
    <w:p w:rsidR="003F7E45" w:rsidRPr="000C077F" w:rsidRDefault="003F7E45">
      <w:pPr>
        <w:rPr>
          <w:rFonts w:ascii="Arial" w:hAnsi="Arial" w:cs="Arial"/>
          <w:sz w:val="20"/>
          <w:szCs w:val="20"/>
        </w:rPr>
      </w:pPr>
      <w:r w:rsidRPr="000C077F">
        <w:rPr>
          <w:rFonts w:ascii="Arial" w:hAnsi="Arial" w:cs="Arial"/>
          <w:sz w:val="20"/>
          <w:szCs w:val="20"/>
        </w:rPr>
        <w:t>Por el canal de TELEGRAM en el canal El Manantial del Caduceo - Kryon, TODO y Únicamente KRYON: https://t.me/joinchat/VkhJDmSrCz0jwDxg</w:t>
      </w:r>
    </w:p>
    <w:p w:rsidR="003F7E45" w:rsidRPr="000C077F" w:rsidRDefault="003F7E45">
      <w:pPr>
        <w:rPr>
          <w:rFonts w:ascii="Arial" w:hAnsi="Arial" w:cs="Arial"/>
          <w:sz w:val="20"/>
          <w:szCs w:val="20"/>
        </w:rPr>
      </w:pPr>
      <w:r w:rsidRPr="000C077F">
        <w:rPr>
          <w:rFonts w:ascii="Arial" w:hAnsi="Arial" w:cs="Arial"/>
          <w:sz w:val="20"/>
          <w:szCs w:val="20"/>
        </w:rPr>
        <w:t xml:space="preserve">Ahora en MeWe www.mewe.com/i/elmanantialdelcaduceo </w:t>
      </w:r>
    </w:p>
    <w:p w:rsidR="003F7E45" w:rsidRDefault="003F7E45"/>
    <w:p w:rsidR="003F7E45" w:rsidRDefault="003F7E45"/>
    <w:p w:rsidR="003F7E45" w:rsidRPr="000C077F" w:rsidRDefault="003F7E45" w:rsidP="000C077F">
      <w:pPr>
        <w:jc w:val="both"/>
        <w:rPr>
          <w:rFonts w:ascii="Arial" w:hAnsi="Arial" w:cs="Arial"/>
          <w:sz w:val="20"/>
          <w:szCs w:val="20"/>
        </w:rPr>
      </w:pPr>
      <w:r w:rsidRPr="000C077F">
        <w:rPr>
          <w:rFonts w:ascii="Arial" w:hAnsi="Arial" w:cs="Arial"/>
          <w:sz w:val="20"/>
          <w:szCs w:val="20"/>
        </w:rPr>
        <w:t>Hola a todos,</w:t>
      </w:r>
      <w:r w:rsidRPr="000C077F">
        <w:rPr>
          <w:rFonts w:ascii="Arial" w:hAnsi="Arial" w:cs="Arial"/>
          <w:sz w:val="20"/>
          <w:szCs w:val="20"/>
        </w:rPr>
        <w:br/>
        <w:t>Bienvenidos a la Actualización Energética para junio. Soy Lee, y cada mes tomo el pulso de lo que podría estar apareciendo para nosotros energética, emocional, y psicológicamente.</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rPr>
          <w:rFonts w:ascii="Arial" w:hAnsi="Arial" w:cs="Arial"/>
          <w:sz w:val="20"/>
          <w:szCs w:val="20"/>
        </w:rPr>
      </w:pPr>
      <w:r w:rsidRPr="000C077F">
        <w:rPr>
          <w:rFonts w:ascii="Arial" w:hAnsi="Arial" w:cs="Arial"/>
          <w:sz w:val="20"/>
          <w:szCs w:val="20"/>
        </w:rPr>
        <w:t>Algunos de los temas del mes de junio son:</w:t>
      </w:r>
      <w:r w:rsidRPr="000C077F">
        <w:rPr>
          <w:rFonts w:ascii="Arial" w:hAnsi="Arial" w:cs="Arial"/>
          <w:sz w:val="20"/>
          <w:szCs w:val="20"/>
        </w:rPr>
        <w:br/>
      </w:r>
      <w:r w:rsidRPr="000C077F">
        <w:rPr>
          <w:rFonts w:ascii="Arial" w:hAnsi="Arial" w:cs="Arial"/>
          <w:b/>
          <w:bCs/>
          <w:sz w:val="20"/>
          <w:szCs w:val="20"/>
        </w:rPr>
        <w:t>Adueñándote de ti mismo</w:t>
      </w:r>
      <w:r w:rsidRPr="000C077F">
        <w:rPr>
          <w:rFonts w:ascii="Arial" w:hAnsi="Arial" w:cs="Arial"/>
          <w:sz w:val="20"/>
          <w:szCs w:val="20"/>
        </w:rPr>
        <w:t>: ¿eres dueño de quién eres en el mundo?</w:t>
      </w:r>
      <w:r w:rsidRPr="000C077F">
        <w:rPr>
          <w:rFonts w:ascii="Arial" w:hAnsi="Arial" w:cs="Arial"/>
          <w:sz w:val="20"/>
          <w:szCs w:val="20"/>
        </w:rPr>
        <w:br/>
      </w:r>
      <w:r w:rsidRPr="000C077F">
        <w:rPr>
          <w:rFonts w:ascii="Arial" w:hAnsi="Arial" w:cs="Arial"/>
          <w:b/>
          <w:bCs/>
          <w:sz w:val="20"/>
          <w:szCs w:val="20"/>
        </w:rPr>
        <w:t>Rediseñando Nuestras Relaciones</w:t>
      </w:r>
      <w:r w:rsidRPr="000C077F">
        <w:rPr>
          <w:rFonts w:ascii="Arial" w:hAnsi="Arial" w:cs="Arial"/>
          <w:sz w:val="20"/>
          <w:szCs w:val="20"/>
        </w:rPr>
        <w:t>, y</w:t>
      </w:r>
      <w:r w:rsidRPr="000C077F">
        <w:rPr>
          <w:rFonts w:ascii="Arial" w:hAnsi="Arial" w:cs="Arial"/>
          <w:sz w:val="20"/>
          <w:szCs w:val="20"/>
        </w:rPr>
        <w:br/>
      </w:r>
      <w:r w:rsidRPr="000C077F">
        <w:rPr>
          <w:rFonts w:ascii="Arial" w:hAnsi="Arial" w:cs="Arial"/>
          <w:b/>
          <w:bCs/>
          <w:sz w:val="20"/>
          <w:szCs w:val="20"/>
        </w:rPr>
        <w:t>Está Ingresando la Libertad Mental.</w:t>
      </w:r>
      <w:r w:rsidRPr="000C077F">
        <w:rPr>
          <w:rFonts w:ascii="Arial" w:hAnsi="Arial" w:cs="Arial"/>
          <w:sz w:val="20"/>
          <w:szCs w:val="20"/>
        </w:rPr>
        <w:br/>
        <w:t>Estén atentos para la actualización completa.</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Hola a todos. Bienvenidos a la Actualización Energética de junio. Estén atentos al final de este video para tener una pequeña idea de mi próximo retiro en línea de Soul Magic que tendrá lugar muy pronto. Más sobre eso más adelante. Tenemos mucho que comunicar hoy. Sé que los últimos meses para muchos de nosotros han involucrado una gran cantidad de movimiento de energía, movimiento emocional psicológico y literalmente grandes eventos que suceden en nuestras vidas personales y también en el mundo exterior. Vamos a echar un vistazo a algunos de los temas que me han dado en los que pueden encontrarse ahora mismo o recientemente o que podrían comenzar a aparecer en el mes de junio.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Como siempre, toma los temas que resuenan y que se aplican a ti. No te preocupes por el resto. Somos un grupo grande aquí, por lo que no todos van a experimentar todas estas cosas. El tema número uno es: Ser dueño de uno mismo. ¿Estás listo para reconocer quién eres en el mundo y deshacerte de quién ya no eres? Cada vez que se nos pide que nos apropiemos de nosotros mismos en un nivel completamente nuevo, a menudo puede ser que surjan lecciones, mensajes o experiencias para apoyarnos. Ahora, eso podría parecer que alguien viene y te felicita o te da una oportunidad con la que no estás seguro de poder cumplir, pero vas y haces eso.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Y luego, de repente, todos a tu alrededor dicen: "Hiciste muy bien eso", y de repente ves una habilidad que tienes que es natural para ti y que quizás antes no poseías. El lado oscuro de las lecciones sobre ser dueños de nosotros mismos es cuando pasamos por momentos difíciles con otras personas o con circunstancias en nuestra vida, o nos experimentamos en momentos de victimización, o directamente tenemos experiencias en nuestra vida externa que nos ponen en modo víctima, o nos convertimos en víctimas de pérdidas que realmente impactan negativamente en nuestra vida. Existe este tema continuo de, ¿somos dueños de lo que vinimos a ser aquí?</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En junio, hay un gran foco de atención sobre este tema. No te sorprendas demasiado si estás pasando por algunos de esos incómodos dolores de crecimiento que a menudo podemos atravesar en el viaje para adueñarnos de lo que somos. Porque por lo general, los críticos o los detractores nos han disuadido de quiénes somos, o personas que simplemente no ven o creen en esos aspectos de nosotros, o simplemente es posible que nunca hayamos descubierto estas cosas en nosotros mismos. Ser dueño de ti mismo es un viaje clave muy importante.</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Porque cuando eres dueño de quién eres en el mundo (qué es lo que sientes que estás aquí para decir, qué es lo que sientes que podrías ofrecer, cómo quieres ser y cómo quieres moverte por el mundo), realmente cambia mucho tu experiencia de lo que sucede a tu alrededor. De repente comienzas a tener experiencias que desearías o querrías porque te presentas de una manera en la que puedes encontrarte con ellas. Pero para la mayoría de nosotros, generalmente hay alguna prueba de fuego para llegar allí. A veces tenemos que atravesar viejas heridas, problemas o dificultades.</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Si eres alguien que en este momento está experimentando mucho, digamos, victimismo en ti mismo, ya sea porque las experiencias te han puesto allí, tal vez has pasado por algunas cosas realmente difíciles recientemente y te sientes realmente desempoderado por todo, o tal vez sea más sutil que eso para ti, tal vez te sientes un poco fuera de tí mismo, no te sientes empoderado, sientes que has perdido tu brújula interna o tu estrella polar: reconoce que la oportunidad es para que realmente profundices en adueñarte de ti mismo cuando llegues al otro lado de esto.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Empieza a recordar quién eres. Empieza a recordar lo que te gusta en la vida. Empieza a pensar en las cosas que te han ido bien o las cosas que has podido ayudar a otros a lograr o les han ido bien o la forma en que la gente te valida, las cosas positivas que has oído sobre ti a lo largo de los años, porque ese estado de víctima es una energía tramposa. Por lo general, tienes que aceptarlo y creerlo por completo para poder poner en marcha algún tipo de círculo de sanación. Pero entonces, el truco con la energía de la víctima es poder tener también un estado de observador que diga: "Oh, wow, estoy realmente en la 'víctima' en este momento y sé que ese no es mi destino final. Sé que voy a ser dueño de mí mismo en algún momento. ¿Qué está tratando de enseñarme este momento y qué estoy dispuesto a dejar ir para convertirme en la próxima versión de mí mismo?”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El segundo tema de este mes (no es una palabra que usaría normalmente, pero es la palabra que me dieron): Auge de Energía durante junio y julio. Incremento de Energía durante junio y julio. Una gran energía reveladora y generadora de cambios está en juego en nuestras vidas. Esto puede ser personal, y esto puede ser colectivo. Cómo interpreto eso en diferentes idiomas: son cosas que son muy impactantes o muy repentinas. Eso puede ser tan pequeño como una conversación que tienes con alguien que trae un estruendo de energía para ti.</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Te despierta o te sacude, o tienes que tener una conversación de seguimiento. Ese puede ser el boom. Pero igualmente, el boom podría ser algún evento externo que no ves venir o no anticipas que realmente causa ese impacto en tu mente, tu cuerpo, tus emociones. Te despierta. Te sacude. Es una energía reveladora y generadora de cambios que está en juego en la vida de muchos de nosotros y que puede manifestarse personal y colectivamente. Cada vez que escucho ese mensaje de mis guías, siempre siento curiosidad por lo que sucederá en el mundo. A veces suceden cosas muy importantes en el mundo que son bastante obvias durante mensajes como ese.</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Otras veces pueden ser más sutiles. Puede encontrarse contigo a través de eventos mundiales en junio o julio, o puede encontrarte en tu vida personal, o pueden ser ambas cosas. Pero estas energías de auge suelen ser el tipo de momentos que llegan y realmente cambian las cosas de una manera bastante grande. No siempre significa que el cambio sea para lo negativo, incluso si en el momento en que sucede puede parecer algo que no queremos o que no sabemos cómo manejar. Pero a menudo, estas energías de auge sacuden mucho de lo viejo. Pero en el momento de atravesarlos, podemos estar un poco conmocionados y retroceder por el tamaño o el impacto.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Una vez más, se remonta al tema uno, ¿Eres dueño de ti mismo? ¿Estás averiguando cómo ser dueño de quién eres en este planeta en el que todos estamos por un breve período de tiempo? No perdamos el tiempo dejando que otros controlen lo que somos, que influyan demasiado en lo que somos en detrimento nuestro. Averigüemos quiénes somos, para qué estamos aquí, y apoyémonos en eso, incluso si estamos nerviosos. De hecho, me sorprendería si no fuera así, porque la mayoría de nosotros no tomamos nuestro poder sin tener que sanar áreas en las que previamente nos hicieron perder el poder o nos permitimos perder el poder.</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Por supuesto, a nivel colectivo, eso también se está desarrollando. Tenemos muchas cosas que nos quitan poder colectivamente y muchas voces, corazones, cuerpos y almas están trabajando para llamar la atención y arrojar luz sobre ellas. Pero para ti, puede ser que te encuentres mayormente en ese auge de energía personalmente.</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Reingeniería de nuestras relaciones. Reingeniería de nuestras relaciones. Ahora, curiosamente, ese puede ser un tema que suena dramático, pero la buena noticia sobre esto es que, lo que mis guías estaban explicando, es que las energías sutiles están en funcionamiento cuando se trata de rediseñar nuestras relaciones. Durante los meses de junio y julio, es posible que notes que puedes rediseñar tus relaciones con menos esfuerzo que antes. Las cosas, la dinámica de las relaciones pueden encajar con los seres queridos o las personas que conoces de una manera más sutil y sin esfuerzo que nunca. Puedes decir, "Oh, uf", porque fue mucho más dramático hace unos años, pero es todo el trabajo y toda la conciencia en cada uno de nosotros y entre nosotros como personas lo que comienza a facilitar ese nivel de facilidad a la que quizás no estábamos tan acostumbrados hace muchos años.</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Cuanto más te adueñes de quién eres y de tu forma de ser, y no lo hagas abusando o perjudicando a otras personas, estarás trabajando en ello para convertirte en una mejor versión de ti mismo que en realidad puede ser más útil y de mayor ayuda para la gente en general, y entonces encontrarás que muchas de estas reingenierías de tus relaciones pueden ocurrir de manera sutil, pero notoria.</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Es posible que notes ciertas personas en tu vida que tal vez eran personas con las que luchaste por estar de acuerdo antes, o a veces puedes sentir una energía de conflicto entre ustedes dos. De repente podrías notar que algo de eso se acaba de disipar, y ni siquiera lo sabías cuándo estaba sucediendo, pero simplemente sucedió. Existe esta energía sutil que está rediseñando nuestras relaciones en este momento para bien. Presta atención a eso. Y si lo ves, celébralo. Porque es algo bueno para notar y celebrar y estar agradecido, pero está detrás de todo el trabajo que puedes haber estado haciendo en los últimos meses o años.</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El cuarto tema es: El Estiramiento de la Conciencia. El estiramiento de la conciencia. En lo que respecta a la conciencia en el planeta, que es la energía alta y baja en la que todos existimos, ¿pueden sentir que la conciencia se expande?</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Al mismo tiempo, estamos siendo empujados hacia adelante por la conciencia superior y hacia atrás por la conciencia inferior. Y en algún lugar en el medio, ahí es donde encontramos nuestra nueva fuerza. Mis guías han explicado esto muchas veces a lo largo de los años, que la conciencia superior que ahora estamos experimentando en el planeta también está haciendo que parte de la conciencia inferior luche, estalle, trate de tomar el control. Puedes mirar eso en el mundo exterior y puedes ver ejemplos de eso que se está desarrollando para ti a escala global, pero también puedes verlo en ti mismo.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Puedes ver la parte de ti que está evolucionando o que de repente tiene esta visión de en quién te vas a convertir en la próxima versión de ti mismo. Y "ups", he aquí, dos días después, llega tu crítico interior para tratar de hacerte retroceder. Este es un principio energético que está en funcionamiento en nuestras vidas todo el tiempo, pero en este momento la expansión es realmente grande porque la conciencia superior nos empuja hacia adelante con más agresividad que antes. No me refiero a agresivamente en un sentido negativo, empuja hacia donde vamos. Del mismo modo, a veces puedes sentir que tu cabeza da vueltas en ciertos días porque realmente tienes que dejar cosas viejas a gran velocidad.</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Algunos días puedes sentir que va alto, bajo, alto, bajo, alto, bajo y no puede equilibrarse. Por eso, desde hace varios años, los mensajes que he estado recibiendo son que tenemos que cuidarnos, tenemos que poner atención a nuestro autocuidado y nuestro equilibrio. ¿Cómo podemos regularnos? Eso se verá diferente para cada uno de nosotros. El yoga de una persona es para otra: "Me siento en el jardín y miro los árboles". Ya sea yoga, meditación, vaciar tu mente, estar quieto, jardinería, cocinar, bailar, música, hablar con tu amigo favorito, ¿cuáles son las cosas que te brindan una sensación de paz, equilibrio, que te ayudan a regularte en este mundo? y¿estás empleando suficientes de esas prácticas, especialmente si te sientes jalado por la conciencia en este momento?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Es muy importante no sentirse simplemente a merced de ese estiramiento de la conciencia y, en cambio, decir: "Está bien, estoy pasando por mucho. Voy a aumentar mi cuidado personal. Voy a aumentar la cantidad de rutina que me brindo tan solo para estabilizarme". Porque cuando nos estamos expandiendo, sanando y creciendo, cuando estamos en una fase como esa el superpoder es la "integración". No es necesariamente la gran visión la que hace todo el trabajo.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Es tu capacidad de volver a tu cuerpo, volver a la quietud, aquietar tu vida lo suficiente como para que toda esa energía visionaria que ha crepitado en ti tenga tiempo de filtrarse lentamente a través del cuerpo y trabajar en tu cableado de una nueva manera. Es posible que estés notando que muchos de los temas de este mes están muy estrechamente conectados, porque hay una gran danza de energía trabajando para todos nosotros. Es interesante, las cosas pueden parecerte un poco más tranquilas en tu vida externa quizás que en otras ocasiones, pero lo que realmente está sucediendo ahora mismo para todos nosotros internamente es un montón y a gran velocidad. Sólo asegúrate de controlar la velocidad cuando lo necesites y de crear pequeños "momentos de santuario" para ti, sea lo que sea que eso te parezca, para que puedas calmar ese estiramiento de conciencia si sientes que justo ahora se ha apropiado totalmente de ti.</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La Negación y el Entierro son Más Difíciles Que Nunca en El Yo y en El Colectivo: Esto Conduce a la Divulgación Colectiva y la Divulgación Personal, Que es una Sanación Profunda Con, Algunas Veces, Impactos Agudos a Nivel Personal. Bien, voy a tener que desmenuzar eso un poco. Para aquellos de ustedes que no me conocen, he estado canalizando durante veintitrés años, y mis guías me dan los temas para estas Actualizaciones de Energía.</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Me impresionó un poco su palabra "entierro", porque me dieron el tema, "La Negación y el Entierro Son Más Difíciles que Nunca". Por supuesto que, para muchos de nosotros, el entierro significa algo más, un poco más que el “final de la vida”. Pero están hablando de las cosas que podemos haber enterrado en nuestra propia psique, las emociones que podemos haber enterrado, pero que de repente ahora pueden salir a la superficie; esa conciencia y estamos en un punto en el que podemos comenzar a liberar algunas de las cosas viejas enterradas dentro de nosotros. Eso no son sólo heridas y traumas, por cierto. Eso pueden ser dones. Puede que hayamos enterrado nuestros dones. Puede que hayamos enterrado nuestra brillantez.</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Es posible que hayamos enterrado nuestra magia porque simplemente no era seguro para nosotros dejar que fuera parte de nuestra vida en un momento determinado. Esto se remonta a, ¿estás adueñándote de ti mismo? ¿Eres dueño de alguna parte enterrada de tus dones, de tu brillantez? Necesitan volver. La negación es más difícil que nunca. Hablemos del lado colectivo. Creo que es por eso que una de las cosas que muchos de nosotros estamos notando en los últimos años es cuánto sale al público lo que antes estaba oculto o enterrado a nivel colectivo. Eso va a continuar. Eso está realmente rodando ahora.</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Pero a nivel personal (que es el área de nosotros en la que tenemos la influencia más directa y, por supuesto, nuestra composición influye en el mundo exterior), la negación será difícil para ti en este momento de tu vida. Tal vez hay algo que has estado evitando hacer o ver en ti mismo o cambiar y se va a poner más difícil. Es un poco como con la adicción, se dice que para muchos adictos el tocar fondo es lo que les lleva a hacer un cambio. No siempre tiene que ser así. Hay otras personas que dicen: "Ah, este hábito me está costando más de lo que me está dando, así que voy a parar".</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Pero algunos realmente requieren tocar fondo. No tengo la sensación de que muchos de ustedes vayan a tener que tocar fondo en algunos de estos temas. No creo que tenga que ser tan dramático. Pero para algunos de ustedes, puede requerir algunos golpes fuertes. Porque a nivel personal, el hecho de que la negación sea más difícil que nunca y que enterrar cosas dentro de ti sea más difícil que nunca significa que es una temporada de sanación profunda para sanar algunas de las cosas que puedes haberte negado a ti mismo o a los demás o puedes haber enterrado con impactos a veces bruscos en un nivel personal. Eso podría ser tan simple como que alguien te diga: "Bueno, sabes que siempre has sido irresponsable con el dinero", y luego siguen adelante.</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No están siendo terriblemente críticos. Pero en el momento en que te lo dicen, te golpea entre los ojos porque siempre te lo has negado un poco a ti mismo. Pero escuchar a un amigo tuyo decir eso con tanta naturalidad, te sorprende, pero también te hace mirarlo y decir: "Oh, guau, ¿siempre he sido irresponsable con el dinero? ¿Es así como quiero seguir viviendo? ¿Quiero limpiar eso porque podría llegar al fondo de por qué es así y podría cambiarlo? Eso encaja con este tema de la curación.</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El siguiente tema es: Resolviedo las Llamaradas Emocionales. Resolución de llamaradas emocionales. Es interesante cómo todo esto está tan conectado este mes. Los brotes emocionales continuos en nosotros o las áreas de curación en curso en nuestras vidas o los síntomas de salud física, pueden estar estallando en este momento. Un área de curación en curso en nuestra vida podría parecerse a tu problema de toda la vida de baja autoestima. Podría parecerse a tu problema de toda la vida de ser irresponsable con el dinero. Podría parecerse a tu tema de toda la vida de "Estoy tan desesperado por tener una relación romántica y no me lo he procurado por 10 años, y ahora se siente como una gran herida". Este es un momento para resolver algunas de esas cosas, pero los brotes emocionales a menudo lo acompañarán.</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Es como si la herida se volviera muy ruidosa, o tuvieras un brote en respuesta a otras personas, eventos a tu alrededor que pueden o no ser una representación real de hacia dónde va tu brote. Pero la razón por la que estás inflamandote es porque es hora de deshacerte de estas cosas. Es hora de seguir adelante con esta parte de tu vida y dejarla ir, que sea un rol menor en tu historia en el futuro. Del mismo modo, los síntomas de salud física o las advertencias pueden estar llegando a la vida de algunos de nosotros sólo para llamar nuestra atención, un desequilibrio en el cuerpo físico para llamar nuestra atención sobre cuidarnos mejor, cierta área del cuerpo y lo que puede correlacionarse energéticamente.</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Ya sea que lo estés experimentando física, emocional o mentalmente, resolviendo estos estallidos emocionales en nuestra vida que han estado desarrollándose, que se relacionan con viejos temas para ti. No son necesariamente cosas nuevas. Son cosas que pueden haber sido una lección de vida para ti durante mucho tiempo. Pero estamos en un momento en el que, de nuevo, debido a que la conciencia nos está empujando hacia adelante, no pueden aferrarse al lugar hacia donde vas. No pueden retenernos de ir hacia donde nos dirigimos, por lo que se encienden cuando intentan liberarse. A veces puede ser muy poco elegante. Puede ser bastante espasmódico o dramático, pero esa es la forma en que puede estar pasando a través tuyo.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Pero si prestas atención al hecho de que está sucediendo y te das cuenta de que te está sucediendo a ti, la forma en que tratamos estos brotes lo es todo. Aplica gracia, amor y conciencia para obtener los mejores y más rápidos resultados. Digamos que tienes un gran estallido emocional con tu pareja romántica o la persona con la que estás casado, y es el mismo problema que ha surgido antes, pero tal vez es mucho más dramático esta vez o algo repentino que hizo lo estalló para ti. Por supuesto, ten la explosión, pero ¿puedes aplicar tanta gracia, tanto amor y conciencia como puedas cuando ocurre la llamarada y directamente después y en cualquier conversación subsiguiente?</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Ayudará mucho. Te llevará al otro tema de este mes donde la reingeniería de las relaciones puede ocurrir con menos esfuerzo que antes. Si estás en uno de los brotes en este momento, solo mira cuánta gracia, amor y conciencia puedes sostener mientras estás ardiendo y cuánta puedes invitar mientras ardes y después, y eso te dará los mejores y más rápidos resultados de curación. El siguiente tema es: La Libertad de la Mente. Libertad Mental. La vieja mente se está cayendo y está permitiendo presencia y posibilidad en nuevos niveles.</w:t>
      </w:r>
      <w:r w:rsidRPr="000C077F">
        <w:rPr>
          <w:rFonts w:ascii="Arial" w:hAnsi="Arial" w:cs="Arial"/>
          <w:sz w:val="20"/>
          <w:szCs w:val="20"/>
        </w:rPr>
        <w:br/>
      </w:r>
      <w:r w:rsidRPr="000C077F">
        <w:rPr>
          <w:rFonts w:ascii="Arial" w:hAnsi="Arial" w:cs="Arial"/>
          <w:sz w:val="20"/>
          <w:szCs w:val="20"/>
        </w:rPr>
        <w:br/>
        <w:t>Nuestras viejas formas de pensar, nuestras viejas ideas sobre la vida, nuestras viejas formas en las que fuimos entrenados para ver, pensar o percibir las cosas que nos rodean, se están desmoronando cada vez más, tanto socialmente como a nivel individual. Eso puede significar que tienes que defender tus propios pensamientos y deseos nuevos, incluso ante los que están cerca de ti, incluso ante la persona que normalmente está siempre de tu lado. Debido a que estás teniendo libertad mental, es posible que ellos aún no estén allí. Y de la misma manera, podría ser al revés. Un amigo tuyo podría presentarte algo que te desafía un poco, pero es porque han ido a un nuevo nivel mental.</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Una parte de su mente se ha desbloqueado y los está desbloqueando de una manera para la que puedes o no estar preparado. Libertad mental es permitir un nuevo nivel de presencia para la vida, la posibilidad para tu vida de entrar. Para algunos de ustedes, esto será glorioso y dirán: "Oh, esto es genial. He estado esperando esto durante años". Para algunos de ustedes, esto podría ser un poco, "Espera, estoy un poco confundido. Mi mente no está haciendo lo que solía hacer. Siento que mis patrones y mis ritmos están fuera de lugar porque tengo todas estas nuevas ideas y conceptos que aún no han aterrizado en mi cuerpo". Se paciente contigo mismo.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Sé paciente con los demás también, especialmente si te encuentras en la posición de tener que defender tu nuevo pensamiento o tu nueva forma de pensar con aquellos que están cerca de ti que dicen algo como: "Oh, no sé adónde vas con esto". Sé paciente con ellos como si fueras paciente contigo mismo. Esta libertad mental está rodando por todo el planeta. No significa que todos sean completamente libres en su mente, pero sí significa que a todos nos suceden formas más libres de pensar sobre las cosas, verlas y sentirlas de diferentes maneras y en diferentes áreas en diferentes momentos.</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Mejoras pequeñas pero poderosas en torno a la forma en que pensamos, en torno a la forma en que percibimos. Todo está conectado a la conciencia, la energía del corazón, la intuición. La mente tiene que liberarse hasta cierto punto para permitir que entre todo eso. Muchos de ustedes estarán experimentando esa libertad mental en este momento y si no la están experimentando a través de ustedes mismos, tengan paciencia con ese amigo suyo que no la está experimentando, que parece no tener sentido para ti en este momento. La prueba es, ¿se ven felices? Si se ven felices y con los pies en la tierra, están bien. Déjalos con eso y es posible que finalmente lo captes. Si se ven un poco fuera de control, eso es diferente. Pero sé paciente con esta libertad mental en ti mismo y con los demás.</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Por último, el tema final de este mes es: La Sabiduría de la Ira. La sabiduría de la ira. Ahora bien, este tema ha surgido varias veces durante el último año o dos. Me resistí un poco a escribir esto, ¡pero insistieron! Entonces, claramente tenemos que dar muchas vueltas a este tema. La sabiduría de la ira. La pregunta para ti es, ¿tu ira es un límite o una reacción? Por ejemplo, el límite que sientes dentro de tu cuerpo como una llama. A veces, si tu cuerpo se enciende, esta es una experiencia que tengo, siento como una llama en mi cuerpo, eso es un límite.</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Es como que se supone que debo permanecer o representar donde estoy. No siempre significa que le gustará a la otra persona. No siempre significa que les va a agradar. Pero para mí en este momento, es una llama muy intuitiva que me atraviesa. El otro tipo es donde tomas esa llama y la conviertes en un lanzallamas, y comienzas a incendiar la habitación y a todos los demás porque estás teniendo una reacción defensiva contra lo que alguien más te está trayendo. Por supuesto, es una línea muy fina. No es necesariamente decir que uno es perfecto y el otro no lo es. Los dos pueden encontrarse muy fácilmente.</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Pero esto es lo que pasa con la ira en este momento. La ira inconsciente, reactiva y culpabilizadora, la ira que quiere atacar -también puede verse como negación, por cierto- es muy diferente a un límite de fuego que se mueve a través del cuerpo. La pregunta es (y esta es la forma de usar la sabiduría de la ira), ¿estás escuchando tu propio fuego interior y averiguando cómo usarlo de manera responsable? ¿Estás escuchando esa señal interna del cuerpo y diciendo: "Oh, mi cuerpo está tratando de llamar mi atención aquí. Sólo dije 'sí' a eso que realmente no quería hacer o decir si. Mi cuerpo simplemente... me inflamé mucho porque me traicioné a mí mismo. Traicioné mi cuerpo a través de palabras, tal vez para complacer a esa persona o porque pensé que no tenía otra opción y ahora mi cuerpo está en llamas".</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La sabiduría de la ira, ¿es tu ira un límite o es una reacción? En Estados Unidos, hay un sitio web llamado Nextdoor (Vecino). Creo que es diferente en el Reino Unido y en otros lugares, pero vaya, vaya, hay algo de ira reactiva que se ve en esos sitios web. Es muy interesante ver dónde estamos como colectivo y la amplia gama de personas que pueden ser muy reactivas, juzgar y atacar a los demás en un sitio web como ese. Y luego estas increíbles voces de paz, pacificadoras, angelicales, que entran y sostienen el espacio.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Encuentro que es un sitio web muy interesante para medir: ¿cómo estamos todos como colectivo en este momento con estos fuertes sentimientos? Y eso es lo que está pasando. Estamos teniendo sentimientos muy fuertes. La ira puede ser un sentimiento muy destructivo o puede ser un amigo muy sabio para ti. Puede estar tratando de llamar tu atención. Sólo presta atención a la sabiduría de tu ira, no es que necesitas salir corriendo y regañar a todos cuando estás enojado, pero ¿hacia qué es lo que ese fuego está tratando de llamar tu atención? ¿Dejarás que sea un amigo y un aliado para ti? ¿Aprenderás a mantener el espacio para que no salga volando de ti? Eso es algo en lo que todos estamos trabajando y refinando ahora mismo.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Esos son los temas para junio. Gracias por sintonizarnos. Acabo de hacer una transmisión gratuita. Es una enseñanza de 75 minutos llamada Accediendo a la Magia Dentro de Ti. Puedes encontrarlo aquí mismo en mi canal de YouTube. También pondremos un enlace debajo de este video. Se llama Accediendo a la Magia Dentro de ti. Te hablo de tu magia espiritual, pero también de tu magia humana y de cómo todos hemos sido entrenados para creer que no tenemos magia humana. Nos han enseñado a ver la magia como una fuerza distante, y no creo que lo sea en absoluto. Está corriendo a través y alrededor de nosotros todo el tiempo.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El taller gratuito te hace pensar un poco diferente y te invita a hacer un par de ejercicios para encontrar uno propio. Y luego canalizo a mis guías, los Z. Está allá. Es gratis para todos. Espero que disfrutes. También era algo que quería hacer porque Soul Magic (Magia del Alma), el retiro en línea que estamos realizando del 14 al 26 de junio (aunque no tienes que estar allí en esas fechas, tendrás todo el material para toda tu vida, o mientras haya internet ), si te unes, es realmente un poderoso espacio de contención para que te conviertas en la próxima versión de ti. Mis guías, los Z y yo, a menudo hablamos de estos tiempos y, a menudo, señalamos diferentes cosas que suceden en estos tiempos.</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Quería algo que realmente cubriera la próxima década o dos. Quería dejar espacio para enseñanzas atemporales sobre las relaciones, el poder curativo de las relaciones y lo que realmente representan a nivel energético, abundancia, manifestación, cómo somos magnéticos, cómo fluir con nuestras vidas y atraer más a nuestras vidas. Pero no sólo transmití esos mensajes, lo hago en conjunto con Davor Bozic, quien es mi querido hermano musical. Durante la última década, Davor y yo hemos llevado la magia de la canalización con su música intuitiva al mismo tiempo a los salones de los talleres en vivo por todo el mundo.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Nunca antes lo habíamos hecho en video y nunca habíamos podido mostrárselo a tantos de ustedes. Quería hacer algo muy, muy especial. Reproduciremos un tráiler en un minuto para que tengas una idea de lo que se trata Soul Magic, pero únete a nosotros si te sientes llamado a llevar tu forma de vida y de ser al siguiente nivel. Ese es el espacio que mi equipo y yo estamos reservando para ti en junio, y estamos ansiosos por comenzar. Por último, hablando de mis guías, los Z, este mes salió en Europa el libro Conversaciones con los Z. El libro dos de Conversaciones con los Z, se llama Despierta tu Multidimensionalidad.</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Salió en América del Norte en mayo, y ahora estamos aquí en junio, está saliendo en todas partes. Gracias a todos los que obtuvieron una copia del libro o escucharon el audiolibro. Estas son conversaciones increíbles. A partir del próximo mes de julio, vamos a ofrecer una vista previa de todo el audio del libro tres a los miembros de la comunidad de mi Portal. Siempre damos a los miembros de la comunidad de mi Portal copias de audio anticipadas del material del libro. Comenzamos un nuevo viaje llamado Desmitificando la Reencarnación y el Karma, que es el tema del libro tres.</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Comenzamos eso el 1 de julio. El Portal es donde todos los meses salgo en vivo con los Z, respondo sus preguntas, traigo no solo mi propio trabajo, sino el trabajo de muchos otros para apoyar y elevar tu vida a medida que avanzamos a través de estos muy interesantes, pero muy poderosos tiempos. Dicho esto, los dejaré con un atisbo de Soul Magic.</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Mucho amor, para todos. Espero verte en Soul Magic o dentro de The Portal.</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Y hasta el próximo mes, cuídate mucho.</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Lee</w:t>
      </w:r>
    </w:p>
    <w:p w:rsidR="003F7E45" w:rsidRPr="000C077F" w:rsidRDefault="003F7E45" w:rsidP="000C077F">
      <w:pPr>
        <w:jc w:val="both"/>
        <w:rPr>
          <w:rFonts w:ascii="Arial" w:hAnsi="Arial" w:cs="Arial"/>
          <w:sz w:val="20"/>
          <w:szCs w:val="20"/>
        </w:rPr>
      </w:pPr>
    </w:p>
    <w:p w:rsidR="003F7E45" w:rsidRPr="000C077F" w:rsidRDefault="003F7E45" w:rsidP="000C077F">
      <w:pPr>
        <w:jc w:val="both"/>
        <w:rPr>
          <w:rFonts w:ascii="Arial" w:hAnsi="Arial" w:cs="Arial"/>
          <w:sz w:val="20"/>
          <w:szCs w:val="20"/>
        </w:rPr>
      </w:pPr>
      <w:r w:rsidRPr="000C077F">
        <w:rPr>
          <w:rFonts w:ascii="Arial" w:hAnsi="Arial" w:cs="Arial"/>
          <w:sz w:val="20"/>
          <w:szCs w:val="20"/>
        </w:rPr>
        <w:t>Copyright © 2023 por Lee Harris Energy LLC Todos los derechos reservados. Ninguna parte de esta publicación puede ser reproducida, distribuida o transmitida de ninguna forma ni por ningún medio, incluidas fotocopias, grabaciones u otros métodos electrónicos o mecánicos, sin el permiso previo por escrito del editor.</w:t>
      </w:r>
    </w:p>
    <w:p w:rsidR="003F7E45" w:rsidRPr="000C077F" w:rsidRDefault="003F7E45" w:rsidP="000C077F">
      <w:pPr>
        <w:jc w:val="both"/>
        <w:rPr>
          <w:rFonts w:ascii="Arial" w:hAnsi="Arial" w:cs="Arial"/>
          <w:sz w:val="20"/>
          <w:szCs w:val="20"/>
        </w:rPr>
      </w:pPr>
    </w:p>
    <w:sectPr w:rsidR="003F7E45" w:rsidRPr="000C077F" w:rsidSect="000C077F">
      <w:pgSz w:w="11906" w:h="16838"/>
      <w:pgMar w:top="1134" w:right="1134" w:bottom="1134" w:left="1134"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71F8"/>
    <w:rsid w:val="00030D32"/>
    <w:rsid w:val="000C077F"/>
    <w:rsid w:val="002823E5"/>
    <w:rsid w:val="003F7E45"/>
    <w:rsid w:val="00402743"/>
    <w:rsid w:val="006071F8"/>
    <w:rsid w:val="0070458E"/>
    <w:rsid w:val="00A20049"/>
    <w:rsid w:val="00BB68ED"/>
    <w:rsid w:val="00E71993"/>
    <w:rsid w:val="00F97E5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1F8"/>
    <w:pPr>
      <w:suppressAutoHyphens/>
    </w:pPr>
    <w:rPr>
      <w:kern w:val="2"/>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071F8"/>
    <w:rPr>
      <w:rFonts w:cs="Times New Roman"/>
      <w:color w:val="000080"/>
      <w:u w:val="single"/>
    </w:rPr>
  </w:style>
  <w:style w:type="paragraph" w:styleId="Title">
    <w:name w:val="Title"/>
    <w:basedOn w:val="Normal"/>
    <w:next w:val="BodyText"/>
    <w:link w:val="TitleChar"/>
    <w:uiPriority w:val="99"/>
    <w:qFormat/>
    <w:rsid w:val="006071F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10"/>
    <w:rsid w:val="00B25E3F"/>
    <w:rPr>
      <w:rFonts w:asciiTheme="majorHAnsi" w:eastAsiaTheme="majorEastAsia" w:hAnsiTheme="majorHAnsi" w:cs="Mangal"/>
      <w:b/>
      <w:bCs/>
      <w:kern w:val="28"/>
      <w:sz w:val="32"/>
      <w:szCs w:val="29"/>
      <w:lang w:eastAsia="zh-CN" w:bidi="hi-IN"/>
    </w:rPr>
  </w:style>
  <w:style w:type="paragraph" w:styleId="BodyText">
    <w:name w:val="Body Text"/>
    <w:basedOn w:val="Normal"/>
    <w:link w:val="BodyTextChar"/>
    <w:uiPriority w:val="99"/>
    <w:rsid w:val="006071F8"/>
    <w:pPr>
      <w:spacing w:after="140" w:line="276" w:lineRule="auto"/>
    </w:pPr>
  </w:style>
  <w:style w:type="character" w:customStyle="1" w:styleId="BodyTextChar">
    <w:name w:val="Body Text Char"/>
    <w:basedOn w:val="DefaultParagraphFont"/>
    <w:link w:val="BodyText"/>
    <w:uiPriority w:val="99"/>
    <w:semiHidden/>
    <w:rsid w:val="00B25E3F"/>
    <w:rPr>
      <w:rFonts w:cs="Mangal"/>
      <w:kern w:val="2"/>
      <w:sz w:val="24"/>
      <w:szCs w:val="21"/>
      <w:lang w:eastAsia="zh-CN" w:bidi="hi-IN"/>
    </w:rPr>
  </w:style>
  <w:style w:type="paragraph" w:styleId="List">
    <w:name w:val="List"/>
    <w:basedOn w:val="BodyText"/>
    <w:uiPriority w:val="99"/>
    <w:rsid w:val="006071F8"/>
  </w:style>
  <w:style w:type="paragraph" w:styleId="Caption">
    <w:name w:val="caption"/>
    <w:basedOn w:val="Normal"/>
    <w:uiPriority w:val="99"/>
    <w:qFormat/>
    <w:rsid w:val="006071F8"/>
    <w:pPr>
      <w:suppressLineNumbers/>
      <w:spacing w:before="120" w:after="120"/>
    </w:pPr>
    <w:rPr>
      <w:i/>
      <w:iCs/>
    </w:rPr>
  </w:style>
  <w:style w:type="paragraph" w:customStyle="1" w:styleId="ndice">
    <w:name w:val="Índice"/>
    <w:basedOn w:val="Normal"/>
    <w:uiPriority w:val="99"/>
    <w:rsid w:val="006071F8"/>
    <w:pPr>
      <w:suppressLineNumbers/>
    </w:pPr>
  </w:style>
  <w:style w:type="paragraph" w:styleId="NormalWeb">
    <w:name w:val="Normal (Web)"/>
    <w:basedOn w:val="Normal"/>
    <w:uiPriority w:val="99"/>
    <w:rsid w:val="000C077F"/>
    <w:pPr>
      <w:suppressAutoHyphens w:val="0"/>
      <w:spacing w:before="100" w:beforeAutospacing="1" w:after="100" w:afterAutospacing="1"/>
    </w:pPr>
    <w:rPr>
      <w:rFonts w:ascii="Times New Roman" w:hAnsi="Times New Roman" w:cs="Times New Roman"/>
      <w:kern w:val="0"/>
      <w:lang w:val="es-ES" w:eastAsia="es-E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4754</Words>
  <Characters>26152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ACTUALIZACIÓN ENERGÉTICA DE JUNIO DE 2023</dc:title>
  <dc:subject/>
  <dc:creator/>
  <cp:keywords/>
  <dc:description/>
  <cp:lastModifiedBy>gwartel@hotmail.com</cp:lastModifiedBy>
  <cp:revision>2</cp:revision>
  <dcterms:created xsi:type="dcterms:W3CDTF">2023-07-23T18:15:00Z</dcterms:created>
  <dcterms:modified xsi:type="dcterms:W3CDTF">2023-07-23T18:15:00Z</dcterms:modified>
</cp:coreProperties>
</file>