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BF" w:rsidRDefault="00D138BF">
      <w:pPr>
        <w:jc w:val="center"/>
      </w:pPr>
      <w:r>
        <w:rPr>
          <w:rFonts w:ascii="Trebuchet MS" w:hAnsi="Trebuchet MS"/>
          <w:b/>
          <w:smallCaps/>
          <w:sz w:val="36"/>
          <w:szCs w:val="36"/>
        </w:rPr>
        <w:t>Actualización de la Luna Llena del 10 de Enero de 2020</w:t>
      </w:r>
      <w:r>
        <w:rPr>
          <w:rFonts w:ascii="Trebuchet MS" w:hAnsi="Trebuchet MS"/>
          <w:b/>
          <w:smallCaps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8 de </w:t>
      </w:r>
      <w:r>
        <w:rPr>
          <w:rFonts w:ascii="Arial" w:hAnsi="Arial" w:cs="Arial"/>
          <w:b/>
          <w:sz w:val="20"/>
          <w:szCs w:val="20"/>
        </w:rPr>
        <w:t>Enero</w:t>
      </w:r>
      <w:r>
        <w:rPr>
          <w:rFonts w:ascii="Arial" w:hAnsi="Arial" w:cs="Arial"/>
          <w:sz w:val="20"/>
          <w:szCs w:val="20"/>
        </w:rPr>
        <w:t xml:space="preserve"> 2020</w:t>
      </w:r>
    </w:p>
    <w:p w:rsidR="00D138BF" w:rsidRDefault="00D138BF">
      <w:pPr>
        <w:pStyle w:val="Heading2"/>
        <w:spacing w:before="280" w:after="28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 w:val="0"/>
          <w:sz w:val="20"/>
        </w:rPr>
        <w:t>Difusión: El Manantial del Caduceo en la Era del Ahora</w:t>
      </w:r>
      <w:r>
        <w:rPr>
          <w:rFonts w:ascii="Arial" w:hAnsi="Arial" w:cs="Arial"/>
          <w:b w:val="0"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 w:val="0"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</w:p>
    <w:p w:rsidR="00D138BF" w:rsidRPr="006D2D00" w:rsidRDefault="00D138BF" w:rsidP="006D2D00">
      <w:pPr>
        <w:pStyle w:val="Heading3"/>
        <w:shd w:val="clear" w:color="auto" w:fill="FFFFFF"/>
        <w:spacing w:beforeAutospacing="0" w:after="120" w:afterAutospacing="0"/>
        <w:textAlignment w:val="baseline"/>
        <w:rPr>
          <w:rFonts w:ascii="Arial" w:hAnsi="Arial" w:cs="Arial"/>
          <w:sz w:val="30"/>
          <w:szCs w:val="30"/>
        </w:rPr>
      </w:pPr>
      <w:r w:rsidRPr="006D2D00">
        <w:rPr>
          <w:rFonts w:ascii="Arial" w:hAnsi="Arial" w:cs="Arial"/>
          <w:sz w:val="30"/>
          <w:szCs w:val="30"/>
        </w:rPr>
        <w:t>La luna llena con un eclipse lunar penumbral es el viernes 10 de enero a las 12:21 p.m., hora estándar de la montaña (MST).</w:t>
      </w:r>
    </w:p>
    <w:p w:rsidR="00D138BF" w:rsidRDefault="00D138BF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 </w:t>
      </w:r>
    </w:p>
    <w:p w:rsidR="00D138BF" w:rsidRDefault="00D138BF" w:rsidP="005505C4">
      <w:pPr>
        <w:pStyle w:val="NormalWeb"/>
        <w:shd w:val="clear" w:color="auto" w:fill="FFFFFF"/>
        <w:spacing w:beforeAutospacing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D2D00">
        <w:rPr>
          <w:rFonts w:ascii="Arial" w:hAnsi="Arial" w:cs="Arial"/>
          <w:sz w:val="20"/>
          <w:szCs w:val="20"/>
        </w:rPr>
        <w:t xml:space="preserve">El eclipse está en su punto más completo a las 12:10 PM MST. Este podría ser un momento de agitación, inquietud e </w:t>
      </w:r>
      <w:r>
        <w:rPr>
          <w:rFonts w:ascii="Arial" w:hAnsi="Arial" w:cs="Arial"/>
          <w:sz w:val="20"/>
          <w:szCs w:val="20"/>
        </w:rPr>
        <w:t>irritabilidad, en gran parte en en</w:t>
      </w:r>
      <w:r w:rsidRPr="006D2D00">
        <w:rPr>
          <w:rFonts w:ascii="Arial" w:hAnsi="Arial" w:cs="Arial"/>
          <w:sz w:val="20"/>
          <w:szCs w:val="20"/>
        </w:rPr>
        <w:t>torno a su propio proceso y en gran parte en torno a lo que ex</w:t>
      </w:r>
      <w:r>
        <w:rPr>
          <w:rFonts w:ascii="Arial" w:hAnsi="Arial" w:cs="Arial"/>
          <w:sz w:val="20"/>
          <w:szCs w:val="20"/>
        </w:rPr>
        <w:t>perimenta en el mundo. Los que l</w:t>
      </w:r>
      <w:r w:rsidRPr="006D2D00">
        <w:rPr>
          <w:rFonts w:ascii="Arial" w:hAnsi="Arial" w:cs="Arial"/>
          <w:sz w:val="20"/>
          <w:szCs w:val="20"/>
        </w:rPr>
        <w:t>e rodean (incluidos los niños y las mascotas) podrían actuar. No lo tome como algo personal y practique la compasión y la paciencia en situaciones que no puede resolver, especialmente para otra persona. Este es un marco de tiempo muy potente y de apoyo para evaluar su vida desde un punto de neutralidad y luego lanzar un plan de acción a partir de las decisiones y elecciones que surgen en este momento. Si no se ha centrado en sus intenciones para el año, sabiendo lo que quiere y hacia dónde va, este es el momento de hacerlo. ¿Si no es ahora, cuando? (</w:t>
      </w:r>
      <w:hyperlink r:id="rId9" w:history="1">
        <w:r w:rsidRPr="006D2D00">
          <w:rPr>
            <w:rStyle w:val="Hyperlink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Intenciones, objetivos y resoluciones, el curso en línea es una excelente guía para establecer intenciones</w:t>
        </w:r>
      </w:hyperlink>
      <w:r w:rsidRPr="006D2D00">
        <w:rPr>
          <w:rFonts w:ascii="Arial" w:hAnsi="Arial" w:cs="Arial"/>
          <w:sz w:val="20"/>
          <w:szCs w:val="20"/>
        </w:rPr>
        <w:t> )</w:t>
      </w:r>
    </w:p>
    <w:p w:rsidR="00D138BF" w:rsidRPr="006D2D00" w:rsidRDefault="00D138BF" w:rsidP="006D2D00">
      <w:pPr>
        <w:pStyle w:val="NormalWeb"/>
        <w:shd w:val="clear" w:color="auto" w:fill="FFFFFF"/>
        <w:spacing w:beforeAutospacing="0" w:afterAutospacing="0"/>
        <w:textAlignment w:val="baseline"/>
        <w:rPr>
          <w:rFonts w:ascii="Arial" w:hAnsi="Arial" w:cs="Arial"/>
          <w:sz w:val="20"/>
          <w:szCs w:val="20"/>
        </w:rPr>
      </w:pPr>
    </w:p>
    <w:p w:rsidR="00D138BF" w:rsidRPr="006D2D00" w:rsidRDefault="00D138BF" w:rsidP="005505C4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D2D00">
        <w:rPr>
          <w:rFonts w:ascii="Arial" w:hAnsi="Arial" w:cs="Arial"/>
          <w:sz w:val="20"/>
          <w:szCs w:val="20"/>
        </w:rPr>
        <w:t>Hay mucha energía y muchas cosas sucediendo en el planeta y en las vidas individuales en este momento. 2020 ha tenido un comienzo turbulento. Si usted ha sido personalmente afectado por esta turbulencia, manténgala como el proceso de cambio y una sacudida muy necesaria. No sabemos dónde y cómo terminarán o comenzarán algunas cosas, pero podemos hacer una diferencia en cómo abrazamos y trabajamos con el potencial que siempre existe en el campo cuántico. Mantenerse firme y claro en su propia verdad y ser claro acerca de cómo desea sentirse moviéndose hacia su propio futuro le da al campo cuántico algo para organizar y manifestar. Se necesita un reinicio, tanto personal como en el planeta, y este es el mejor marco de tiempo (este año) para centrarse en lo que es. Oración, compasión y envío de protección, El amor y la esperanza a esas áreas y seres que están sufriendo es parte de nuestro servicio en este momento. También es muy importante protegernos y mantener nuestros propios contenedores al más alto nivel de integridad y luz.</w:t>
      </w:r>
    </w:p>
    <w:p w:rsidR="00D138BF" w:rsidRDefault="00D138BF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6D2D00">
        <w:rPr>
          <w:rFonts w:ascii="Arial" w:hAnsi="Arial" w:cs="Arial"/>
          <w:sz w:val="20"/>
          <w:szCs w:val="20"/>
        </w:rPr>
        <w:t>¡Muchas bendiciones para todos ustedes!</w:t>
      </w:r>
      <w:r w:rsidRPr="006D2D00">
        <w:rPr>
          <w:rFonts w:ascii="Arial" w:hAnsi="Arial" w:cs="Arial"/>
          <w:sz w:val="20"/>
          <w:szCs w:val="20"/>
        </w:rPr>
        <w:br/>
        <w:t>Lena</w:t>
      </w:r>
    </w:p>
    <w:p w:rsidR="00D138BF" w:rsidRPr="006D2D00" w:rsidRDefault="00D138BF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D138BF" w:rsidRDefault="00D138BF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0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1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D138BF" w:rsidRDefault="00D138BF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2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D138BF" w:rsidRDefault="00D138BF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D138BF" w:rsidRDefault="00D138BF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D138BF" w:rsidRDefault="00D138BF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D138BF" w:rsidRPr="00862DEC" w:rsidRDefault="00D138BF" w:rsidP="00862DEC">
      <w:pPr>
        <w:spacing w:before="120"/>
        <w:jc w:val="both"/>
        <w:rPr>
          <w:rStyle w:val="Destacado"/>
          <w:i w:val="0"/>
        </w:rPr>
      </w:pPr>
    </w:p>
    <w:sectPr w:rsidR="00D138BF" w:rsidRPr="00862DEC" w:rsidSect="007133BE">
      <w:footerReference w:type="default" r:id="rId13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8BF" w:rsidRDefault="00D138BF" w:rsidP="007133BE">
      <w:r>
        <w:separator/>
      </w:r>
    </w:p>
  </w:endnote>
  <w:endnote w:type="continuationSeparator" w:id="0">
    <w:p w:rsidR="00D138BF" w:rsidRDefault="00D138BF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8BF" w:rsidRDefault="00D138BF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D138BF" w:rsidRDefault="00D138BF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8BF" w:rsidRDefault="00D138BF" w:rsidP="007133BE">
      <w:r>
        <w:separator/>
      </w:r>
    </w:p>
  </w:footnote>
  <w:footnote w:type="continuationSeparator" w:id="0">
    <w:p w:rsidR="00D138BF" w:rsidRDefault="00D138BF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163B2F"/>
    <w:rsid w:val="00181FA7"/>
    <w:rsid w:val="00193399"/>
    <w:rsid w:val="001A3754"/>
    <w:rsid w:val="001B7588"/>
    <w:rsid w:val="00212C9E"/>
    <w:rsid w:val="002317D2"/>
    <w:rsid w:val="002E13BD"/>
    <w:rsid w:val="0034118A"/>
    <w:rsid w:val="00364D4B"/>
    <w:rsid w:val="00387712"/>
    <w:rsid w:val="003F191F"/>
    <w:rsid w:val="004C07D9"/>
    <w:rsid w:val="004D5B32"/>
    <w:rsid w:val="0051669B"/>
    <w:rsid w:val="005340CE"/>
    <w:rsid w:val="005505C4"/>
    <w:rsid w:val="00672CFD"/>
    <w:rsid w:val="006D2D00"/>
    <w:rsid w:val="006F62C0"/>
    <w:rsid w:val="007133BE"/>
    <w:rsid w:val="00741F3D"/>
    <w:rsid w:val="00862DEC"/>
    <w:rsid w:val="008C1A28"/>
    <w:rsid w:val="008D3C69"/>
    <w:rsid w:val="008F4AB1"/>
    <w:rsid w:val="00993C83"/>
    <w:rsid w:val="009E5C6A"/>
    <w:rsid w:val="00A7258C"/>
    <w:rsid w:val="00A905BA"/>
    <w:rsid w:val="00A97DD6"/>
    <w:rsid w:val="00AE39CB"/>
    <w:rsid w:val="00BC5BCC"/>
    <w:rsid w:val="00CC7917"/>
    <w:rsid w:val="00CD3E79"/>
    <w:rsid w:val="00D138BF"/>
    <w:rsid w:val="00D56DC1"/>
    <w:rsid w:val="00D73D17"/>
    <w:rsid w:val="00DD0320"/>
    <w:rsid w:val="00EB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40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0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040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40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40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://www.egrupos.net/grupo/laeradelahora/alt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s://www.facebook.com/ManantialCaduceo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hepowerpath.com/shamans-market/classes-workshops/online-courses/the-power-path-to-intentions-goals-and-resolution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200</TotalTime>
  <Pages>2</Pages>
  <Words>676</Words>
  <Characters>3722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5</cp:revision>
  <dcterms:created xsi:type="dcterms:W3CDTF">2020-01-09T04:30:00Z</dcterms:created>
  <dcterms:modified xsi:type="dcterms:W3CDTF">2020-01-09T20:44:00Z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