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0C" w:rsidRDefault="00DB430C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10 de Junio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7 de </w:t>
      </w:r>
      <w:r>
        <w:rPr>
          <w:rFonts w:ascii="Arial" w:hAnsi="Arial" w:cs="Arial"/>
          <w:b/>
          <w:sz w:val="20"/>
          <w:szCs w:val="20"/>
        </w:rPr>
        <w:t>Junio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DB430C" w:rsidRPr="00724979" w:rsidRDefault="00DB430C" w:rsidP="009F0B89">
      <w:pPr>
        <w:pStyle w:val="NormalWeb"/>
        <w:shd w:val="clear" w:color="auto" w:fill="FBFFFA"/>
        <w:spacing w:beforeAutospacing="0" w:after="300" w:afterAutospacing="0"/>
        <w:rPr>
          <w:b/>
          <w:color w:val="666699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724979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</w:p>
    <w:p w:rsidR="00DB430C" w:rsidRPr="00A3230A" w:rsidRDefault="00DB430C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DB430C" w:rsidRPr="002F5EF8" w:rsidRDefault="00DB430C" w:rsidP="002F5EF8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2"/>
          <w:szCs w:val="32"/>
        </w:rPr>
      </w:pPr>
      <w:r w:rsidRPr="002F5EF8">
        <w:rPr>
          <w:rFonts w:ascii="Arial" w:hAnsi="Arial" w:cs="Arial"/>
          <w:sz w:val="32"/>
          <w:szCs w:val="32"/>
        </w:rPr>
        <w:t>La Luna Nueva en Géminis con un eclipse solar anular es el jueves 10 de junio a las 4:52 a.m. Hora de verano de la montaña (MDT).</w:t>
      </w:r>
    </w:p>
    <w:p w:rsidR="00DB430C" w:rsidRDefault="00DB430C" w:rsidP="002F5EF8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DB430C" w:rsidRPr="002F5EF8" w:rsidRDefault="00DB430C" w:rsidP="002F5EF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F5EF8">
        <w:rPr>
          <w:rFonts w:ascii="Arial" w:hAnsi="Arial" w:cs="Arial"/>
          <w:sz w:val="20"/>
          <w:szCs w:val="20"/>
        </w:rPr>
        <w:t>Este es un momento de muchas posibilidades sobre la mesa, muchas puertas que se abren y algunas que se cierran. Es un buen momento para comenzar de nuevo, ya sea inspirado por una intención o forzado por un cambio externo. Cualquiera que sea la forma en que esta puerta abierta haya aparecido, considérela como una oportunidad positiva de cambio.</w:t>
      </w:r>
    </w:p>
    <w:p w:rsidR="00DB430C" w:rsidRPr="002F5EF8" w:rsidRDefault="00DB430C" w:rsidP="002F5EF8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F5EF8">
        <w:rPr>
          <w:rFonts w:ascii="Arial" w:hAnsi="Arial" w:cs="Arial"/>
          <w:sz w:val="20"/>
          <w:szCs w:val="20"/>
        </w:rPr>
        <w:br/>
        <w:t>Esta luna viene con cierta confusión mental y una tendencia al engaño, el engaño y la incertidumbre. Confía en tu corazón en lugar de en tu mente y recuerda estar atento a los detalles y la comunicación, así como a ser paciente con la tecnología y los retrasos, ya que Mercurio todavía está retrógrado. Si hay tensión, utilícela como energía para el progreso en lugar de irritación y frustración. Estate abierto a algo nuevo y no te resistas a nada inesperado. Este es realmente un momento de gran potencial si puedes mantener tus pensamientos, intenciones y concentrarte en lo positivo en lugar de preocuparte por lo negativo. En caso de duda, dirige tu atención hacia la belleza, la gratitud y todo lo que es bueno en tu vida.</w:t>
      </w:r>
    </w:p>
    <w:p w:rsidR="00DB430C" w:rsidRPr="001612FC" w:rsidRDefault="00DB430C" w:rsidP="005D3292">
      <w:pPr>
        <w:shd w:val="clear" w:color="auto" w:fill="FFFFFF"/>
        <w:jc w:val="both"/>
        <w:rPr>
          <w:rFonts w:ascii="Arial" w:hAnsi="Arial" w:cs="Arial"/>
          <w:b/>
          <w:i/>
          <w:sz w:val="20"/>
          <w:szCs w:val="20"/>
        </w:rPr>
      </w:pPr>
    </w:p>
    <w:p w:rsidR="00DB430C" w:rsidRPr="001612FC" w:rsidRDefault="00DB430C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DB430C" w:rsidRPr="001612FC" w:rsidRDefault="00DB430C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612FC">
        <w:rPr>
          <w:rFonts w:ascii="Arial" w:hAnsi="Arial" w:cs="Arial"/>
          <w:color w:val="050505"/>
          <w:sz w:val="20"/>
          <w:szCs w:val="20"/>
        </w:rPr>
        <w:t>Bendiciones</w:t>
      </w:r>
      <w:r w:rsidRPr="001612FC">
        <w:rPr>
          <w:rFonts w:ascii="Arial" w:hAnsi="Arial" w:cs="Arial"/>
          <w:color w:val="050505"/>
          <w:sz w:val="20"/>
          <w:szCs w:val="20"/>
        </w:rPr>
        <w:br/>
      </w:r>
    </w:p>
    <w:p w:rsidR="00DB430C" w:rsidRPr="005D3292" w:rsidRDefault="00DB430C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DB430C" w:rsidRPr="006D2D00" w:rsidRDefault="00DB430C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DB430C" w:rsidRDefault="00DB430C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r>
        <w:rPr>
          <w:rStyle w:val="InternetLink"/>
          <w:rFonts w:ascii="Arial" w:hAnsi="Arial" w:cs="Arial"/>
          <w:color w:val="666699"/>
          <w:sz w:val="20"/>
          <w:szCs w:val="20"/>
        </w:rPr>
        <w:t>https://www.facebook.com/ManantialCaduceo</w:t>
      </w:r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C701DE">
        <w:rPr>
          <w:rFonts w:ascii="Arial" w:hAnsi="Arial" w:cs="Arial"/>
          <w:sz w:val="20"/>
          <w:szCs w:val="20"/>
        </w:rPr>
        <w:t>https://t.me/joinchat/UBJK3YvzA2iGn37s</w:t>
      </w:r>
    </w:p>
    <w:p w:rsidR="00DB430C" w:rsidRDefault="00DB430C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DB430C" w:rsidRDefault="00DB430C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DB430C" w:rsidRDefault="00DB430C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DB430C" w:rsidRDefault="00DB430C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DB430C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30C" w:rsidRDefault="00DB430C" w:rsidP="007133BE">
      <w:r>
        <w:separator/>
      </w:r>
    </w:p>
  </w:endnote>
  <w:endnote w:type="continuationSeparator" w:id="0">
    <w:p w:rsidR="00DB430C" w:rsidRDefault="00DB430C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0C" w:rsidRDefault="00DB430C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DB430C" w:rsidRDefault="00DB430C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30C" w:rsidRDefault="00DB430C" w:rsidP="007133BE">
      <w:r>
        <w:separator/>
      </w:r>
    </w:p>
  </w:footnote>
  <w:footnote w:type="continuationSeparator" w:id="0">
    <w:p w:rsidR="00DB430C" w:rsidRDefault="00DB430C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460F0"/>
    <w:rsid w:val="001612FC"/>
    <w:rsid w:val="00163B2F"/>
    <w:rsid w:val="00181FA7"/>
    <w:rsid w:val="00193399"/>
    <w:rsid w:val="001A0964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C6F58"/>
    <w:rsid w:val="002D4287"/>
    <w:rsid w:val="002E13BD"/>
    <w:rsid w:val="002F1476"/>
    <w:rsid w:val="002F5EF8"/>
    <w:rsid w:val="0033432D"/>
    <w:rsid w:val="0033720F"/>
    <w:rsid w:val="0034118A"/>
    <w:rsid w:val="00364D4B"/>
    <w:rsid w:val="00387712"/>
    <w:rsid w:val="003A2D45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54AB8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16685"/>
    <w:rsid w:val="00724979"/>
    <w:rsid w:val="00741F3D"/>
    <w:rsid w:val="007639D5"/>
    <w:rsid w:val="007A6B93"/>
    <w:rsid w:val="007C0C32"/>
    <w:rsid w:val="007F7442"/>
    <w:rsid w:val="00812B47"/>
    <w:rsid w:val="00862DEC"/>
    <w:rsid w:val="00874D19"/>
    <w:rsid w:val="00892C0B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B393C"/>
    <w:rsid w:val="009D2624"/>
    <w:rsid w:val="009E5C6A"/>
    <w:rsid w:val="009F0B89"/>
    <w:rsid w:val="00A04BDB"/>
    <w:rsid w:val="00A06941"/>
    <w:rsid w:val="00A12378"/>
    <w:rsid w:val="00A20525"/>
    <w:rsid w:val="00A26FB3"/>
    <w:rsid w:val="00A3230A"/>
    <w:rsid w:val="00A7258C"/>
    <w:rsid w:val="00A846A2"/>
    <w:rsid w:val="00A905BA"/>
    <w:rsid w:val="00A97DD6"/>
    <w:rsid w:val="00AD1C78"/>
    <w:rsid w:val="00AE39CB"/>
    <w:rsid w:val="00AF48C7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701DE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855CC"/>
    <w:rsid w:val="00D91A38"/>
    <w:rsid w:val="00DB430C"/>
    <w:rsid w:val="00DC444F"/>
    <w:rsid w:val="00DC6F6B"/>
    <w:rsid w:val="00DD0320"/>
    <w:rsid w:val="00DD0473"/>
    <w:rsid w:val="00E013E0"/>
    <w:rsid w:val="00E21D82"/>
    <w:rsid w:val="00E471E1"/>
    <w:rsid w:val="00E53DCC"/>
    <w:rsid w:val="00E76CEF"/>
    <w:rsid w:val="00EB30C1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1612FC"/>
    <w:rPr>
      <w:rFonts w:cs="Times New Roman"/>
    </w:rPr>
  </w:style>
  <w:style w:type="character" w:customStyle="1" w:styleId="viiyi">
    <w:name w:val="viiyi"/>
    <w:basedOn w:val="DefaultParagraphFont"/>
    <w:uiPriority w:val="99"/>
    <w:rsid w:val="001612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70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0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0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70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70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70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70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3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3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70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70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854</TotalTime>
  <Pages>2</Pages>
  <Words>472</Words>
  <Characters>2600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2021-06-08T02:55:00Z</dcterms:created>
  <dcterms:modified xsi:type="dcterms:W3CDTF">2021-06-08T19:50:00Z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