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C7" w:rsidRDefault="00AF48C7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11 de Abril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10 de </w:t>
      </w:r>
      <w:r>
        <w:rPr>
          <w:rFonts w:ascii="Arial" w:hAnsi="Arial" w:cs="Arial"/>
          <w:b/>
          <w:sz w:val="20"/>
          <w:szCs w:val="20"/>
        </w:rPr>
        <w:t>Marzo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AF48C7" w:rsidRPr="00724979" w:rsidRDefault="00AF48C7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AF48C7" w:rsidRPr="00A3230A" w:rsidRDefault="00AF48C7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AF48C7" w:rsidRDefault="00AF48C7" w:rsidP="00F12A0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F12A03">
        <w:rPr>
          <w:rFonts w:ascii="Arial" w:hAnsi="Arial" w:cs="Arial"/>
          <w:szCs w:val="28"/>
        </w:rPr>
        <w:t>La Luna Nueva en Piscis es el sábado 13 de marzo a las 3:21 a.m. hora estándar de la montaña (MST) y en su máxima expresión el viernes por la noche.</w:t>
      </w:r>
    </w:p>
    <w:p w:rsidR="00AF48C7" w:rsidRPr="00F12A03" w:rsidRDefault="00AF48C7" w:rsidP="00F12A0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</w:p>
    <w:p w:rsidR="00AF48C7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724979">
        <w:rPr>
          <w:rFonts w:ascii="Arial" w:hAnsi="Arial" w:cs="Arial"/>
          <w:sz w:val="20"/>
          <w:szCs w:val="20"/>
        </w:rPr>
        <w:t>Esta luna trae a colación el cuerpo físico, el estado de tu salud, la reevaluación de la estructura de tu autocuidado y un reflejo de lo que necesitas cambiar en la organización diaria de tu vida. Asegúrate de tomarte un tiempo para reflexionar y evaluar. La energía dinámica de esta luna nueva dará mucho combustible y encendido a cualquier cambio y elección que hagas para mejorar, sin embargo, también puede desencadenar reacciones negativas, impaciencia e irritabilidad al enfrentar verdades y desafíos incómodos. No descargues tu malestar en los demás y recuerda ser amable pase lo que pase.</w:t>
      </w:r>
    </w:p>
    <w:p w:rsidR="00AF48C7" w:rsidRPr="00724979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F48C7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724979">
        <w:rPr>
          <w:rFonts w:ascii="Arial" w:hAnsi="Arial" w:cs="Arial"/>
          <w:sz w:val="20"/>
          <w:szCs w:val="20"/>
        </w:rPr>
        <w:t>Asegúrate de no tomar decisiones por miedo o por ser presionado por otros. Tómate tu tiempo, verifica con tu propia intuición y lo que se siente bien. Una luna nueva siempre apoya las decisiones personales que deben incluir tu propio tiempo, no presionadas por otros.</w:t>
      </w:r>
    </w:p>
    <w:p w:rsidR="00AF48C7" w:rsidRPr="00724979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F48C7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724979">
        <w:rPr>
          <w:rFonts w:ascii="Arial" w:hAnsi="Arial" w:cs="Arial"/>
          <w:sz w:val="20"/>
          <w:szCs w:val="20"/>
        </w:rPr>
        <w:t>Hay una parte de nosotros durante este tiempo volátil y dinámico que quiere ver justicia en torno a lo que se nos hizo y cómo hemos sufrido, ya sea personal o colectivamente, en el pasado. Existe un potencial enojo y actitud para corregir los errores y nuestras personalidades adorarían ver a los presuntos perpetradores arder en llamas. Sin embargo, lo más responsable y maduro es perdonar el pasado, dejar de lado el apego al sufrimiento y aprovechar esta energía ardiente y creativa para avanzar de la manera más positiva.</w:t>
      </w:r>
    </w:p>
    <w:p w:rsidR="00AF48C7" w:rsidRPr="00724979" w:rsidRDefault="00AF48C7" w:rsidP="00724979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F48C7" w:rsidRPr="00A3230A" w:rsidRDefault="00AF48C7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AF48C7" w:rsidRPr="005D3292" w:rsidRDefault="00AF48C7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AF48C7" w:rsidRPr="005D3292" w:rsidRDefault="00AF48C7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AF48C7" w:rsidRPr="006D2D00" w:rsidRDefault="00AF48C7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AF48C7" w:rsidRDefault="00AF48C7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6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7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8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AF48C7" w:rsidRDefault="00AF48C7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9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AF48C7" w:rsidRDefault="00AF48C7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AF48C7" w:rsidRDefault="00AF48C7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AF48C7" w:rsidRDefault="00AF48C7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AF48C7" w:rsidSect="007133BE">
      <w:footerReference w:type="default" r:id="rId10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8C7" w:rsidRDefault="00AF48C7" w:rsidP="007133BE">
      <w:r>
        <w:separator/>
      </w:r>
    </w:p>
  </w:endnote>
  <w:endnote w:type="continuationSeparator" w:id="0">
    <w:p w:rsidR="00AF48C7" w:rsidRDefault="00AF48C7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8C7" w:rsidRDefault="00AF48C7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AF48C7" w:rsidRDefault="00AF48C7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8C7" w:rsidRDefault="00AF48C7" w:rsidP="007133BE">
      <w:r>
        <w:separator/>
      </w:r>
    </w:p>
  </w:footnote>
  <w:footnote w:type="continuationSeparator" w:id="0">
    <w:p w:rsidR="00AF48C7" w:rsidRDefault="00AF48C7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33432D"/>
    <w:rsid w:val="0034118A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16685"/>
    <w:rsid w:val="00724979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20525"/>
    <w:rsid w:val="00A3230A"/>
    <w:rsid w:val="00A7258C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91A38"/>
    <w:rsid w:val="00DC444F"/>
    <w:rsid w:val="00DC6F6B"/>
    <w:rsid w:val="00DD0320"/>
    <w:rsid w:val="00DD0473"/>
    <w:rsid w:val="00E21D82"/>
    <w:rsid w:val="00E471E1"/>
    <w:rsid w:val="00E53DCC"/>
    <w:rsid w:val="00E76CEF"/>
    <w:rsid w:val="00EB30C1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38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3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38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38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5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3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joinchat/UBJK3YvzA2iGn37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ManantialCaduce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nantialcaduceo.com.ar/libros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egrupos.net/grupo/laeradelahora/al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1199</TotalTime>
  <Pages>2</Pages>
  <Words>578</Words>
  <Characters>3184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2021-04-10T02:31:00Z</dcterms:created>
  <dcterms:modified xsi:type="dcterms:W3CDTF">2021-04-10T22:29:00Z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