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25" w:rsidRDefault="00A20525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13 de Marzo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10 de </w:t>
      </w:r>
      <w:r>
        <w:rPr>
          <w:rFonts w:ascii="Arial" w:hAnsi="Arial" w:cs="Arial"/>
          <w:b/>
          <w:sz w:val="20"/>
          <w:szCs w:val="20"/>
        </w:rPr>
        <w:t>Marzo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A20525" w:rsidRDefault="00A20525" w:rsidP="009F0B89">
      <w:pPr>
        <w:pStyle w:val="NormalWeb"/>
        <w:shd w:val="clear" w:color="auto" w:fill="FBFFFA"/>
        <w:spacing w:beforeAutospacing="0" w:after="300" w:afterAutospacing="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/>
            <w:color w:val="666699"/>
            <w:sz w:val="20"/>
          </w:rPr>
          <w:t>https://www.facebook.com/ManantialCaduceo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9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A20525" w:rsidRPr="00A3230A" w:rsidRDefault="00A20525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A20525" w:rsidRDefault="00A20525" w:rsidP="00F12A03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  <w:r w:rsidRPr="00F12A03">
        <w:rPr>
          <w:rFonts w:ascii="Arial" w:hAnsi="Arial" w:cs="Arial"/>
          <w:szCs w:val="28"/>
        </w:rPr>
        <w:t>La Luna Nueva en Piscis es el sábado 13 de marzo a las 3:21 a.m. hora estándar de la montaña (MST) y en su máxima expresión el viernes por la noche.</w:t>
      </w:r>
    </w:p>
    <w:p w:rsidR="00A20525" w:rsidRPr="00F12A03" w:rsidRDefault="00A20525" w:rsidP="00F12A03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</w:p>
    <w:p w:rsidR="00A20525" w:rsidRPr="00F12A03" w:rsidRDefault="00A20525" w:rsidP="00F12A0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12A03">
        <w:rPr>
          <w:rFonts w:ascii="Arial" w:hAnsi="Arial" w:cs="Arial"/>
          <w:sz w:val="20"/>
          <w:szCs w:val="20"/>
        </w:rPr>
        <w:t>Esta luna nueva brinda una gran oportunidad para abrir tu intuición y trabajar con tu imaginación, visualizaciones, metas personales, sueños e inspiración. Tómate el tiempo para nutrirte con lo que más alimenta tu cuerpo, mente y espíritu. Compartir tus sueños e inspiraciones con otros también puede crear una energía de apoyo que nutrirá esos sueños e inspiraciones.</w:t>
      </w:r>
    </w:p>
    <w:p w:rsidR="00A20525" w:rsidRPr="00F12A03" w:rsidRDefault="00A20525" w:rsidP="00F12A0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20525" w:rsidRPr="00F12A03" w:rsidRDefault="00A20525" w:rsidP="00F12A0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12A03">
        <w:rPr>
          <w:rFonts w:ascii="Arial" w:hAnsi="Arial" w:cs="Arial"/>
          <w:sz w:val="20"/>
          <w:szCs w:val="20"/>
        </w:rPr>
        <w:t>Otro aspecto de esta luna nueva es abrirse a más amor, belleza, romance y sensualidad. Estos son elementos importantes que lubrican la expresión creativa y abren ese lugar vulnerable de receptividad. Si eres receptivo, estás abierto a las ideas, descargas y experiencias centradas en lo superior que te harán avanzar. Si te encuentras deprimido, pon buena música y mueve tu cuerpo para liberar lo que sea que estés sosteniendo y que te impida experimentar las alegrías de la vida.</w:t>
      </w:r>
    </w:p>
    <w:p w:rsidR="00A20525" w:rsidRPr="00F12A03" w:rsidRDefault="00A20525" w:rsidP="00F12A0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20525" w:rsidRPr="00F12A03" w:rsidRDefault="00A20525" w:rsidP="00F12A0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12A03">
        <w:rPr>
          <w:rFonts w:ascii="Arial" w:hAnsi="Arial" w:cs="Arial"/>
          <w:sz w:val="20"/>
          <w:szCs w:val="20"/>
        </w:rPr>
        <w:t>Para aquellos de ustedes en las zonas horarias de ahorro de luz diurna en los EE. UU., Adelanten sus relojes una hora el domingo 14.</w:t>
      </w:r>
    </w:p>
    <w:p w:rsidR="00A20525" w:rsidRPr="00A3230A" w:rsidRDefault="00A2052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A20525" w:rsidRPr="005D3292" w:rsidRDefault="00A2052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A20525" w:rsidRPr="005D3292" w:rsidRDefault="00A2052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A20525" w:rsidRPr="006D2D00" w:rsidRDefault="00A20525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A20525" w:rsidRDefault="00A20525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12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A20525" w:rsidRDefault="00A20525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3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A20525" w:rsidRDefault="00A20525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A20525" w:rsidRDefault="00A20525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A20525" w:rsidRDefault="00A20525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A20525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525" w:rsidRDefault="00A20525" w:rsidP="007133BE">
      <w:r>
        <w:separator/>
      </w:r>
    </w:p>
  </w:endnote>
  <w:endnote w:type="continuationSeparator" w:id="0">
    <w:p w:rsidR="00A20525" w:rsidRDefault="00A20525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525" w:rsidRDefault="00A20525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A20525" w:rsidRDefault="00A2052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525" w:rsidRDefault="00A20525" w:rsidP="007133BE">
      <w:r>
        <w:separator/>
      </w:r>
    </w:p>
  </w:footnote>
  <w:footnote w:type="continuationSeparator" w:id="0">
    <w:p w:rsidR="00A20525" w:rsidRDefault="00A20525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63B2F"/>
    <w:rsid w:val="00181FA7"/>
    <w:rsid w:val="00193399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D4287"/>
    <w:rsid w:val="002E13BD"/>
    <w:rsid w:val="0033432D"/>
    <w:rsid w:val="0034118A"/>
    <w:rsid w:val="00364D4B"/>
    <w:rsid w:val="00387712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41F3D"/>
    <w:rsid w:val="007639D5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20525"/>
    <w:rsid w:val="00A3230A"/>
    <w:rsid w:val="00A7258C"/>
    <w:rsid w:val="00A905BA"/>
    <w:rsid w:val="00A97DD6"/>
    <w:rsid w:val="00AD1C78"/>
    <w:rsid w:val="00AE39CB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91A38"/>
    <w:rsid w:val="00DC444F"/>
    <w:rsid w:val="00DC6F6B"/>
    <w:rsid w:val="00DD0320"/>
    <w:rsid w:val="00DD0473"/>
    <w:rsid w:val="00E21D82"/>
    <w:rsid w:val="00E471E1"/>
    <w:rsid w:val="00E53DCC"/>
    <w:rsid w:val="00E76CEF"/>
    <w:rsid w:val="00EB30C1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8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8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8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8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://www.egrupos.net/grupo/laeradelahora/al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s://t.me/joinchat/UBJK3YvzA2iGn37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.me/joinchat/UBJK3YvzA2iGn37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551</Words>
  <Characters>3036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2021-03-10T23:20:00Z</dcterms:created>
  <dcterms:modified xsi:type="dcterms:W3CDTF">2021-03-10T23:25:00Z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