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E65" w:rsidRDefault="007E1E65">
      <w:pPr>
        <w:jc w:val="center"/>
      </w:pPr>
      <w:r>
        <w:rPr>
          <w:rFonts w:ascii="Trebuchet MS" w:hAnsi="Trebuchet MS"/>
          <w:smallCaps/>
          <w:shadow/>
          <w:sz w:val="36"/>
          <w:szCs w:val="36"/>
        </w:rPr>
        <w:t>Luna Nueva 4 de Noviembre 2021</w:t>
      </w:r>
      <w:r w:rsidRPr="00233DB3">
        <w:rPr>
          <w:rFonts w:ascii="Trebuchet MS" w:hAnsi="Trebuchet MS"/>
          <w:b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  <w:szCs w:val="20"/>
        </w:rPr>
        <w:t xml:space="preserve">por Lena Stevens </w:t>
      </w:r>
      <w:r>
        <w:rPr>
          <w:rFonts w:ascii="Arial" w:hAnsi="Arial" w:cs="Arial"/>
          <w:sz w:val="20"/>
          <w:szCs w:val="20"/>
        </w:rPr>
        <w:br/>
      </w:r>
      <w:r>
        <w:rPr>
          <w:rStyle w:val="EnlacedeInternet"/>
          <w:rFonts w:ascii="Arial" w:hAnsi="Arial" w:cs="Arial"/>
          <w:color w:val="666699"/>
          <w:sz w:val="20"/>
          <w:szCs w:val="20"/>
        </w:rPr>
        <w:t>https://thepowerpath.com/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3 de </w:t>
      </w:r>
      <w:r>
        <w:rPr>
          <w:rFonts w:ascii="Arial" w:hAnsi="Arial" w:cs="Arial"/>
          <w:b/>
          <w:sz w:val="20"/>
          <w:szCs w:val="20"/>
        </w:rPr>
        <w:t>Noviembre</w:t>
      </w:r>
      <w:r>
        <w:rPr>
          <w:rFonts w:ascii="Arial" w:hAnsi="Arial" w:cs="Arial"/>
          <w:sz w:val="20"/>
          <w:szCs w:val="20"/>
        </w:rPr>
        <w:t xml:space="preserve"> 2021</w:t>
      </w:r>
    </w:p>
    <w:p w:rsidR="007E1E65" w:rsidRPr="00724979" w:rsidRDefault="007E1E65" w:rsidP="009F0B89">
      <w:pPr>
        <w:pStyle w:val="NormalWeb"/>
        <w:shd w:val="clear" w:color="auto" w:fill="FBFFFA"/>
        <w:spacing w:beforeAutospacing="0" w:after="300" w:afterAutospacing="0"/>
        <w:rPr>
          <w:b/>
          <w:color w:val="666699"/>
        </w:rPr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7E1E65" w:rsidRPr="00A3230A" w:rsidRDefault="007E1E65" w:rsidP="00A3230A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3230A">
        <w:rPr>
          <w:rFonts w:ascii="Arial" w:hAnsi="Arial" w:cs="Arial"/>
          <w:sz w:val="20"/>
          <w:szCs w:val="20"/>
        </w:rPr>
        <w:t>Queridos amigos,</w:t>
      </w:r>
    </w:p>
    <w:p w:rsidR="007E1E65" w:rsidRPr="004B37C4" w:rsidRDefault="007E1E65" w:rsidP="004B37C4">
      <w:pPr>
        <w:pStyle w:val="Heading2"/>
        <w:shd w:val="clear" w:color="auto" w:fill="FFFFFF"/>
        <w:spacing w:beforeAutospacing="0" w:after="120" w:afterAutospacing="0"/>
        <w:textAlignment w:val="baseline"/>
        <w:rPr>
          <w:rFonts w:ascii="Arial" w:hAnsi="Arial" w:cs="Arial"/>
          <w:szCs w:val="28"/>
        </w:rPr>
      </w:pPr>
      <w:r w:rsidRPr="004B37C4">
        <w:rPr>
          <w:rFonts w:ascii="Arial" w:hAnsi="Arial" w:cs="Arial"/>
          <w:szCs w:val="28"/>
        </w:rPr>
        <w:t>La Luna Nueva en Escorpio es el jueves 4 de noviembre a las 3:14 p.m. Hora de verano de la montaña (MDT).</w:t>
      </w:r>
      <w:r w:rsidRPr="004B37C4">
        <w:rPr>
          <w:rFonts w:ascii="Arial" w:hAnsi="Arial" w:cs="Arial"/>
          <w:szCs w:val="28"/>
        </w:rPr>
        <w:br/>
      </w:r>
    </w:p>
    <w:p w:rsidR="007E1E65" w:rsidRDefault="007E1E65" w:rsidP="004B37C4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B37C4">
        <w:rPr>
          <w:rFonts w:ascii="Arial" w:hAnsi="Arial" w:cs="Arial"/>
          <w:sz w:val="20"/>
          <w:szCs w:val="20"/>
        </w:rPr>
        <w:t>Esta es una luna potente que delinea el final de algo viejo y el comienzo de algo nuevo. Es importante identificar por sí mismo lo que está terminando y lo que desea energizar e iniciar que sea nuevo.</w:t>
      </w:r>
    </w:p>
    <w:p w:rsidR="007E1E65" w:rsidRPr="004B37C4" w:rsidRDefault="007E1E65" w:rsidP="004B37C4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B37C4">
        <w:rPr>
          <w:rFonts w:ascii="Arial" w:hAnsi="Arial" w:cs="Arial"/>
          <w:sz w:val="20"/>
          <w:szCs w:val="20"/>
        </w:rPr>
        <w:br/>
        <w:t>La cualidad dinámica de esta luna nueva también puede provocar inquietud, irritabilidad y sensibilidad a lo que crees que es justo y equitativo. Cualquier pensamiento o tendencia hacia la culpa o la injusticia debe neutralizarse y sus intenciones deben orientarse hacia una visión positiva. Establezca límites contra cualquier presión de los demás si es necesario, y concéntrese en descubrir qué hay en su corazón que necesita alimento.</w:t>
      </w:r>
      <w:r w:rsidRPr="004B37C4">
        <w:rPr>
          <w:rFonts w:ascii="Arial" w:hAnsi="Arial" w:cs="Arial"/>
          <w:sz w:val="20"/>
          <w:szCs w:val="20"/>
        </w:rPr>
        <w:br/>
      </w:r>
    </w:p>
    <w:p w:rsidR="007E1E65" w:rsidRPr="004B37C4" w:rsidRDefault="007E1E65" w:rsidP="004B37C4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B37C4">
        <w:rPr>
          <w:rFonts w:ascii="Arial" w:hAnsi="Arial" w:cs="Arial"/>
          <w:sz w:val="20"/>
          <w:szCs w:val="20"/>
        </w:rPr>
        <w:t xml:space="preserve">Es un buen día para practicar la gratitud y el aprecio por lo que tienes mientras pasas tiempo limpiando “el sótano” para dejar espacio para más belleza y mejorar el espacio en el que vives y tu entorno personal. Si surgen miedos y dudas </w:t>
      </w:r>
      <w:r>
        <w:rPr>
          <w:rFonts w:ascii="Arial" w:hAnsi="Arial" w:cs="Arial"/>
          <w:sz w:val="20"/>
          <w:szCs w:val="20"/>
        </w:rPr>
        <w:t>personales, enfrénta</w:t>
      </w:r>
      <w:r w:rsidRPr="004B37C4">
        <w:rPr>
          <w:rFonts w:ascii="Arial" w:hAnsi="Arial" w:cs="Arial"/>
          <w:sz w:val="20"/>
          <w:szCs w:val="20"/>
        </w:rPr>
        <w:t>los de frente</w:t>
      </w:r>
      <w:r>
        <w:rPr>
          <w:rFonts w:ascii="Arial" w:hAnsi="Arial" w:cs="Arial"/>
          <w:sz w:val="20"/>
          <w:szCs w:val="20"/>
        </w:rPr>
        <w:t xml:space="preserve"> con la intención de reconectarte con t</w:t>
      </w:r>
      <w:r w:rsidRPr="004B37C4">
        <w:rPr>
          <w:rFonts w:ascii="Arial" w:hAnsi="Arial" w:cs="Arial"/>
          <w:sz w:val="20"/>
          <w:szCs w:val="20"/>
        </w:rPr>
        <w:t>u poder y profunda sabiduría espiritual.</w:t>
      </w:r>
    </w:p>
    <w:p w:rsidR="007E1E65" w:rsidRPr="001612FC" w:rsidRDefault="007E1E65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7E1E65" w:rsidRPr="001612FC" w:rsidRDefault="007E1E65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1612FC">
        <w:rPr>
          <w:rFonts w:ascii="Arial" w:hAnsi="Arial" w:cs="Arial"/>
          <w:color w:val="050505"/>
          <w:sz w:val="20"/>
          <w:szCs w:val="20"/>
        </w:rPr>
        <w:t>Bendiciones</w:t>
      </w:r>
      <w:r w:rsidRPr="001612FC">
        <w:rPr>
          <w:rFonts w:ascii="Arial" w:hAnsi="Arial" w:cs="Arial"/>
          <w:color w:val="050505"/>
          <w:sz w:val="20"/>
          <w:szCs w:val="20"/>
        </w:rPr>
        <w:br/>
      </w:r>
    </w:p>
    <w:p w:rsidR="007E1E65" w:rsidRPr="005D3292" w:rsidRDefault="007E1E65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5D3292">
        <w:rPr>
          <w:rFonts w:ascii="Arial" w:hAnsi="Arial" w:cs="Arial"/>
          <w:color w:val="050505"/>
          <w:sz w:val="20"/>
          <w:szCs w:val="20"/>
        </w:rPr>
        <w:t>Lena</w:t>
      </w:r>
    </w:p>
    <w:p w:rsidR="007E1E65" w:rsidRPr="006D2D00" w:rsidRDefault="007E1E65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br/>
      </w:r>
      <w:r>
        <w:rPr>
          <w:rFonts w:ascii="Arial" w:hAnsi="Arial" w:cs="Arial"/>
          <w:sz w:val="20"/>
          <w:szCs w:val="20"/>
        </w:rPr>
        <w:t>Derechos de autor 2020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7E1E65" w:rsidRDefault="007E1E65">
      <w:pPr>
        <w:pStyle w:val="NormalWeb"/>
        <w:spacing w:before="280" w:after="280"/>
        <w:jc w:val="center"/>
        <w:rPr>
          <w:rStyle w:val="InternetLink"/>
          <w:rFonts w:ascii="Arial" w:hAnsi="Arial" w:cs="Arial"/>
          <w:color w:val="666699"/>
          <w:sz w:val="20"/>
          <w:szCs w:val="20"/>
        </w:rPr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r>
        <w:rPr>
          <w:rStyle w:val="InternetLink"/>
          <w:rFonts w:ascii="Arial" w:hAnsi="Arial" w:cs="Arial"/>
          <w:b/>
          <w:bCs/>
          <w:i/>
          <w:iCs/>
          <w:color w:val="666699"/>
          <w:sz w:val="20"/>
          <w:szCs w:val="20"/>
        </w:rPr>
        <w:t>http://www.manantialcaduceo.com.ar/libros.htm</w:t>
      </w:r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</w:p>
    <w:p w:rsidR="007E1E65" w:rsidRDefault="007E1E65">
      <w:pPr>
        <w:pStyle w:val="NormalWeb"/>
        <w:spacing w:before="280" w:after="280"/>
        <w:jc w:val="center"/>
      </w:pPr>
      <w:r>
        <w:rPr>
          <w:rStyle w:val="Destacado"/>
          <w:rFonts w:ascii="Arial" w:hAnsi="Arial" w:cs="Arial"/>
          <w:b/>
          <w:bCs/>
          <w:iCs/>
          <w:sz w:val="20"/>
          <w:szCs w:val="20"/>
        </w:rPr>
        <w:t xml:space="preserve">Si deseas recibir directamente los mensajes en tu correo puedes suscribirte en </w:t>
      </w:r>
      <w:r>
        <w:rPr>
          <w:rStyle w:val="InternetLink"/>
          <w:rFonts w:ascii="Arial" w:hAnsi="Arial" w:cs="Arial"/>
          <w:b/>
          <w:bCs/>
          <w:i/>
          <w:iCs/>
          <w:color w:val="666699"/>
          <w:sz w:val="20"/>
          <w:szCs w:val="20"/>
        </w:rPr>
        <w:t>http://www.egrupos.net/grupo/laeradelahora/alta</w:t>
      </w:r>
    </w:p>
    <w:p w:rsidR="007E1E65" w:rsidRDefault="007E1E65">
      <w:pPr>
        <w:pStyle w:val="NormalWeb"/>
        <w:spacing w:before="280" w:after="280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bCs/>
          <w:sz w:val="20"/>
          <w:szCs w:val="20"/>
        </w:rPr>
        <w:t>El Manantial del Caduceo en la Era del Ahora</w:t>
      </w:r>
    </w:p>
    <w:p w:rsidR="007E1E65" w:rsidRDefault="007E1E65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sz w:val="20"/>
          <w:szCs w:val="20"/>
        </w:rPr>
        <w:t>todos los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7E1E65" w:rsidRDefault="007E1E65" w:rsidP="00DC6F6B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Gracias.*****</w:t>
      </w:r>
    </w:p>
    <w:sectPr w:rsidR="007E1E65" w:rsidSect="007133BE">
      <w:footerReference w:type="default" r:id="rId6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E65" w:rsidRDefault="007E1E65" w:rsidP="007133BE">
      <w:r>
        <w:separator/>
      </w:r>
    </w:p>
  </w:endnote>
  <w:endnote w:type="continuationSeparator" w:id="0">
    <w:p w:rsidR="007E1E65" w:rsidRDefault="007E1E65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E65" w:rsidRDefault="007E1E65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7E1E65" w:rsidRDefault="007E1E65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E65" w:rsidRDefault="007E1E65" w:rsidP="007133BE">
      <w:r>
        <w:separator/>
      </w:r>
    </w:p>
  </w:footnote>
  <w:footnote w:type="continuationSeparator" w:id="0">
    <w:p w:rsidR="007E1E65" w:rsidRDefault="007E1E65" w:rsidP="0071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219A4"/>
    <w:rsid w:val="00031379"/>
    <w:rsid w:val="00061AE7"/>
    <w:rsid w:val="000923D0"/>
    <w:rsid w:val="000A46E9"/>
    <w:rsid w:val="000C0731"/>
    <w:rsid w:val="000C71E8"/>
    <w:rsid w:val="000D760D"/>
    <w:rsid w:val="001460F0"/>
    <w:rsid w:val="001612FC"/>
    <w:rsid w:val="00163B2F"/>
    <w:rsid w:val="00181FA7"/>
    <w:rsid w:val="00193399"/>
    <w:rsid w:val="001A0964"/>
    <w:rsid w:val="001A3754"/>
    <w:rsid w:val="001B7588"/>
    <w:rsid w:val="001C168B"/>
    <w:rsid w:val="00212C9E"/>
    <w:rsid w:val="00224E71"/>
    <w:rsid w:val="00225C6D"/>
    <w:rsid w:val="002317D2"/>
    <w:rsid w:val="00233DB3"/>
    <w:rsid w:val="00234CD0"/>
    <w:rsid w:val="0024094F"/>
    <w:rsid w:val="00247F71"/>
    <w:rsid w:val="00267FB6"/>
    <w:rsid w:val="00277740"/>
    <w:rsid w:val="002868D3"/>
    <w:rsid w:val="002B7DC1"/>
    <w:rsid w:val="002C6F58"/>
    <w:rsid w:val="002D4287"/>
    <w:rsid w:val="002E13BD"/>
    <w:rsid w:val="002F1476"/>
    <w:rsid w:val="002F5EF8"/>
    <w:rsid w:val="0033432D"/>
    <w:rsid w:val="0033720F"/>
    <w:rsid w:val="0034118A"/>
    <w:rsid w:val="00364D4B"/>
    <w:rsid w:val="0038560C"/>
    <w:rsid w:val="00387712"/>
    <w:rsid w:val="003A2D45"/>
    <w:rsid w:val="003A38DD"/>
    <w:rsid w:val="003C192C"/>
    <w:rsid w:val="003F191F"/>
    <w:rsid w:val="00402137"/>
    <w:rsid w:val="00402634"/>
    <w:rsid w:val="00406672"/>
    <w:rsid w:val="00414E8F"/>
    <w:rsid w:val="004205A9"/>
    <w:rsid w:val="00427709"/>
    <w:rsid w:val="004308C0"/>
    <w:rsid w:val="004354AE"/>
    <w:rsid w:val="00451E62"/>
    <w:rsid w:val="004B37C4"/>
    <w:rsid w:val="004C07D9"/>
    <w:rsid w:val="004C246B"/>
    <w:rsid w:val="004D5B32"/>
    <w:rsid w:val="004E0F33"/>
    <w:rsid w:val="004F5394"/>
    <w:rsid w:val="0051669B"/>
    <w:rsid w:val="00522206"/>
    <w:rsid w:val="005340CE"/>
    <w:rsid w:val="005505C4"/>
    <w:rsid w:val="00554AB8"/>
    <w:rsid w:val="00565A4A"/>
    <w:rsid w:val="0056678C"/>
    <w:rsid w:val="0058183C"/>
    <w:rsid w:val="00584F9A"/>
    <w:rsid w:val="005A3129"/>
    <w:rsid w:val="005B0014"/>
    <w:rsid w:val="005C164A"/>
    <w:rsid w:val="005C31D9"/>
    <w:rsid w:val="005D3292"/>
    <w:rsid w:val="005E4850"/>
    <w:rsid w:val="005F58F9"/>
    <w:rsid w:val="00600542"/>
    <w:rsid w:val="0060538B"/>
    <w:rsid w:val="00607315"/>
    <w:rsid w:val="006514C7"/>
    <w:rsid w:val="00655651"/>
    <w:rsid w:val="00672CFD"/>
    <w:rsid w:val="006A2A25"/>
    <w:rsid w:val="006C583D"/>
    <w:rsid w:val="006D2D00"/>
    <w:rsid w:val="006F425C"/>
    <w:rsid w:val="006F62C0"/>
    <w:rsid w:val="007104C0"/>
    <w:rsid w:val="007133BE"/>
    <w:rsid w:val="007133DD"/>
    <w:rsid w:val="00716685"/>
    <w:rsid w:val="00724979"/>
    <w:rsid w:val="00741F3D"/>
    <w:rsid w:val="00746CE4"/>
    <w:rsid w:val="007639D5"/>
    <w:rsid w:val="007912E4"/>
    <w:rsid w:val="00795FD3"/>
    <w:rsid w:val="007A6B93"/>
    <w:rsid w:val="007C0C32"/>
    <w:rsid w:val="007E1E65"/>
    <w:rsid w:val="007F7442"/>
    <w:rsid w:val="00812B47"/>
    <w:rsid w:val="00862DEC"/>
    <w:rsid w:val="00865118"/>
    <w:rsid w:val="00874D19"/>
    <w:rsid w:val="00892C0B"/>
    <w:rsid w:val="008B0ACD"/>
    <w:rsid w:val="008B344B"/>
    <w:rsid w:val="008B6950"/>
    <w:rsid w:val="008B75B5"/>
    <w:rsid w:val="008C1A28"/>
    <w:rsid w:val="008C4BF5"/>
    <w:rsid w:val="008D3C69"/>
    <w:rsid w:val="008F4AB1"/>
    <w:rsid w:val="009232AA"/>
    <w:rsid w:val="00933564"/>
    <w:rsid w:val="00943E0A"/>
    <w:rsid w:val="00946133"/>
    <w:rsid w:val="00950267"/>
    <w:rsid w:val="00952B72"/>
    <w:rsid w:val="00962354"/>
    <w:rsid w:val="00986B9F"/>
    <w:rsid w:val="00993C83"/>
    <w:rsid w:val="009A56D7"/>
    <w:rsid w:val="009B393C"/>
    <w:rsid w:val="009D2624"/>
    <w:rsid w:val="009D55E7"/>
    <w:rsid w:val="009E5C6A"/>
    <w:rsid w:val="009F0B89"/>
    <w:rsid w:val="009F6C04"/>
    <w:rsid w:val="00A01CB4"/>
    <w:rsid w:val="00A04BDB"/>
    <w:rsid w:val="00A06941"/>
    <w:rsid w:val="00A12378"/>
    <w:rsid w:val="00A20525"/>
    <w:rsid w:val="00A26FB3"/>
    <w:rsid w:val="00A27312"/>
    <w:rsid w:val="00A3230A"/>
    <w:rsid w:val="00A7258C"/>
    <w:rsid w:val="00A846A2"/>
    <w:rsid w:val="00A905BA"/>
    <w:rsid w:val="00A97DD6"/>
    <w:rsid w:val="00AD1C78"/>
    <w:rsid w:val="00AE39CB"/>
    <w:rsid w:val="00AF48C7"/>
    <w:rsid w:val="00AF64F1"/>
    <w:rsid w:val="00B37154"/>
    <w:rsid w:val="00B458D3"/>
    <w:rsid w:val="00B82817"/>
    <w:rsid w:val="00B92946"/>
    <w:rsid w:val="00BC4131"/>
    <w:rsid w:val="00BC5BCC"/>
    <w:rsid w:val="00BD2EC8"/>
    <w:rsid w:val="00C4337C"/>
    <w:rsid w:val="00C504B0"/>
    <w:rsid w:val="00C6352E"/>
    <w:rsid w:val="00C6501A"/>
    <w:rsid w:val="00C701DE"/>
    <w:rsid w:val="00C86329"/>
    <w:rsid w:val="00CC7917"/>
    <w:rsid w:val="00CD259F"/>
    <w:rsid w:val="00CD3E79"/>
    <w:rsid w:val="00CE3890"/>
    <w:rsid w:val="00CF371F"/>
    <w:rsid w:val="00D138BF"/>
    <w:rsid w:val="00D22C9C"/>
    <w:rsid w:val="00D41F81"/>
    <w:rsid w:val="00D42DCA"/>
    <w:rsid w:val="00D56DC1"/>
    <w:rsid w:val="00D60567"/>
    <w:rsid w:val="00D73D17"/>
    <w:rsid w:val="00D855CC"/>
    <w:rsid w:val="00D91A38"/>
    <w:rsid w:val="00DB430C"/>
    <w:rsid w:val="00DC444F"/>
    <w:rsid w:val="00DC6F6B"/>
    <w:rsid w:val="00DD0320"/>
    <w:rsid w:val="00DD0473"/>
    <w:rsid w:val="00E013E0"/>
    <w:rsid w:val="00E170B3"/>
    <w:rsid w:val="00E21D82"/>
    <w:rsid w:val="00E471E1"/>
    <w:rsid w:val="00E53DCC"/>
    <w:rsid w:val="00E76CEF"/>
    <w:rsid w:val="00E91958"/>
    <w:rsid w:val="00EB30C1"/>
    <w:rsid w:val="00EF4465"/>
    <w:rsid w:val="00F07818"/>
    <w:rsid w:val="00F1198C"/>
    <w:rsid w:val="00F12A03"/>
    <w:rsid w:val="00F37468"/>
    <w:rsid w:val="00F53F52"/>
    <w:rsid w:val="00FA1288"/>
    <w:rsid w:val="00FD77EE"/>
    <w:rsid w:val="00FD7B2F"/>
    <w:rsid w:val="00FF1387"/>
    <w:rsid w:val="00FF1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jlqj4b">
    <w:name w:val="jlqj4b"/>
    <w:basedOn w:val="DefaultParagraphFont"/>
    <w:uiPriority w:val="99"/>
    <w:rsid w:val="000D760D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1612FC"/>
    <w:rPr>
      <w:rFonts w:cs="Times New Roman"/>
    </w:rPr>
  </w:style>
  <w:style w:type="character" w:customStyle="1" w:styleId="viiyi">
    <w:name w:val="viiyi"/>
    <w:basedOn w:val="DefaultParagraphFont"/>
    <w:uiPriority w:val="99"/>
    <w:rsid w:val="001612F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0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0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0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0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0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70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0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0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0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0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0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0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70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4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0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704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0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704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0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704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0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704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0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7045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7045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704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0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704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0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70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0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464</Words>
  <Characters>2558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>gwartel@hotmail.com</dc:creator>
  <cp:keywords/>
  <dc:description/>
  <cp:lastModifiedBy>gwartel@hotmail.com</cp:lastModifiedBy>
  <cp:revision>4</cp:revision>
  <dcterms:created xsi:type="dcterms:W3CDTF">2021-11-04T13:07:00Z</dcterms:created>
  <dcterms:modified xsi:type="dcterms:W3CDTF">2021-11-04T13:19:00Z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