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E5" w:rsidRDefault="00DC49E5">
      <w:pPr>
        <w:jc w:val="center"/>
      </w:pPr>
      <w:r>
        <w:rPr>
          <w:rFonts w:ascii="Trebuchet MS" w:hAnsi="Trebuchet MS"/>
          <w:smallCaps/>
          <w:shadow/>
          <w:sz w:val="36"/>
          <w:szCs w:val="36"/>
        </w:rPr>
        <w:t>Luna Llena</w:t>
      </w:r>
      <w:r w:rsidRPr="00233DB3">
        <w:rPr>
          <w:rFonts w:ascii="Trebuchet MS" w:hAnsi="Trebuchet MS"/>
          <w:smallCaps/>
          <w:shadow/>
          <w:sz w:val="36"/>
          <w:szCs w:val="36"/>
        </w:rPr>
        <w:t xml:space="preserve"> </w:t>
      </w:r>
      <w:r>
        <w:rPr>
          <w:rFonts w:ascii="Trebuchet MS" w:hAnsi="Trebuchet MS"/>
          <w:smallCaps/>
          <w:shadow/>
          <w:sz w:val="36"/>
          <w:szCs w:val="36"/>
        </w:rPr>
        <w:t>27 de Febrero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24 de </w:t>
      </w:r>
      <w:r>
        <w:rPr>
          <w:rFonts w:ascii="Arial" w:hAnsi="Arial" w:cs="Arial"/>
          <w:b/>
          <w:sz w:val="20"/>
          <w:szCs w:val="20"/>
        </w:rPr>
        <w:t>Febrero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DC49E5" w:rsidRDefault="00DC49E5" w:rsidP="009F0B89">
      <w:pPr>
        <w:pStyle w:val="NormalWeb"/>
        <w:shd w:val="clear" w:color="auto" w:fill="FBFFFA"/>
        <w:spacing w:beforeAutospacing="0" w:after="300" w:afterAutospacing="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/>
            <w:color w:val="666699"/>
            <w:sz w:val="20"/>
          </w:rPr>
          <w:t>https://www.facebook.com/ManantialCaduceo</w:t>
        </w:r>
      </w:hyperlink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hyperlink r:id="rId9" w:history="1">
        <w:r w:rsidRPr="007C0C32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https://t.me/joinchat/UBJK3YvzA2iGn37s</w:t>
        </w:r>
      </w:hyperlink>
    </w:p>
    <w:p w:rsidR="00DC49E5" w:rsidRPr="00A3230A" w:rsidRDefault="00DC49E5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DC49E5" w:rsidRPr="002D2D88" w:rsidRDefault="00DC49E5" w:rsidP="0047667F">
      <w:pPr>
        <w:pStyle w:val="Heading4"/>
        <w:shd w:val="clear" w:color="auto" w:fill="FFFFFF"/>
        <w:spacing w:before="0" w:after="120"/>
        <w:textAlignment w:val="baseline"/>
        <w:rPr>
          <w:rFonts w:ascii="Arial" w:hAnsi="Arial" w:cs="Arial"/>
          <w:sz w:val="24"/>
          <w:szCs w:val="24"/>
        </w:rPr>
      </w:pPr>
      <w:r w:rsidRPr="002D2D88">
        <w:rPr>
          <w:rFonts w:ascii="Arial" w:hAnsi="Arial" w:cs="Arial"/>
          <w:sz w:val="24"/>
          <w:szCs w:val="24"/>
        </w:rPr>
        <w:t>La luna llena en Virgo es el viernes por la noche / el sábado por la mañana temprano (dependiendo de su zona horaria) 26/27 de febrero. 1:17 am el sábado en hora estándar de las montañas.</w:t>
      </w:r>
    </w:p>
    <w:p w:rsidR="00DC49E5" w:rsidRPr="002D2D88" w:rsidRDefault="00DC49E5" w:rsidP="0047667F">
      <w:pPr>
        <w:pStyle w:val="Heading4"/>
        <w:shd w:val="clear" w:color="auto" w:fill="FFFFFF"/>
        <w:spacing w:before="0" w:after="120"/>
        <w:textAlignment w:val="baseline"/>
        <w:rPr>
          <w:rFonts w:ascii="Arial" w:hAnsi="Arial" w:cs="Arial"/>
          <w:sz w:val="24"/>
          <w:szCs w:val="24"/>
        </w:rPr>
      </w:pPr>
      <w:r w:rsidRPr="002D2D88">
        <w:rPr>
          <w:rFonts w:ascii="Arial" w:hAnsi="Arial" w:cs="Arial"/>
          <w:sz w:val="24"/>
          <w:szCs w:val="24"/>
        </w:rPr>
        <w:t>El tema de esta luna llena es "lidiar con el cambio y el desafío".</w:t>
      </w:r>
    </w:p>
    <w:p w:rsidR="00DC49E5" w:rsidRPr="00AA7F1B" w:rsidRDefault="00DC49E5" w:rsidP="0047667F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AA7F1B">
        <w:rPr>
          <w:rFonts w:ascii="Arial" w:hAnsi="Arial" w:cs="Arial"/>
          <w:sz w:val="20"/>
          <w:szCs w:val="20"/>
        </w:rPr>
        <w:t>Hay mucha fuerza empujando hacia adelante y todavía estamos bajo la influencia de lo inesperado, que puede ser muy positivo o muy desafiante. Es mejor usar esta luna llena para canalizar cualqu</w:t>
      </w:r>
      <w:r>
        <w:rPr>
          <w:rFonts w:ascii="Arial" w:hAnsi="Arial" w:cs="Arial"/>
          <w:sz w:val="20"/>
          <w:szCs w:val="20"/>
        </w:rPr>
        <w:t>ier intensidad emocional hacia t</w:t>
      </w:r>
      <w:r w:rsidRPr="00AA7F1B">
        <w:rPr>
          <w:rFonts w:ascii="Arial" w:hAnsi="Arial" w:cs="Arial"/>
          <w:sz w:val="20"/>
          <w:szCs w:val="20"/>
        </w:rPr>
        <w:t>us sueños futuros y lo que se puede mejorar, en lugar de resistir y quedarse atascado en una respuesta negati</w:t>
      </w:r>
      <w:r>
        <w:rPr>
          <w:rFonts w:ascii="Arial" w:hAnsi="Arial" w:cs="Arial"/>
          <w:sz w:val="20"/>
          <w:szCs w:val="20"/>
        </w:rPr>
        <w:t>va a algún cambio que suceda a t</w:t>
      </w:r>
      <w:r w:rsidRPr="00AA7F1B">
        <w:rPr>
          <w:rFonts w:ascii="Arial" w:hAnsi="Arial" w:cs="Arial"/>
          <w:sz w:val="20"/>
          <w:szCs w:val="20"/>
        </w:rPr>
        <w:t>u alrededor.</w:t>
      </w:r>
    </w:p>
    <w:p w:rsidR="00DC49E5" w:rsidRPr="00160D55" w:rsidRDefault="00DC49E5" w:rsidP="00160D55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160D55">
        <w:rPr>
          <w:rFonts w:ascii="Arial" w:hAnsi="Arial" w:cs="Arial"/>
          <w:sz w:val="20"/>
          <w:szCs w:val="20"/>
        </w:rPr>
        <w:t>Puede</w:t>
      </w:r>
      <w:r>
        <w:rPr>
          <w:rFonts w:ascii="Arial" w:hAnsi="Arial" w:cs="Arial"/>
          <w:sz w:val="20"/>
          <w:szCs w:val="20"/>
        </w:rPr>
        <w:t>s</w:t>
      </w:r>
      <w:r w:rsidRPr="00160D55">
        <w:rPr>
          <w:rFonts w:ascii="Arial" w:hAnsi="Arial" w:cs="Arial"/>
          <w:sz w:val="20"/>
          <w:szCs w:val="20"/>
        </w:rPr>
        <w:t xml:space="preserve"> experimentar un</w:t>
      </w:r>
      <w:r>
        <w:rPr>
          <w:rFonts w:ascii="Arial" w:hAnsi="Arial" w:cs="Arial"/>
          <w:sz w:val="20"/>
          <w:szCs w:val="20"/>
        </w:rPr>
        <w:t>a tensión interna a medida que t</w:t>
      </w:r>
      <w:r w:rsidRPr="00160D55">
        <w:rPr>
          <w:rFonts w:ascii="Arial" w:hAnsi="Arial" w:cs="Arial"/>
          <w:sz w:val="20"/>
          <w:szCs w:val="20"/>
        </w:rPr>
        <w:t>u entorno externo está presionado por responsabilidades abrumadoras y cosas que suceden demasiado rápido. </w:t>
      </w:r>
      <w:r>
        <w:rPr>
          <w:rFonts w:ascii="Arial" w:hAnsi="Arial" w:cs="Arial"/>
          <w:sz w:val="20"/>
          <w:szCs w:val="20"/>
        </w:rPr>
        <w:t>Dependerá de ti "alejarte" de lo que te</w:t>
      </w:r>
      <w:r w:rsidRPr="00160D55">
        <w:rPr>
          <w:rFonts w:ascii="Arial" w:hAnsi="Arial" w:cs="Arial"/>
          <w:sz w:val="20"/>
          <w:szCs w:val="20"/>
        </w:rPr>
        <w:t xml:space="preserve"> "empuja" y luego dar un paso a la vez. </w:t>
      </w:r>
      <w:r>
        <w:rPr>
          <w:rFonts w:ascii="Arial" w:hAnsi="Arial" w:cs="Arial"/>
          <w:sz w:val="20"/>
          <w:szCs w:val="20"/>
        </w:rPr>
        <w:t>Utiliza</w:t>
      </w:r>
      <w:r w:rsidRPr="00160D55">
        <w:rPr>
          <w:rFonts w:ascii="Arial" w:hAnsi="Arial" w:cs="Arial"/>
          <w:sz w:val="20"/>
          <w:szCs w:val="20"/>
        </w:rPr>
        <w:t xml:space="preserve"> Virgo como aliado para reo</w:t>
      </w:r>
      <w:r>
        <w:rPr>
          <w:rFonts w:ascii="Arial" w:hAnsi="Arial" w:cs="Arial"/>
          <w:sz w:val="20"/>
          <w:szCs w:val="20"/>
        </w:rPr>
        <w:t>rganizar y administrar t</w:t>
      </w:r>
      <w:r w:rsidRPr="00160D55">
        <w:rPr>
          <w:rFonts w:ascii="Arial" w:hAnsi="Arial" w:cs="Arial"/>
          <w:sz w:val="20"/>
          <w:szCs w:val="20"/>
        </w:rPr>
        <w:t>us detalles, tiempo y recursos.</w:t>
      </w:r>
    </w:p>
    <w:p w:rsidR="00DC49E5" w:rsidRPr="00160D55" w:rsidRDefault="00DC49E5" w:rsidP="0047667F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160D55">
        <w:rPr>
          <w:rFonts w:ascii="Arial" w:hAnsi="Arial" w:cs="Arial"/>
          <w:sz w:val="20"/>
          <w:szCs w:val="20"/>
        </w:rPr>
        <w:t>Se trata de una nueva energía con la que estamos lidiando y tomará un poco de tiempo anclarla, equilibrarla y alinearla. No olvide</w:t>
      </w:r>
      <w:r>
        <w:rPr>
          <w:rFonts w:ascii="Arial" w:hAnsi="Arial" w:cs="Arial"/>
          <w:sz w:val="20"/>
          <w:szCs w:val="20"/>
        </w:rPr>
        <w:t>s tus prácticas y tómate el tiempo suficiente para ti mismo aunque t</w:t>
      </w:r>
      <w:r w:rsidRPr="00160D55">
        <w:rPr>
          <w:rFonts w:ascii="Arial" w:hAnsi="Arial" w:cs="Arial"/>
          <w:sz w:val="20"/>
          <w:szCs w:val="20"/>
        </w:rPr>
        <w:t>e sienta</w:t>
      </w:r>
      <w:r>
        <w:rPr>
          <w:rFonts w:ascii="Arial" w:hAnsi="Arial" w:cs="Arial"/>
          <w:sz w:val="20"/>
          <w:szCs w:val="20"/>
        </w:rPr>
        <w:t>s</w:t>
      </w:r>
      <w:r w:rsidRPr="00160D55">
        <w:rPr>
          <w:rFonts w:ascii="Arial" w:hAnsi="Arial" w:cs="Arial"/>
          <w:sz w:val="20"/>
          <w:szCs w:val="20"/>
        </w:rPr>
        <w:t xml:space="preserve"> presionado por las responsabilidades. Este también es un buen momento para ordenar y reorganizar las prioridades y hacer una "limpieza de la casa" en torno a lo que no es esencial, lo que no es tuyo para lidiar y lo que ya no necesita ser parte de tu campo.</w:t>
      </w:r>
    </w:p>
    <w:p w:rsidR="00DC49E5" w:rsidRDefault="00DC49E5" w:rsidP="00402137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DC49E5" w:rsidRPr="00A3230A" w:rsidRDefault="00DC49E5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Bendiciones,</w:t>
      </w:r>
    </w:p>
    <w:p w:rsidR="00DC49E5" w:rsidRPr="005D3292" w:rsidRDefault="00DC49E5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DC49E5" w:rsidRPr="005D3292" w:rsidRDefault="00DC49E5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DC49E5" w:rsidRPr="006D2D00" w:rsidRDefault="00DC49E5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DC49E5" w:rsidRDefault="00DC49E5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0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1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color w:val="00336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hyperlink r:id="rId12" w:history="1">
        <w:r w:rsidRPr="007C0C32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https://t.me/joinchat/UBJK3YvzA2iGn37s</w:t>
        </w:r>
      </w:hyperlink>
    </w:p>
    <w:p w:rsidR="00DC49E5" w:rsidRDefault="00DC49E5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3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DC49E5" w:rsidRDefault="00DC49E5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DC49E5" w:rsidRDefault="00DC49E5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DC49E5" w:rsidRDefault="00DC49E5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DC49E5" w:rsidSect="007133BE">
      <w:footerReference w:type="default" r:id="rId14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9E5" w:rsidRDefault="00DC49E5" w:rsidP="007133BE">
      <w:r>
        <w:separator/>
      </w:r>
    </w:p>
  </w:endnote>
  <w:endnote w:type="continuationSeparator" w:id="0">
    <w:p w:rsidR="00DC49E5" w:rsidRDefault="00DC49E5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9E5" w:rsidRDefault="00DC49E5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DC49E5" w:rsidRDefault="00DC49E5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9E5" w:rsidRDefault="00DC49E5" w:rsidP="007133BE">
      <w:r>
        <w:separator/>
      </w:r>
    </w:p>
  </w:footnote>
  <w:footnote w:type="continuationSeparator" w:id="0">
    <w:p w:rsidR="00DC49E5" w:rsidRDefault="00DC49E5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23D0"/>
    <w:rsid w:val="000A46E9"/>
    <w:rsid w:val="000C71E8"/>
    <w:rsid w:val="000D760D"/>
    <w:rsid w:val="00160D55"/>
    <w:rsid w:val="00163B2F"/>
    <w:rsid w:val="00181FA7"/>
    <w:rsid w:val="00193399"/>
    <w:rsid w:val="001A3754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175B"/>
    <w:rsid w:val="00277740"/>
    <w:rsid w:val="002868D3"/>
    <w:rsid w:val="002D2D88"/>
    <w:rsid w:val="002D4287"/>
    <w:rsid w:val="002E13BD"/>
    <w:rsid w:val="0033432D"/>
    <w:rsid w:val="0034118A"/>
    <w:rsid w:val="00364D4B"/>
    <w:rsid w:val="00387712"/>
    <w:rsid w:val="003A38DD"/>
    <w:rsid w:val="003F191F"/>
    <w:rsid w:val="00402137"/>
    <w:rsid w:val="00402634"/>
    <w:rsid w:val="00406672"/>
    <w:rsid w:val="00414E8F"/>
    <w:rsid w:val="00427709"/>
    <w:rsid w:val="004308C0"/>
    <w:rsid w:val="00451E62"/>
    <w:rsid w:val="0047667F"/>
    <w:rsid w:val="004C07D9"/>
    <w:rsid w:val="004C246B"/>
    <w:rsid w:val="004D5B32"/>
    <w:rsid w:val="004F5394"/>
    <w:rsid w:val="0051669B"/>
    <w:rsid w:val="00522206"/>
    <w:rsid w:val="005340CE"/>
    <w:rsid w:val="005505C4"/>
    <w:rsid w:val="00565A4A"/>
    <w:rsid w:val="0058183C"/>
    <w:rsid w:val="00584F9A"/>
    <w:rsid w:val="005A3129"/>
    <w:rsid w:val="005B0014"/>
    <w:rsid w:val="005C164A"/>
    <w:rsid w:val="005C31D9"/>
    <w:rsid w:val="005D3292"/>
    <w:rsid w:val="00600542"/>
    <w:rsid w:val="0060538B"/>
    <w:rsid w:val="00607315"/>
    <w:rsid w:val="006514C7"/>
    <w:rsid w:val="00655651"/>
    <w:rsid w:val="00672CFD"/>
    <w:rsid w:val="006A2A25"/>
    <w:rsid w:val="006D2D00"/>
    <w:rsid w:val="006F62C0"/>
    <w:rsid w:val="007104C0"/>
    <w:rsid w:val="007133BE"/>
    <w:rsid w:val="007133DD"/>
    <w:rsid w:val="00741F3D"/>
    <w:rsid w:val="007639D5"/>
    <w:rsid w:val="007C0C32"/>
    <w:rsid w:val="007F7442"/>
    <w:rsid w:val="00812B47"/>
    <w:rsid w:val="00862DEC"/>
    <w:rsid w:val="00874D19"/>
    <w:rsid w:val="008B0ACD"/>
    <w:rsid w:val="008B344B"/>
    <w:rsid w:val="008B6950"/>
    <w:rsid w:val="008B75B5"/>
    <w:rsid w:val="008C1A28"/>
    <w:rsid w:val="008C4BF5"/>
    <w:rsid w:val="008D3C69"/>
    <w:rsid w:val="008F4AB1"/>
    <w:rsid w:val="009232AA"/>
    <w:rsid w:val="00952B72"/>
    <w:rsid w:val="00986B9F"/>
    <w:rsid w:val="00993C83"/>
    <w:rsid w:val="009A56D7"/>
    <w:rsid w:val="009D2624"/>
    <w:rsid w:val="009E5C6A"/>
    <w:rsid w:val="009F0B89"/>
    <w:rsid w:val="00A04BDB"/>
    <w:rsid w:val="00A06941"/>
    <w:rsid w:val="00A12378"/>
    <w:rsid w:val="00A3230A"/>
    <w:rsid w:val="00A7258C"/>
    <w:rsid w:val="00A905BA"/>
    <w:rsid w:val="00A97DD6"/>
    <w:rsid w:val="00AA7F1B"/>
    <w:rsid w:val="00AD1C78"/>
    <w:rsid w:val="00AE39CB"/>
    <w:rsid w:val="00AF64F1"/>
    <w:rsid w:val="00B37154"/>
    <w:rsid w:val="00B458D3"/>
    <w:rsid w:val="00B82817"/>
    <w:rsid w:val="00BC4131"/>
    <w:rsid w:val="00BC5BCC"/>
    <w:rsid w:val="00BD2EC8"/>
    <w:rsid w:val="00C504B0"/>
    <w:rsid w:val="00C52154"/>
    <w:rsid w:val="00C6501A"/>
    <w:rsid w:val="00C86329"/>
    <w:rsid w:val="00CC7917"/>
    <w:rsid w:val="00CD259F"/>
    <w:rsid w:val="00CD3E79"/>
    <w:rsid w:val="00CE3890"/>
    <w:rsid w:val="00CF371F"/>
    <w:rsid w:val="00D138BF"/>
    <w:rsid w:val="00D25008"/>
    <w:rsid w:val="00D25501"/>
    <w:rsid w:val="00D42DCA"/>
    <w:rsid w:val="00D56DC1"/>
    <w:rsid w:val="00D60567"/>
    <w:rsid w:val="00D73D17"/>
    <w:rsid w:val="00D91A38"/>
    <w:rsid w:val="00DC444F"/>
    <w:rsid w:val="00DC49E5"/>
    <w:rsid w:val="00DC6F6B"/>
    <w:rsid w:val="00DD0320"/>
    <w:rsid w:val="00DD0473"/>
    <w:rsid w:val="00E21D82"/>
    <w:rsid w:val="00E471E1"/>
    <w:rsid w:val="00E53DCC"/>
    <w:rsid w:val="00E76CEF"/>
    <w:rsid w:val="00EB30C1"/>
    <w:rsid w:val="00F07818"/>
    <w:rsid w:val="00F1198C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1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1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1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1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91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1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1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91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1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11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11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11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11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11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11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11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11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91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1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hyperlink" Target="http://www.egrupos.net/grupo/laeradelahora/alt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s://t.me/joinchat/UBJK3YvzA2iGn37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s://www.facebook.com/ManantialCaduceo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.me/joinchat/UBJK3YvzA2iGn37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1016</TotalTime>
  <Pages>2</Pages>
  <Words>597</Words>
  <Characters>3289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4</cp:revision>
  <dcterms:created xsi:type="dcterms:W3CDTF">2021-02-24T22:15:00Z</dcterms:created>
  <dcterms:modified xsi:type="dcterms:W3CDTF">2021-02-27T04:40:00Z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