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436" w:rsidRPr="00DA578D" w:rsidRDefault="008C0436" w:rsidP="00A7230E">
      <w:pPr>
        <w:jc w:val="center"/>
        <w:rPr>
          <w:rFonts w:ascii="Trebuchet MS" w:hAnsi="Trebuchet MS"/>
          <w:b/>
          <w:smallCaps/>
          <w:sz w:val="36"/>
          <w:szCs w:val="36"/>
        </w:rPr>
      </w:pPr>
      <w:r>
        <w:rPr>
          <w:rFonts w:ascii="Trebuchet MS" w:hAnsi="Trebuchet MS"/>
          <w:b/>
          <w:smallCaps/>
          <w:sz w:val="36"/>
          <w:szCs w:val="36"/>
        </w:rPr>
        <w:t>Pronostico Mensual – Octubre 2019</w:t>
      </w:r>
    </w:p>
    <w:p w:rsidR="008C0436" w:rsidRPr="00993853" w:rsidRDefault="008C0436"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t>1 de Octubre</w:t>
      </w:r>
      <w:r w:rsidRPr="00993853">
        <w:rPr>
          <w:rFonts w:ascii="Arial" w:hAnsi="Arial" w:cs="Arial"/>
          <w:sz w:val="20"/>
        </w:rPr>
        <w:t xml:space="preserve"> 201</w:t>
      </w:r>
      <w:r>
        <w:rPr>
          <w:rFonts w:ascii="Arial" w:hAnsi="Arial" w:cs="Arial"/>
          <w:sz w:val="20"/>
        </w:rPr>
        <w:t>9</w:t>
      </w:r>
    </w:p>
    <w:p w:rsidR="008C0436" w:rsidRPr="00544E5D" w:rsidRDefault="008C0436" w:rsidP="00887BC3">
      <w:pPr>
        <w:pStyle w:val="Heading2"/>
        <w:rPr>
          <w:rFonts w:ascii="Arial" w:hAnsi="Arial" w:cs="Arial"/>
          <w:b w:val="0"/>
          <w:sz w:val="20"/>
        </w:rPr>
      </w:pP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8C0436" w:rsidRPr="005475B4" w:rsidRDefault="008C0436" w:rsidP="00705277">
      <w:pPr>
        <w:pStyle w:val="Heading2"/>
        <w:shd w:val="clear" w:color="auto" w:fill="FFFFFF"/>
        <w:spacing w:before="0" w:beforeAutospacing="0" w:after="120" w:afterAutospacing="0"/>
        <w:textAlignment w:val="baseline"/>
        <w:rPr>
          <w:rFonts w:ascii="Arial" w:hAnsi="Arial" w:cs="Arial"/>
          <w:sz w:val="33"/>
          <w:szCs w:val="33"/>
        </w:rPr>
      </w:pPr>
      <w:r w:rsidRPr="005475B4">
        <w:rPr>
          <w:rFonts w:ascii="Arial" w:hAnsi="Arial" w:cs="Arial"/>
          <w:sz w:val="33"/>
          <w:szCs w:val="33"/>
        </w:rPr>
        <w:t>El tema principal para octubre es "REESCRIBIR LA HISTORIA"</w:t>
      </w:r>
    </w:p>
    <w:p w:rsidR="008C0436" w:rsidRDefault="008C0436" w:rsidP="00705277">
      <w:pPr>
        <w:pStyle w:val="NormalWeb"/>
        <w:shd w:val="clear" w:color="auto" w:fill="FFFFFF"/>
        <w:spacing w:before="0" w:beforeAutospacing="0" w:after="240" w:afterAutospacing="0"/>
        <w:textAlignment w:val="baseline"/>
        <w:rPr>
          <w:rFonts w:ascii="Arial" w:hAnsi="Arial" w:cs="Arial"/>
          <w:color w:val="333333"/>
          <w:sz w:val="26"/>
          <w:szCs w:val="26"/>
        </w:rPr>
      </w:pPr>
      <w:r>
        <w:rPr>
          <w:rFonts w:ascii="Arial" w:hAnsi="Arial" w:cs="Arial"/>
          <w:color w:val="333333"/>
          <w:sz w:val="26"/>
          <w:szCs w:val="26"/>
        </w:rPr>
        <w:t> </w:t>
      </w:r>
      <w:r w:rsidRPr="00887BC3">
        <w:rPr>
          <w:rFonts w:ascii="Arial" w:hAnsi="Arial" w:cs="Arial"/>
          <w:color w:val="333333"/>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01pt">
            <v:imagedata r:id="rId10" o:title=""/>
          </v:shape>
        </w:pict>
      </w:r>
    </w:p>
    <w:p w:rsidR="008C0436" w:rsidRPr="005475B4" w:rsidRDefault="008C0436" w:rsidP="005475B4">
      <w:pPr>
        <w:pStyle w:val="NormalWeb"/>
        <w:shd w:val="clear" w:color="auto" w:fill="FFFFFF"/>
        <w:spacing w:before="0" w:beforeAutospacing="0" w:after="240" w:afterAutospacing="0"/>
        <w:jc w:val="both"/>
        <w:textAlignment w:val="baseline"/>
        <w:rPr>
          <w:rFonts w:ascii="Arial" w:hAnsi="Arial" w:cs="Arial"/>
          <w:sz w:val="20"/>
          <w:szCs w:val="20"/>
        </w:rPr>
      </w:pPr>
      <w:r w:rsidRPr="005475B4">
        <w:rPr>
          <w:rFonts w:ascii="Arial" w:hAnsi="Arial" w:cs="Arial"/>
          <w:sz w:val="20"/>
          <w:szCs w:val="20"/>
        </w:rPr>
        <w:t>¿Amas todos los aspectos de tu vida? ¿Amas lo que está sucediendo en el mundo, en nuestro planeta, con tus amigos y seres queridos? ¿Te despiertas todos los días y sientes que todo es perfecto y correcto y que no lo harías de otra manera?</w:t>
      </w:r>
    </w:p>
    <w:p w:rsidR="008C0436" w:rsidRPr="005475B4" w:rsidRDefault="008C0436" w:rsidP="005475B4">
      <w:pPr>
        <w:pStyle w:val="NormalWeb"/>
        <w:shd w:val="clear" w:color="auto" w:fill="FFFFFF"/>
        <w:spacing w:before="0" w:beforeAutospacing="0" w:after="240" w:afterAutospacing="0"/>
        <w:jc w:val="both"/>
        <w:textAlignment w:val="baseline"/>
        <w:rPr>
          <w:rFonts w:ascii="Arial" w:hAnsi="Arial" w:cs="Arial"/>
          <w:sz w:val="20"/>
          <w:szCs w:val="20"/>
        </w:rPr>
      </w:pPr>
      <w:r w:rsidRPr="005475B4">
        <w:rPr>
          <w:rFonts w:ascii="Arial" w:hAnsi="Arial" w:cs="Arial"/>
          <w:sz w:val="20"/>
          <w:szCs w:val="20"/>
        </w:rPr>
        <w:t>Si respondiste que sí, eres una rareza, ya que la mayoría de nosotros tenemos aspectos de nuestras vidas que podrían mejorarse mucho y hay partes de nuestra historia personal y lo que vemos que sucede en el mundo que daríamos cualquier cosa por cambiar.</w:t>
      </w:r>
    </w:p>
    <w:p w:rsidR="008C0436" w:rsidRDefault="008C0436" w:rsidP="005475B4">
      <w:pPr>
        <w:pStyle w:val="NormalWeb"/>
        <w:shd w:val="clear" w:color="auto" w:fill="FFFFFF"/>
        <w:spacing w:before="0" w:beforeAutospacing="0" w:after="0" w:afterAutospacing="0"/>
        <w:jc w:val="both"/>
        <w:textAlignment w:val="baseline"/>
        <w:rPr>
          <w:rFonts w:ascii="Arial" w:hAnsi="Arial" w:cs="Arial"/>
          <w:sz w:val="20"/>
          <w:szCs w:val="20"/>
        </w:rPr>
      </w:pPr>
      <w:r w:rsidRPr="005475B4">
        <w:rPr>
          <w:rFonts w:ascii="Arial" w:hAnsi="Arial" w:cs="Arial"/>
          <w:sz w:val="20"/>
          <w:szCs w:val="20"/>
        </w:rPr>
        <w:t>Este mes tenemos la oportunidad de cambiar el ciclo de sentirnos víctimas y encarcelados por nuestra historia y poner en práctica nuestros sueños para un futuro mejor. Esto no va a suceder pasivamente. Este es un momento activo para lanzar la vieja historia, el apego al sufrimiento, culpar y quejarse, y restablecer los patrones para comenzar a manifestar un nuevo sueño y vivir una nueva historia. Parece simple cuando se pone en palabras. Sin embargo, el apego a la zona de confort, no importa cuán insatisfactorio sea, puede ser un desafío enorme de superar. Simplemente no creemos que tengamos el poder de reescribir nuestra historia. Nuestra historia es el producto de un conjunto de reglas, algunas conscientes y otras inconscientes. Para reescribir nuestra historia, necesitamos cambiar y reescribir nuestras reglas</w:t>
      </w:r>
      <w:r w:rsidRPr="005475B4">
        <w:rPr>
          <w:rFonts w:ascii="Arial" w:hAnsi="Arial" w:cs="Arial"/>
          <w:sz w:val="26"/>
          <w:szCs w:val="26"/>
        </w:rPr>
        <w:t>.</w:t>
      </w:r>
      <w:r>
        <w:rPr>
          <w:rFonts w:ascii="Arial" w:hAnsi="Arial" w:cs="Arial"/>
          <w:color w:val="333333"/>
          <w:sz w:val="26"/>
          <w:szCs w:val="26"/>
        </w:rPr>
        <w:t> </w:t>
      </w:r>
      <w:hyperlink r:id="rId11" w:history="1">
        <w:r w:rsidRPr="005475B4">
          <w:rPr>
            <w:rStyle w:val="Hyperlink"/>
            <w:rFonts w:ascii="Arial" w:hAnsi="Arial" w:cs="Arial"/>
            <w:color w:val="CD3B33"/>
            <w:sz w:val="20"/>
            <w:szCs w:val="20"/>
            <w:bdr w:val="none" w:sz="0" w:space="0" w:color="auto" w:frame="1"/>
          </w:rPr>
          <w:t>(hay un buen ejercicio sobre esto en el audio de soporte mensual)</w:t>
        </w:r>
      </w:hyperlink>
      <w:r>
        <w:rPr>
          <w:rFonts w:ascii="Arial" w:hAnsi="Arial" w:cs="Arial"/>
          <w:sz w:val="20"/>
          <w:szCs w:val="20"/>
        </w:rPr>
        <w:t xml:space="preserve"> En ingles.</w:t>
      </w:r>
    </w:p>
    <w:p w:rsidR="008C0436" w:rsidRPr="005475B4" w:rsidRDefault="008C0436" w:rsidP="005475B4">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8C0436" w:rsidRPr="005475B4" w:rsidRDefault="008C0436" w:rsidP="005475B4">
      <w:pPr>
        <w:pStyle w:val="NormalWeb"/>
        <w:shd w:val="clear" w:color="auto" w:fill="FFFFFF"/>
        <w:spacing w:before="0" w:beforeAutospacing="0" w:after="240" w:afterAutospacing="0"/>
        <w:jc w:val="both"/>
        <w:textAlignment w:val="baseline"/>
        <w:rPr>
          <w:rFonts w:ascii="Arial" w:hAnsi="Arial" w:cs="Arial"/>
          <w:sz w:val="20"/>
          <w:szCs w:val="20"/>
        </w:rPr>
      </w:pPr>
      <w:r w:rsidRPr="005475B4">
        <w:rPr>
          <w:rFonts w:ascii="Arial" w:hAnsi="Arial" w:cs="Arial"/>
          <w:sz w:val="20"/>
          <w:szCs w:val="20"/>
        </w:rPr>
        <w:t>Tomar pasos pequ</w:t>
      </w:r>
      <w:r>
        <w:rPr>
          <w:rFonts w:ascii="Arial" w:hAnsi="Arial" w:cs="Arial"/>
          <w:sz w:val="20"/>
          <w:szCs w:val="20"/>
        </w:rPr>
        <w:t>eños en el proceso es crucial. T</w:t>
      </w:r>
      <w:r w:rsidRPr="005475B4">
        <w:rPr>
          <w:rFonts w:ascii="Arial" w:hAnsi="Arial" w:cs="Arial"/>
          <w:sz w:val="20"/>
          <w:szCs w:val="20"/>
        </w:rPr>
        <w:t xml:space="preserve">u historia se compone de la suma de muchos pequeños </w:t>
      </w:r>
      <w:r>
        <w:rPr>
          <w:rFonts w:ascii="Arial" w:hAnsi="Arial" w:cs="Arial"/>
          <w:sz w:val="20"/>
          <w:szCs w:val="20"/>
        </w:rPr>
        <w:t>hábitos y patrones, así que toma uno que sea manejable y trabaja</w:t>
      </w:r>
      <w:r w:rsidRPr="005475B4">
        <w:rPr>
          <w:rFonts w:ascii="Arial" w:hAnsi="Arial" w:cs="Arial"/>
          <w:sz w:val="20"/>
          <w:szCs w:val="20"/>
        </w:rPr>
        <w:t xml:space="preserve"> con él hasta que cambie</w:t>
      </w:r>
      <w:r>
        <w:rPr>
          <w:rFonts w:ascii="Arial" w:hAnsi="Arial" w:cs="Arial"/>
          <w:sz w:val="20"/>
          <w:szCs w:val="20"/>
        </w:rPr>
        <w:t>s</w:t>
      </w:r>
      <w:r w:rsidRPr="005475B4">
        <w:rPr>
          <w:rFonts w:ascii="Arial" w:hAnsi="Arial" w:cs="Arial"/>
          <w:sz w:val="20"/>
          <w:szCs w:val="20"/>
        </w:rPr>
        <w:t>. Por ejemplo, si constantemen</w:t>
      </w:r>
      <w:r>
        <w:rPr>
          <w:rFonts w:ascii="Arial" w:hAnsi="Arial" w:cs="Arial"/>
          <w:sz w:val="20"/>
          <w:szCs w:val="20"/>
        </w:rPr>
        <w:t>te t</w:t>
      </w:r>
      <w:r w:rsidRPr="005475B4">
        <w:rPr>
          <w:rFonts w:ascii="Arial" w:hAnsi="Arial" w:cs="Arial"/>
          <w:sz w:val="20"/>
          <w:szCs w:val="20"/>
        </w:rPr>
        <w:t>e encuentra</w:t>
      </w:r>
      <w:r>
        <w:rPr>
          <w:rFonts w:ascii="Arial" w:hAnsi="Arial" w:cs="Arial"/>
          <w:sz w:val="20"/>
          <w:szCs w:val="20"/>
        </w:rPr>
        <w:t>s</w:t>
      </w:r>
      <w:r w:rsidRPr="005475B4">
        <w:rPr>
          <w:rFonts w:ascii="Arial" w:hAnsi="Arial" w:cs="Arial"/>
          <w:sz w:val="20"/>
          <w:szCs w:val="20"/>
        </w:rPr>
        <w:t xml:space="preserve"> en situaciones menos que deseables debido</w:t>
      </w:r>
      <w:r>
        <w:rPr>
          <w:rFonts w:ascii="Arial" w:hAnsi="Arial" w:cs="Arial"/>
          <w:sz w:val="20"/>
          <w:szCs w:val="20"/>
        </w:rPr>
        <w:t xml:space="preserve"> a límites pobres, entonces toma los "límites" como tu enfoque y trabaja</w:t>
      </w:r>
      <w:r w:rsidRPr="005475B4">
        <w:rPr>
          <w:rFonts w:ascii="Arial" w:hAnsi="Arial" w:cs="Arial"/>
          <w:sz w:val="20"/>
          <w:szCs w:val="20"/>
        </w:rPr>
        <w:t xml:space="preserve"> para lib</w:t>
      </w:r>
      <w:r>
        <w:rPr>
          <w:rFonts w:ascii="Arial" w:hAnsi="Arial" w:cs="Arial"/>
          <w:sz w:val="20"/>
          <w:szCs w:val="20"/>
        </w:rPr>
        <w:t>erar el patrón subyacente que te</w:t>
      </w:r>
      <w:r w:rsidRPr="005475B4">
        <w:rPr>
          <w:rFonts w:ascii="Arial" w:hAnsi="Arial" w:cs="Arial"/>
          <w:sz w:val="20"/>
          <w:szCs w:val="20"/>
        </w:rPr>
        <w:t xml:space="preserve"> mantiene diciendo que sí cuando debería</w:t>
      </w:r>
      <w:r>
        <w:rPr>
          <w:rFonts w:ascii="Arial" w:hAnsi="Arial" w:cs="Arial"/>
          <w:sz w:val="20"/>
          <w:szCs w:val="20"/>
        </w:rPr>
        <w:t>s</w:t>
      </w:r>
      <w:r w:rsidRPr="005475B4">
        <w:rPr>
          <w:rFonts w:ascii="Arial" w:hAnsi="Arial" w:cs="Arial"/>
          <w:sz w:val="20"/>
          <w:szCs w:val="20"/>
        </w:rPr>
        <w:t xml:space="preserve"> decir que no. Podría deberse a la falta de autoestima o la creencia de que tienes que ponerte al final para ser una buena persona.</w:t>
      </w:r>
    </w:p>
    <w:p w:rsidR="008C0436" w:rsidRPr="005475B4" w:rsidRDefault="008C0436" w:rsidP="005475B4">
      <w:pPr>
        <w:pStyle w:val="NormalWeb"/>
        <w:shd w:val="clear" w:color="auto" w:fill="FFFFFF"/>
        <w:spacing w:before="0" w:beforeAutospacing="0" w:after="240" w:afterAutospacing="0"/>
        <w:jc w:val="both"/>
        <w:textAlignment w:val="baseline"/>
        <w:rPr>
          <w:rFonts w:ascii="Arial" w:hAnsi="Arial" w:cs="Arial"/>
          <w:sz w:val="20"/>
          <w:szCs w:val="20"/>
        </w:rPr>
      </w:pPr>
      <w:r w:rsidRPr="005475B4">
        <w:rPr>
          <w:rFonts w:ascii="Arial" w:hAnsi="Arial" w:cs="Arial"/>
          <w:sz w:val="20"/>
          <w:szCs w:val="20"/>
        </w:rPr>
        <w:t xml:space="preserve">Si queremos cambiar la historia global, primero tenemos que cambiar nuestras historias personales. Los patrones de negatividad, miedo, opresión y desconfianza son rampantes en </w:t>
      </w:r>
      <w:r>
        <w:rPr>
          <w:rFonts w:ascii="Arial" w:hAnsi="Arial" w:cs="Arial"/>
          <w:sz w:val="20"/>
          <w:szCs w:val="20"/>
        </w:rPr>
        <w:t>estos días. En lugar de enfocart</w:t>
      </w:r>
      <w:r w:rsidRPr="005475B4">
        <w:rPr>
          <w:rFonts w:ascii="Arial" w:hAnsi="Arial" w:cs="Arial"/>
          <w:sz w:val="20"/>
          <w:szCs w:val="20"/>
        </w:rPr>
        <w:t>e en lo que está "allá afuera", la clave para re</w:t>
      </w:r>
      <w:r>
        <w:rPr>
          <w:rFonts w:ascii="Arial" w:hAnsi="Arial" w:cs="Arial"/>
          <w:sz w:val="20"/>
          <w:szCs w:val="20"/>
        </w:rPr>
        <w:t>escribir la historia es enfocarte en ti</w:t>
      </w:r>
      <w:r w:rsidRPr="005475B4">
        <w:rPr>
          <w:rFonts w:ascii="Arial" w:hAnsi="Arial" w:cs="Arial"/>
          <w:sz w:val="20"/>
          <w:szCs w:val="20"/>
        </w:rPr>
        <w:t xml:space="preserve"> mismo y reflexionar sobre cómo los patrones de negatividad, miedo, opres</w:t>
      </w:r>
      <w:r>
        <w:rPr>
          <w:rFonts w:ascii="Arial" w:hAnsi="Arial" w:cs="Arial"/>
          <w:sz w:val="20"/>
          <w:szCs w:val="20"/>
        </w:rPr>
        <w:t>ión y desconfianza aparecen en t</w:t>
      </w:r>
      <w:r w:rsidRPr="005475B4">
        <w:rPr>
          <w:rFonts w:ascii="Arial" w:hAnsi="Arial" w:cs="Arial"/>
          <w:sz w:val="20"/>
          <w:szCs w:val="20"/>
        </w:rPr>
        <w:t>u propia vida personal. ¿Qué pasa con todas esas creencias de que el medio ambiente no te apoya y que las cosas que se supone que dan vida y energía, como el sol, el aire, la comida y el agua están tan contaminadas que te matarán?</w:t>
      </w:r>
    </w:p>
    <w:p w:rsidR="008C0436" w:rsidRPr="005475B4" w:rsidRDefault="008C0436" w:rsidP="005475B4">
      <w:pPr>
        <w:pStyle w:val="NormalWeb"/>
        <w:shd w:val="clear" w:color="auto" w:fill="FFFFFF"/>
        <w:spacing w:before="0" w:beforeAutospacing="0" w:after="0" w:afterAutospacing="0"/>
        <w:jc w:val="both"/>
        <w:textAlignment w:val="baseline"/>
        <w:rPr>
          <w:rFonts w:ascii="Arial" w:hAnsi="Arial" w:cs="Arial"/>
          <w:sz w:val="20"/>
          <w:szCs w:val="20"/>
        </w:rPr>
      </w:pPr>
      <w:r w:rsidRPr="005475B4">
        <w:rPr>
          <w:rFonts w:ascii="Arial" w:hAnsi="Arial" w:cs="Arial"/>
          <w:sz w:val="20"/>
          <w:szCs w:val="20"/>
        </w:rPr>
        <w:t>Hay una verdad en esta declaración porque es lo que hemos creado colectivamente. Por lo tanto, vamos a </w:t>
      </w:r>
      <w:hyperlink r:id="rId12" w:history="1">
        <w:r w:rsidRPr="005475B4">
          <w:rPr>
            <w:rStyle w:val="Hyperlink"/>
            <w:rFonts w:ascii="Arial" w:hAnsi="Arial" w:cs="Arial"/>
            <w:color w:val="auto"/>
            <w:sz w:val="20"/>
            <w:szCs w:val="20"/>
          </w:rPr>
          <w:t>crear</w:t>
        </w:r>
      </w:hyperlink>
      <w:r w:rsidRPr="005475B4">
        <w:rPr>
          <w:rFonts w:ascii="Arial" w:hAnsi="Arial" w:cs="Arial"/>
          <w:sz w:val="20"/>
          <w:szCs w:val="20"/>
        </w:rPr>
        <w:t> algo diferente. ¿Qué pasaría si cada vez que bebiera</w:t>
      </w:r>
      <w:r>
        <w:rPr>
          <w:rFonts w:ascii="Arial" w:hAnsi="Arial" w:cs="Arial"/>
          <w:sz w:val="20"/>
          <w:szCs w:val="20"/>
        </w:rPr>
        <w:t>s</w:t>
      </w:r>
      <w:r w:rsidRPr="005475B4">
        <w:rPr>
          <w:rFonts w:ascii="Arial" w:hAnsi="Arial" w:cs="Arial"/>
          <w:sz w:val="20"/>
          <w:szCs w:val="20"/>
        </w:rPr>
        <w:t xml:space="preserve"> un vaso de agua, honrara</w:t>
      </w:r>
      <w:r>
        <w:rPr>
          <w:rFonts w:ascii="Arial" w:hAnsi="Arial" w:cs="Arial"/>
          <w:sz w:val="20"/>
          <w:szCs w:val="20"/>
        </w:rPr>
        <w:t>s</w:t>
      </w:r>
      <w:r w:rsidRPr="005475B4">
        <w:rPr>
          <w:rFonts w:ascii="Arial" w:hAnsi="Arial" w:cs="Arial"/>
          <w:sz w:val="20"/>
          <w:szCs w:val="20"/>
        </w:rPr>
        <w:t xml:space="preserve"> al espíritu del agua como un aliado y tuviera</w:t>
      </w:r>
      <w:r>
        <w:rPr>
          <w:rFonts w:ascii="Arial" w:hAnsi="Arial" w:cs="Arial"/>
          <w:sz w:val="20"/>
          <w:szCs w:val="20"/>
        </w:rPr>
        <w:t>s</w:t>
      </w:r>
      <w:r w:rsidRPr="005475B4">
        <w:rPr>
          <w:rFonts w:ascii="Arial" w:hAnsi="Arial" w:cs="Arial"/>
          <w:sz w:val="20"/>
          <w:szCs w:val="20"/>
        </w:rPr>
        <w:t xml:space="preserve"> gratitud por </w:t>
      </w:r>
      <w:r>
        <w:rPr>
          <w:rFonts w:ascii="Arial" w:hAnsi="Arial" w:cs="Arial"/>
          <w:sz w:val="20"/>
          <w:szCs w:val="20"/>
        </w:rPr>
        <w:t>sus propiedades vivificantes y t</w:t>
      </w:r>
      <w:r w:rsidRPr="005475B4">
        <w:rPr>
          <w:rFonts w:ascii="Arial" w:hAnsi="Arial" w:cs="Arial"/>
          <w:sz w:val="20"/>
          <w:szCs w:val="20"/>
        </w:rPr>
        <w:t>e concentrara</w:t>
      </w:r>
      <w:r>
        <w:rPr>
          <w:rFonts w:ascii="Arial" w:hAnsi="Arial" w:cs="Arial"/>
          <w:sz w:val="20"/>
          <w:szCs w:val="20"/>
        </w:rPr>
        <w:t>s</w:t>
      </w:r>
      <w:r w:rsidRPr="005475B4">
        <w:rPr>
          <w:rFonts w:ascii="Arial" w:hAnsi="Arial" w:cs="Arial"/>
          <w:sz w:val="20"/>
          <w:szCs w:val="20"/>
        </w:rPr>
        <w:t xml:space="preserve"> en el poder de ese </w:t>
      </w:r>
      <w:r>
        <w:rPr>
          <w:rFonts w:ascii="Arial" w:hAnsi="Arial" w:cs="Arial"/>
          <w:sz w:val="20"/>
          <w:szCs w:val="20"/>
        </w:rPr>
        <w:t>elemental en lugar de preocupart</w:t>
      </w:r>
      <w:r w:rsidRPr="005475B4">
        <w:rPr>
          <w:rFonts w:ascii="Arial" w:hAnsi="Arial" w:cs="Arial"/>
          <w:sz w:val="20"/>
          <w:szCs w:val="20"/>
        </w:rPr>
        <w:t>e por la cont</w:t>
      </w:r>
      <w:r>
        <w:rPr>
          <w:rFonts w:ascii="Arial" w:hAnsi="Arial" w:cs="Arial"/>
          <w:sz w:val="20"/>
          <w:szCs w:val="20"/>
        </w:rPr>
        <w:t>aminación? ¿Qué pasa si honras</w:t>
      </w:r>
      <w:r w:rsidRPr="005475B4">
        <w:rPr>
          <w:rFonts w:ascii="Arial" w:hAnsi="Arial" w:cs="Arial"/>
          <w:sz w:val="20"/>
          <w:szCs w:val="20"/>
        </w:rPr>
        <w:t xml:space="preserve"> el aire de la mis</w:t>
      </w:r>
      <w:r>
        <w:rPr>
          <w:rFonts w:ascii="Arial" w:hAnsi="Arial" w:cs="Arial"/>
          <w:sz w:val="20"/>
          <w:szCs w:val="20"/>
        </w:rPr>
        <w:t>ma manera? ¿Qué pasa si honras al sol con gratitud e invitas</w:t>
      </w:r>
      <w:r w:rsidRPr="005475B4">
        <w:rPr>
          <w:rFonts w:ascii="Arial" w:hAnsi="Arial" w:cs="Arial"/>
          <w:sz w:val="20"/>
          <w:szCs w:val="20"/>
        </w:rPr>
        <w:t xml:space="preserve"> esa </w:t>
      </w:r>
      <w:hyperlink r:id="rId13" w:history="1">
        <w:r w:rsidRPr="005475B4">
          <w:rPr>
            <w:rStyle w:val="Hyperlink"/>
            <w:rFonts w:ascii="Arial" w:hAnsi="Arial" w:cs="Arial"/>
            <w:color w:val="auto"/>
            <w:sz w:val="20"/>
            <w:szCs w:val="20"/>
          </w:rPr>
          <w:t>energía</w:t>
        </w:r>
      </w:hyperlink>
      <w:r w:rsidRPr="005475B4">
        <w:rPr>
          <w:rFonts w:ascii="Arial" w:hAnsi="Arial" w:cs="Arial"/>
          <w:sz w:val="20"/>
          <w:szCs w:val="20"/>
        </w:rPr>
        <w:t> en lugar de temer su impacto negativo?</w:t>
      </w:r>
    </w:p>
    <w:p w:rsidR="008C0436" w:rsidRPr="005475B4" w:rsidRDefault="008C0436" w:rsidP="005475B4">
      <w:pPr>
        <w:pStyle w:val="NormalWeb"/>
        <w:shd w:val="clear" w:color="auto" w:fill="FFFFFF"/>
        <w:spacing w:before="0" w:beforeAutospacing="0" w:after="240" w:afterAutospacing="0"/>
        <w:jc w:val="both"/>
        <w:textAlignment w:val="baseline"/>
        <w:rPr>
          <w:rFonts w:ascii="Arial" w:hAnsi="Arial" w:cs="Arial"/>
          <w:sz w:val="20"/>
          <w:szCs w:val="20"/>
        </w:rPr>
      </w:pPr>
      <w:r w:rsidRPr="005475B4">
        <w:rPr>
          <w:rFonts w:ascii="Arial" w:hAnsi="Arial" w:cs="Arial"/>
          <w:sz w:val="20"/>
          <w:szCs w:val="20"/>
        </w:rPr>
        <w:t>Cambiar tu historia es cambiar tu relación con tu entorno y cambiar tu relación con el pasado y el futuro. Cambiar su historia requiere disciplina, acción, compromiso y el apoyo de los demás. Aunque esto no sucederá de la noche a la mañana, definitivamente puede ver resultados en áreas que están listas para cambiar. La disciplina será observar dónde y cómo estás apegado a la vieja historia, y tomar medidas decididas para cambiarla desde un lugar de neutralidad, compasión e inspiración.</w:t>
      </w:r>
    </w:p>
    <w:p w:rsidR="008C0436" w:rsidRDefault="008C0436" w:rsidP="00C45EA4">
      <w:pPr>
        <w:pStyle w:val="NormalWeb"/>
        <w:shd w:val="clear" w:color="auto" w:fill="FFFFFF"/>
        <w:spacing w:before="0" w:beforeAutospacing="0" w:after="0" w:afterAutospacing="0"/>
        <w:jc w:val="both"/>
        <w:textAlignment w:val="baseline"/>
        <w:rPr>
          <w:rFonts w:ascii="Arial" w:hAnsi="Arial" w:cs="Arial"/>
          <w:sz w:val="20"/>
          <w:szCs w:val="20"/>
        </w:rPr>
      </w:pPr>
      <w:r w:rsidRPr="00C45EA4">
        <w:rPr>
          <w:rFonts w:ascii="Arial" w:hAnsi="Arial" w:cs="Arial"/>
          <w:sz w:val="20"/>
          <w:szCs w:val="20"/>
        </w:rPr>
        <w:t>Este podría ser un mes muy emocionante para algunos, especialmente</w:t>
      </w:r>
      <w:r>
        <w:rPr>
          <w:rFonts w:ascii="Arial" w:hAnsi="Arial" w:cs="Arial"/>
          <w:sz w:val="20"/>
          <w:szCs w:val="20"/>
        </w:rPr>
        <w:t xml:space="preserve"> para</w:t>
      </w:r>
      <w:r w:rsidRPr="00C45EA4">
        <w:rPr>
          <w:rFonts w:ascii="Arial" w:hAnsi="Arial" w:cs="Arial"/>
          <w:sz w:val="20"/>
          <w:szCs w:val="20"/>
        </w:rPr>
        <w:t xml:space="preserve"> aquellos de ustedes que aman el cambio, se sienten cómodos con el caos y no están apegados a lo que otros puedan pensar o cómo pueden juzgarlos. Para la mayoría, este mes vendrá con algunos desafíos para lidiar con las reacciones de miedo y las proyecciones de los demás mientras reescribes tu historia. Los límites serán un problema y eso es quizás lo primero que debe</w:t>
      </w:r>
      <w:r>
        <w:rPr>
          <w:rFonts w:ascii="Arial" w:hAnsi="Arial" w:cs="Arial"/>
          <w:sz w:val="20"/>
          <w:szCs w:val="20"/>
        </w:rPr>
        <w:t>s restablecer tu</w:t>
      </w:r>
      <w:r w:rsidRPr="00C45EA4">
        <w:rPr>
          <w:rFonts w:ascii="Arial" w:hAnsi="Arial" w:cs="Arial"/>
          <w:sz w:val="20"/>
          <w:szCs w:val="20"/>
        </w:rPr>
        <w:t xml:space="preserve"> mismo como protección contra el juicio de los demás</w:t>
      </w:r>
      <w:r w:rsidRPr="00C45EA4">
        <w:rPr>
          <w:rFonts w:ascii="Arial" w:hAnsi="Arial" w:cs="Arial"/>
          <w:color w:val="333333"/>
          <w:sz w:val="20"/>
          <w:szCs w:val="20"/>
        </w:rPr>
        <w:t>. </w:t>
      </w:r>
      <w:hyperlink r:id="rId14" w:history="1">
        <w:r w:rsidRPr="00C45EA4">
          <w:rPr>
            <w:rStyle w:val="Hyperlink"/>
            <w:rFonts w:ascii="Arial" w:hAnsi="Arial" w:cs="Arial"/>
            <w:color w:val="CD3B33"/>
            <w:sz w:val="20"/>
            <w:szCs w:val="20"/>
            <w:bdr w:val="none" w:sz="0" w:space="0" w:color="auto" w:frame="1"/>
          </w:rPr>
          <w:t>(curso en línea recomendado: límites y protección)</w:t>
        </w:r>
      </w:hyperlink>
      <w:r>
        <w:rPr>
          <w:rFonts w:ascii="Arial" w:hAnsi="Arial" w:cs="Arial"/>
          <w:sz w:val="20"/>
          <w:szCs w:val="20"/>
        </w:rPr>
        <w:t xml:space="preserve"> en ingles.</w:t>
      </w:r>
    </w:p>
    <w:p w:rsidR="008C0436" w:rsidRPr="00C45EA4" w:rsidRDefault="008C0436" w:rsidP="00C45EA4">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8C0436" w:rsidRPr="00C45EA4" w:rsidRDefault="008C0436" w:rsidP="00C45EA4">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Reescribir con éxito parte de t</w:t>
      </w:r>
      <w:r w:rsidRPr="00C45EA4">
        <w:rPr>
          <w:rFonts w:ascii="Arial" w:hAnsi="Arial" w:cs="Arial"/>
          <w:sz w:val="20"/>
          <w:szCs w:val="20"/>
        </w:rPr>
        <w:t>u historia tendr</w:t>
      </w:r>
      <w:r>
        <w:rPr>
          <w:rFonts w:ascii="Arial" w:hAnsi="Arial" w:cs="Arial"/>
          <w:sz w:val="20"/>
          <w:szCs w:val="20"/>
        </w:rPr>
        <w:t>á un efecto dominó en quienes te</w:t>
      </w:r>
      <w:r w:rsidRPr="00C45EA4">
        <w:rPr>
          <w:rFonts w:ascii="Arial" w:hAnsi="Arial" w:cs="Arial"/>
          <w:sz w:val="20"/>
          <w:szCs w:val="20"/>
        </w:rPr>
        <w:t xml:space="preserve"> rodean y, colectivamente, también podemos comenzar a influir en la historia más grande del planeta. Cuanto más pueda</w:t>
      </w:r>
      <w:r>
        <w:rPr>
          <w:rFonts w:ascii="Arial" w:hAnsi="Arial" w:cs="Arial"/>
          <w:sz w:val="20"/>
          <w:szCs w:val="20"/>
        </w:rPr>
        <w:t>s cambiar t</w:t>
      </w:r>
      <w:r w:rsidRPr="00C45EA4">
        <w:rPr>
          <w:rFonts w:ascii="Arial" w:hAnsi="Arial" w:cs="Arial"/>
          <w:sz w:val="20"/>
          <w:szCs w:val="20"/>
        </w:rPr>
        <w:t>u historia para qu</w:t>
      </w:r>
      <w:r>
        <w:rPr>
          <w:rFonts w:ascii="Arial" w:hAnsi="Arial" w:cs="Arial"/>
          <w:sz w:val="20"/>
          <w:szCs w:val="20"/>
        </w:rPr>
        <w:t>e se ajuste a t</w:t>
      </w:r>
      <w:r w:rsidRPr="00C45EA4">
        <w:rPr>
          <w:rFonts w:ascii="Arial" w:hAnsi="Arial" w:cs="Arial"/>
          <w:sz w:val="20"/>
          <w:szCs w:val="20"/>
        </w:rPr>
        <w:t>us sueños de un futuro mejor y una vida mejor, más afectará al conjunto ya que tod</w:t>
      </w:r>
      <w:r>
        <w:rPr>
          <w:rFonts w:ascii="Arial" w:hAnsi="Arial" w:cs="Arial"/>
          <w:sz w:val="20"/>
          <w:szCs w:val="20"/>
        </w:rPr>
        <w:t>os estamos conectados. Este es tu servicio, para ti</w:t>
      </w:r>
      <w:r w:rsidRPr="00C45EA4">
        <w:rPr>
          <w:rFonts w:ascii="Arial" w:hAnsi="Arial" w:cs="Arial"/>
          <w:sz w:val="20"/>
          <w:szCs w:val="20"/>
        </w:rPr>
        <w:t xml:space="preserve"> y para el planeta, y hay mucho apoyo este mes.</w:t>
      </w:r>
    </w:p>
    <w:p w:rsidR="008C0436" w:rsidRPr="00C45EA4" w:rsidRDefault="008C0436" w:rsidP="00C45EA4">
      <w:pPr>
        <w:pStyle w:val="NormalWeb"/>
        <w:shd w:val="clear" w:color="auto" w:fill="FFFFFF"/>
        <w:spacing w:before="0" w:beforeAutospacing="0" w:after="240" w:afterAutospacing="0"/>
        <w:jc w:val="both"/>
        <w:textAlignment w:val="baseline"/>
        <w:rPr>
          <w:rFonts w:ascii="Arial" w:hAnsi="Arial" w:cs="Arial"/>
          <w:sz w:val="20"/>
          <w:szCs w:val="20"/>
        </w:rPr>
      </w:pPr>
      <w:r w:rsidRPr="00C45EA4">
        <w:rPr>
          <w:rFonts w:ascii="Arial" w:hAnsi="Arial" w:cs="Arial"/>
          <w:sz w:val="20"/>
          <w:szCs w:val="20"/>
        </w:rPr>
        <w:t>Todavía estamos en un año artesanal por un par de meses m</w:t>
      </w:r>
      <w:r>
        <w:rPr>
          <w:rFonts w:ascii="Arial" w:hAnsi="Arial" w:cs="Arial"/>
          <w:sz w:val="20"/>
          <w:szCs w:val="20"/>
        </w:rPr>
        <w:t>ás. Aprovecha</w:t>
      </w:r>
      <w:r w:rsidRPr="00C45EA4">
        <w:rPr>
          <w:rFonts w:ascii="Arial" w:hAnsi="Arial" w:cs="Arial"/>
          <w:sz w:val="20"/>
          <w:szCs w:val="20"/>
        </w:rPr>
        <w:t xml:space="preserve"> esta ene</w:t>
      </w:r>
      <w:r>
        <w:rPr>
          <w:rFonts w:ascii="Arial" w:hAnsi="Arial" w:cs="Arial"/>
          <w:sz w:val="20"/>
          <w:szCs w:val="20"/>
        </w:rPr>
        <w:t>rgía creativa que puede ayudarte</w:t>
      </w:r>
      <w:r w:rsidRPr="00C45EA4">
        <w:rPr>
          <w:rFonts w:ascii="Arial" w:hAnsi="Arial" w:cs="Arial"/>
          <w:sz w:val="20"/>
          <w:szCs w:val="20"/>
        </w:rPr>
        <w:t xml:space="preserve"> a destruir y dejar de lado los viejos patrones y apegos, así como a c</w:t>
      </w:r>
      <w:r>
        <w:rPr>
          <w:rFonts w:ascii="Arial" w:hAnsi="Arial" w:cs="Arial"/>
          <w:sz w:val="20"/>
          <w:szCs w:val="20"/>
        </w:rPr>
        <w:t>rear esa nueva historia usando t</w:t>
      </w:r>
      <w:r w:rsidRPr="00C45EA4">
        <w:rPr>
          <w:rFonts w:ascii="Arial" w:hAnsi="Arial" w:cs="Arial"/>
          <w:sz w:val="20"/>
          <w:szCs w:val="20"/>
        </w:rPr>
        <w:t>u imaginación, expansión, disciplina e intención.</w:t>
      </w:r>
    </w:p>
    <w:p w:rsidR="008C0436" w:rsidRDefault="008C0436" w:rsidP="00705277">
      <w:pPr>
        <w:numPr>
          <w:ilvl w:val="0"/>
          <w:numId w:val="2"/>
        </w:numPr>
        <w:ind w:left="300" w:right="300"/>
        <w:jc w:val="center"/>
        <w:textAlignment w:val="top"/>
        <w:rPr>
          <w:rFonts w:ascii="inherit" w:hAnsi="inherit" w:cs="Arial"/>
          <w:color w:val="333333"/>
          <w:sz w:val="26"/>
          <w:szCs w:val="26"/>
        </w:rPr>
      </w:pPr>
    </w:p>
    <w:p w:rsidR="008C0436" w:rsidRPr="00C45EA4" w:rsidRDefault="008C0436" w:rsidP="00705277">
      <w:pPr>
        <w:pStyle w:val="NormalWeb"/>
        <w:shd w:val="clear" w:color="auto" w:fill="FFFFFF"/>
        <w:spacing w:before="0" w:beforeAutospacing="0" w:after="0" w:afterAutospacing="0"/>
        <w:textAlignment w:val="baseline"/>
        <w:rPr>
          <w:rFonts w:ascii="Arial" w:hAnsi="Arial" w:cs="Arial"/>
          <w:sz w:val="22"/>
          <w:szCs w:val="22"/>
        </w:rPr>
      </w:pPr>
      <w:r>
        <w:rPr>
          <w:rStyle w:val="Strong"/>
          <w:rFonts w:ascii="Arial" w:hAnsi="Arial" w:cs="Arial"/>
          <w:sz w:val="22"/>
          <w:szCs w:val="22"/>
          <w:bdr w:val="none" w:sz="0" w:space="0" w:color="auto" w:frame="1"/>
        </w:rPr>
        <w:t>Cómo aparece el mes: TU</w:t>
      </w:r>
      <w:r w:rsidRPr="00C45EA4">
        <w:rPr>
          <w:rStyle w:val="Strong"/>
          <w:rFonts w:ascii="Arial" w:hAnsi="Arial" w:cs="Arial"/>
          <w:sz w:val="22"/>
          <w:szCs w:val="22"/>
          <w:bdr w:val="none" w:sz="0" w:space="0" w:color="auto" w:frame="1"/>
        </w:rPr>
        <w:t xml:space="preserve"> PERSONALMENTE</w:t>
      </w:r>
      <w:r w:rsidRPr="00C45EA4">
        <w:rPr>
          <w:rFonts w:ascii="Arial" w:hAnsi="Arial" w:cs="Arial"/>
          <w:sz w:val="22"/>
          <w:szCs w:val="22"/>
        </w:rPr>
        <w:br/>
      </w:r>
      <w:r w:rsidRPr="00C45EA4">
        <w:rPr>
          <w:rStyle w:val="Strong"/>
          <w:rFonts w:ascii="Arial" w:hAnsi="Arial" w:cs="Arial"/>
          <w:sz w:val="22"/>
          <w:szCs w:val="22"/>
          <w:bdr w:val="none" w:sz="0" w:space="0" w:color="auto" w:frame="1"/>
        </w:rPr>
        <w:t> </w:t>
      </w:r>
      <w:r w:rsidRPr="00C45EA4">
        <w:rPr>
          <w:rFonts w:ascii="Arial" w:hAnsi="Arial" w:cs="Arial"/>
          <w:sz w:val="22"/>
          <w:szCs w:val="22"/>
        </w:rPr>
        <w:br/>
      </w:r>
    </w:p>
    <w:p w:rsidR="008C0436" w:rsidRDefault="008C0436" w:rsidP="00C45EA4">
      <w:pPr>
        <w:pStyle w:val="NormalWeb"/>
        <w:shd w:val="clear" w:color="auto" w:fill="FFFFFF"/>
        <w:spacing w:before="0" w:beforeAutospacing="0" w:after="0" w:afterAutospacing="0"/>
        <w:jc w:val="both"/>
        <w:textAlignment w:val="baseline"/>
        <w:rPr>
          <w:rFonts w:ascii="Arial" w:hAnsi="Arial" w:cs="Arial"/>
          <w:sz w:val="20"/>
          <w:szCs w:val="20"/>
        </w:rPr>
      </w:pPr>
      <w:r w:rsidRPr="00C45EA4">
        <w:rPr>
          <w:rFonts w:ascii="Arial" w:hAnsi="Arial" w:cs="Arial"/>
          <w:sz w:val="20"/>
          <w:szCs w:val="20"/>
        </w:rPr>
        <w:t>Este es un momento p</w:t>
      </w:r>
      <w:r>
        <w:rPr>
          <w:rFonts w:ascii="Arial" w:hAnsi="Arial" w:cs="Arial"/>
          <w:sz w:val="20"/>
          <w:szCs w:val="20"/>
        </w:rPr>
        <w:t>erfecto para reflexionar sobre t</w:t>
      </w:r>
      <w:r w:rsidRPr="00C45EA4">
        <w:rPr>
          <w:rFonts w:ascii="Arial" w:hAnsi="Arial" w:cs="Arial"/>
          <w:sz w:val="20"/>
          <w:szCs w:val="20"/>
        </w:rPr>
        <w:t>u historia personal y observar qué parte de ella debe reescribirse. Puede</w:t>
      </w:r>
      <w:r>
        <w:rPr>
          <w:rFonts w:ascii="Arial" w:hAnsi="Arial" w:cs="Arial"/>
          <w:sz w:val="20"/>
          <w:szCs w:val="20"/>
        </w:rPr>
        <w:t>s</w:t>
      </w:r>
      <w:r w:rsidRPr="00C45EA4">
        <w:rPr>
          <w:rFonts w:ascii="Arial" w:hAnsi="Arial" w:cs="Arial"/>
          <w:sz w:val="20"/>
          <w:szCs w:val="20"/>
        </w:rPr>
        <w:t xml:space="preserve"> sentir que es una tarea de</w:t>
      </w:r>
      <w:r>
        <w:rPr>
          <w:rFonts w:ascii="Arial" w:hAnsi="Arial" w:cs="Arial"/>
          <w:sz w:val="20"/>
          <w:szCs w:val="20"/>
        </w:rPr>
        <w:t>salentadora. Si es así, divídelo</w:t>
      </w:r>
      <w:r w:rsidRPr="00C45EA4">
        <w:rPr>
          <w:rFonts w:ascii="Arial" w:hAnsi="Arial" w:cs="Arial"/>
          <w:sz w:val="20"/>
          <w:szCs w:val="20"/>
        </w:rPr>
        <w:t xml:space="preserve"> en pequeños pasos. </w:t>
      </w:r>
      <w:r>
        <w:rPr>
          <w:rFonts w:ascii="Arial" w:hAnsi="Arial" w:cs="Arial"/>
          <w:sz w:val="20"/>
          <w:szCs w:val="20"/>
        </w:rPr>
        <w:t>Por ejemplo, si tu</w:t>
      </w:r>
      <w:r w:rsidRPr="00C45EA4">
        <w:rPr>
          <w:rFonts w:ascii="Arial" w:hAnsi="Arial" w:cs="Arial"/>
          <w:sz w:val="20"/>
          <w:szCs w:val="20"/>
        </w:rPr>
        <w:t xml:space="preserve"> historia incluye la creencia de que </w:t>
      </w:r>
      <w:r>
        <w:rPr>
          <w:rFonts w:ascii="Arial" w:hAnsi="Arial" w:cs="Arial"/>
          <w:sz w:val="20"/>
          <w:szCs w:val="20"/>
        </w:rPr>
        <w:t>no importa lo que haga, no puedo</w:t>
      </w:r>
      <w:r w:rsidRPr="00C45EA4">
        <w:rPr>
          <w:rFonts w:ascii="Arial" w:hAnsi="Arial" w:cs="Arial"/>
          <w:sz w:val="20"/>
          <w:szCs w:val="20"/>
        </w:rPr>
        <w:t> </w:t>
      </w:r>
      <w:hyperlink r:id="rId15" w:history="1">
        <w:r w:rsidRPr="00C45EA4">
          <w:rPr>
            <w:rStyle w:val="Hyperlink"/>
            <w:rFonts w:ascii="Arial" w:hAnsi="Arial" w:cs="Arial"/>
            <w:color w:val="auto"/>
            <w:sz w:val="20"/>
            <w:szCs w:val="20"/>
          </w:rPr>
          <w:t>perder peso</w:t>
        </w:r>
      </w:hyperlink>
      <w:r>
        <w:rPr>
          <w:rFonts w:ascii="Arial" w:hAnsi="Arial" w:cs="Arial"/>
          <w:sz w:val="20"/>
          <w:szCs w:val="20"/>
        </w:rPr>
        <w:t> , esa parte de t</w:t>
      </w:r>
      <w:r w:rsidRPr="00C45EA4">
        <w:rPr>
          <w:rFonts w:ascii="Arial" w:hAnsi="Arial" w:cs="Arial"/>
          <w:sz w:val="20"/>
          <w:szCs w:val="20"/>
        </w:rPr>
        <w:t>u historia pue</w:t>
      </w:r>
      <w:r>
        <w:rPr>
          <w:rFonts w:ascii="Arial" w:hAnsi="Arial" w:cs="Arial"/>
          <w:sz w:val="20"/>
          <w:szCs w:val="20"/>
        </w:rPr>
        <w:t>de incluir resentimiento hacia t</w:t>
      </w:r>
      <w:r w:rsidRPr="00C45EA4">
        <w:rPr>
          <w:rFonts w:ascii="Arial" w:hAnsi="Arial" w:cs="Arial"/>
          <w:sz w:val="20"/>
          <w:szCs w:val="20"/>
        </w:rPr>
        <w:t>u genética u otros que no tienen ese problema en su historia. También podría incluir u</w:t>
      </w:r>
      <w:r>
        <w:rPr>
          <w:rFonts w:ascii="Arial" w:hAnsi="Arial" w:cs="Arial"/>
          <w:sz w:val="20"/>
          <w:szCs w:val="20"/>
        </w:rPr>
        <w:t>na sensación de ser víctima de t</w:t>
      </w:r>
      <w:r w:rsidRPr="00C45EA4">
        <w:rPr>
          <w:rFonts w:ascii="Arial" w:hAnsi="Arial" w:cs="Arial"/>
          <w:sz w:val="20"/>
          <w:szCs w:val="20"/>
        </w:rPr>
        <w:t>u situación, una relación negativa con la comida, incluido el miedo y una actitud de amor / odio con lo que ingiere</w:t>
      </w:r>
      <w:r>
        <w:rPr>
          <w:rFonts w:ascii="Arial" w:hAnsi="Arial" w:cs="Arial"/>
          <w:sz w:val="20"/>
          <w:szCs w:val="20"/>
        </w:rPr>
        <w:t>s y cómo t</w:t>
      </w:r>
      <w:r w:rsidRPr="00C45EA4">
        <w:rPr>
          <w:rFonts w:ascii="Arial" w:hAnsi="Arial" w:cs="Arial"/>
          <w:sz w:val="20"/>
          <w:szCs w:val="20"/>
        </w:rPr>
        <w:t>e afecta</w:t>
      </w:r>
      <w:r w:rsidRPr="00C45EA4">
        <w:rPr>
          <w:rFonts w:ascii="Arial" w:hAnsi="Arial" w:cs="Arial"/>
          <w:color w:val="333333"/>
          <w:sz w:val="20"/>
          <w:szCs w:val="20"/>
        </w:rPr>
        <w:t>.</w:t>
      </w:r>
      <w:hyperlink r:id="rId16" w:history="1">
        <w:r w:rsidRPr="00C45EA4">
          <w:rPr>
            <w:rStyle w:val="Hyperlink"/>
            <w:rFonts w:ascii="Arial" w:hAnsi="Arial" w:cs="Arial"/>
            <w:color w:val="CD3B33"/>
            <w:sz w:val="20"/>
            <w:szCs w:val="20"/>
            <w:bdr w:val="none" w:sz="0" w:space="0" w:color="auto" w:frame="1"/>
          </w:rPr>
          <w:t>(hay un buen soporte en nuestro audio de soporte mensual)</w:t>
        </w:r>
      </w:hyperlink>
      <w:r>
        <w:rPr>
          <w:rFonts w:ascii="Arial" w:hAnsi="Arial" w:cs="Arial"/>
          <w:sz w:val="20"/>
          <w:szCs w:val="20"/>
        </w:rPr>
        <w:t xml:space="preserve"> en ingles.</w:t>
      </w:r>
    </w:p>
    <w:p w:rsidR="008C0436" w:rsidRPr="00C45EA4" w:rsidRDefault="008C0436" w:rsidP="00C45EA4">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8C0436" w:rsidRPr="00E738FE" w:rsidRDefault="008C0436" w:rsidP="00E738FE">
      <w:pPr>
        <w:pStyle w:val="NormalWeb"/>
        <w:shd w:val="clear" w:color="auto" w:fill="FFFFFF"/>
        <w:spacing w:before="0" w:beforeAutospacing="0" w:after="240" w:afterAutospacing="0"/>
        <w:jc w:val="both"/>
        <w:textAlignment w:val="baseline"/>
        <w:rPr>
          <w:rFonts w:ascii="Arial" w:hAnsi="Arial" w:cs="Arial"/>
          <w:sz w:val="20"/>
          <w:szCs w:val="20"/>
        </w:rPr>
      </w:pPr>
      <w:r w:rsidRPr="00E738FE">
        <w:rPr>
          <w:rFonts w:ascii="Arial" w:hAnsi="Arial" w:cs="Arial"/>
          <w:sz w:val="20"/>
          <w:szCs w:val="20"/>
        </w:rPr>
        <w:t>Reescribir esta historia incluiría es</w:t>
      </w:r>
      <w:r>
        <w:rPr>
          <w:rFonts w:ascii="Arial" w:hAnsi="Arial" w:cs="Arial"/>
          <w:sz w:val="20"/>
          <w:szCs w:val="20"/>
        </w:rPr>
        <w:t>tar completamente presente con tu proceso y cambiar t</w:t>
      </w:r>
      <w:r w:rsidRPr="00E738FE">
        <w:rPr>
          <w:rFonts w:ascii="Arial" w:hAnsi="Arial" w:cs="Arial"/>
          <w:sz w:val="20"/>
          <w:szCs w:val="20"/>
        </w:rPr>
        <w:t>u relación con lo que ingiere</w:t>
      </w:r>
      <w:r>
        <w:rPr>
          <w:rFonts w:ascii="Arial" w:hAnsi="Arial" w:cs="Arial"/>
          <w:sz w:val="20"/>
          <w:szCs w:val="20"/>
        </w:rPr>
        <w:t>s</w:t>
      </w:r>
      <w:r w:rsidRPr="00E738FE">
        <w:rPr>
          <w:rFonts w:ascii="Arial" w:hAnsi="Arial" w:cs="Arial"/>
          <w:sz w:val="20"/>
          <w:szCs w:val="20"/>
        </w:rPr>
        <w:t>, ver todo como nutritivo y de apoyo y tener gra</w:t>
      </w:r>
      <w:r>
        <w:rPr>
          <w:rFonts w:ascii="Arial" w:hAnsi="Arial" w:cs="Arial"/>
          <w:sz w:val="20"/>
          <w:szCs w:val="20"/>
        </w:rPr>
        <w:t>titud por él en lugar de sentirte mal cont</w:t>
      </w:r>
      <w:r w:rsidRPr="00E738FE">
        <w:rPr>
          <w:rFonts w:ascii="Arial" w:hAnsi="Arial" w:cs="Arial"/>
          <w:sz w:val="20"/>
          <w:szCs w:val="20"/>
        </w:rPr>
        <w:t>igo mismo. Hay más aspectos en esto, pero entiendes la idea.</w:t>
      </w:r>
    </w:p>
    <w:p w:rsidR="008C0436" w:rsidRPr="00E738FE" w:rsidRDefault="008C0436" w:rsidP="00E738FE">
      <w:pPr>
        <w:pStyle w:val="NormalWeb"/>
        <w:shd w:val="clear" w:color="auto" w:fill="FFFFFF"/>
        <w:spacing w:before="0" w:beforeAutospacing="0" w:after="0" w:afterAutospacing="0"/>
        <w:jc w:val="both"/>
        <w:textAlignment w:val="baseline"/>
        <w:rPr>
          <w:rFonts w:ascii="Arial" w:hAnsi="Arial" w:cs="Arial"/>
          <w:sz w:val="20"/>
          <w:szCs w:val="20"/>
        </w:rPr>
      </w:pPr>
      <w:r w:rsidRPr="00E738FE">
        <w:rPr>
          <w:rFonts w:ascii="Arial" w:hAnsi="Arial" w:cs="Arial"/>
          <w:sz w:val="20"/>
          <w:szCs w:val="20"/>
        </w:rPr>
        <w:t>Puede</w:t>
      </w:r>
      <w:r>
        <w:rPr>
          <w:rFonts w:ascii="Arial" w:hAnsi="Arial" w:cs="Arial"/>
          <w:sz w:val="20"/>
          <w:szCs w:val="20"/>
        </w:rPr>
        <w:t>s</w:t>
      </w:r>
      <w:r w:rsidRPr="00E738FE">
        <w:rPr>
          <w:rFonts w:ascii="Arial" w:hAnsi="Arial" w:cs="Arial"/>
          <w:sz w:val="20"/>
          <w:szCs w:val="20"/>
        </w:rPr>
        <w:t xml:space="preserve"> hacer lo</w:t>
      </w:r>
      <w:r>
        <w:rPr>
          <w:rFonts w:ascii="Arial" w:hAnsi="Arial" w:cs="Arial"/>
          <w:sz w:val="20"/>
          <w:szCs w:val="20"/>
        </w:rPr>
        <w:t xml:space="preserve"> mismo para cualquier parte de t</w:t>
      </w:r>
      <w:r w:rsidRPr="00E738FE">
        <w:rPr>
          <w:rFonts w:ascii="Arial" w:hAnsi="Arial" w:cs="Arial"/>
          <w:sz w:val="20"/>
          <w:szCs w:val="20"/>
        </w:rPr>
        <w:t xml:space="preserve">u historia que tenga que ver con </w:t>
      </w:r>
      <w:r>
        <w:rPr>
          <w:rFonts w:ascii="Arial" w:hAnsi="Arial" w:cs="Arial"/>
          <w:sz w:val="20"/>
          <w:szCs w:val="20"/>
        </w:rPr>
        <w:t>t</w:t>
      </w:r>
      <w:r w:rsidRPr="00E738FE">
        <w:rPr>
          <w:rFonts w:ascii="Arial" w:hAnsi="Arial" w:cs="Arial"/>
          <w:sz w:val="20"/>
          <w:szCs w:val="20"/>
        </w:rPr>
        <w:t>u experiencia personal de la vida en términos de salud, amor, energía, satisfacción, prosperidad, </w:t>
      </w:r>
      <w:hyperlink r:id="rId17" w:history="1">
        <w:r w:rsidRPr="00E738FE">
          <w:rPr>
            <w:rStyle w:val="Hyperlink"/>
            <w:rFonts w:ascii="Arial" w:hAnsi="Arial" w:cs="Arial"/>
            <w:color w:val="auto"/>
            <w:sz w:val="20"/>
            <w:szCs w:val="20"/>
          </w:rPr>
          <w:t>apoyo</w:t>
        </w:r>
      </w:hyperlink>
      <w:r w:rsidRPr="00E738FE">
        <w:rPr>
          <w:rFonts w:ascii="Arial" w:hAnsi="Arial" w:cs="Arial"/>
          <w:sz w:val="20"/>
          <w:szCs w:val="20"/>
        </w:rPr>
        <w:t> , creatividad, éxito, espiritualidad, disciplina y bienestar general. Realmente es hora de reescribir la historia. Tenemos todas las herramientas Sabemos lo que queremos. La clave es </w:t>
      </w:r>
      <w:hyperlink r:id="rId18" w:history="1">
        <w:r w:rsidRPr="00E738FE">
          <w:rPr>
            <w:rStyle w:val="Hyperlink"/>
            <w:rFonts w:ascii="Arial" w:hAnsi="Arial" w:cs="Arial"/>
            <w:color w:val="auto"/>
            <w:sz w:val="20"/>
            <w:szCs w:val="20"/>
          </w:rPr>
          <w:t>comenzar</w:t>
        </w:r>
      </w:hyperlink>
      <w:r w:rsidRPr="00E738FE">
        <w:rPr>
          <w:rFonts w:ascii="Arial" w:hAnsi="Arial" w:cs="Arial"/>
          <w:sz w:val="20"/>
          <w:szCs w:val="20"/>
        </w:rPr>
        <w:t> con pasos pequeños, permanecer neutral y disciplinado, mantener buenos límites, pres</w:t>
      </w:r>
      <w:r>
        <w:rPr>
          <w:rFonts w:ascii="Arial" w:hAnsi="Arial" w:cs="Arial"/>
          <w:sz w:val="20"/>
          <w:szCs w:val="20"/>
        </w:rPr>
        <w:t>tar atención y no permitir que t</w:t>
      </w:r>
      <w:r w:rsidRPr="00E738FE">
        <w:rPr>
          <w:rFonts w:ascii="Arial" w:hAnsi="Arial" w:cs="Arial"/>
          <w:sz w:val="20"/>
          <w:szCs w:val="20"/>
        </w:rPr>
        <w:t>u ego tome el control cuando surja el mie</w:t>
      </w:r>
      <w:r>
        <w:rPr>
          <w:rFonts w:ascii="Arial" w:hAnsi="Arial" w:cs="Arial"/>
          <w:sz w:val="20"/>
          <w:szCs w:val="20"/>
        </w:rPr>
        <w:t>do o la desesperación. Practica</w:t>
      </w:r>
      <w:r w:rsidRPr="00E738FE">
        <w:rPr>
          <w:rFonts w:ascii="Arial" w:hAnsi="Arial" w:cs="Arial"/>
          <w:sz w:val="20"/>
          <w:szCs w:val="20"/>
        </w:rPr>
        <w:t xml:space="preserve"> no tomar las cosas personalmente, especialmente cuan</w:t>
      </w:r>
      <w:r>
        <w:rPr>
          <w:rFonts w:ascii="Arial" w:hAnsi="Arial" w:cs="Arial"/>
          <w:sz w:val="20"/>
          <w:szCs w:val="20"/>
        </w:rPr>
        <w:t>do las personas cercanas a ti reaccionan a t</w:t>
      </w:r>
      <w:r w:rsidRPr="00E738FE">
        <w:rPr>
          <w:rFonts w:ascii="Arial" w:hAnsi="Arial" w:cs="Arial"/>
          <w:sz w:val="20"/>
          <w:szCs w:val="20"/>
        </w:rPr>
        <w:t>us cambios que pueden amenazar sus apegos.</w:t>
      </w:r>
    </w:p>
    <w:p w:rsidR="008C0436" w:rsidRDefault="008C0436" w:rsidP="00705277">
      <w:pPr>
        <w:pStyle w:val="NormalWeb"/>
        <w:shd w:val="clear" w:color="auto" w:fill="FFFFFF"/>
        <w:spacing w:before="0" w:beforeAutospacing="0" w:after="0" w:afterAutospacing="0"/>
        <w:textAlignment w:val="baseline"/>
        <w:rPr>
          <w:rStyle w:val="Strong"/>
          <w:rFonts w:ascii="Arial" w:hAnsi="Arial" w:cs="Arial"/>
          <w:color w:val="333333"/>
          <w:sz w:val="26"/>
          <w:szCs w:val="26"/>
          <w:bdr w:val="none" w:sz="0" w:space="0" w:color="auto" w:frame="1"/>
        </w:rPr>
      </w:pPr>
    </w:p>
    <w:p w:rsidR="008C0436" w:rsidRPr="008F0021" w:rsidRDefault="008C0436" w:rsidP="00705277">
      <w:pPr>
        <w:pStyle w:val="NormalWeb"/>
        <w:shd w:val="clear" w:color="auto" w:fill="FFFFFF"/>
        <w:spacing w:before="0" w:beforeAutospacing="0" w:after="0" w:afterAutospacing="0"/>
        <w:textAlignment w:val="baseline"/>
        <w:rPr>
          <w:rStyle w:val="Strong"/>
          <w:rFonts w:ascii="Arial" w:hAnsi="Arial" w:cs="Arial"/>
          <w:sz w:val="22"/>
          <w:szCs w:val="22"/>
          <w:bdr w:val="none" w:sz="0" w:space="0" w:color="auto" w:frame="1"/>
        </w:rPr>
      </w:pPr>
      <w:r w:rsidRPr="008F0021">
        <w:rPr>
          <w:rStyle w:val="Strong"/>
          <w:rFonts w:ascii="Arial" w:hAnsi="Arial" w:cs="Arial"/>
          <w:sz w:val="22"/>
          <w:szCs w:val="22"/>
          <w:bdr w:val="none" w:sz="0" w:space="0" w:color="auto" w:frame="1"/>
        </w:rPr>
        <w:t>Relaciones</w:t>
      </w:r>
    </w:p>
    <w:p w:rsidR="008C0436" w:rsidRDefault="008C0436" w:rsidP="00705277">
      <w:pPr>
        <w:pStyle w:val="NormalWeb"/>
        <w:shd w:val="clear" w:color="auto" w:fill="FFFFFF"/>
        <w:spacing w:before="0" w:beforeAutospacing="0" w:after="0" w:afterAutospacing="0"/>
        <w:textAlignment w:val="baseline"/>
        <w:rPr>
          <w:rFonts w:ascii="Arial" w:hAnsi="Arial" w:cs="Arial"/>
          <w:color w:val="333333"/>
          <w:sz w:val="26"/>
          <w:szCs w:val="26"/>
        </w:rPr>
      </w:pPr>
    </w:p>
    <w:p w:rsidR="008C0436" w:rsidRPr="008F0021" w:rsidRDefault="008C0436" w:rsidP="008F0021">
      <w:pPr>
        <w:pStyle w:val="NormalWeb"/>
        <w:shd w:val="clear" w:color="auto" w:fill="FFFFFF"/>
        <w:spacing w:before="0" w:beforeAutospacing="0" w:after="240" w:afterAutospacing="0"/>
        <w:jc w:val="both"/>
        <w:textAlignment w:val="baseline"/>
        <w:rPr>
          <w:rFonts w:ascii="Arial" w:hAnsi="Arial" w:cs="Arial"/>
          <w:sz w:val="20"/>
          <w:szCs w:val="20"/>
        </w:rPr>
      </w:pPr>
      <w:r w:rsidRPr="008F0021">
        <w:rPr>
          <w:rFonts w:ascii="Arial" w:hAnsi="Arial" w:cs="Arial"/>
          <w:sz w:val="20"/>
          <w:szCs w:val="20"/>
        </w:rPr>
        <w:t>Este es un gran mes para enfocarse en las relaciones y cada historia personal se entrelaza profundamente con las relaciones que tienen su papel en la historia</w:t>
      </w:r>
      <w:r>
        <w:rPr>
          <w:rFonts w:ascii="Arial" w:hAnsi="Arial" w:cs="Arial"/>
          <w:sz w:val="20"/>
          <w:szCs w:val="20"/>
        </w:rPr>
        <w:t>. Las relaciones lo son todo y t</w:t>
      </w:r>
      <w:r w:rsidRPr="008F0021">
        <w:rPr>
          <w:rFonts w:ascii="Arial" w:hAnsi="Arial" w:cs="Arial"/>
          <w:sz w:val="20"/>
          <w:szCs w:val="20"/>
        </w:rPr>
        <w:t>us relaciones forman</w:t>
      </w:r>
      <w:r>
        <w:rPr>
          <w:rFonts w:ascii="Arial" w:hAnsi="Arial" w:cs="Arial"/>
          <w:sz w:val="20"/>
          <w:szCs w:val="20"/>
        </w:rPr>
        <w:t xml:space="preserve"> una gran parte de la base de t</w:t>
      </w:r>
      <w:r w:rsidRPr="008F0021">
        <w:rPr>
          <w:rFonts w:ascii="Arial" w:hAnsi="Arial" w:cs="Arial"/>
          <w:sz w:val="20"/>
          <w:szCs w:val="20"/>
        </w:rPr>
        <w:t>u historia. Entonces, a medida que reescribe</w:t>
      </w:r>
      <w:r>
        <w:rPr>
          <w:rFonts w:ascii="Arial" w:hAnsi="Arial" w:cs="Arial"/>
          <w:sz w:val="20"/>
          <w:szCs w:val="20"/>
        </w:rPr>
        <w:t>s t</w:t>
      </w:r>
      <w:r w:rsidRPr="008F0021">
        <w:rPr>
          <w:rFonts w:ascii="Arial" w:hAnsi="Arial" w:cs="Arial"/>
          <w:sz w:val="20"/>
          <w:szCs w:val="20"/>
        </w:rPr>
        <w:t>u historia, está</w:t>
      </w:r>
      <w:r>
        <w:rPr>
          <w:rFonts w:ascii="Arial" w:hAnsi="Arial" w:cs="Arial"/>
          <w:sz w:val="20"/>
          <w:szCs w:val="20"/>
        </w:rPr>
        <w:t>s</w:t>
      </w:r>
      <w:r w:rsidRPr="008F0021">
        <w:rPr>
          <w:rFonts w:ascii="Arial" w:hAnsi="Arial" w:cs="Arial"/>
          <w:sz w:val="20"/>
          <w:szCs w:val="20"/>
        </w:rPr>
        <w:t xml:space="preserve"> cambiando</w:t>
      </w:r>
      <w:r>
        <w:rPr>
          <w:rFonts w:ascii="Arial" w:hAnsi="Arial" w:cs="Arial"/>
          <w:sz w:val="20"/>
          <w:szCs w:val="20"/>
        </w:rPr>
        <w:t xml:space="preserve"> las posiciones y los roles de tus relaciones. Piensa</w:t>
      </w:r>
      <w:r w:rsidRPr="008F0021">
        <w:rPr>
          <w:rFonts w:ascii="Arial" w:hAnsi="Arial" w:cs="Arial"/>
          <w:sz w:val="20"/>
          <w:szCs w:val="20"/>
        </w:rPr>
        <w:t xml:space="preserve"> en esto como l</w:t>
      </w:r>
      <w:r>
        <w:rPr>
          <w:rFonts w:ascii="Arial" w:hAnsi="Arial" w:cs="Arial"/>
          <w:sz w:val="20"/>
          <w:szCs w:val="20"/>
        </w:rPr>
        <w:t>a gran obra de la vida contigo</w:t>
      </w:r>
      <w:r w:rsidRPr="008F0021">
        <w:rPr>
          <w:rFonts w:ascii="Arial" w:hAnsi="Arial" w:cs="Arial"/>
          <w:sz w:val="20"/>
          <w:szCs w:val="20"/>
        </w:rPr>
        <w:t xml:space="preserve"> como el personaje principal, y está</w:t>
      </w:r>
      <w:r>
        <w:rPr>
          <w:rFonts w:ascii="Arial" w:hAnsi="Arial" w:cs="Arial"/>
          <w:sz w:val="20"/>
          <w:szCs w:val="20"/>
        </w:rPr>
        <w:t>s</w:t>
      </w:r>
      <w:r w:rsidRPr="008F0021">
        <w:rPr>
          <w:rFonts w:ascii="Arial" w:hAnsi="Arial" w:cs="Arial"/>
          <w:sz w:val="20"/>
          <w:szCs w:val="20"/>
        </w:rPr>
        <w:t xml:space="preserve"> reescribiendo el</w:t>
      </w:r>
      <w:r>
        <w:rPr>
          <w:rFonts w:ascii="Arial" w:hAnsi="Arial" w:cs="Arial"/>
          <w:sz w:val="20"/>
          <w:szCs w:val="20"/>
        </w:rPr>
        <w:t xml:space="preserve"> guión, dando a los que te</w:t>
      </w:r>
      <w:r w:rsidRPr="008F0021">
        <w:rPr>
          <w:rFonts w:ascii="Arial" w:hAnsi="Arial" w:cs="Arial"/>
          <w:sz w:val="20"/>
          <w:szCs w:val="20"/>
        </w:rPr>
        <w:t xml:space="preserve"> rodean un</w:t>
      </w:r>
      <w:r>
        <w:rPr>
          <w:rFonts w:ascii="Arial" w:hAnsi="Arial" w:cs="Arial"/>
          <w:sz w:val="20"/>
          <w:szCs w:val="20"/>
        </w:rPr>
        <w:t xml:space="preserve"> papel diferente, incluido tu</w:t>
      </w:r>
      <w:r w:rsidRPr="008F0021">
        <w:rPr>
          <w:rFonts w:ascii="Arial" w:hAnsi="Arial" w:cs="Arial"/>
          <w:sz w:val="20"/>
          <w:szCs w:val="20"/>
        </w:rPr>
        <w:t xml:space="preserve"> mismo.</w:t>
      </w:r>
    </w:p>
    <w:p w:rsidR="008C0436" w:rsidRPr="008F0021" w:rsidRDefault="008C0436" w:rsidP="008F0021">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Si t</w:t>
      </w:r>
      <w:r w:rsidRPr="008F0021">
        <w:rPr>
          <w:rFonts w:ascii="Arial" w:hAnsi="Arial" w:cs="Arial"/>
          <w:sz w:val="20"/>
          <w:szCs w:val="20"/>
        </w:rPr>
        <w:t xml:space="preserve">u papel es ser rechazado </w:t>
      </w:r>
      <w:r>
        <w:rPr>
          <w:rFonts w:ascii="Arial" w:hAnsi="Arial" w:cs="Arial"/>
          <w:sz w:val="20"/>
          <w:szCs w:val="20"/>
        </w:rPr>
        <w:t>o no encontrar amor o no sentirte apoyado, reescribir ese guión t</w:t>
      </w:r>
      <w:r w:rsidRPr="008F0021">
        <w:rPr>
          <w:rFonts w:ascii="Arial" w:hAnsi="Arial" w:cs="Arial"/>
          <w:sz w:val="20"/>
          <w:szCs w:val="20"/>
        </w:rPr>
        <w:t>e dará un nuevo rol de personaje que es muy querido, altamente exitoso y respaldado en cada paso. ¿Qué le hace eso a los otros roles? Ya no son los villanos en tu vida los que te victimizan, sino las personas que te aman y te apoya</w:t>
      </w:r>
      <w:r>
        <w:rPr>
          <w:rFonts w:ascii="Arial" w:hAnsi="Arial" w:cs="Arial"/>
          <w:sz w:val="20"/>
          <w:szCs w:val="20"/>
        </w:rPr>
        <w:t>n. Por lo tanto, esto cambiará tus relaciones con quienes te</w:t>
      </w:r>
      <w:r w:rsidRPr="008F0021">
        <w:rPr>
          <w:rFonts w:ascii="Arial" w:hAnsi="Arial" w:cs="Arial"/>
          <w:sz w:val="20"/>
          <w:szCs w:val="20"/>
        </w:rPr>
        <w:t xml:space="preserve"> rodean. Deberá</w:t>
      </w:r>
      <w:r>
        <w:rPr>
          <w:rFonts w:ascii="Arial" w:hAnsi="Arial" w:cs="Arial"/>
          <w:sz w:val="20"/>
          <w:szCs w:val="20"/>
        </w:rPr>
        <w:t>s</w:t>
      </w:r>
      <w:r w:rsidRPr="008F0021">
        <w:rPr>
          <w:rFonts w:ascii="Arial" w:hAnsi="Arial" w:cs="Arial"/>
          <w:sz w:val="20"/>
          <w:szCs w:val="20"/>
        </w:rPr>
        <w:t xml:space="preserve"> comenzar a ver que tienen diferentes roles y cuanto más los vea</w:t>
      </w:r>
      <w:r>
        <w:rPr>
          <w:rFonts w:ascii="Arial" w:hAnsi="Arial" w:cs="Arial"/>
          <w:sz w:val="20"/>
          <w:szCs w:val="20"/>
        </w:rPr>
        <w:t>s</w:t>
      </w:r>
      <w:r w:rsidRPr="008F0021">
        <w:rPr>
          <w:rFonts w:ascii="Arial" w:hAnsi="Arial" w:cs="Arial"/>
          <w:sz w:val="20"/>
          <w:szCs w:val="20"/>
        </w:rPr>
        <w:t xml:space="preserve"> en sus nuevos roles, más man</w:t>
      </w:r>
      <w:r>
        <w:rPr>
          <w:rFonts w:ascii="Arial" w:hAnsi="Arial" w:cs="Arial"/>
          <w:sz w:val="20"/>
          <w:szCs w:val="20"/>
        </w:rPr>
        <w:t>ifestarán esos nuevos roles en t</w:t>
      </w:r>
      <w:r w:rsidRPr="008F0021">
        <w:rPr>
          <w:rFonts w:ascii="Arial" w:hAnsi="Arial" w:cs="Arial"/>
          <w:sz w:val="20"/>
          <w:szCs w:val="20"/>
        </w:rPr>
        <w:t>u historia reescrita.</w:t>
      </w:r>
    </w:p>
    <w:p w:rsidR="008C0436" w:rsidRPr="00730171" w:rsidRDefault="008C0436" w:rsidP="003B6A0A">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Si t</w:t>
      </w:r>
      <w:r w:rsidRPr="00730171">
        <w:rPr>
          <w:rFonts w:ascii="Arial" w:hAnsi="Arial" w:cs="Arial"/>
          <w:sz w:val="20"/>
          <w:szCs w:val="20"/>
        </w:rPr>
        <w:t xml:space="preserve">u historia actual </w:t>
      </w:r>
      <w:r>
        <w:rPr>
          <w:rFonts w:ascii="Arial" w:hAnsi="Arial" w:cs="Arial"/>
          <w:sz w:val="20"/>
          <w:szCs w:val="20"/>
        </w:rPr>
        <w:t>incluye un ex o un hermano que t</w:t>
      </w:r>
      <w:r w:rsidRPr="00730171">
        <w:rPr>
          <w:rFonts w:ascii="Arial" w:hAnsi="Arial" w:cs="Arial"/>
          <w:sz w:val="20"/>
          <w:szCs w:val="20"/>
        </w:rPr>
        <w:t>e causa p</w:t>
      </w:r>
      <w:r>
        <w:rPr>
          <w:rFonts w:ascii="Arial" w:hAnsi="Arial" w:cs="Arial"/>
          <w:sz w:val="20"/>
          <w:szCs w:val="20"/>
        </w:rPr>
        <w:t>roblemas o un compañero que no te comprende o te apoya, comienza</w:t>
      </w:r>
      <w:r w:rsidRPr="00730171">
        <w:rPr>
          <w:rFonts w:ascii="Arial" w:hAnsi="Arial" w:cs="Arial"/>
          <w:sz w:val="20"/>
          <w:szCs w:val="20"/>
        </w:rPr>
        <w:t xml:space="preserve"> a verlos en nuevo</w:t>
      </w:r>
      <w:r>
        <w:rPr>
          <w:rFonts w:ascii="Arial" w:hAnsi="Arial" w:cs="Arial"/>
          <w:sz w:val="20"/>
          <w:szCs w:val="20"/>
        </w:rPr>
        <w:t>s roles que se adapten a t</w:t>
      </w:r>
      <w:r w:rsidRPr="00730171">
        <w:rPr>
          <w:rFonts w:ascii="Arial" w:hAnsi="Arial" w:cs="Arial"/>
          <w:sz w:val="20"/>
          <w:szCs w:val="20"/>
        </w:rPr>
        <w:t>u nueva historia. Si no pueden desempeñar los roles, es posible que deba</w:t>
      </w:r>
      <w:r>
        <w:rPr>
          <w:rFonts w:ascii="Arial" w:hAnsi="Arial" w:cs="Arial"/>
          <w:sz w:val="20"/>
          <w:szCs w:val="20"/>
        </w:rPr>
        <w:t>s</w:t>
      </w:r>
      <w:r w:rsidRPr="00730171">
        <w:rPr>
          <w:rFonts w:ascii="Arial" w:hAnsi="Arial" w:cs="Arial"/>
          <w:sz w:val="20"/>
          <w:szCs w:val="20"/>
        </w:rPr>
        <w:t xml:space="preserve"> dejarlos ir. Aquí es donde entra el desafío del apego. ¿Estás dispuesto a dejar ir a un jugador clave si no puede o no quiere asumir un nuevo rol? Eres el creador de tus propios gustos y el autor de tu historia. Sin embargo, no eres el creador de la vida de otra persona ni el autor de su historia. Este es un negocio complicado y es posible</w:t>
      </w:r>
      <w:r>
        <w:rPr>
          <w:rFonts w:ascii="Arial" w:hAnsi="Arial" w:cs="Arial"/>
          <w:color w:val="333333"/>
          <w:sz w:val="26"/>
          <w:szCs w:val="26"/>
        </w:rPr>
        <w:t xml:space="preserve"> </w:t>
      </w:r>
      <w:r w:rsidRPr="00730171">
        <w:rPr>
          <w:rFonts w:ascii="Arial" w:hAnsi="Arial" w:cs="Arial"/>
          <w:sz w:val="20"/>
          <w:szCs w:val="20"/>
        </w:rPr>
        <w:t>que tenga</w:t>
      </w:r>
      <w:r>
        <w:rPr>
          <w:rFonts w:ascii="Arial" w:hAnsi="Arial" w:cs="Arial"/>
          <w:sz w:val="20"/>
          <w:szCs w:val="20"/>
        </w:rPr>
        <w:t>s</w:t>
      </w:r>
      <w:r w:rsidRPr="00730171">
        <w:rPr>
          <w:rFonts w:ascii="Arial" w:hAnsi="Arial" w:cs="Arial"/>
          <w:sz w:val="20"/>
          <w:szCs w:val="20"/>
        </w:rPr>
        <w:t xml:space="preserve"> que ser flexible, compasivo y generoso para dar a otros su libertad al mismo tiempo que mantiene</w:t>
      </w:r>
      <w:r>
        <w:rPr>
          <w:rFonts w:ascii="Arial" w:hAnsi="Arial" w:cs="Arial"/>
          <w:sz w:val="20"/>
          <w:szCs w:val="20"/>
        </w:rPr>
        <w:t>s t</w:t>
      </w:r>
      <w:r w:rsidRPr="00730171">
        <w:rPr>
          <w:rFonts w:ascii="Arial" w:hAnsi="Arial" w:cs="Arial"/>
          <w:sz w:val="20"/>
          <w:szCs w:val="20"/>
        </w:rPr>
        <w:t>us propios límites firmes y protegidos.</w:t>
      </w:r>
    </w:p>
    <w:p w:rsidR="008C0436" w:rsidRDefault="008C0436" w:rsidP="00705277">
      <w:pPr>
        <w:pStyle w:val="NormalWeb"/>
        <w:shd w:val="clear" w:color="auto" w:fill="FFFFFF"/>
        <w:spacing w:before="0" w:beforeAutospacing="0" w:after="0" w:afterAutospacing="0"/>
        <w:textAlignment w:val="baseline"/>
        <w:rPr>
          <w:rStyle w:val="Strong"/>
          <w:rFonts w:ascii="Arial" w:hAnsi="Arial" w:cs="Arial"/>
          <w:color w:val="333333"/>
          <w:sz w:val="26"/>
          <w:szCs w:val="26"/>
          <w:bdr w:val="none" w:sz="0" w:space="0" w:color="auto" w:frame="1"/>
        </w:rPr>
      </w:pPr>
    </w:p>
    <w:p w:rsidR="008C0436" w:rsidRPr="00CA5708" w:rsidRDefault="008C0436" w:rsidP="00705277">
      <w:pPr>
        <w:pStyle w:val="NormalWeb"/>
        <w:shd w:val="clear" w:color="auto" w:fill="FFFFFF"/>
        <w:spacing w:before="0" w:beforeAutospacing="0" w:after="0" w:afterAutospacing="0"/>
        <w:textAlignment w:val="baseline"/>
        <w:rPr>
          <w:rFonts w:ascii="Arial" w:hAnsi="Arial" w:cs="Arial"/>
          <w:sz w:val="22"/>
          <w:szCs w:val="22"/>
        </w:rPr>
      </w:pPr>
      <w:r w:rsidRPr="00CA5708">
        <w:rPr>
          <w:rStyle w:val="Strong"/>
          <w:rFonts w:ascii="Arial" w:hAnsi="Arial" w:cs="Arial"/>
          <w:sz w:val="22"/>
          <w:szCs w:val="22"/>
          <w:bdr w:val="none" w:sz="0" w:space="0" w:color="auto" w:frame="1"/>
        </w:rPr>
        <w:t>SALUD Y EL CUERPO FÍSICO</w:t>
      </w:r>
    </w:p>
    <w:p w:rsidR="008C0436" w:rsidRPr="00CA5708" w:rsidRDefault="008C0436" w:rsidP="00CA5708">
      <w:pPr>
        <w:pStyle w:val="NormalWeb"/>
        <w:shd w:val="clear" w:color="auto" w:fill="FFFFFF"/>
        <w:spacing w:before="0" w:beforeAutospacing="0" w:after="240" w:afterAutospacing="0"/>
        <w:jc w:val="both"/>
        <w:textAlignment w:val="baseline"/>
        <w:rPr>
          <w:rFonts w:ascii="Arial" w:hAnsi="Arial" w:cs="Arial"/>
          <w:sz w:val="20"/>
          <w:szCs w:val="20"/>
        </w:rPr>
      </w:pPr>
      <w:r w:rsidRPr="00CA5708">
        <w:rPr>
          <w:rFonts w:ascii="Arial" w:hAnsi="Arial" w:cs="Arial"/>
          <w:sz w:val="20"/>
          <w:szCs w:val="20"/>
        </w:rPr>
        <w:t>Esta es un área importante de la reescritura de historia</w:t>
      </w:r>
      <w:r>
        <w:rPr>
          <w:rFonts w:ascii="Arial" w:hAnsi="Arial" w:cs="Arial"/>
          <w:sz w:val="20"/>
          <w:szCs w:val="20"/>
        </w:rPr>
        <w:t>s, ya que está relacionada con tu relación contigo mismo, tu cuerpo, tu salud y t</w:t>
      </w:r>
      <w:r w:rsidRPr="00CA5708">
        <w:rPr>
          <w:rFonts w:ascii="Arial" w:hAnsi="Arial" w:cs="Arial"/>
          <w:sz w:val="20"/>
          <w:szCs w:val="20"/>
        </w:rPr>
        <w:t>u responsabilidad sobre qué y cómo ha</w:t>
      </w:r>
      <w:r>
        <w:rPr>
          <w:rFonts w:ascii="Arial" w:hAnsi="Arial" w:cs="Arial"/>
          <w:sz w:val="20"/>
          <w:szCs w:val="20"/>
        </w:rPr>
        <w:t>s</w:t>
      </w:r>
      <w:r w:rsidRPr="00CA5708">
        <w:rPr>
          <w:rFonts w:ascii="Arial" w:hAnsi="Arial" w:cs="Arial"/>
          <w:sz w:val="20"/>
          <w:szCs w:val="20"/>
        </w:rPr>
        <w:t xml:space="preserve"> creado la historia actual. Esta también </w:t>
      </w:r>
      <w:r>
        <w:rPr>
          <w:rFonts w:ascii="Arial" w:hAnsi="Arial" w:cs="Arial"/>
          <w:sz w:val="20"/>
          <w:szCs w:val="20"/>
        </w:rPr>
        <w:t xml:space="preserve">y </w:t>
      </w:r>
      <w:r w:rsidRPr="00CA5708">
        <w:rPr>
          <w:rFonts w:ascii="Arial" w:hAnsi="Arial" w:cs="Arial"/>
          <w:sz w:val="20"/>
          <w:szCs w:val="20"/>
        </w:rPr>
        <w:t xml:space="preserve">es quizás </w:t>
      </w:r>
      <w:r>
        <w:rPr>
          <w:rFonts w:ascii="Arial" w:hAnsi="Arial" w:cs="Arial"/>
          <w:sz w:val="20"/>
          <w:szCs w:val="20"/>
        </w:rPr>
        <w:t>la mayor área de culpa y sentirt</w:t>
      </w:r>
      <w:r w:rsidRPr="00CA5708">
        <w:rPr>
          <w:rFonts w:ascii="Arial" w:hAnsi="Arial" w:cs="Arial"/>
          <w:sz w:val="20"/>
          <w:szCs w:val="20"/>
        </w:rPr>
        <w:t>e víctima del medio ambiente y las acciones de los demás. Aquí es donde muchos ceden su poder creando una gran excusa para no asumir la responsabilidad personal de la historia actual.</w:t>
      </w:r>
    </w:p>
    <w:p w:rsidR="008C0436" w:rsidRPr="00CA5708" w:rsidRDefault="008C0436" w:rsidP="00CA5708">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Tu relación con t</w:t>
      </w:r>
      <w:r w:rsidRPr="00CA5708">
        <w:rPr>
          <w:rFonts w:ascii="Arial" w:hAnsi="Arial" w:cs="Arial"/>
          <w:sz w:val="20"/>
          <w:szCs w:val="20"/>
        </w:rPr>
        <w:t>u cuerpo está e</w:t>
      </w:r>
      <w:r>
        <w:rPr>
          <w:rFonts w:ascii="Arial" w:hAnsi="Arial" w:cs="Arial"/>
          <w:sz w:val="20"/>
          <w:szCs w:val="20"/>
        </w:rPr>
        <w:t>n el centro de los aspectos de t</w:t>
      </w:r>
      <w:r w:rsidRPr="00CA5708">
        <w:rPr>
          <w:rFonts w:ascii="Arial" w:hAnsi="Arial" w:cs="Arial"/>
          <w:sz w:val="20"/>
          <w:szCs w:val="20"/>
        </w:rPr>
        <w:t>u historia que deben reescribirse. ¿Ves tu cuerpo como un aliado, totalmente solidario con tu vida? ¿O co</w:t>
      </w:r>
      <w:r>
        <w:rPr>
          <w:rFonts w:ascii="Arial" w:hAnsi="Arial" w:cs="Arial"/>
          <w:sz w:val="20"/>
          <w:szCs w:val="20"/>
        </w:rPr>
        <w:t>nsidera que su cuerpo falla o te</w:t>
      </w:r>
      <w:r w:rsidRPr="00CA5708">
        <w:rPr>
          <w:rFonts w:ascii="Arial" w:hAnsi="Arial" w:cs="Arial"/>
          <w:sz w:val="20"/>
          <w:szCs w:val="20"/>
        </w:rPr>
        <w:t xml:space="preserve"> traiciona, no coopera, no se desempeña, es imperfecto y</w:t>
      </w:r>
      <w:r>
        <w:rPr>
          <w:rFonts w:ascii="Arial" w:hAnsi="Arial" w:cs="Arial"/>
          <w:sz w:val="20"/>
          <w:szCs w:val="20"/>
        </w:rPr>
        <w:t xml:space="preserve"> no funciona de la manera que te</w:t>
      </w:r>
      <w:r w:rsidRPr="00CA5708">
        <w:rPr>
          <w:rFonts w:ascii="Arial" w:hAnsi="Arial" w:cs="Arial"/>
          <w:sz w:val="20"/>
          <w:szCs w:val="20"/>
        </w:rPr>
        <w:t xml:space="preserve"> gustaría?</w:t>
      </w:r>
    </w:p>
    <w:p w:rsidR="008C0436" w:rsidRPr="00CA5708" w:rsidRDefault="008C0436" w:rsidP="00CA5708">
      <w:pPr>
        <w:pStyle w:val="NormalWeb"/>
        <w:shd w:val="clear" w:color="auto" w:fill="FFFFFF"/>
        <w:spacing w:before="0" w:beforeAutospacing="0" w:after="240" w:afterAutospacing="0"/>
        <w:jc w:val="both"/>
        <w:textAlignment w:val="baseline"/>
        <w:rPr>
          <w:rFonts w:ascii="Arial" w:hAnsi="Arial" w:cs="Arial"/>
          <w:sz w:val="20"/>
          <w:szCs w:val="20"/>
        </w:rPr>
      </w:pPr>
      <w:r w:rsidRPr="00CA5708">
        <w:rPr>
          <w:rFonts w:ascii="Arial" w:hAnsi="Arial" w:cs="Arial"/>
          <w:sz w:val="20"/>
          <w:szCs w:val="20"/>
        </w:rPr>
        <w:t xml:space="preserve">Puedes cambiar tu historia este mes. Pero recuerda los pequeños </w:t>
      </w:r>
      <w:r>
        <w:rPr>
          <w:rFonts w:ascii="Arial" w:hAnsi="Arial" w:cs="Arial"/>
          <w:sz w:val="20"/>
          <w:szCs w:val="20"/>
        </w:rPr>
        <w:t>pasos. Tome un aspecto y trabaja</w:t>
      </w:r>
      <w:r w:rsidRPr="00CA5708">
        <w:rPr>
          <w:rFonts w:ascii="Arial" w:hAnsi="Arial" w:cs="Arial"/>
          <w:sz w:val="20"/>
          <w:szCs w:val="20"/>
        </w:rPr>
        <w:t xml:space="preserve"> en eso con disciplina. Tal vez no te gusta tu cabello y desearías que fuera diferente. Comienza a hablar con tu cabello, dándole un papel diferente en tu historia, uno de ser perfecto para quien eres. Puede que te encuentres manifestando un nuevo peluquero con nuevas ideas. Así es como funciona.</w:t>
      </w:r>
    </w:p>
    <w:p w:rsidR="008C0436" w:rsidRPr="00CA5708" w:rsidRDefault="008C0436" w:rsidP="00CA5708">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T</w:t>
      </w:r>
      <w:r w:rsidRPr="00CA5708">
        <w:rPr>
          <w:rFonts w:ascii="Arial" w:hAnsi="Arial" w:cs="Arial"/>
          <w:sz w:val="20"/>
          <w:szCs w:val="20"/>
        </w:rPr>
        <w:t>u cuerpo es un elemental y un aliado y tomará</w:t>
      </w:r>
      <w:r>
        <w:rPr>
          <w:rFonts w:ascii="Arial" w:hAnsi="Arial" w:cs="Arial"/>
          <w:sz w:val="20"/>
          <w:szCs w:val="20"/>
        </w:rPr>
        <w:t xml:space="preserve"> tus directivas</w:t>
      </w:r>
      <w:r w:rsidRPr="00CA5708">
        <w:rPr>
          <w:rFonts w:ascii="Arial" w:hAnsi="Arial" w:cs="Arial"/>
          <w:sz w:val="20"/>
          <w:szCs w:val="20"/>
        </w:rPr>
        <w:t>. Entonces, si constantemente le estás dando mensajes inconscientes de que está enfermo, débil, roto o comprometido, solo estás alimentando a tu cuerpo con esas instrucciones. Comienza a dar nuevas instrucciones y tu historia cambiará.</w:t>
      </w:r>
    </w:p>
    <w:p w:rsidR="008C0436" w:rsidRDefault="008C0436" w:rsidP="00705277">
      <w:pPr>
        <w:pStyle w:val="NormalWeb"/>
        <w:shd w:val="clear" w:color="auto" w:fill="FFFFFF"/>
        <w:spacing w:before="0" w:beforeAutospacing="0" w:after="0" w:afterAutospacing="0"/>
        <w:textAlignment w:val="baseline"/>
        <w:rPr>
          <w:rStyle w:val="Strong"/>
          <w:rFonts w:ascii="Arial" w:hAnsi="Arial" w:cs="Arial"/>
          <w:sz w:val="22"/>
          <w:szCs w:val="22"/>
          <w:bdr w:val="none" w:sz="0" w:space="0" w:color="auto" w:frame="1"/>
        </w:rPr>
      </w:pPr>
    </w:p>
    <w:p w:rsidR="008C0436" w:rsidRPr="00325D08" w:rsidRDefault="008C0436" w:rsidP="00705277">
      <w:pPr>
        <w:pStyle w:val="NormalWeb"/>
        <w:shd w:val="clear" w:color="auto" w:fill="FFFFFF"/>
        <w:spacing w:before="0" w:beforeAutospacing="0" w:after="0" w:afterAutospacing="0"/>
        <w:textAlignment w:val="baseline"/>
        <w:rPr>
          <w:rFonts w:ascii="Arial" w:hAnsi="Arial" w:cs="Arial"/>
          <w:sz w:val="22"/>
          <w:szCs w:val="22"/>
        </w:rPr>
      </w:pPr>
      <w:r w:rsidRPr="00325D08">
        <w:rPr>
          <w:rStyle w:val="Strong"/>
          <w:rFonts w:ascii="Arial" w:hAnsi="Arial" w:cs="Arial"/>
          <w:sz w:val="22"/>
          <w:szCs w:val="22"/>
          <w:bdr w:val="none" w:sz="0" w:space="0" w:color="auto" w:frame="1"/>
        </w:rPr>
        <w:t>PROYECTOS DE ASOCIACIONES EMPRESARIALES</w:t>
      </w:r>
    </w:p>
    <w:p w:rsidR="008C0436" w:rsidRDefault="008C0436" w:rsidP="00705277">
      <w:pPr>
        <w:pStyle w:val="NormalWeb"/>
        <w:shd w:val="clear" w:color="auto" w:fill="FFFFFF"/>
        <w:spacing w:before="0" w:beforeAutospacing="0" w:after="240" w:afterAutospacing="0"/>
        <w:textAlignment w:val="baseline"/>
        <w:rPr>
          <w:rFonts w:ascii="Arial" w:hAnsi="Arial" w:cs="Arial"/>
          <w:color w:val="333333"/>
          <w:sz w:val="26"/>
          <w:szCs w:val="26"/>
        </w:rPr>
      </w:pPr>
    </w:p>
    <w:p w:rsidR="008C0436" w:rsidRPr="00325D08" w:rsidRDefault="008C0436" w:rsidP="00325D08">
      <w:pPr>
        <w:pStyle w:val="NormalWeb"/>
        <w:shd w:val="clear" w:color="auto" w:fill="FFFFFF"/>
        <w:spacing w:before="0" w:beforeAutospacing="0" w:after="240" w:afterAutospacing="0"/>
        <w:jc w:val="both"/>
        <w:textAlignment w:val="baseline"/>
        <w:rPr>
          <w:rFonts w:ascii="Arial" w:hAnsi="Arial" w:cs="Arial"/>
          <w:sz w:val="20"/>
          <w:szCs w:val="20"/>
        </w:rPr>
      </w:pPr>
      <w:r w:rsidRPr="00325D08">
        <w:rPr>
          <w:rFonts w:ascii="Arial" w:hAnsi="Arial" w:cs="Arial"/>
          <w:sz w:val="20"/>
          <w:szCs w:val="20"/>
        </w:rPr>
        <w:t>Los negocios, las asociaciones y los proyectos tienen la oportunidad de ser analizados y la historia actual para ser evaluada. Cuando hay relaciones involucradas que tienen influencia, pueden surgir desafíos a medida que cambias la historia para un mejor sueño. La clave es la comunicación y lograr que todos estén en la misma página de una nueva historia. Las alianzas con personas significativas definitivamente requerirán una comunicación clara desde un lugar neutral que no sea culpable o victimizado. La buena noticia es que todos desean en algún nivel reescri</w:t>
      </w:r>
      <w:r>
        <w:rPr>
          <w:rFonts w:ascii="Arial" w:hAnsi="Arial" w:cs="Arial"/>
          <w:sz w:val="20"/>
          <w:szCs w:val="20"/>
        </w:rPr>
        <w:t>bir su historia, por lo tanto, t</w:t>
      </w:r>
      <w:r w:rsidRPr="00325D08">
        <w:rPr>
          <w:rFonts w:ascii="Arial" w:hAnsi="Arial" w:cs="Arial"/>
          <w:sz w:val="20"/>
          <w:szCs w:val="20"/>
        </w:rPr>
        <w:t>u inspiración, disciplina y determinación solo ayudarán a apoyarlos en su propia reescritura.</w:t>
      </w:r>
    </w:p>
    <w:p w:rsidR="008C0436" w:rsidRPr="00325D08" w:rsidRDefault="008C0436" w:rsidP="00325D08">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Busca</w:t>
      </w:r>
      <w:r w:rsidRPr="00325D08">
        <w:rPr>
          <w:rFonts w:ascii="Arial" w:hAnsi="Arial" w:cs="Arial"/>
          <w:sz w:val="20"/>
          <w:szCs w:val="20"/>
        </w:rPr>
        <w:t xml:space="preserve"> cambios radicales en fortunas, contenedores de negocios y proyectos a medida que se a</w:t>
      </w:r>
      <w:r>
        <w:rPr>
          <w:rFonts w:ascii="Arial" w:hAnsi="Arial" w:cs="Arial"/>
          <w:sz w:val="20"/>
          <w:szCs w:val="20"/>
        </w:rPr>
        <w:t>daptan a una nueva historia. Se flexible y ve</w:t>
      </w:r>
      <w:r w:rsidRPr="00325D08">
        <w:rPr>
          <w:rFonts w:ascii="Arial" w:hAnsi="Arial" w:cs="Arial"/>
          <w:sz w:val="20"/>
          <w:szCs w:val="20"/>
        </w:rPr>
        <w:t xml:space="preserve"> todo el cambio como un movimiento positivo en la dirección correcta, aunque en ese momento no lo parezca. Esta área requerirá confianza. Si realmente está</w:t>
      </w:r>
      <w:r>
        <w:rPr>
          <w:rFonts w:ascii="Arial" w:hAnsi="Arial" w:cs="Arial"/>
          <w:sz w:val="20"/>
          <w:szCs w:val="20"/>
        </w:rPr>
        <w:t>s reescribiendo t</w:t>
      </w:r>
      <w:r w:rsidRPr="00325D08">
        <w:rPr>
          <w:rFonts w:ascii="Arial" w:hAnsi="Arial" w:cs="Arial"/>
          <w:sz w:val="20"/>
          <w:szCs w:val="20"/>
        </w:rPr>
        <w:t>u historia y siendo disciplin</w:t>
      </w:r>
      <w:r>
        <w:rPr>
          <w:rFonts w:ascii="Arial" w:hAnsi="Arial" w:cs="Arial"/>
          <w:sz w:val="20"/>
          <w:szCs w:val="20"/>
        </w:rPr>
        <w:t>ado sobre los pasos de acción, tus propios límites y mantenerte fiel a tí mismo y a t</w:t>
      </w:r>
      <w:r w:rsidRPr="00325D08">
        <w:rPr>
          <w:rFonts w:ascii="Arial" w:hAnsi="Arial" w:cs="Arial"/>
          <w:sz w:val="20"/>
          <w:szCs w:val="20"/>
        </w:rPr>
        <w:t>u propia verdad, entonces no puede</w:t>
      </w:r>
      <w:r>
        <w:rPr>
          <w:rFonts w:ascii="Arial" w:hAnsi="Arial" w:cs="Arial"/>
          <w:sz w:val="20"/>
          <w:szCs w:val="20"/>
        </w:rPr>
        <w:t>s equivocart</w:t>
      </w:r>
      <w:r w:rsidRPr="00325D08">
        <w:rPr>
          <w:rFonts w:ascii="Arial" w:hAnsi="Arial" w:cs="Arial"/>
          <w:sz w:val="20"/>
          <w:szCs w:val="20"/>
        </w:rPr>
        <w:t>e, y cualquier cosa que se manifieste que parezca negativa o desafiante debe</w:t>
      </w:r>
      <w:r>
        <w:rPr>
          <w:rFonts w:ascii="Arial" w:hAnsi="Arial" w:cs="Arial"/>
          <w:sz w:val="20"/>
          <w:szCs w:val="20"/>
        </w:rPr>
        <w:t xml:space="preserve"> verse como parte del </w:t>
      </w:r>
      <w:r w:rsidRPr="00325D08">
        <w:rPr>
          <w:rFonts w:ascii="Arial" w:hAnsi="Arial" w:cs="Arial"/>
          <w:sz w:val="20"/>
          <w:szCs w:val="20"/>
        </w:rPr>
        <w:t>mayor plan y visión.</w:t>
      </w:r>
    </w:p>
    <w:p w:rsidR="008C0436" w:rsidRPr="003319CF" w:rsidRDefault="008C0436" w:rsidP="003319CF">
      <w:pPr>
        <w:pStyle w:val="NormalWeb"/>
        <w:shd w:val="clear" w:color="auto" w:fill="FFFFFF"/>
        <w:spacing w:before="0" w:beforeAutospacing="0" w:after="0" w:afterAutospacing="0"/>
        <w:textAlignment w:val="baseline"/>
        <w:rPr>
          <w:rFonts w:ascii="Arial" w:hAnsi="Arial" w:cs="Arial"/>
          <w:sz w:val="22"/>
          <w:szCs w:val="22"/>
        </w:rPr>
      </w:pPr>
      <w:r>
        <w:rPr>
          <w:rStyle w:val="Strong"/>
          <w:rFonts w:ascii="Arial" w:hAnsi="Arial" w:cs="Arial"/>
          <w:sz w:val="22"/>
          <w:szCs w:val="22"/>
          <w:bdr w:val="none" w:sz="0" w:space="0" w:color="auto" w:frame="1"/>
        </w:rPr>
        <w:br/>
      </w:r>
      <w:r w:rsidRPr="003319CF">
        <w:rPr>
          <w:rStyle w:val="Strong"/>
          <w:rFonts w:ascii="Arial" w:hAnsi="Arial" w:cs="Arial"/>
          <w:sz w:val="22"/>
          <w:szCs w:val="22"/>
          <w:bdr w:val="none" w:sz="0" w:space="0" w:color="auto" w:frame="1"/>
        </w:rPr>
        <w:t>AMBIENTE</w:t>
      </w:r>
      <w:r>
        <w:rPr>
          <w:rFonts w:ascii="Arial" w:hAnsi="Arial" w:cs="Arial"/>
          <w:sz w:val="22"/>
          <w:szCs w:val="22"/>
        </w:rPr>
        <w:br/>
      </w:r>
    </w:p>
    <w:p w:rsidR="008C0436" w:rsidRDefault="008C0436" w:rsidP="003319CF">
      <w:pPr>
        <w:pStyle w:val="NormalWeb"/>
        <w:shd w:val="clear" w:color="auto" w:fill="FFFFFF"/>
        <w:spacing w:before="0" w:beforeAutospacing="0" w:after="240" w:afterAutospacing="0"/>
        <w:jc w:val="both"/>
        <w:textAlignment w:val="baseline"/>
        <w:rPr>
          <w:rFonts w:ascii="Arial" w:hAnsi="Arial" w:cs="Arial"/>
          <w:sz w:val="20"/>
          <w:szCs w:val="20"/>
        </w:rPr>
      </w:pPr>
      <w:r>
        <w:rPr>
          <w:rFonts w:ascii="Arial" w:hAnsi="Arial" w:cs="Arial"/>
          <w:sz w:val="20"/>
          <w:szCs w:val="20"/>
        </w:rPr>
        <w:t>T</w:t>
      </w:r>
      <w:r w:rsidRPr="003319CF">
        <w:rPr>
          <w:rFonts w:ascii="Arial" w:hAnsi="Arial" w:cs="Arial"/>
          <w:sz w:val="20"/>
          <w:szCs w:val="20"/>
        </w:rPr>
        <w:t>u ent</w:t>
      </w:r>
      <w:r>
        <w:rPr>
          <w:rFonts w:ascii="Arial" w:hAnsi="Arial" w:cs="Arial"/>
          <w:sz w:val="20"/>
          <w:szCs w:val="20"/>
        </w:rPr>
        <w:t>orno personal siempre respalda t</w:t>
      </w:r>
      <w:r w:rsidRPr="003319CF">
        <w:rPr>
          <w:rFonts w:ascii="Arial" w:hAnsi="Arial" w:cs="Arial"/>
          <w:sz w:val="20"/>
          <w:szCs w:val="20"/>
        </w:rPr>
        <w:t>u historia y cómo la está</w:t>
      </w:r>
      <w:r>
        <w:rPr>
          <w:rFonts w:ascii="Arial" w:hAnsi="Arial" w:cs="Arial"/>
          <w:sz w:val="20"/>
          <w:szCs w:val="20"/>
        </w:rPr>
        <w:t>s</w:t>
      </w:r>
      <w:r w:rsidRPr="003319CF">
        <w:rPr>
          <w:rFonts w:ascii="Arial" w:hAnsi="Arial" w:cs="Arial"/>
          <w:sz w:val="20"/>
          <w:szCs w:val="20"/>
        </w:rPr>
        <w:t xml:space="preserve"> viviendo. Una for</w:t>
      </w:r>
      <w:r>
        <w:rPr>
          <w:rFonts w:ascii="Arial" w:hAnsi="Arial" w:cs="Arial"/>
          <w:sz w:val="20"/>
          <w:szCs w:val="20"/>
        </w:rPr>
        <w:t>ma de apoyar la reescritura de tu historia es cambiar algo en t</w:t>
      </w:r>
      <w:r w:rsidRPr="003319CF">
        <w:rPr>
          <w:rFonts w:ascii="Arial" w:hAnsi="Arial" w:cs="Arial"/>
          <w:sz w:val="20"/>
          <w:szCs w:val="20"/>
        </w:rPr>
        <w:t>u entorno. ¿Qué ves que ya no se ajusta a la nueva historia? Deshazte de eso. No es necesario apresurarse para reemplazarlo hasta que haya solidificado su reescritura. ¿A qué te aferras del pasado que te une poderosamente a una vieja historia? Es posible que deba</w:t>
      </w:r>
      <w:r>
        <w:rPr>
          <w:rFonts w:ascii="Arial" w:hAnsi="Arial" w:cs="Arial"/>
          <w:sz w:val="20"/>
          <w:szCs w:val="20"/>
        </w:rPr>
        <w:t>s mirar tus posesiones y reevaluar t</w:t>
      </w:r>
      <w:r w:rsidRPr="003319CF">
        <w:rPr>
          <w:rFonts w:ascii="Arial" w:hAnsi="Arial" w:cs="Arial"/>
          <w:sz w:val="20"/>
          <w:szCs w:val="20"/>
        </w:rPr>
        <w:t>us apegos a viejos sueños, proyectos, historia, familia, ascendencia, identida</w:t>
      </w:r>
      <w:r>
        <w:rPr>
          <w:rFonts w:ascii="Arial" w:hAnsi="Arial" w:cs="Arial"/>
          <w:sz w:val="20"/>
          <w:szCs w:val="20"/>
        </w:rPr>
        <w:t>d, carrera, etc. ¿Quién eres</w:t>
      </w:r>
      <w:r w:rsidRPr="003319CF">
        <w:rPr>
          <w:rFonts w:ascii="Arial" w:hAnsi="Arial" w:cs="Arial"/>
          <w:sz w:val="20"/>
          <w:szCs w:val="20"/>
        </w:rPr>
        <w:t xml:space="preserve"> ahora? ¿Cuál es la nueva historia?</w:t>
      </w:r>
    </w:p>
    <w:p w:rsidR="008C0436" w:rsidRPr="003319CF" w:rsidRDefault="008C0436" w:rsidP="003319CF">
      <w:pPr>
        <w:pStyle w:val="NormalWeb"/>
        <w:shd w:val="clear" w:color="auto" w:fill="FFFFFF"/>
        <w:spacing w:before="0" w:beforeAutospacing="0" w:after="240" w:afterAutospacing="0"/>
        <w:jc w:val="both"/>
        <w:textAlignment w:val="baseline"/>
        <w:rPr>
          <w:rFonts w:ascii="Arial" w:hAnsi="Arial" w:cs="Arial"/>
          <w:sz w:val="20"/>
          <w:szCs w:val="20"/>
        </w:rPr>
      </w:pPr>
      <w:r w:rsidRPr="003319CF">
        <w:rPr>
          <w:rFonts w:ascii="Arial" w:hAnsi="Arial" w:cs="Arial"/>
          <w:sz w:val="20"/>
          <w:szCs w:val="20"/>
        </w:rPr>
        <w:t>Incluso si algo es valioso, no significa que deba</w:t>
      </w:r>
      <w:r>
        <w:rPr>
          <w:rFonts w:ascii="Arial" w:hAnsi="Arial" w:cs="Arial"/>
          <w:sz w:val="20"/>
          <w:szCs w:val="20"/>
        </w:rPr>
        <w:t>s</w:t>
      </w:r>
      <w:r w:rsidRPr="003319CF">
        <w:rPr>
          <w:rFonts w:ascii="Arial" w:hAnsi="Arial" w:cs="Arial"/>
          <w:sz w:val="20"/>
          <w:szCs w:val="20"/>
        </w:rPr>
        <w:t xml:space="preserve"> conservarlo. Pásalo a alguien que pueda usarlo como una actualización de su historia.</w:t>
      </w:r>
    </w:p>
    <w:p w:rsidR="008C0436" w:rsidRPr="003319CF" w:rsidRDefault="008C0436" w:rsidP="00705277">
      <w:pPr>
        <w:pStyle w:val="NormalWeb"/>
        <w:shd w:val="clear" w:color="auto" w:fill="FFFFFF"/>
        <w:spacing w:before="0" w:beforeAutospacing="0" w:after="240" w:afterAutospacing="0"/>
        <w:textAlignment w:val="baseline"/>
        <w:rPr>
          <w:rFonts w:ascii="Arial" w:hAnsi="Arial" w:cs="Arial"/>
          <w:sz w:val="20"/>
          <w:szCs w:val="20"/>
        </w:rPr>
      </w:pPr>
      <w:r>
        <w:rPr>
          <w:rFonts w:ascii="Arial" w:hAnsi="Arial" w:cs="Arial"/>
          <w:sz w:val="20"/>
          <w:szCs w:val="20"/>
        </w:rPr>
        <w:t>En términos de t</w:t>
      </w:r>
      <w:r w:rsidRPr="003319CF">
        <w:rPr>
          <w:rFonts w:ascii="Arial" w:hAnsi="Arial" w:cs="Arial"/>
          <w:sz w:val="20"/>
          <w:szCs w:val="20"/>
        </w:rPr>
        <w:t>u relación con el entorno general, esta es una buena oportu</w:t>
      </w:r>
      <w:r>
        <w:rPr>
          <w:rFonts w:ascii="Arial" w:hAnsi="Arial" w:cs="Arial"/>
          <w:sz w:val="20"/>
          <w:szCs w:val="20"/>
        </w:rPr>
        <w:t>nidad para practicar cambiando t</w:t>
      </w:r>
      <w:r w:rsidRPr="003319CF">
        <w:rPr>
          <w:rFonts w:ascii="Arial" w:hAnsi="Arial" w:cs="Arial"/>
          <w:sz w:val="20"/>
          <w:szCs w:val="20"/>
        </w:rPr>
        <w:t>u historia de cómo ve el entorno como saludable, roto, contaminado, solidario, poderoso, poco cooperativo, destructivo o impredecible. Concé</w:t>
      </w:r>
      <w:r>
        <w:rPr>
          <w:rFonts w:ascii="Arial" w:hAnsi="Arial" w:cs="Arial"/>
          <w:sz w:val="20"/>
          <w:szCs w:val="20"/>
        </w:rPr>
        <w:t>ntrate</w:t>
      </w:r>
      <w:r w:rsidRPr="003319CF">
        <w:rPr>
          <w:rFonts w:ascii="Arial" w:hAnsi="Arial" w:cs="Arial"/>
          <w:sz w:val="20"/>
          <w:szCs w:val="20"/>
        </w:rPr>
        <w:t xml:space="preserve"> en </w:t>
      </w:r>
      <w:r>
        <w:rPr>
          <w:rFonts w:ascii="Arial" w:hAnsi="Arial" w:cs="Arial"/>
          <w:sz w:val="20"/>
          <w:szCs w:val="20"/>
        </w:rPr>
        <w:t>los aspectos positivos e incluye en t</w:t>
      </w:r>
      <w:r w:rsidRPr="003319CF">
        <w:rPr>
          <w:rFonts w:ascii="Arial" w:hAnsi="Arial" w:cs="Arial"/>
          <w:sz w:val="20"/>
          <w:szCs w:val="20"/>
        </w:rPr>
        <w:t>u reescritura que el entorno lleva una sabiduría instintiva que respalda cualesquiera que sean nuestras lecciones actuales como raza humana. Si queremos experimentar el entorno como un apoyo para una historia positiva, entonces tenemos que crear esa historia positiva. Lo que alimentes crecerá. Esa es la ley del universo.</w:t>
      </w:r>
    </w:p>
    <w:p w:rsidR="008C0436" w:rsidRPr="003319CF" w:rsidRDefault="008C0436" w:rsidP="00705277">
      <w:pPr>
        <w:pStyle w:val="NormalWeb"/>
        <w:shd w:val="clear" w:color="auto" w:fill="FFFFFF"/>
        <w:spacing w:before="0" w:beforeAutospacing="0" w:after="0" w:afterAutospacing="0"/>
        <w:textAlignment w:val="baseline"/>
        <w:rPr>
          <w:rFonts w:ascii="Arial" w:hAnsi="Arial" w:cs="Arial"/>
          <w:sz w:val="22"/>
          <w:szCs w:val="22"/>
        </w:rPr>
      </w:pPr>
      <w:r w:rsidRPr="003319CF">
        <w:rPr>
          <w:rStyle w:val="Strong"/>
          <w:rFonts w:ascii="Arial" w:hAnsi="Arial" w:cs="Arial"/>
          <w:sz w:val="22"/>
          <w:szCs w:val="22"/>
          <w:bdr w:val="none" w:sz="0" w:space="0" w:color="auto" w:frame="1"/>
        </w:rPr>
        <w:t>FECHAS Y HORARIOS</w:t>
      </w:r>
    </w:p>
    <w:p w:rsidR="008C0436" w:rsidRDefault="008C0436" w:rsidP="00705277">
      <w:pPr>
        <w:pStyle w:val="NormalWeb"/>
        <w:shd w:val="clear" w:color="auto" w:fill="FFFFFF"/>
        <w:spacing w:before="0" w:beforeAutospacing="0" w:after="0" w:afterAutospacing="0"/>
        <w:textAlignment w:val="baseline"/>
        <w:rPr>
          <w:rStyle w:val="Strong"/>
          <w:rFonts w:ascii="Arial" w:hAnsi="Arial" w:cs="Arial"/>
          <w:color w:val="333333"/>
          <w:sz w:val="26"/>
          <w:szCs w:val="26"/>
          <w:bdr w:val="none" w:sz="0" w:space="0" w:color="auto" w:frame="1"/>
        </w:rPr>
      </w:pPr>
    </w:p>
    <w:p w:rsidR="008C0436" w:rsidRPr="0084466E" w:rsidRDefault="008C0436" w:rsidP="003319CF">
      <w:pPr>
        <w:pStyle w:val="NormalWeb"/>
        <w:shd w:val="clear" w:color="auto" w:fill="FFFFFF"/>
        <w:spacing w:before="0" w:beforeAutospacing="0" w:after="0" w:afterAutospacing="0"/>
        <w:jc w:val="both"/>
        <w:textAlignment w:val="baseline"/>
        <w:rPr>
          <w:rFonts w:ascii="Arial" w:hAnsi="Arial" w:cs="Arial"/>
          <w:sz w:val="20"/>
          <w:szCs w:val="20"/>
        </w:rPr>
      </w:pPr>
      <w:r w:rsidRPr="003319CF">
        <w:rPr>
          <w:rStyle w:val="Strong"/>
          <w:rFonts w:ascii="Arial" w:hAnsi="Arial" w:cs="Arial"/>
          <w:sz w:val="20"/>
          <w:szCs w:val="20"/>
          <w:bdr w:val="none" w:sz="0" w:space="0" w:color="auto" w:frame="1"/>
        </w:rPr>
        <w:t>1-7 de octubre:</w:t>
      </w:r>
      <w:r>
        <w:rPr>
          <w:rFonts w:ascii="Arial" w:hAnsi="Arial" w:cs="Arial"/>
          <w:sz w:val="20"/>
          <w:szCs w:val="20"/>
        </w:rPr>
        <w:t> aprovecha</w:t>
      </w:r>
      <w:r w:rsidRPr="003319CF">
        <w:rPr>
          <w:rFonts w:ascii="Arial" w:hAnsi="Arial" w:cs="Arial"/>
          <w:sz w:val="20"/>
          <w:szCs w:val="20"/>
        </w:rPr>
        <w:t xml:space="preserve"> este </w:t>
      </w:r>
      <w:r>
        <w:rPr>
          <w:rFonts w:ascii="Arial" w:hAnsi="Arial" w:cs="Arial"/>
          <w:sz w:val="20"/>
          <w:szCs w:val="20"/>
        </w:rPr>
        <w:t>momento para reflexionar sobre t</w:t>
      </w:r>
      <w:r w:rsidRPr="003319CF">
        <w:rPr>
          <w:rFonts w:ascii="Arial" w:hAnsi="Arial" w:cs="Arial"/>
          <w:sz w:val="20"/>
          <w:szCs w:val="20"/>
        </w:rPr>
        <w:t xml:space="preserve">u historia actual, qué funciona, qué no funciona y dónde tiene límites que son demasiado fuertes, que no permiten el cambio (parece terquedad) y </w:t>
      </w:r>
      <w:r w:rsidRPr="0084466E">
        <w:rPr>
          <w:rFonts w:ascii="Arial" w:hAnsi="Arial" w:cs="Arial"/>
          <w:sz w:val="20"/>
          <w:szCs w:val="20"/>
        </w:rPr>
        <w:t>dónde son demasiado débiles, lo que permite fugas de energía. Este también es un período de tiempo en el que aparecerán partes inconscientes de tu historia, creencias de las que quizás no haya sido consciente y que están ejecutando tu vida de maneras que no te apoyan.</w:t>
      </w:r>
    </w:p>
    <w:p w:rsidR="008C0436" w:rsidRPr="0084466E" w:rsidRDefault="008C0436" w:rsidP="003319CF">
      <w:pPr>
        <w:pStyle w:val="NormalWeb"/>
        <w:shd w:val="clear" w:color="auto" w:fill="FFFFFF"/>
        <w:spacing w:before="0" w:beforeAutospacing="0" w:after="240" w:afterAutospacing="0"/>
        <w:jc w:val="both"/>
        <w:textAlignment w:val="baseline"/>
        <w:rPr>
          <w:rFonts w:ascii="Arial" w:hAnsi="Arial" w:cs="Arial"/>
          <w:sz w:val="20"/>
          <w:szCs w:val="20"/>
        </w:rPr>
      </w:pPr>
      <w:r w:rsidRPr="0084466E">
        <w:rPr>
          <w:rFonts w:ascii="Arial" w:hAnsi="Arial" w:cs="Arial"/>
          <w:sz w:val="20"/>
          <w:szCs w:val="20"/>
        </w:rPr>
        <w:t>A medida que emergen estas partes de la historia, simplemente obsérvalas con neutralidad, acéptalas y luego haz una elección consciente para cambiar. Este es un momento de reflexión, observación, contemplación, decir la verdad, elegir y planificar la acción. Deberás practicar la paciencia y actuar más en las áreas de dejar ir que de crear algo nuevo. Para traer algo nuevo, primero debes hacer espacio para ello. Ese espacio es la libertad de la vieja historia. Si te encuentras en el vacío, sin saber quién eres ni qué te depara el futuro, ese es un buen lugar para estar. Disfrútalo mientras puedas antes de que el tren despegue y seas llamado a la acción.</w:t>
      </w:r>
    </w:p>
    <w:p w:rsidR="008C0436" w:rsidRDefault="008C0436" w:rsidP="0084466E">
      <w:pPr>
        <w:pStyle w:val="NormalWeb"/>
        <w:shd w:val="clear" w:color="auto" w:fill="FFFFFF"/>
        <w:spacing w:before="0" w:beforeAutospacing="0" w:after="0" w:afterAutospacing="0"/>
        <w:jc w:val="both"/>
        <w:textAlignment w:val="baseline"/>
        <w:rPr>
          <w:rFonts w:ascii="Arial" w:hAnsi="Arial" w:cs="Arial"/>
          <w:color w:val="333333"/>
          <w:sz w:val="26"/>
          <w:szCs w:val="26"/>
        </w:rPr>
      </w:pPr>
      <w:r w:rsidRPr="0084466E">
        <w:rPr>
          <w:rStyle w:val="Strong"/>
          <w:rFonts w:ascii="Arial" w:hAnsi="Arial" w:cs="Arial"/>
          <w:sz w:val="20"/>
          <w:szCs w:val="20"/>
          <w:bdr w:val="none" w:sz="0" w:space="0" w:color="auto" w:frame="1"/>
        </w:rPr>
        <w:t>8-16 de octubre: </w:t>
      </w:r>
      <w:r w:rsidRPr="0084466E">
        <w:rPr>
          <w:rFonts w:ascii="Arial" w:hAnsi="Arial" w:cs="Arial"/>
          <w:sz w:val="20"/>
          <w:szCs w:val="20"/>
        </w:rPr>
        <w:t xml:space="preserve"> este es un momento desafiante para las relaciones. Un día estás inspirado por el progreso, otro día puede encontrarte desesperado por una pérdida. Este es un </w:t>
      </w:r>
      <w:r>
        <w:rPr>
          <w:rFonts w:ascii="Arial" w:hAnsi="Arial" w:cs="Arial"/>
          <w:sz w:val="20"/>
          <w:szCs w:val="20"/>
        </w:rPr>
        <w:t>buen momento para enfocarse en tus límites y apegarte a t</w:t>
      </w:r>
      <w:r w:rsidRPr="0084466E">
        <w:rPr>
          <w:rFonts w:ascii="Arial" w:hAnsi="Arial" w:cs="Arial"/>
          <w:sz w:val="20"/>
          <w:szCs w:val="20"/>
        </w:rPr>
        <w:t>u disciplina. Si las cosas cambian de una</w:t>
      </w:r>
      <w:r>
        <w:rPr>
          <w:rFonts w:ascii="Arial" w:hAnsi="Arial" w:cs="Arial"/>
          <w:sz w:val="20"/>
          <w:szCs w:val="20"/>
        </w:rPr>
        <w:t xml:space="preserve"> manera que es desafiante para tu zona de confort, haz</w:t>
      </w:r>
      <w:r w:rsidRPr="0084466E">
        <w:rPr>
          <w:rFonts w:ascii="Arial" w:hAnsi="Arial" w:cs="Arial"/>
          <w:sz w:val="20"/>
          <w:szCs w:val="20"/>
        </w:rPr>
        <w:t xml:space="preserve"> algo para cuidar y cuidar</w:t>
      </w:r>
      <w:r>
        <w:rPr>
          <w:rFonts w:ascii="Arial" w:hAnsi="Arial" w:cs="Arial"/>
          <w:sz w:val="20"/>
          <w:szCs w:val="20"/>
        </w:rPr>
        <w:t>te a ti mismo que te</w:t>
      </w:r>
      <w:r w:rsidRPr="0084466E">
        <w:rPr>
          <w:rFonts w:ascii="Arial" w:hAnsi="Arial" w:cs="Arial"/>
          <w:sz w:val="20"/>
          <w:szCs w:val="20"/>
        </w:rPr>
        <w:t xml:space="preserve"> haga sentir más cómodo. Este también es un marco de tiempo que viene con la mayor proyección, juicio, reacción y respuesta negativa. No tome</w:t>
      </w:r>
      <w:r>
        <w:rPr>
          <w:rFonts w:ascii="Arial" w:hAnsi="Arial" w:cs="Arial"/>
          <w:sz w:val="20"/>
          <w:szCs w:val="20"/>
        </w:rPr>
        <w:t>s</w:t>
      </w:r>
      <w:r w:rsidRPr="0084466E">
        <w:rPr>
          <w:rFonts w:ascii="Arial" w:hAnsi="Arial" w:cs="Arial"/>
          <w:sz w:val="20"/>
          <w:szCs w:val="20"/>
        </w:rPr>
        <w:t xml:space="preserve"> </w:t>
      </w:r>
      <w:r>
        <w:rPr>
          <w:rFonts w:ascii="Arial" w:hAnsi="Arial" w:cs="Arial"/>
          <w:sz w:val="20"/>
          <w:szCs w:val="20"/>
        </w:rPr>
        <w:t>nada personalmente y concéntrate en t</w:t>
      </w:r>
      <w:r w:rsidRPr="0084466E">
        <w:rPr>
          <w:rFonts w:ascii="Arial" w:hAnsi="Arial" w:cs="Arial"/>
          <w:sz w:val="20"/>
          <w:szCs w:val="20"/>
        </w:rPr>
        <w:t>us propias intenciones y verdad, especialmente alrededor de la Luna Llena el día 13</w:t>
      </w:r>
      <w:r>
        <w:rPr>
          <w:rFonts w:ascii="Arial" w:hAnsi="Arial" w:cs="Arial"/>
          <w:color w:val="333333"/>
          <w:sz w:val="26"/>
          <w:szCs w:val="26"/>
        </w:rPr>
        <w:t>.</w:t>
      </w:r>
    </w:p>
    <w:p w:rsidR="008C0436" w:rsidRDefault="008C0436" w:rsidP="00705277">
      <w:pPr>
        <w:pStyle w:val="NormalWeb"/>
        <w:shd w:val="clear" w:color="auto" w:fill="FFFFFF"/>
        <w:spacing w:before="0" w:beforeAutospacing="0" w:after="0" w:afterAutospacing="0"/>
        <w:textAlignment w:val="baseline"/>
        <w:rPr>
          <w:rStyle w:val="Strong"/>
          <w:rFonts w:ascii="Arial" w:hAnsi="Arial" w:cs="Arial"/>
          <w:color w:val="333333"/>
          <w:sz w:val="26"/>
          <w:szCs w:val="26"/>
          <w:bdr w:val="none" w:sz="0" w:space="0" w:color="auto" w:frame="1"/>
        </w:rPr>
      </w:pPr>
    </w:p>
    <w:p w:rsidR="008C0436" w:rsidRPr="0084466E" w:rsidRDefault="008C0436" w:rsidP="0084466E">
      <w:pPr>
        <w:pStyle w:val="NormalWeb"/>
        <w:shd w:val="clear" w:color="auto" w:fill="FFFFFF"/>
        <w:spacing w:before="0" w:beforeAutospacing="0" w:after="0" w:afterAutospacing="0"/>
        <w:jc w:val="both"/>
        <w:textAlignment w:val="baseline"/>
        <w:rPr>
          <w:rFonts w:ascii="Arial" w:hAnsi="Arial" w:cs="Arial"/>
          <w:sz w:val="20"/>
          <w:szCs w:val="20"/>
        </w:rPr>
      </w:pPr>
      <w:r w:rsidRPr="0084466E">
        <w:rPr>
          <w:rStyle w:val="Strong"/>
          <w:rFonts w:ascii="Arial" w:hAnsi="Arial" w:cs="Arial"/>
          <w:sz w:val="20"/>
          <w:szCs w:val="20"/>
          <w:bdr w:val="none" w:sz="0" w:space="0" w:color="auto" w:frame="1"/>
        </w:rPr>
        <w:t>13 de octubre: la </w:t>
      </w:r>
      <w:r w:rsidRPr="0084466E">
        <w:rPr>
          <w:rFonts w:ascii="Arial" w:hAnsi="Arial" w:cs="Arial"/>
          <w:sz w:val="20"/>
          <w:szCs w:val="20"/>
        </w:rPr>
        <w:t> luna llena es el domingo 13 de octubre a las 3:07 pm Hora de verano de la montaña (MDT) Esta luna está llena de acción, coraje, disciplina y todo lo que cuenta con el apoyo de lo masculino. Sé generoso contigo mismo al permitir una celebración de tus talentos y contribución. Haz que sea parte de la reescritura de tu historia y usa la energía de esta luna llena para ancl</w:t>
      </w:r>
      <w:r>
        <w:rPr>
          <w:rFonts w:ascii="Arial" w:hAnsi="Arial" w:cs="Arial"/>
          <w:sz w:val="20"/>
          <w:szCs w:val="20"/>
        </w:rPr>
        <w:t>arla con poder y propósito.</w:t>
      </w:r>
      <w:r>
        <w:rPr>
          <w:rFonts w:ascii="Arial" w:hAnsi="Arial" w:cs="Arial"/>
          <w:sz w:val="20"/>
          <w:szCs w:val="20"/>
        </w:rPr>
        <w:br/>
        <w:t>Haz algo y da</w:t>
      </w:r>
      <w:r w:rsidRPr="0084466E">
        <w:rPr>
          <w:rFonts w:ascii="Arial" w:hAnsi="Arial" w:cs="Arial"/>
          <w:sz w:val="20"/>
          <w:szCs w:val="20"/>
        </w:rPr>
        <w:t xml:space="preserve"> un</w:t>
      </w:r>
      <w:r>
        <w:rPr>
          <w:rFonts w:ascii="Arial" w:hAnsi="Arial" w:cs="Arial"/>
          <w:sz w:val="20"/>
          <w:szCs w:val="20"/>
        </w:rPr>
        <w:t xml:space="preserve"> paso de acción que represente t</w:t>
      </w:r>
      <w:r w:rsidRPr="0084466E">
        <w:rPr>
          <w:rFonts w:ascii="Arial" w:hAnsi="Arial" w:cs="Arial"/>
          <w:sz w:val="20"/>
          <w:szCs w:val="20"/>
        </w:rPr>
        <w:t>u compromiso con la nueva r</w:t>
      </w:r>
      <w:r>
        <w:rPr>
          <w:rFonts w:ascii="Arial" w:hAnsi="Arial" w:cs="Arial"/>
          <w:sz w:val="20"/>
          <w:szCs w:val="20"/>
        </w:rPr>
        <w:t>eescritura. Podría ser deshacert</w:t>
      </w:r>
      <w:r w:rsidRPr="0084466E">
        <w:rPr>
          <w:rFonts w:ascii="Arial" w:hAnsi="Arial" w:cs="Arial"/>
          <w:sz w:val="20"/>
          <w:szCs w:val="20"/>
        </w:rPr>
        <w:t>e de algo a lo que tiene</w:t>
      </w:r>
      <w:r>
        <w:rPr>
          <w:rFonts w:ascii="Arial" w:hAnsi="Arial" w:cs="Arial"/>
          <w:sz w:val="20"/>
          <w:szCs w:val="20"/>
        </w:rPr>
        <w:t>s</w:t>
      </w:r>
      <w:r w:rsidRPr="0084466E">
        <w:rPr>
          <w:rFonts w:ascii="Arial" w:hAnsi="Arial" w:cs="Arial"/>
          <w:sz w:val="20"/>
          <w:szCs w:val="20"/>
        </w:rPr>
        <w:t xml:space="preserve"> un apego pero que representa lo viejo, o podría estar trayendo algo nuevo que represente lo nuevo. Hay un aspecto de esta luna que requiere celebración, acción, div</w:t>
      </w:r>
      <w:r>
        <w:rPr>
          <w:rFonts w:ascii="Arial" w:hAnsi="Arial" w:cs="Arial"/>
          <w:sz w:val="20"/>
          <w:szCs w:val="20"/>
        </w:rPr>
        <w:t>ersión y expansión creativa. Se</w:t>
      </w:r>
      <w:r w:rsidRPr="0084466E">
        <w:rPr>
          <w:rFonts w:ascii="Arial" w:hAnsi="Arial" w:cs="Arial"/>
          <w:sz w:val="20"/>
          <w:szCs w:val="20"/>
        </w:rPr>
        <w:t xml:space="preserve"> excéntrico, peculiar y un poco fuera de la caja. Esto contribuirá en gran medida a apoyar una nueva historia. Aquellos que son escépticos o críticos, no valen la pena pasar tiempo con ellos.</w:t>
      </w:r>
    </w:p>
    <w:p w:rsidR="008C0436" w:rsidRPr="0084466E" w:rsidRDefault="008C0436" w:rsidP="0084466E">
      <w:pPr>
        <w:pStyle w:val="NormalWeb"/>
        <w:shd w:val="clear" w:color="auto" w:fill="FFFFFF"/>
        <w:spacing w:before="0" w:beforeAutospacing="0" w:after="0" w:afterAutospacing="0"/>
        <w:jc w:val="both"/>
        <w:textAlignment w:val="baseline"/>
        <w:rPr>
          <w:rFonts w:ascii="Arial" w:hAnsi="Arial" w:cs="Arial"/>
          <w:color w:val="333333"/>
          <w:sz w:val="20"/>
          <w:szCs w:val="20"/>
        </w:rPr>
      </w:pPr>
    </w:p>
    <w:p w:rsidR="008C0436" w:rsidRPr="000B6DDF" w:rsidRDefault="008C0436" w:rsidP="000B6DDF">
      <w:pPr>
        <w:pStyle w:val="NormalWeb"/>
        <w:shd w:val="clear" w:color="auto" w:fill="FFFFFF"/>
        <w:spacing w:before="0" w:beforeAutospacing="0" w:after="0" w:afterAutospacing="0"/>
        <w:jc w:val="both"/>
        <w:textAlignment w:val="baseline"/>
        <w:rPr>
          <w:rFonts w:ascii="Arial" w:hAnsi="Arial" w:cs="Arial"/>
          <w:sz w:val="20"/>
          <w:szCs w:val="20"/>
        </w:rPr>
      </w:pPr>
      <w:r w:rsidRPr="000B6DDF">
        <w:rPr>
          <w:rStyle w:val="Strong"/>
          <w:rFonts w:ascii="Arial" w:hAnsi="Arial" w:cs="Arial"/>
          <w:sz w:val="20"/>
          <w:szCs w:val="20"/>
          <w:bdr w:val="none" w:sz="0" w:space="0" w:color="auto" w:frame="1"/>
        </w:rPr>
        <w:t>17-23 de octubre:</w:t>
      </w:r>
      <w:r>
        <w:rPr>
          <w:rStyle w:val="Strong"/>
          <w:rFonts w:ascii="Arial" w:hAnsi="Arial" w:cs="Arial"/>
          <w:sz w:val="20"/>
          <w:szCs w:val="20"/>
          <w:bdr w:val="none" w:sz="0" w:space="0" w:color="auto" w:frame="1"/>
        </w:rPr>
        <w:t xml:space="preserve"> </w:t>
      </w:r>
      <w:r w:rsidRPr="000B6DDF">
        <w:rPr>
          <w:rFonts w:ascii="Arial" w:hAnsi="Arial" w:cs="Arial"/>
          <w:sz w:val="20"/>
          <w:szCs w:val="20"/>
        </w:rPr>
        <w:t xml:space="preserve">Este es un momento de altibajos. A medida que el contenedor de lo posible se expande, también lo hacen </w:t>
      </w:r>
      <w:r>
        <w:rPr>
          <w:rFonts w:ascii="Arial" w:hAnsi="Arial" w:cs="Arial"/>
          <w:sz w:val="20"/>
          <w:szCs w:val="20"/>
        </w:rPr>
        <w:t>t</w:t>
      </w:r>
      <w:r w:rsidRPr="000B6DDF">
        <w:rPr>
          <w:rFonts w:ascii="Arial" w:hAnsi="Arial" w:cs="Arial"/>
          <w:sz w:val="20"/>
          <w:szCs w:val="20"/>
        </w:rPr>
        <w:t xml:space="preserve">us experiencias. A medida que deja espacio para que salgan a la luz partes oscuras de la vieja historia, también está haciendo espacio para que haya nuevas inspiraciones, </w:t>
      </w:r>
      <w:r>
        <w:rPr>
          <w:rFonts w:ascii="Arial" w:hAnsi="Arial" w:cs="Arial"/>
          <w:sz w:val="20"/>
          <w:szCs w:val="20"/>
        </w:rPr>
        <w:t>ideas e ideas disponibles que te guiarán en la reescritura de t</w:t>
      </w:r>
      <w:r w:rsidRPr="000B6DDF">
        <w:rPr>
          <w:rFonts w:ascii="Arial" w:hAnsi="Arial" w:cs="Arial"/>
          <w:sz w:val="20"/>
          <w:szCs w:val="20"/>
        </w:rPr>
        <w:t>u historia. La disciplina no será alimentar lo negativo, sino reconocerlo, aceptarlo y neutralizarlo con la intenci</w:t>
      </w:r>
      <w:r>
        <w:rPr>
          <w:rFonts w:ascii="Arial" w:hAnsi="Arial" w:cs="Arial"/>
          <w:sz w:val="20"/>
          <w:szCs w:val="20"/>
        </w:rPr>
        <w:t>ón de centrar t</w:t>
      </w:r>
      <w:r w:rsidRPr="000B6DDF">
        <w:rPr>
          <w:rFonts w:ascii="Arial" w:hAnsi="Arial" w:cs="Arial"/>
          <w:sz w:val="20"/>
          <w:szCs w:val="20"/>
        </w:rPr>
        <w:t>u atención en la experiencia inspiradora y expansiva. La disciplina también es mantener el ojo en la meta y no en el proceso de llegar allí. Es posible que muchas cosas no tengan sentido y puede haber s</w:t>
      </w:r>
      <w:r>
        <w:rPr>
          <w:rFonts w:ascii="Arial" w:hAnsi="Arial" w:cs="Arial"/>
          <w:sz w:val="20"/>
          <w:szCs w:val="20"/>
        </w:rPr>
        <w:t>ituaciones que intenten seducirte</w:t>
      </w:r>
      <w:r w:rsidRPr="000B6DDF">
        <w:rPr>
          <w:rFonts w:ascii="Arial" w:hAnsi="Arial" w:cs="Arial"/>
          <w:sz w:val="20"/>
          <w:szCs w:val="20"/>
        </w:rPr>
        <w:t xml:space="preserve"> nueva</w:t>
      </w:r>
      <w:r>
        <w:rPr>
          <w:rFonts w:ascii="Arial" w:hAnsi="Arial" w:cs="Arial"/>
          <w:sz w:val="20"/>
          <w:szCs w:val="20"/>
        </w:rPr>
        <w:t>mente y culparte</w:t>
      </w:r>
      <w:r w:rsidRPr="000B6DDF">
        <w:rPr>
          <w:rFonts w:ascii="Arial" w:hAnsi="Arial" w:cs="Arial"/>
          <w:sz w:val="20"/>
          <w:szCs w:val="20"/>
        </w:rPr>
        <w:t>. No vayas ahí. Céntrate en la magia que está ocurriendo al mismo tiempo y continúa alimentando esos pequeños pasos de nuestra nueva historia.</w:t>
      </w:r>
    </w:p>
    <w:p w:rsidR="008C0436" w:rsidRPr="000B6DDF" w:rsidRDefault="008C0436" w:rsidP="000B6DDF">
      <w:pPr>
        <w:pStyle w:val="NormalWeb"/>
        <w:shd w:val="clear" w:color="auto" w:fill="FFFFFF"/>
        <w:spacing w:before="0" w:beforeAutospacing="0" w:after="240" w:afterAutospacing="0"/>
        <w:jc w:val="both"/>
        <w:textAlignment w:val="baseline"/>
        <w:rPr>
          <w:rFonts w:ascii="Arial" w:hAnsi="Arial" w:cs="Arial"/>
          <w:sz w:val="20"/>
          <w:szCs w:val="20"/>
        </w:rPr>
      </w:pPr>
      <w:r w:rsidRPr="000B6DDF">
        <w:rPr>
          <w:rFonts w:ascii="Arial" w:hAnsi="Arial" w:cs="Arial"/>
          <w:sz w:val="20"/>
          <w:szCs w:val="20"/>
        </w:rPr>
        <w:t>Los personajes en tu juego están cambiando sus roles y pueden olvidar sus líneas de vez en cuando</w:t>
      </w:r>
      <w:r>
        <w:rPr>
          <w:rFonts w:ascii="Arial" w:hAnsi="Arial" w:cs="Arial"/>
          <w:sz w:val="20"/>
          <w:szCs w:val="20"/>
        </w:rPr>
        <w:t>. Se paciente con las personas que te rodean, pero mantente determinado en t</w:t>
      </w:r>
      <w:r w:rsidRPr="000B6DDF">
        <w:rPr>
          <w:rFonts w:ascii="Arial" w:hAnsi="Arial" w:cs="Arial"/>
          <w:sz w:val="20"/>
          <w:szCs w:val="20"/>
        </w:rPr>
        <w:t>us límites al mismo tiempo.</w:t>
      </w:r>
    </w:p>
    <w:p w:rsidR="008C0436" w:rsidRDefault="008C0436" w:rsidP="000B6DDF">
      <w:pPr>
        <w:pStyle w:val="NormalWeb"/>
        <w:shd w:val="clear" w:color="auto" w:fill="FFFFFF"/>
        <w:spacing w:before="0" w:beforeAutospacing="0" w:after="0" w:afterAutospacing="0"/>
        <w:jc w:val="both"/>
        <w:textAlignment w:val="baseline"/>
        <w:rPr>
          <w:rFonts w:ascii="Arial" w:hAnsi="Arial" w:cs="Arial"/>
          <w:sz w:val="20"/>
          <w:szCs w:val="20"/>
        </w:rPr>
      </w:pPr>
      <w:r w:rsidRPr="000B6DDF">
        <w:rPr>
          <w:rStyle w:val="Strong"/>
          <w:rFonts w:ascii="Arial" w:hAnsi="Arial" w:cs="Arial"/>
          <w:sz w:val="20"/>
          <w:szCs w:val="20"/>
          <w:bdr w:val="none" w:sz="0" w:space="0" w:color="auto" w:frame="1"/>
        </w:rPr>
        <w:t>24-31 de octubre: </w:t>
      </w:r>
      <w:r w:rsidRPr="000B6DDF">
        <w:rPr>
          <w:rFonts w:ascii="Arial" w:hAnsi="Arial" w:cs="Arial"/>
          <w:sz w:val="20"/>
          <w:szCs w:val="20"/>
        </w:rPr>
        <w:t> el flujo se afloja y el universo te está dando exactamente lo que estás escribiendo como tu nueva historia. Si no te gusta, puedes cambiarlo. Podemos inspirarnos durante este tiempo con lo que se muestra que respalda la nueva historia. La disciplina es no creer que lo que está "ahí fuera" se concreta. Todo puede cambiar, pero tiene que co</w:t>
      </w:r>
      <w:r>
        <w:rPr>
          <w:rFonts w:ascii="Arial" w:hAnsi="Arial" w:cs="Arial"/>
          <w:sz w:val="20"/>
          <w:szCs w:val="20"/>
        </w:rPr>
        <w:t>menzar con lo personal. Manten</w:t>
      </w:r>
      <w:r w:rsidRPr="000B6DDF">
        <w:rPr>
          <w:rFonts w:ascii="Arial" w:hAnsi="Arial" w:cs="Arial"/>
          <w:sz w:val="20"/>
          <w:szCs w:val="20"/>
        </w:rPr>
        <w:t xml:space="preserve"> esos pequeños</w:t>
      </w:r>
      <w:r>
        <w:rPr>
          <w:rFonts w:ascii="Arial" w:hAnsi="Arial" w:cs="Arial"/>
          <w:sz w:val="20"/>
          <w:szCs w:val="20"/>
        </w:rPr>
        <w:t xml:space="preserve"> pasos, sigue</w:t>
      </w:r>
      <w:r w:rsidRPr="000B6DDF">
        <w:rPr>
          <w:rFonts w:ascii="Arial" w:hAnsi="Arial" w:cs="Arial"/>
          <w:sz w:val="20"/>
          <w:szCs w:val="20"/>
        </w:rPr>
        <w:t xml:space="preserve"> refle</w:t>
      </w:r>
      <w:r>
        <w:rPr>
          <w:rFonts w:ascii="Arial" w:hAnsi="Arial" w:cs="Arial"/>
          <w:sz w:val="20"/>
          <w:szCs w:val="20"/>
        </w:rPr>
        <w:t>xionando sobre los apegos y sigue</w:t>
      </w:r>
      <w:r w:rsidRPr="000B6DDF">
        <w:rPr>
          <w:rFonts w:ascii="Arial" w:hAnsi="Arial" w:cs="Arial"/>
          <w:sz w:val="20"/>
          <w:szCs w:val="20"/>
        </w:rPr>
        <w:t xml:space="preserve"> actuando con disciplina y entusiasmo.</w:t>
      </w:r>
    </w:p>
    <w:p w:rsidR="008C0436" w:rsidRDefault="008C0436" w:rsidP="000B6DDF">
      <w:pPr>
        <w:pStyle w:val="NormalWeb"/>
        <w:shd w:val="clear" w:color="auto" w:fill="FFFFFF"/>
        <w:spacing w:before="0" w:beforeAutospacing="0" w:after="0" w:afterAutospacing="0"/>
        <w:jc w:val="both"/>
        <w:textAlignment w:val="baseline"/>
        <w:rPr>
          <w:rFonts w:ascii="Arial" w:hAnsi="Arial" w:cs="Arial"/>
          <w:sz w:val="20"/>
          <w:szCs w:val="20"/>
        </w:rPr>
      </w:pPr>
      <w:r>
        <w:rPr>
          <w:rFonts w:ascii="Arial" w:hAnsi="Arial" w:cs="Arial"/>
          <w:sz w:val="20"/>
          <w:szCs w:val="20"/>
        </w:rPr>
        <w:br/>
        <w:t>Obten</w:t>
      </w:r>
      <w:r w:rsidRPr="000B6DDF">
        <w:rPr>
          <w:rFonts w:ascii="Arial" w:hAnsi="Arial" w:cs="Arial"/>
          <w:sz w:val="20"/>
          <w:szCs w:val="20"/>
        </w:rPr>
        <w:t xml:space="preserve"> ayuda y soporte cuando lo necesite</w:t>
      </w:r>
      <w:r>
        <w:rPr>
          <w:rFonts w:ascii="Arial" w:hAnsi="Arial" w:cs="Arial"/>
          <w:sz w:val="20"/>
          <w:szCs w:val="20"/>
        </w:rPr>
        <w:t>s</w:t>
      </w:r>
      <w:r w:rsidRPr="000B6DDF">
        <w:rPr>
          <w:rFonts w:ascii="Arial" w:hAnsi="Arial" w:cs="Arial"/>
          <w:sz w:val="20"/>
          <w:szCs w:val="20"/>
        </w:rPr>
        <w:t>. Esto es como esa última milla en un maratón. Puedes hacerlo. No escuches la pequeña voz de ego limitado que trata de disminuir</w:t>
      </w:r>
      <w:r>
        <w:rPr>
          <w:rFonts w:ascii="Arial" w:hAnsi="Arial" w:cs="Arial"/>
          <w:sz w:val="20"/>
          <w:szCs w:val="20"/>
        </w:rPr>
        <w:t xml:space="preserve"> tu historia y la tuya. Manten</w:t>
      </w:r>
      <w:r w:rsidRPr="000B6DDF">
        <w:rPr>
          <w:rFonts w:ascii="Arial" w:hAnsi="Arial" w:cs="Arial"/>
          <w:sz w:val="20"/>
          <w:szCs w:val="20"/>
        </w:rPr>
        <w:t xml:space="preserve"> el ánimo en alto, sin embargo, debe</w:t>
      </w:r>
      <w:r>
        <w:rPr>
          <w:rFonts w:ascii="Arial" w:hAnsi="Arial" w:cs="Arial"/>
          <w:sz w:val="20"/>
          <w:szCs w:val="20"/>
        </w:rPr>
        <w:t>s</w:t>
      </w:r>
      <w:r w:rsidRPr="000B6DDF">
        <w:rPr>
          <w:rFonts w:ascii="Arial" w:hAnsi="Arial" w:cs="Arial"/>
          <w:sz w:val="20"/>
          <w:szCs w:val="20"/>
        </w:rPr>
        <w:t xml:space="preserve"> lograrlo a través de la música, la belleza, las am</w:t>
      </w:r>
      <w:r>
        <w:rPr>
          <w:rFonts w:ascii="Arial" w:hAnsi="Arial" w:cs="Arial"/>
          <w:sz w:val="20"/>
          <w:szCs w:val="20"/>
        </w:rPr>
        <w:t>istades inspiradoras, mantenerte</w:t>
      </w:r>
      <w:r w:rsidRPr="000B6DDF">
        <w:rPr>
          <w:rFonts w:ascii="Arial" w:hAnsi="Arial" w:cs="Arial"/>
          <w:sz w:val="20"/>
          <w:szCs w:val="20"/>
        </w:rPr>
        <w:t xml:space="preserve"> positivo y alimentar los éxitos y la magia que ve</w:t>
      </w:r>
      <w:r>
        <w:rPr>
          <w:rFonts w:ascii="Arial" w:hAnsi="Arial" w:cs="Arial"/>
          <w:sz w:val="20"/>
          <w:szCs w:val="20"/>
        </w:rPr>
        <w:t>s</w:t>
      </w:r>
      <w:r w:rsidRPr="000B6DDF">
        <w:rPr>
          <w:rFonts w:ascii="Arial" w:hAnsi="Arial" w:cs="Arial"/>
          <w:sz w:val="20"/>
          <w:szCs w:val="20"/>
        </w:rPr>
        <w:t>. Este también es un buen momento para poner algo de energía real en un proyecto que está empezando a ser prometedor.</w:t>
      </w:r>
    </w:p>
    <w:p w:rsidR="008C0436" w:rsidRPr="000B6DDF" w:rsidRDefault="008C0436" w:rsidP="000B6DDF">
      <w:pPr>
        <w:pStyle w:val="NormalWeb"/>
        <w:shd w:val="clear" w:color="auto" w:fill="FFFFFF"/>
        <w:spacing w:before="0" w:beforeAutospacing="0" w:after="0" w:afterAutospacing="0"/>
        <w:jc w:val="both"/>
        <w:textAlignment w:val="baseline"/>
        <w:rPr>
          <w:rFonts w:ascii="Arial" w:hAnsi="Arial" w:cs="Arial"/>
          <w:sz w:val="20"/>
          <w:szCs w:val="20"/>
        </w:rPr>
      </w:pPr>
    </w:p>
    <w:p w:rsidR="008C0436" w:rsidRPr="000B6DDF" w:rsidRDefault="008C0436" w:rsidP="000B6DDF">
      <w:pPr>
        <w:pStyle w:val="NormalWeb"/>
        <w:shd w:val="clear" w:color="auto" w:fill="FFFFFF"/>
        <w:spacing w:before="0" w:beforeAutospacing="0" w:after="0" w:afterAutospacing="0"/>
        <w:jc w:val="both"/>
        <w:textAlignment w:val="baseline"/>
        <w:rPr>
          <w:rFonts w:ascii="Arial" w:hAnsi="Arial" w:cs="Arial"/>
          <w:sz w:val="20"/>
          <w:szCs w:val="20"/>
        </w:rPr>
      </w:pPr>
      <w:r w:rsidRPr="000B6DDF">
        <w:rPr>
          <w:rStyle w:val="Strong"/>
          <w:rFonts w:ascii="Arial" w:hAnsi="Arial" w:cs="Arial"/>
          <w:sz w:val="20"/>
          <w:szCs w:val="20"/>
          <w:bdr w:val="none" w:sz="0" w:space="0" w:color="auto" w:frame="1"/>
        </w:rPr>
        <w:t>27 de octubre:</w:t>
      </w:r>
      <w:r w:rsidRPr="000B6DDF">
        <w:rPr>
          <w:rFonts w:ascii="Arial" w:hAnsi="Arial" w:cs="Arial"/>
          <w:sz w:val="20"/>
          <w:szCs w:val="20"/>
        </w:rPr>
        <w:t> Luna Nueva es domingo, 27 de octubre a las 9:38 AM Hora de verano de la montaña (MDT) Se enviará más información sobre esta luna como una actualización de Power Path a nuestra lista de correo electrónico (</w:t>
      </w:r>
    </w:p>
    <w:p w:rsidR="008C0436" w:rsidRPr="000B6DDF" w:rsidRDefault="008C0436" w:rsidP="000B6DDF">
      <w:pPr>
        <w:pStyle w:val="NormalWeb"/>
        <w:shd w:val="clear" w:color="auto" w:fill="FFFFFF"/>
        <w:spacing w:before="0" w:beforeAutospacing="0" w:after="240" w:afterAutospacing="0"/>
        <w:jc w:val="both"/>
        <w:textAlignment w:val="baseline"/>
        <w:rPr>
          <w:rFonts w:ascii="Arial" w:hAnsi="Arial" w:cs="Arial"/>
          <w:sz w:val="20"/>
          <w:szCs w:val="20"/>
        </w:rPr>
      </w:pPr>
    </w:p>
    <w:p w:rsidR="008C0436" w:rsidRPr="000B6DDF" w:rsidRDefault="008C0436" w:rsidP="000B6DDF">
      <w:pPr>
        <w:pStyle w:val="NormalWeb"/>
        <w:shd w:val="clear" w:color="auto" w:fill="FFFFFF"/>
        <w:spacing w:before="0" w:beforeAutospacing="0" w:after="240" w:afterAutospacing="0"/>
        <w:jc w:val="both"/>
        <w:textAlignment w:val="baseline"/>
        <w:rPr>
          <w:rFonts w:ascii="Arial" w:hAnsi="Arial" w:cs="Arial"/>
          <w:sz w:val="20"/>
          <w:szCs w:val="20"/>
        </w:rPr>
      </w:pPr>
      <w:r w:rsidRPr="000B6DDF">
        <w:rPr>
          <w:rFonts w:ascii="Arial" w:hAnsi="Arial" w:cs="Arial"/>
          <w:sz w:val="20"/>
          <w:szCs w:val="20"/>
        </w:rPr>
        <w:t>¡Que tengan un mes maravilloso!</w:t>
      </w:r>
    </w:p>
    <w:p w:rsidR="008C0436" w:rsidRPr="000B6DDF" w:rsidRDefault="008C0436" w:rsidP="000B6DDF">
      <w:pPr>
        <w:pStyle w:val="NormalWeb"/>
        <w:shd w:val="clear" w:color="auto" w:fill="FFFFFF"/>
        <w:spacing w:before="0" w:beforeAutospacing="0" w:after="240" w:afterAutospacing="0"/>
        <w:jc w:val="both"/>
        <w:textAlignment w:val="baseline"/>
        <w:rPr>
          <w:rFonts w:ascii="Arial" w:hAnsi="Arial" w:cs="Arial"/>
          <w:sz w:val="20"/>
          <w:szCs w:val="20"/>
        </w:rPr>
      </w:pPr>
      <w:r w:rsidRPr="000B6DDF">
        <w:rPr>
          <w:rFonts w:ascii="Arial" w:hAnsi="Arial" w:cs="Arial"/>
          <w:sz w:val="20"/>
          <w:szCs w:val="20"/>
        </w:rPr>
        <w:t>Bendiciones</w:t>
      </w:r>
    </w:p>
    <w:p w:rsidR="008C0436" w:rsidRPr="000B6DDF" w:rsidRDefault="008C0436" w:rsidP="000B6DDF">
      <w:pPr>
        <w:pStyle w:val="NormalWeb"/>
        <w:shd w:val="clear" w:color="auto" w:fill="FFFFFF"/>
        <w:spacing w:before="0" w:beforeAutospacing="0" w:after="240" w:afterAutospacing="0"/>
        <w:jc w:val="both"/>
        <w:textAlignment w:val="baseline"/>
        <w:rPr>
          <w:rFonts w:ascii="Arial" w:hAnsi="Arial" w:cs="Arial"/>
          <w:sz w:val="20"/>
          <w:szCs w:val="20"/>
        </w:rPr>
      </w:pPr>
      <w:r w:rsidRPr="000B6DDF">
        <w:rPr>
          <w:rFonts w:ascii="Arial" w:hAnsi="Arial" w:cs="Arial"/>
          <w:sz w:val="20"/>
          <w:szCs w:val="20"/>
        </w:rPr>
        <w:t>Lena</w:t>
      </w:r>
    </w:p>
    <w:p w:rsidR="008C0436" w:rsidRDefault="008C0436" w:rsidP="00741101">
      <w:pPr>
        <w:pStyle w:val="NormalWeb"/>
        <w:shd w:val="clear" w:color="auto" w:fill="FFFFFF"/>
        <w:spacing w:before="0" w:beforeAutospacing="0" w:after="0" w:afterAutospacing="0"/>
        <w:textAlignment w:val="baseline"/>
        <w:rPr>
          <w:rFonts w:ascii="Arial" w:hAnsi="Arial" w:cs="Arial"/>
          <w:color w:val="333333"/>
          <w:sz w:val="26"/>
          <w:szCs w:val="26"/>
        </w:rPr>
      </w:pPr>
    </w:p>
    <w:p w:rsidR="008C0436" w:rsidRPr="00E17CFE" w:rsidRDefault="008C0436" w:rsidP="003333F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hyperlink r:id="rId19" w:history="1">
        <w:r w:rsidRPr="00E17CFE">
          <w:rPr>
            <w:rStyle w:val="Hyperlink"/>
            <w:rFonts w:ascii="Arial" w:hAnsi="Arial" w:cs="Arial"/>
            <w:color w:val="CD3B33"/>
            <w:sz w:val="20"/>
            <w:szCs w:val="20"/>
            <w:bdr w:val="none" w:sz="0" w:space="0" w:color="auto" w:frame="1"/>
            <w:lang w:val="es-AR"/>
          </w:rPr>
          <w:t>El mp3 mensual de ayuda</w:t>
        </w:r>
      </w:hyperlink>
      <w:r w:rsidRPr="00E17CFE">
        <w:rPr>
          <w:rFonts w:ascii="Arial" w:hAnsi="Arial" w:cs="Arial"/>
          <w:color w:val="333333"/>
          <w:sz w:val="20"/>
          <w:szCs w:val="20"/>
          <w:lang w:val="es-AR"/>
        </w:rPr>
        <w:t> </w:t>
      </w:r>
      <w:r w:rsidRPr="00E17CFE">
        <w:rPr>
          <w:rFonts w:ascii="Arial" w:hAnsi="Arial" w:cs="Arial"/>
          <w:sz w:val="20"/>
          <w:szCs w:val="20"/>
          <w:lang w:val="es-AR"/>
        </w:rPr>
        <w:t xml:space="preserve">tiene muchos ejercicios útiles y visualizaciones guiadas que pueden ser escuchadas y trabajadas </w:t>
      </w:r>
      <w:r>
        <w:rPr>
          <w:rFonts w:ascii="Arial" w:hAnsi="Arial" w:cs="Arial"/>
          <w:sz w:val="20"/>
          <w:szCs w:val="20"/>
          <w:lang w:val="es-AR"/>
        </w:rPr>
        <w:t>con más de una persona</w:t>
      </w:r>
      <w:r w:rsidRPr="00E17CFE">
        <w:rPr>
          <w:rFonts w:ascii="Arial" w:hAnsi="Arial" w:cs="Arial"/>
          <w:sz w:val="20"/>
          <w:szCs w:val="20"/>
          <w:lang w:val="es-AR"/>
        </w:rPr>
        <w:t xml:space="preserve"> e incluso una vez </w:t>
      </w:r>
      <w:r>
        <w:rPr>
          <w:rFonts w:ascii="Arial" w:hAnsi="Arial" w:cs="Arial"/>
          <w:sz w:val="20"/>
          <w:szCs w:val="20"/>
          <w:lang w:val="es-AR"/>
        </w:rPr>
        <w:t xml:space="preserve">al día si se quiere. </w:t>
      </w:r>
      <w:r w:rsidRPr="00E17CFE">
        <w:rPr>
          <w:rFonts w:ascii="Arial" w:hAnsi="Arial" w:cs="Arial"/>
          <w:sz w:val="20"/>
          <w:szCs w:val="20"/>
          <w:lang w:val="es-AR"/>
        </w:rPr>
        <w:t>Ofrece procesos útiles para ayudarlos con entendimiento y a sacar el mayor provecho de las energías del mes</w:t>
      </w:r>
      <w:r w:rsidRPr="00E17CFE">
        <w:rPr>
          <w:rFonts w:ascii="Arial" w:hAnsi="Arial" w:cs="Arial"/>
          <w:color w:val="333333"/>
          <w:sz w:val="20"/>
          <w:szCs w:val="20"/>
          <w:lang w:val="es-AR"/>
        </w:rPr>
        <w:t> </w:t>
      </w:r>
      <w:hyperlink r:id="rId20" w:history="1">
        <w:r w:rsidRPr="00E17CFE">
          <w:rPr>
            <w:rStyle w:val="Hyperlink"/>
            <w:rFonts w:ascii="Arial" w:hAnsi="Arial" w:cs="Arial"/>
            <w:color w:val="CD3B33"/>
            <w:sz w:val="20"/>
            <w:szCs w:val="20"/>
            <w:bdr w:val="none" w:sz="0" w:space="0" w:color="auto" w:frame="1"/>
            <w:lang w:val="es-AR"/>
          </w:rPr>
          <w:t>(link aquí)</w:t>
        </w:r>
      </w:hyperlink>
    </w:p>
    <w:p w:rsidR="008C0436" w:rsidRPr="00E17CFE" w:rsidRDefault="008C0436" w:rsidP="000D40D3">
      <w:pPr>
        <w:pStyle w:val="NormalWeb"/>
        <w:shd w:val="clear" w:color="auto" w:fill="FFFFFF"/>
        <w:spacing w:before="0" w:beforeAutospacing="0" w:after="240" w:afterAutospacing="0"/>
        <w:textAlignment w:val="baseline"/>
        <w:rPr>
          <w:rFonts w:ascii="Arial" w:hAnsi="Arial" w:cs="Arial"/>
          <w:sz w:val="20"/>
          <w:szCs w:val="20"/>
          <w:lang w:val="es-AR"/>
        </w:rPr>
      </w:pPr>
    </w:p>
    <w:p w:rsidR="008C0436" w:rsidRPr="00F423A1" w:rsidRDefault="008C0436" w:rsidP="000D40D3">
      <w:pPr>
        <w:pStyle w:val="NormalWeb"/>
        <w:shd w:val="clear" w:color="auto" w:fill="FFFFFF"/>
        <w:spacing w:before="0" w:beforeAutospacing="0" w:after="240" w:afterAutospacing="0"/>
        <w:textAlignment w:val="baseline"/>
        <w:rPr>
          <w:rStyle w:val="Strong"/>
          <w:rFonts w:ascii="Arial" w:hAnsi="Arial" w:cs="Arial"/>
          <w:b w:val="0"/>
          <w:color w:val="333333"/>
          <w:sz w:val="26"/>
          <w:szCs w:val="26"/>
          <w:lang w:val="es-AR"/>
        </w:rPr>
      </w:pPr>
      <w:r w:rsidRPr="00E3558E">
        <w:rPr>
          <w:rFonts w:ascii="Arial" w:hAnsi="Arial" w:cs="Arial"/>
          <w:sz w:val="20"/>
        </w:rPr>
        <w:t>Derechos de autor 2019 The Power Path</w:t>
      </w:r>
    </w:p>
    <w:p w:rsidR="008C0436" w:rsidRDefault="008C0436"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21"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22"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8C0436" w:rsidRPr="00E91876" w:rsidRDefault="008C0436"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23" w:tgtFrame="_blank" w:history="1">
        <w:r w:rsidRPr="00E91876">
          <w:rPr>
            <w:rStyle w:val="Hyperlink"/>
            <w:rFonts w:ascii="Calibri" w:hAnsi="Calibri"/>
            <w:b/>
            <w:bCs/>
            <w:i/>
            <w:iCs/>
            <w:color w:val="336699"/>
          </w:rPr>
          <w:t>http://www.egrupos.net/grupo/laeradelahora/alta</w:t>
        </w:r>
      </w:hyperlink>
    </w:p>
    <w:p w:rsidR="008C0436" w:rsidRPr="00E91876" w:rsidRDefault="008C0436" w:rsidP="00CE7677">
      <w:pPr>
        <w:pStyle w:val="NormalWeb"/>
        <w:jc w:val="center"/>
        <w:rPr>
          <w:rFonts w:ascii="Calibri" w:hAnsi="Calibri"/>
        </w:rPr>
      </w:pPr>
      <w:r w:rsidRPr="00E91876">
        <w:rPr>
          <w:rStyle w:val="Strong"/>
          <w:rFonts w:ascii="Calibri" w:hAnsi="Calibri"/>
          <w:bCs/>
        </w:rPr>
        <w:t>El Manantial del Caduceo en la Era del Ahora</w:t>
      </w:r>
    </w:p>
    <w:p w:rsidR="008C0436" w:rsidRDefault="008C0436"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8C0436" w:rsidRDefault="008C0436"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C0436" w:rsidRDefault="008C0436">
      <w:pPr>
        <w:rPr>
          <w:rFonts w:ascii="Trebuchet MS" w:hAnsi="Trebuchet MS"/>
          <w:b/>
          <w:smallCaps/>
          <w:sz w:val="36"/>
          <w:szCs w:val="36"/>
        </w:rPr>
      </w:pPr>
    </w:p>
    <w:sectPr w:rsidR="008C0436" w:rsidSect="00B259F5">
      <w:footerReference w:type="even" r:id="rId24"/>
      <w:footerReference w:type="default" r:id="rId25"/>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436" w:rsidRDefault="008C0436">
      <w:r>
        <w:separator/>
      </w:r>
    </w:p>
  </w:endnote>
  <w:endnote w:type="continuationSeparator" w:id="0">
    <w:p w:rsidR="008C0436" w:rsidRDefault="008C04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436" w:rsidRDefault="008C043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0436" w:rsidRDefault="008C04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436" w:rsidRDefault="008C043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C0436" w:rsidRDefault="008C04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436" w:rsidRDefault="008C0436">
      <w:r>
        <w:separator/>
      </w:r>
    </w:p>
  </w:footnote>
  <w:footnote w:type="continuationSeparator" w:id="0">
    <w:p w:rsidR="008C0436" w:rsidRDefault="008C04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50E58"/>
    <w:multiLevelType w:val="multilevel"/>
    <w:tmpl w:val="217A9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1C4C"/>
    <w:rsid w:val="00002348"/>
    <w:rsid w:val="00002360"/>
    <w:rsid w:val="00006B81"/>
    <w:rsid w:val="00013780"/>
    <w:rsid w:val="00014BCA"/>
    <w:rsid w:val="000154F0"/>
    <w:rsid w:val="00017D9F"/>
    <w:rsid w:val="0002159F"/>
    <w:rsid w:val="00026649"/>
    <w:rsid w:val="000349E6"/>
    <w:rsid w:val="00036B8B"/>
    <w:rsid w:val="000379BC"/>
    <w:rsid w:val="000412ED"/>
    <w:rsid w:val="0004388A"/>
    <w:rsid w:val="000450E6"/>
    <w:rsid w:val="0004597B"/>
    <w:rsid w:val="00050A1F"/>
    <w:rsid w:val="00054037"/>
    <w:rsid w:val="00057B0A"/>
    <w:rsid w:val="00063DE2"/>
    <w:rsid w:val="000646D7"/>
    <w:rsid w:val="00071BDB"/>
    <w:rsid w:val="00072D0A"/>
    <w:rsid w:val="0007560B"/>
    <w:rsid w:val="0007602E"/>
    <w:rsid w:val="00081A4D"/>
    <w:rsid w:val="00082697"/>
    <w:rsid w:val="0008384F"/>
    <w:rsid w:val="00085AC4"/>
    <w:rsid w:val="000865F5"/>
    <w:rsid w:val="00092091"/>
    <w:rsid w:val="0009365F"/>
    <w:rsid w:val="0009777A"/>
    <w:rsid w:val="000A0381"/>
    <w:rsid w:val="000A03DC"/>
    <w:rsid w:val="000A18F3"/>
    <w:rsid w:val="000B2DA4"/>
    <w:rsid w:val="000B3ED4"/>
    <w:rsid w:val="000B4413"/>
    <w:rsid w:val="000B4B42"/>
    <w:rsid w:val="000B6574"/>
    <w:rsid w:val="000B6DDF"/>
    <w:rsid w:val="000B7E6F"/>
    <w:rsid w:val="000C01A2"/>
    <w:rsid w:val="000C21A5"/>
    <w:rsid w:val="000C22DA"/>
    <w:rsid w:val="000C26F5"/>
    <w:rsid w:val="000C28B3"/>
    <w:rsid w:val="000C30D7"/>
    <w:rsid w:val="000C39C8"/>
    <w:rsid w:val="000C58E5"/>
    <w:rsid w:val="000C65C9"/>
    <w:rsid w:val="000C74EE"/>
    <w:rsid w:val="000C7884"/>
    <w:rsid w:val="000D0711"/>
    <w:rsid w:val="000D0E67"/>
    <w:rsid w:val="000D2EA1"/>
    <w:rsid w:val="000D40D3"/>
    <w:rsid w:val="000D7156"/>
    <w:rsid w:val="000E31F6"/>
    <w:rsid w:val="000E396B"/>
    <w:rsid w:val="000E42A3"/>
    <w:rsid w:val="000E699D"/>
    <w:rsid w:val="000E6FF0"/>
    <w:rsid w:val="000E7761"/>
    <w:rsid w:val="000F03CC"/>
    <w:rsid w:val="000F3C24"/>
    <w:rsid w:val="000F56EC"/>
    <w:rsid w:val="000F7203"/>
    <w:rsid w:val="000F788E"/>
    <w:rsid w:val="00104905"/>
    <w:rsid w:val="00105E17"/>
    <w:rsid w:val="00106E63"/>
    <w:rsid w:val="00110F49"/>
    <w:rsid w:val="00113F98"/>
    <w:rsid w:val="00114A3E"/>
    <w:rsid w:val="00115691"/>
    <w:rsid w:val="00120175"/>
    <w:rsid w:val="001201F6"/>
    <w:rsid w:val="0012161F"/>
    <w:rsid w:val="001221AD"/>
    <w:rsid w:val="001247B8"/>
    <w:rsid w:val="00130279"/>
    <w:rsid w:val="00130D60"/>
    <w:rsid w:val="00131538"/>
    <w:rsid w:val="00131D39"/>
    <w:rsid w:val="00133F6E"/>
    <w:rsid w:val="00136296"/>
    <w:rsid w:val="00143707"/>
    <w:rsid w:val="00144CC3"/>
    <w:rsid w:val="00145F3B"/>
    <w:rsid w:val="00146077"/>
    <w:rsid w:val="00147021"/>
    <w:rsid w:val="001504A4"/>
    <w:rsid w:val="001518CC"/>
    <w:rsid w:val="00152D26"/>
    <w:rsid w:val="00154216"/>
    <w:rsid w:val="00154D4D"/>
    <w:rsid w:val="00160892"/>
    <w:rsid w:val="00160C35"/>
    <w:rsid w:val="001638A1"/>
    <w:rsid w:val="001707B8"/>
    <w:rsid w:val="00172310"/>
    <w:rsid w:val="00173896"/>
    <w:rsid w:val="001764D8"/>
    <w:rsid w:val="00180BFC"/>
    <w:rsid w:val="001810B5"/>
    <w:rsid w:val="001844DD"/>
    <w:rsid w:val="00184FCE"/>
    <w:rsid w:val="001857CE"/>
    <w:rsid w:val="00185BC4"/>
    <w:rsid w:val="0018677B"/>
    <w:rsid w:val="00187586"/>
    <w:rsid w:val="00190457"/>
    <w:rsid w:val="0019121B"/>
    <w:rsid w:val="00191DD4"/>
    <w:rsid w:val="001920D3"/>
    <w:rsid w:val="00192BD8"/>
    <w:rsid w:val="00193BD4"/>
    <w:rsid w:val="00194F3B"/>
    <w:rsid w:val="001A1F93"/>
    <w:rsid w:val="001A7547"/>
    <w:rsid w:val="001A7BFA"/>
    <w:rsid w:val="001B2970"/>
    <w:rsid w:val="001B5155"/>
    <w:rsid w:val="001B55B0"/>
    <w:rsid w:val="001C0169"/>
    <w:rsid w:val="001C28A6"/>
    <w:rsid w:val="001D0588"/>
    <w:rsid w:val="001D2B35"/>
    <w:rsid w:val="001D622C"/>
    <w:rsid w:val="001D69DF"/>
    <w:rsid w:val="001D7763"/>
    <w:rsid w:val="001E25D8"/>
    <w:rsid w:val="001E35FB"/>
    <w:rsid w:val="001E5579"/>
    <w:rsid w:val="001E5C3D"/>
    <w:rsid w:val="001E6414"/>
    <w:rsid w:val="001F4376"/>
    <w:rsid w:val="001F5455"/>
    <w:rsid w:val="001F6268"/>
    <w:rsid w:val="0020066A"/>
    <w:rsid w:val="0020158A"/>
    <w:rsid w:val="002028F0"/>
    <w:rsid w:val="00203601"/>
    <w:rsid w:val="002061DD"/>
    <w:rsid w:val="00211552"/>
    <w:rsid w:val="00211B35"/>
    <w:rsid w:val="00213AD6"/>
    <w:rsid w:val="00216566"/>
    <w:rsid w:val="00216A76"/>
    <w:rsid w:val="00221537"/>
    <w:rsid w:val="0022154A"/>
    <w:rsid w:val="0022172B"/>
    <w:rsid w:val="00221CAC"/>
    <w:rsid w:val="002234E8"/>
    <w:rsid w:val="00226086"/>
    <w:rsid w:val="00227798"/>
    <w:rsid w:val="00232F72"/>
    <w:rsid w:val="00233B79"/>
    <w:rsid w:val="00234F8F"/>
    <w:rsid w:val="00235AFB"/>
    <w:rsid w:val="00235C4E"/>
    <w:rsid w:val="002372E8"/>
    <w:rsid w:val="00242575"/>
    <w:rsid w:val="002428A1"/>
    <w:rsid w:val="0024535D"/>
    <w:rsid w:val="00245B23"/>
    <w:rsid w:val="00246E2C"/>
    <w:rsid w:val="00247729"/>
    <w:rsid w:val="00251207"/>
    <w:rsid w:val="00251BBC"/>
    <w:rsid w:val="0025211B"/>
    <w:rsid w:val="0025307D"/>
    <w:rsid w:val="00253C07"/>
    <w:rsid w:val="00254DDC"/>
    <w:rsid w:val="00255408"/>
    <w:rsid w:val="00255B8E"/>
    <w:rsid w:val="002571F6"/>
    <w:rsid w:val="00264311"/>
    <w:rsid w:val="00264769"/>
    <w:rsid w:val="00264F36"/>
    <w:rsid w:val="00265C80"/>
    <w:rsid w:val="0026792E"/>
    <w:rsid w:val="0027032F"/>
    <w:rsid w:val="002709F0"/>
    <w:rsid w:val="00275142"/>
    <w:rsid w:val="002777DE"/>
    <w:rsid w:val="0027785A"/>
    <w:rsid w:val="00287C88"/>
    <w:rsid w:val="00287E58"/>
    <w:rsid w:val="0029098B"/>
    <w:rsid w:val="00291696"/>
    <w:rsid w:val="0029182C"/>
    <w:rsid w:val="00292CD6"/>
    <w:rsid w:val="00294F81"/>
    <w:rsid w:val="00297159"/>
    <w:rsid w:val="002A26C4"/>
    <w:rsid w:val="002A26C5"/>
    <w:rsid w:val="002A2A60"/>
    <w:rsid w:val="002A3755"/>
    <w:rsid w:val="002A4CB9"/>
    <w:rsid w:val="002A7362"/>
    <w:rsid w:val="002B3247"/>
    <w:rsid w:val="002B3492"/>
    <w:rsid w:val="002B37FE"/>
    <w:rsid w:val="002B484F"/>
    <w:rsid w:val="002B7433"/>
    <w:rsid w:val="002B7E2D"/>
    <w:rsid w:val="002C1AE7"/>
    <w:rsid w:val="002C3DB1"/>
    <w:rsid w:val="002C4C61"/>
    <w:rsid w:val="002C58CB"/>
    <w:rsid w:val="002C7B01"/>
    <w:rsid w:val="002D05E8"/>
    <w:rsid w:val="002D20D2"/>
    <w:rsid w:val="002D6C7E"/>
    <w:rsid w:val="002D7630"/>
    <w:rsid w:val="002D76E6"/>
    <w:rsid w:val="002E0200"/>
    <w:rsid w:val="002E15E3"/>
    <w:rsid w:val="002E1C8D"/>
    <w:rsid w:val="002E2C2A"/>
    <w:rsid w:val="002F282B"/>
    <w:rsid w:val="002F56FC"/>
    <w:rsid w:val="002F64E9"/>
    <w:rsid w:val="002F676D"/>
    <w:rsid w:val="002F7265"/>
    <w:rsid w:val="0030015D"/>
    <w:rsid w:val="003004BA"/>
    <w:rsid w:val="00301C62"/>
    <w:rsid w:val="00301EFA"/>
    <w:rsid w:val="00305C9A"/>
    <w:rsid w:val="0030788D"/>
    <w:rsid w:val="0031240E"/>
    <w:rsid w:val="00314F3F"/>
    <w:rsid w:val="003154F4"/>
    <w:rsid w:val="00316B89"/>
    <w:rsid w:val="003175DC"/>
    <w:rsid w:val="00320B1A"/>
    <w:rsid w:val="00321BAE"/>
    <w:rsid w:val="00322EB3"/>
    <w:rsid w:val="00323005"/>
    <w:rsid w:val="0032378E"/>
    <w:rsid w:val="00325D08"/>
    <w:rsid w:val="003274F2"/>
    <w:rsid w:val="003319CF"/>
    <w:rsid w:val="00332F07"/>
    <w:rsid w:val="003333F0"/>
    <w:rsid w:val="00334201"/>
    <w:rsid w:val="00337056"/>
    <w:rsid w:val="00344CE6"/>
    <w:rsid w:val="00347D82"/>
    <w:rsid w:val="003500D8"/>
    <w:rsid w:val="00350EDA"/>
    <w:rsid w:val="00351165"/>
    <w:rsid w:val="00361DCD"/>
    <w:rsid w:val="0036299E"/>
    <w:rsid w:val="0036311D"/>
    <w:rsid w:val="003635E3"/>
    <w:rsid w:val="003636D1"/>
    <w:rsid w:val="00364E40"/>
    <w:rsid w:val="003659D1"/>
    <w:rsid w:val="00366A5D"/>
    <w:rsid w:val="0036701E"/>
    <w:rsid w:val="00367BA4"/>
    <w:rsid w:val="00370448"/>
    <w:rsid w:val="00374D48"/>
    <w:rsid w:val="003765A7"/>
    <w:rsid w:val="00376883"/>
    <w:rsid w:val="00377CC3"/>
    <w:rsid w:val="00385B43"/>
    <w:rsid w:val="00385D4C"/>
    <w:rsid w:val="003868C7"/>
    <w:rsid w:val="003869FD"/>
    <w:rsid w:val="00387169"/>
    <w:rsid w:val="0038739A"/>
    <w:rsid w:val="003912BB"/>
    <w:rsid w:val="003927A8"/>
    <w:rsid w:val="00393FC9"/>
    <w:rsid w:val="00394728"/>
    <w:rsid w:val="003A5CE0"/>
    <w:rsid w:val="003B090A"/>
    <w:rsid w:val="003B1A58"/>
    <w:rsid w:val="003B6A0A"/>
    <w:rsid w:val="003B79B9"/>
    <w:rsid w:val="003C08A5"/>
    <w:rsid w:val="003C16D6"/>
    <w:rsid w:val="003C45DE"/>
    <w:rsid w:val="003C5B3D"/>
    <w:rsid w:val="003D0AF5"/>
    <w:rsid w:val="003D412F"/>
    <w:rsid w:val="003D54EA"/>
    <w:rsid w:val="003D5B0D"/>
    <w:rsid w:val="003D5F31"/>
    <w:rsid w:val="003D7DA9"/>
    <w:rsid w:val="003E2D5F"/>
    <w:rsid w:val="003E584F"/>
    <w:rsid w:val="003E7281"/>
    <w:rsid w:val="003E7655"/>
    <w:rsid w:val="003E7C27"/>
    <w:rsid w:val="003F18DE"/>
    <w:rsid w:val="00400640"/>
    <w:rsid w:val="0040503C"/>
    <w:rsid w:val="004100BA"/>
    <w:rsid w:val="00410679"/>
    <w:rsid w:val="00410882"/>
    <w:rsid w:val="00410FDE"/>
    <w:rsid w:val="00411B5F"/>
    <w:rsid w:val="0041204F"/>
    <w:rsid w:val="004152C7"/>
    <w:rsid w:val="004160F1"/>
    <w:rsid w:val="00417705"/>
    <w:rsid w:val="00424A3D"/>
    <w:rsid w:val="00426734"/>
    <w:rsid w:val="00427290"/>
    <w:rsid w:val="0043112A"/>
    <w:rsid w:val="00431DCB"/>
    <w:rsid w:val="004354EF"/>
    <w:rsid w:val="00441518"/>
    <w:rsid w:val="00443589"/>
    <w:rsid w:val="00443E85"/>
    <w:rsid w:val="004441D4"/>
    <w:rsid w:val="00446534"/>
    <w:rsid w:val="00450D46"/>
    <w:rsid w:val="00452F37"/>
    <w:rsid w:val="004538A4"/>
    <w:rsid w:val="00455195"/>
    <w:rsid w:val="00455FF6"/>
    <w:rsid w:val="00456AA2"/>
    <w:rsid w:val="004612DE"/>
    <w:rsid w:val="004633EE"/>
    <w:rsid w:val="004637A6"/>
    <w:rsid w:val="00465284"/>
    <w:rsid w:val="0046532C"/>
    <w:rsid w:val="00465820"/>
    <w:rsid w:val="00465A67"/>
    <w:rsid w:val="00476025"/>
    <w:rsid w:val="00476D17"/>
    <w:rsid w:val="0047730E"/>
    <w:rsid w:val="00477897"/>
    <w:rsid w:val="00480B43"/>
    <w:rsid w:val="00484094"/>
    <w:rsid w:val="00487545"/>
    <w:rsid w:val="00487FD8"/>
    <w:rsid w:val="00494873"/>
    <w:rsid w:val="00494972"/>
    <w:rsid w:val="004956FF"/>
    <w:rsid w:val="004A379F"/>
    <w:rsid w:val="004A40CA"/>
    <w:rsid w:val="004A5C22"/>
    <w:rsid w:val="004A7964"/>
    <w:rsid w:val="004B038A"/>
    <w:rsid w:val="004B2433"/>
    <w:rsid w:val="004C14AA"/>
    <w:rsid w:val="004C45A5"/>
    <w:rsid w:val="004C55AB"/>
    <w:rsid w:val="004C7CAA"/>
    <w:rsid w:val="004D069F"/>
    <w:rsid w:val="004D1542"/>
    <w:rsid w:val="004D17EF"/>
    <w:rsid w:val="004D2E36"/>
    <w:rsid w:val="004D300A"/>
    <w:rsid w:val="004D565B"/>
    <w:rsid w:val="004D58F0"/>
    <w:rsid w:val="004D6809"/>
    <w:rsid w:val="004E027D"/>
    <w:rsid w:val="004E0FE8"/>
    <w:rsid w:val="004E3B4C"/>
    <w:rsid w:val="004E790C"/>
    <w:rsid w:val="004F150D"/>
    <w:rsid w:val="004F224D"/>
    <w:rsid w:val="004F2911"/>
    <w:rsid w:val="004F362A"/>
    <w:rsid w:val="004F3B67"/>
    <w:rsid w:val="004F4F34"/>
    <w:rsid w:val="004F541F"/>
    <w:rsid w:val="004F5B3A"/>
    <w:rsid w:val="004F5BB9"/>
    <w:rsid w:val="004F7694"/>
    <w:rsid w:val="005005E5"/>
    <w:rsid w:val="0050291A"/>
    <w:rsid w:val="005031E6"/>
    <w:rsid w:val="00506C0F"/>
    <w:rsid w:val="005106C7"/>
    <w:rsid w:val="00511444"/>
    <w:rsid w:val="00511644"/>
    <w:rsid w:val="00513161"/>
    <w:rsid w:val="00516688"/>
    <w:rsid w:val="00517574"/>
    <w:rsid w:val="005201C0"/>
    <w:rsid w:val="005216E0"/>
    <w:rsid w:val="005229F1"/>
    <w:rsid w:val="005246B6"/>
    <w:rsid w:val="00524CF4"/>
    <w:rsid w:val="005252D1"/>
    <w:rsid w:val="00525606"/>
    <w:rsid w:val="00525E5B"/>
    <w:rsid w:val="00527B35"/>
    <w:rsid w:val="00530083"/>
    <w:rsid w:val="00530A80"/>
    <w:rsid w:val="00531D0C"/>
    <w:rsid w:val="00532BF7"/>
    <w:rsid w:val="00532CB2"/>
    <w:rsid w:val="0053519A"/>
    <w:rsid w:val="00537AE0"/>
    <w:rsid w:val="00537B25"/>
    <w:rsid w:val="005408A2"/>
    <w:rsid w:val="0054114A"/>
    <w:rsid w:val="0054233A"/>
    <w:rsid w:val="00542659"/>
    <w:rsid w:val="005428F7"/>
    <w:rsid w:val="0054319E"/>
    <w:rsid w:val="005437E6"/>
    <w:rsid w:val="00544E5D"/>
    <w:rsid w:val="005475B4"/>
    <w:rsid w:val="00547661"/>
    <w:rsid w:val="00552724"/>
    <w:rsid w:val="00552FE8"/>
    <w:rsid w:val="00554393"/>
    <w:rsid w:val="00554F28"/>
    <w:rsid w:val="00555236"/>
    <w:rsid w:val="005569FF"/>
    <w:rsid w:val="0055761C"/>
    <w:rsid w:val="00566CC2"/>
    <w:rsid w:val="005674E0"/>
    <w:rsid w:val="005678BC"/>
    <w:rsid w:val="005736BB"/>
    <w:rsid w:val="00573E9A"/>
    <w:rsid w:val="005758BF"/>
    <w:rsid w:val="005760FA"/>
    <w:rsid w:val="00576750"/>
    <w:rsid w:val="0058294C"/>
    <w:rsid w:val="005836AB"/>
    <w:rsid w:val="00590FFC"/>
    <w:rsid w:val="005919F1"/>
    <w:rsid w:val="00593E6B"/>
    <w:rsid w:val="00597598"/>
    <w:rsid w:val="00597DBC"/>
    <w:rsid w:val="005B082B"/>
    <w:rsid w:val="005B0E3F"/>
    <w:rsid w:val="005B2E7D"/>
    <w:rsid w:val="005B4E10"/>
    <w:rsid w:val="005B6E61"/>
    <w:rsid w:val="005C149F"/>
    <w:rsid w:val="005C1A6C"/>
    <w:rsid w:val="005C2F22"/>
    <w:rsid w:val="005C4D23"/>
    <w:rsid w:val="005C6031"/>
    <w:rsid w:val="005C6246"/>
    <w:rsid w:val="005C7B05"/>
    <w:rsid w:val="005D283E"/>
    <w:rsid w:val="005D6CE9"/>
    <w:rsid w:val="005D704D"/>
    <w:rsid w:val="005D7490"/>
    <w:rsid w:val="005E10A0"/>
    <w:rsid w:val="005E30A9"/>
    <w:rsid w:val="005E4DF6"/>
    <w:rsid w:val="005E61EB"/>
    <w:rsid w:val="005E625F"/>
    <w:rsid w:val="005E7881"/>
    <w:rsid w:val="005F71B7"/>
    <w:rsid w:val="00603603"/>
    <w:rsid w:val="00605C9D"/>
    <w:rsid w:val="00605D85"/>
    <w:rsid w:val="006107F1"/>
    <w:rsid w:val="00610CA8"/>
    <w:rsid w:val="006127F8"/>
    <w:rsid w:val="00615883"/>
    <w:rsid w:val="00615BA5"/>
    <w:rsid w:val="00616978"/>
    <w:rsid w:val="00621804"/>
    <w:rsid w:val="0062323B"/>
    <w:rsid w:val="00623E2D"/>
    <w:rsid w:val="006241DF"/>
    <w:rsid w:val="006249E9"/>
    <w:rsid w:val="006251E2"/>
    <w:rsid w:val="0062748B"/>
    <w:rsid w:val="00631070"/>
    <w:rsid w:val="00633450"/>
    <w:rsid w:val="00635F6B"/>
    <w:rsid w:val="00641227"/>
    <w:rsid w:val="00643C5D"/>
    <w:rsid w:val="0064593A"/>
    <w:rsid w:val="006459A4"/>
    <w:rsid w:val="00645EA1"/>
    <w:rsid w:val="00646E64"/>
    <w:rsid w:val="0064760E"/>
    <w:rsid w:val="0065165F"/>
    <w:rsid w:val="00652445"/>
    <w:rsid w:val="00657E48"/>
    <w:rsid w:val="00660DB1"/>
    <w:rsid w:val="006641FA"/>
    <w:rsid w:val="006643E4"/>
    <w:rsid w:val="00665F53"/>
    <w:rsid w:val="0066659E"/>
    <w:rsid w:val="00666980"/>
    <w:rsid w:val="00672883"/>
    <w:rsid w:val="006730CE"/>
    <w:rsid w:val="006749DD"/>
    <w:rsid w:val="00674CE0"/>
    <w:rsid w:val="00677C1D"/>
    <w:rsid w:val="0068042A"/>
    <w:rsid w:val="00681862"/>
    <w:rsid w:val="00681C6C"/>
    <w:rsid w:val="00682200"/>
    <w:rsid w:val="00683428"/>
    <w:rsid w:val="00683709"/>
    <w:rsid w:val="006849B8"/>
    <w:rsid w:val="006850DB"/>
    <w:rsid w:val="006850E1"/>
    <w:rsid w:val="0068625B"/>
    <w:rsid w:val="00687029"/>
    <w:rsid w:val="00690D40"/>
    <w:rsid w:val="0069242C"/>
    <w:rsid w:val="00694889"/>
    <w:rsid w:val="00694B44"/>
    <w:rsid w:val="006A12DE"/>
    <w:rsid w:val="006A1DBD"/>
    <w:rsid w:val="006A301D"/>
    <w:rsid w:val="006A32BE"/>
    <w:rsid w:val="006A4CDE"/>
    <w:rsid w:val="006A6333"/>
    <w:rsid w:val="006A6CAB"/>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4D88"/>
    <w:rsid w:val="006D52ED"/>
    <w:rsid w:val="006D62F1"/>
    <w:rsid w:val="006D752D"/>
    <w:rsid w:val="006D7C84"/>
    <w:rsid w:val="006E1ECB"/>
    <w:rsid w:val="006E2307"/>
    <w:rsid w:val="006E3982"/>
    <w:rsid w:val="006E4ABA"/>
    <w:rsid w:val="006E7F2E"/>
    <w:rsid w:val="006F01AA"/>
    <w:rsid w:val="006F08D0"/>
    <w:rsid w:val="006F2C8A"/>
    <w:rsid w:val="006F3851"/>
    <w:rsid w:val="006F7DFE"/>
    <w:rsid w:val="006F7EC1"/>
    <w:rsid w:val="0070123E"/>
    <w:rsid w:val="00701708"/>
    <w:rsid w:val="00704663"/>
    <w:rsid w:val="007046CF"/>
    <w:rsid w:val="007046D8"/>
    <w:rsid w:val="00704D45"/>
    <w:rsid w:val="00705083"/>
    <w:rsid w:val="00705277"/>
    <w:rsid w:val="00705ADB"/>
    <w:rsid w:val="00706D6B"/>
    <w:rsid w:val="00707354"/>
    <w:rsid w:val="00707629"/>
    <w:rsid w:val="0071292F"/>
    <w:rsid w:val="00713045"/>
    <w:rsid w:val="00713151"/>
    <w:rsid w:val="0071657F"/>
    <w:rsid w:val="00717974"/>
    <w:rsid w:val="00720ACE"/>
    <w:rsid w:val="007243C8"/>
    <w:rsid w:val="00725F6E"/>
    <w:rsid w:val="00726B9F"/>
    <w:rsid w:val="007274BB"/>
    <w:rsid w:val="00730088"/>
    <w:rsid w:val="00730171"/>
    <w:rsid w:val="0074002A"/>
    <w:rsid w:val="00741101"/>
    <w:rsid w:val="00742FD3"/>
    <w:rsid w:val="007475BF"/>
    <w:rsid w:val="00750315"/>
    <w:rsid w:val="00750663"/>
    <w:rsid w:val="00754789"/>
    <w:rsid w:val="00754B59"/>
    <w:rsid w:val="007553F8"/>
    <w:rsid w:val="0076091B"/>
    <w:rsid w:val="007626C6"/>
    <w:rsid w:val="00763680"/>
    <w:rsid w:val="00766831"/>
    <w:rsid w:val="00772936"/>
    <w:rsid w:val="00773ECD"/>
    <w:rsid w:val="007774F7"/>
    <w:rsid w:val="00777933"/>
    <w:rsid w:val="00780139"/>
    <w:rsid w:val="007802F9"/>
    <w:rsid w:val="00781D96"/>
    <w:rsid w:val="00781E52"/>
    <w:rsid w:val="007834A9"/>
    <w:rsid w:val="00784D58"/>
    <w:rsid w:val="0078533D"/>
    <w:rsid w:val="00790D42"/>
    <w:rsid w:val="00791ADD"/>
    <w:rsid w:val="0079340B"/>
    <w:rsid w:val="007949FC"/>
    <w:rsid w:val="00794BB3"/>
    <w:rsid w:val="00795DCB"/>
    <w:rsid w:val="007968A7"/>
    <w:rsid w:val="00796C69"/>
    <w:rsid w:val="007A09E6"/>
    <w:rsid w:val="007A0D7A"/>
    <w:rsid w:val="007A35C8"/>
    <w:rsid w:val="007A66AC"/>
    <w:rsid w:val="007A6C4D"/>
    <w:rsid w:val="007B1B76"/>
    <w:rsid w:val="007B3043"/>
    <w:rsid w:val="007C1C1E"/>
    <w:rsid w:val="007C3BFD"/>
    <w:rsid w:val="007C6E13"/>
    <w:rsid w:val="007C7358"/>
    <w:rsid w:val="007C7526"/>
    <w:rsid w:val="007C781D"/>
    <w:rsid w:val="007D01B4"/>
    <w:rsid w:val="007D3C69"/>
    <w:rsid w:val="007D469B"/>
    <w:rsid w:val="007D59C5"/>
    <w:rsid w:val="007E0577"/>
    <w:rsid w:val="007E0CB3"/>
    <w:rsid w:val="007E159E"/>
    <w:rsid w:val="007E1AD5"/>
    <w:rsid w:val="007E1C63"/>
    <w:rsid w:val="007E30A1"/>
    <w:rsid w:val="007E30E1"/>
    <w:rsid w:val="007E60B6"/>
    <w:rsid w:val="007E7549"/>
    <w:rsid w:val="007F2D53"/>
    <w:rsid w:val="007F4772"/>
    <w:rsid w:val="007F771E"/>
    <w:rsid w:val="00801785"/>
    <w:rsid w:val="0080626D"/>
    <w:rsid w:val="00806C94"/>
    <w:rsid w:val="00807821"/>
    <w:rsid w:val="00807A72"/>
    <w:rsid w:val="00810766"/>
    <w:rsid w:val="00811EF7"/>
    <w:rsid w:val="0081295A"/>
    <w:rsid w:val="008170E5"/>
    <w:rsid w:val="00827FBC"/>
    <w:rsid w:val="00830BF7"/>
    <w:rsid w:val="00830D09"/>
    <w:rsid w:val="008323CA"/>
    <w:rsid w:val="00832F95"/>
    <w:rsid w:val="0083361E"/>
    <w:rsid w:val="00841429"/>
    <w:rsid w:val="0084466E"/>
    <w:rsid w:val="00847290"/>
    <w:rsid w:val="00847F0A"/>
    <w:rsid w:val="00850467"/>
    <w:rsid w:val="00851083"/>
    <w:rsid w:val="008530AD"/>
    <w:rsid w:val="00862C01"/>
    <w:rsid w:val="0086455A"/>
    <w:rsid w:val="00865A33"/>
    <w:rsid w:val="00871266"/>
    <w:rsid w:val="00872928"/>
    <w:rsid w:val="00875324"/>
    <w:rsid w:val="00877D9A"/>
    <w:rsid w:val="008828F6"/>
    <w:rsid w:val="00883E5B"/>
    <w:rsid w:val="008842F2"/>
    <w:rsid w:val="00886063"/>
    <w:rsid w:val="0088645A"/>
    <w:rsid w:val="00887978"/>
    <w:rsid w:val="00887BC3"/>
    <w:rsid w:val="00887C2F"/>
    <w:rsid w:val="008901D7"/>
    <w:rsid w:val="00896666"/>
    <w:rsid w:val="00897682"/>
    <w:rsid w:val="008A29FF"/>
    <w:rsid w:val="008A2EEE"/>
    <w:rsid w:val="008A6872"/>
    <w:rsid w:val="008A7B6A"/>
    <w:rsid w:val="008B09CB"/>
    <w:rsid w:val="008B37F6"/>
    <w:rsid w:val="008B40AE"/>
    <w:rsid w:val="008B6F98"/>
    <w:rsid w:val="008B72E3"/>
    <w:rsid w:val="008B7E85"/>
    <w:rsid w:val="008C0436"/>
    <w:rsid w:val="008C0E93"/>
    <w:rsid w:val="008C138D"/>
    <w:rsid w:val="008C23EF"/>
    <w:rsid w:val="008C258C"/>
    <w:rsid w:val="008C26E9"/>
    <w:rsid w:val="008C2E23"/>
    <w:rsid w:val="008C2EB2"/>
    <w:rsid w:val="008C4C1B"/>
    <w:rsid w:val="008C5C6B"/>
    <w:rsid w:val="008D0DCD"/>
    <w:rsid w:val="008D493D"/>
    <w:rsid w:val="008D6DD8"/>
    <w:rsid w:val="008D7126"/>
    <w:rsid w:val="008D7179"/>
    <w:rsid w:val="008D7A7C"/>
    <w:rsid w:val="008E03E0"/>
    <w:rsid w:val="008E1BB0"/>
    <w:rsid w:val="008F0021"/>
    <w:rsid w:val="008F0C06"/>
    <w:rsid w:val="008F0DEA"/>
    <w:rsid w:val="008F1467"/>
    <w:rsid w:val="008F301D"/>
    <w:rsid w:val="008F412B"/>
    <w:rsid w:val="008F540E"/>
    <w:rsid w:val="008F7083"/>
    <w:rsid w:val="00900637"/>
    <w:rsid w:val="009008F1"/>
    <w:rsid w:val="009030DA"/>
    <w:rsid w:val="009067DC"/>
    <w:rsid w:val="00913626"/>
    <w:rsid w:val="0091425E"/>
    <w:rsid w:val="00916154"/>
    <w:rsid w:val="009163C7"/>
    <w:rsid w:val="0091675A"/>
    <w:rsid w:val="009219A2"/>
    <w:rsid w:val="00921BFE"/>
    <w:rsid w:val="00923479"/>
    <w:rsid w:val="00923BC1"/>
    <w:rsid w:val="00924470"/>
    <w:rsid w:val="009248B4"/>
    <w:rsid w:val="00925DA8"/>
    <w:rsid w:val="009271CB"/>
    <w:rsid w:val="00927881"/>
    <w:rsid w:val="00927CB1"/>
    <w:rsid w:val="00933073"/>
    <w:rsid w:val="00933618"/>
    <w:rsid w:val="0093459F"/>
    <w:rsid w:val="009357E0"/>
    <w:rsid w:val="009417CA"/>
    <w:rsid w:val="00941E03"/>
    <w:rsid w:val="00942A5E"/>
    <w:rsid w:val="00943DAD"/>
    <w:rsid w:val="00946406"/>
    <w:rsid w:val="00946AE4"/>
    <w:rsid w:val="00946DF6"/>
    <w:rsid w:val="00952B29"/>
    <w:rsid w:val="0095364A"/>
    <w:rsid w:val="0095377A"/>
    <w:rsid w:val="009550FD"/>
    <w:rsid w:val="00955FA5"/>
    <w:rsid w:val="009575B5"/>
    <w:rsid w:val="009611FC"/>
    <w:rsid w:val="0096124B"/>
    <w:rsid w:val="00961AA1"/>
    <w:rsid w:val="00961F07"/>
    <w:rsid w:val="0096312A"/>
    <w:rsid w:val="00974CCB"/>
    <w:rsid w:val="009754E5"/>
    <w:rsid w:val="00976285"/>
    <w:rsid w:val="0097676B"/>
    <w:rsid w:val="0099180B"/>
    <w:rsid w:val="00991942"/>
    <w:rsid w:val="009928F1"/>
    <w:rsid w:val="00993853"/>
    <w:rsid w:val="0099406E"/>
    <w:rsid w:val="00994B30"/>
    <w:rsid w:val="00995281"/>
    <w:rsid w:val="00995BD7"/>
    <w:rsid w:val="009A00CC"/>
    <w:rsid w:val="009A4E15"/>
    <w:rsid w:val="009A7721"/>
    <w:rsid w:val="009B218F"/>
    <w:rsid w:val="009B261E"/>
    <w:rsid w:val="009B2D4C"/>
    <w:rsid w:val="009B3140"/>
    <w:rsid w:val="009B3397"/>
    <w:rsid w:val="009B58C8"/>
    <w:rsid w:val="009B6A73"/>
    <w:rsid w:val="009B71B6"/>
    <w:rsid w:val="009B7514"/>
    <w:rsid w:val="009C08FF"/>
    <w:rsid w:val="009C1735"/>
    <w:rsid w:val="009C1EEB"/>
    <w:rsid w:val="009C23D2"/>
    <w:rsid w:val="009C6971"/>
    <w:rsid w:val="009C6CCD"/>
    <w:rsid w:val="009D1426"/>
    <w:rsid w:val="009D351D"/>
    <w:rsid w:val="009D5447"/>
    <w:rsid w:val="009E1B04"/>
    <w:rsid w:val="009E205C"/>
    <w:rsid w:val="009E49DB"/>
    <w:rsid w:val="009E5F87"/>
    <w:rsid w:val="009E6F1E"/>
    <w:rsid w:val="009F2678"/>
    <w:rsid w:val="009F274B"/>
    <w:rsid w:val="009F3209"/>
    <w:rsid w:val="009F32BA"/>
    <w:rsid w:val="009F447C"/>
    <w:rsid w:val="00A00002"/>
    <w:rsid w:val="00A01A94"/>
    <w:rsid w:val="00A01FB2"/>
    <w:rsid w:val="00A05E6A"/>
    <w:rsid w:val="00A069E9"/>
    <w:rsid w:val="00A07A05"/>
    <w:rsid w:val="00A1114C"/>
    <w:rsid w:val="00A115A1"/>
    <w:rsid w:val="00A13F54"/>
    <w:rsid w:val="00A16E8F"/>
    <w:rsid w:val="00A2057E"/>
    <w:rsid w:val="00A2093E"/>
    <w:rsid w:val="00A21875"/>
    <w:rsid w:val="00A23993"/>
    <w:rsid w:val="00A243E7"/>
    <w:rsid w:val="00A24624"/>
    <w:rsid w:val="00A25AF8"/>
    <w:rsid w:val="00A26B31"/>
    <w:rsid w:val="00A300D8"/>
    <w:rsid w:val="00A318D3"/>
    <w:rsid w:val="00A35BB9"/>
    <w:rsid w:val="00A36459"/>
    <w:rsid w:val="00A40F97"/>
    <w:rsid w:val="00A420FB"/>
    <w:rsid w:val="00A42690"/>
    <w:rsid w:val="00A43132"/>
    <w:rsid w:val="00A44CB1"/>
    <w:rsid w:val="00A477B5"/>
    <w:rsid w:val="00A50230"/>
    <w:rsid w:val="00A51771"/>
    <w:rsid w:val="00A53809"/>
    <w:rsid w:val="00A54762"/>
    <w:rsid w:val="00A602F7"/>
    <w:rsid w:val="00A60C8B"/>
    <w:rsid w:val="00A615E9"/>
    <w:rsid w:val="00A62CEA"/>
    <w:rsid w:val="00A635DF"/>
    <w:rsid w:val="00A63F74"/>
    <w:rsid w:val="00A673F5"/>
    <w:rsid w:val="00A70729"/>
    <w:rsid w:val="00A71007"/>
    <w:rsid w:val="00A712C4"/>
    <w:rsid w:val="00A722BA"/>
    <w:rsid w:val="00A7230E"/>
    <w:rsid w:val="00A734DE"/>
    <w:rsid w:val="00A7504C"/>
    <w:rsid w:val="00A7630E"/>
    <w:rsid w:val="00A768E4"/>
    <w:rsid w:val="00A8103D"/>
    <w:rsid w:val="00A82BE9"/>
    <w:rsid w:val="00A82C1B"/>
    <w:rsid w:val="00A84FAF"/>
    <w:rsid w:val="00A8579C"/>
    <w:rsid w:val="00A866F8"/>
    <w:rsid w:val="00A871C3"/>
    <w:rsid w:val="00A90B10"/>
    <w:rsid w:val="00A92C7C"/>
    <w:rsid w:val="00A93613"/>
    <w:rsid w:val="00A94E1B"/>
    <w:rsid w:val="00A96E7C"/>
    <w:rsid w:val="00AA1BB6"/>
    <w:rsid w:val="00AA354B"/>
    <w:rsid w:val="00AA385E"/>
    <w:rsid w:val="00AA560A"/>
    <w:rsid w:val="00AB0E82"/>
    <w:rsid w:val="00AB238C"/>
    <w:rsid w:val="00AB29B4"/>
    <w:rsid w:val="00AB2DCC"/>
    <w:rsid w:val="00AB3004"/>
    <w:rsid w:val="00AB51D3"/>
    <w:rsid w:val="00AB6269"/>
    <w:rsid w:val="00AB6AA9"/>
    <w:rsid w:val="00AC02CA"/>
    <w:rsid w:val="00AC06D5"/>
    <w:rsid w:val="00AC2A56"/>
    <w:rsid w:val="00AC3899"/>
    <w:rsid w:val="00AC3DCA"/>
    <w:rsid w:val="00AC43F5"/>
    <w:rsid w:val="00AC5B20"/>
    <w:rsid w:val="00AC747B"/>
    <w:rsid w:val="00AD0474"/>
    <w:rsid w:val="00AD35AA"/>
    <w:rsid w:val="00AD6658"/>
    <w:rsid w:val="00AE04B5"/>
    <w:rsid w:val="00AE5D20"/>
    <w:rsid w:val="00AF01A2"/>
    <w:rsid w:val="00AF0CAA"/>
    <w:rsid w:val="00AF2CB0"/>
    <w:rsid w:val="00AF32A3"/>
    <w:rsid w:val="00AF5894"/>
    <w:rsid w:val="00AF58AA"/>
    <w:rsid w:val="00AF59BB"/>
    <w:rsid w:val="00AF7E7F"/>
    <w:rsid w:val="00B00387"/>
    <w:rsid w:val="00B00613"/>
    <w:rsid w:val="00B008B2"/>
    <w:rsid w:val="00B0202D"/>
    <w:rsid w:val="00B0243B"/>
    <w:rsid w:val="00B030F4"/>
    <w:rsid w:val="00B03C74"/>
    <w:rsid w:val="00B105BB"/>
    <w:rsid w:val="00B12838"/>
    <w:rsid w:val="00B168FD"/>
    <w:rsid w:val="00B23350"/>
    <w:rsid w:val="00B2419D"/>
    <w:rsid w:val="00B257BB"/>
    <w:rsid w:val="00B259F5"/>
    <w:rsid w:val="00B267C4"/>
    <w:rsid w:val="00B27731"/>
    <w:rsid w:val="00B34A9C"/>
    <w:rsid w:val="00B34F8C"/>
    <w:rsid w:val="00B37B7B"/>
    <w:rsid w:val="00B37F25"/>
    <w:rsid w:val="00B41095"/>
    <w:rsid w:val="00B411A3"/>
    <w:rsid w:val="00B4279E"/>
    <w:rsid w:val="00B43E1F"/>
    <w:rsid w:val="00B44D53"/>
    <w:rsid w:val="00B46D91"/>
    <w:rsid w:val="00B504FA"/>
    <w:rsid w:val="00B50CDF"/>
    <w:rsid w:val="00B51BBC"/>
    <w:rsid w:val="00B53122"/>
    <w:rsid w:val="00B535BC"/>
    <w:rsid w:val="00B56C8C"/>
    <w:rsid w:val="00B643EA"/>
    <w:rsid w:val="00B660A4"/>
    <w:rsid w:val="00B70BBE"/>
    <w:rsid w:val="00B711B2"/>
    <w:rsid w:val="00B7164F"/>
    <w:rsid w:val="00B7189F"/>
    <w:rsid w:val="00B74D6E"/>
    <w:rsid w:val="00B75206"/>
    <w:rsid w:val="00B77D2B"/>
    <w:rsid w:val="00B839DC"/>
    <w:rsid w:val="00B839FD"/>
    <w:rsid w:val="00B857EC"/>
    <w:rsid w:val="00B8711D"/>
    <w:rsid w:val="00B876EB"/>
    <w:rsid w:val="00B90B10"/>
    <w:rsid w:val="00B9545D"/>
    <w:rsid w:val="00B95C68"/>
    <w:rsid w:val="00BB22EA"/>
    <w:rsid w:val="00BB2499"/>
    <w:rsid w:val="00BB7582"/>
    <w:rsid w:val="00BC0F92"/>
    <w:rsid w:val="00BC1B1A"/>
    <w:rsid w:val="00BC1EF4"/>
    <w:rsid w:val="00BC30A2"/>
    <w:rsid w:val="00BC4A64"/>
    <w:rsid w:val="00BC5B66"/>
    <w:rsid w:val="00BC6463"/>
    <w:rsid w:val="00BC6D56"/>
    <w:rsid w:val="00BC7169"/>
    <w:rsid w:val="00BD2A5E"/>
    <w:rsid w:val="00BD3895"/>
    <w:rsid w:val="00BE0530"/>
    <w:rsid w:val="00BE4E3E"/>
    <w:rsid w:val="00BE7E76"/>
    <w:rsid w:val="00BF159A"/>
    <w:rsid w:val="00BF19FA"/>
    <w:rsid w:val="00BF472A"/>
    <w:rsid w:val="00BF53A8"/>
    <w:rsid w:val="00BF5E0C"/>
    <w:rsid w:val="00BF6827"/>
    <w:rsid w:val="00BF7228"/>
    <w:rsid w:val="00BF756E"/>
    <w:rsid w:val="00BF784A"/>
    <w:rsid w:val="00C0090F"/>
    <w:rsid w:val="00C01582"/>
    <w:rsid w:val="00C0177B"/>
    <w:rsid w:val="00C01830"/>
    <w:rsid w:val="00C03BCA"/>
    <w:rsid w:val="00C0420D"/>
    <w:rsid w:val="00C112AC"/>
    <w:rsid w:val="00C1143A"/>
    <w:rsid w:val="00C11569"/>
    <w:rsid w:val="00C1288B"/>
    <w:rsid w:val="00C15431"/>
    <w:rsid w:val="00C15B78"/>
    <w:rsid w:val="00C16273"/>
    <w:rsid w:val="00C17137"/>
    <w:rsid w:val="00C2036A"/>
    <w:rsid w:val="00C2060B"/>
    <w:rsid w:val="00C21F2F"/>
    <w:rsid w:val="00C22264"/>
    <w:rsid w:val="00C24A05"/>
    <w:rsid w:val="00C24D25"/>
    <w:rsid w:val="00C26D16"/>
    <w:rsid w:val="00C33209"/>
    <w:rsid w:val="00C339E4"/>
    <w:rsid w:val="00C3571E"/>
    <w:rsid w:val="00C40BE4"/>
    <w:rsid w:val="00C43FEF"/>
    <w:rsid w:val="00C45157"/>
    <w:rsid w:val="00C45EA4"/>
    <w:rsid w:val="00C464B9"/>
    <w:rsid w:val="00C52B9C"/>
    <w:rsid w:val="00C53A9B"/>
    <w:rsid w:val="00C5526C"/>
    <w:rsid w:val="00C56C0F"/>
    <w:rsid w:val="00C62112"/>
    <w:rsid w:val="00C625EC"/>
    <w:rsid w:val="00C63BA4"/>
    <w:rsid w:val="00C641E1"/>
    <w:rsid w:val="00C67639"/>
    <w:rsid w:val="00C67674"/>
    <w:rsid w:val="00C67736"/>
    <w:rsid w:val="00C678CA"/>
    <w:rsid w:val="00C74910"/>
    <w:rsid w:val="00C82535"/>
    <w:rsid w:val="00C8468B"/>
    <w:rsid w:val="00C846DE"/>
    <w:rsid w:val="00C84DFC"/>
    <w:rsid w:val="00C8527E"/>
    <w:rsid w:val="00C93463"/>
    <w:rsid w:val="00CA0499"/>
    <w:rsid w:val="00CA2B96"/>
    <w:rsid w:val="00CA389B"/>
    <w:rsid w:val="00CA5479"/>
    <w:rsid w:val="00CA5708"/>
    <w:rsid w:val="00CB0E1D"/>
    <w:rsid w:val="00CB4687"/>
    <w:rsid w:val="00CB5E87"/>
    <w:rsid w:val="00CB7D95"/>
    <w:rsid w:val="00CC0397"/>
    <w:rsid w:val="00CC1D59"/>
    <w:rsid w:val="00CC2BDF"/>
    <w:rsid w:val="00CC54A5"/>
    <w:rsid w:val="00CC6EB8"/>
    <w:rsid w:val="00CD04F8"/>
    <w:rsid w:val="00CD06C3"/>
    <w:rsid w:val="00CD1563"/>
    <w:rsid w:val="00CD44EC"/>
    <w:rsid w:val="00CD6662"/>
    <w:rsid w:val="00CD7FD4"/>
    <w:rsid w:val="00CE7677"/>
    <w:rsid w:val="00CF0C98"/>
    <w:rsid w:val="00CF1372"/>
    <w:rsid w:val="00CF4085"/>
    <w:rsid w:val="00CF7CDD"/>
    <w:rsid w:val="00D0045E"/>
    <w:rsid w:val="00D01EF1"/>
    <w:rsid w:val="00D025DA"/>
    <w:rsid w:val="00D055AC"/>
    <w:rsid w:val="00D0644C"/>
    <w:rsid w:val="00D0677B"/>
    <w:rsid w:val="00D07FA5"/>
    <w:rsid w:val="00D10A5B"/>
    <w:rsid w:val="00D10F0E"/>
    <w:rsid w:val="00D111FE"/>
    <w:rsid w:val="00D16B19"/>
    <w:rsid w:val="00D202FC"/>
    <w:rsid w:val="00D213E5"/>
    <w:rsid w:val="00D223C4"/>
    <w:rsid w:val="00D244F0"/>
    <w:rsid w:val="00D25315"/>
    <w:rsid w:val="00D2538A"/>
    <w:rsid w:val="00D253FF"/>
    <w:rsid w:val="00D3323E"/>
    <w:rsid w:val="00D345F9"/>
    <w:rsid w:val="00D352CF"/>
    <w:rsid w:val="00D358DB"/>
    <w:rsid w:val="00D37CDF"/>
    <w:rsid w:val="00D42DD4"/>
    <w:rsid w:val="00D43294"/>
    <w:rsid w:val="00D451DE"/>
    <w:rsid w:val="00D457BA"/>
    <w:rsid w:val="00D45B0E"/>
    <w:rsid w:val="00D468D7"/>
    <w:rsid w:val="00D519FB"/>
    <w:rsid w:val="00D526B3"/>
    <w:rsid w:val="00D52A07"/>
    <w:rsid w:val="00D542C4"/>
    <w:rsid w:val="00D55480"/>
    <w:rsid w:val="00D556C0"/>
    <w:rsid w:val="00D60C82"/>
    <w:rsid w:val="00D63700"/>
    <w:rsid w:val="00D664AB"/>
    <w:rsid w:val="00D665FC"/>
    <w:rsid w:val="00D72D56"/>
    <w:rsid w:val="00D76406"/>
    <w:rsid w:val="00D770EC"/>
    <w:rsid w:val="00D77C8B"/>
    <w:rsid w:val="00D77CB0"/>
    <w:rsid w:val="00D8193C"/>
    <w:rsid w:val="00D82189"/>
    <w:rsid w:val="00D86421"/>
    <w:rsid w:val="00D87EF8"/>
    <w:rsid w:val="00D92323"/>
    <w:rsid w:val="00D95799"/>
    <w:rsid w:val="00DA1B9D"/>
    <w:rsid w:val="00DA4719"/>
    <w:rsid w:val="00DA578D"/>
    <w:rsid w:val="00DB23C9"/>
    <w:rsid w:val="00DB322F"/>
    <w:rsid w:val="00DB356E"/>
    <w:rsid w:val="00DC0C9F"/>
    <w:rsid w:val="00DC0F44"/>
    <w:rsid w:val="00DC1A68"/>
    <w:rsid w:val="00DC3E02"/>
    <w:rsid w:val="00DC485C"/>
    <w:rsid w:val="00DC5503"/>
    <w:rsid w:val="00DD084A"/>
    <w:rsid w:val="00DD0E22"/>
    <w:rsid w:val="00DD1BE0"/>
    <w:rsid w:val="00DD343D"/>
    <w:rsid w:val="00DD414D"/>
    <w:rsid w:val="00DD6D7E"/>
    <w:rsid w:val="00DD75CF"/>
    <w:rsid w:val="00DD7E1D"/>
    <w:rsid w:val="00DE249A"/>
    <w:rsid w:val="00DE3713"/>
    <w:rsid w:val="00DE3A0A"/>
    <w:rsid w:val="00DF2D65"/>
    <w:rsid w:val="00DF36D5"/>
    <w:rsid w:val="00DF599A"/>
    <w:rsid w:val="00DF5D21"/>
    <w:rsid w:val="00DF608F"/>
    <w:rsid w:val="00DF6B08"/>
    <w:rsid w:val="00DF761E"/>
    <w:rsid w:val="00E030F5"/>
    <w:rsid w:val="00E03909"/>
    <w:rsid w:val="00E05DC1"/>
    <w:rsid w:val="00E0704A"/>
    <w:rsid w:val="00E10874"/>
    <w:rsid w:val="00E10B3A"/>
    <w:rsid w:val="00E1149A"/>
    <w:rsid w:val="00E1152C"/>
    <w:rsid w:val="00E12DCC"/>
    <w:rsid w:val="00E13550"/>
    <w:rsid w:val="00E15063"/>
    <w:rsid w:val="00E17CFE"/>
    <w:rsid w:val="00E24A10"/>
    <w:rsid w:val="00E24F53"/>
    <w:rsid w:val="00E273FE"/>
    <w:rsid w:val="00E27C45"/>
    <w:rsid w:val="00E323E1"/>
    <w:rsid w:val="00E33190"/>
    <w:rsid w:val="00E33978"/>
    <w:rsid w:val="00E34D74"/>
    <w:rsid w:val="00E3558E"/>
    <w:rsid w:val="00E35678"/>
    <w:rsid w:val="00E35E4C"/>
    <w:rsid w:val="00E36EF7"/>
    <w:rsid w:val="00E37807"/>
    <w:rsid w:val="00E42EC1"/>
    <w:rsid w:val="00E479A0"/>
    <w:rsid w:val="00E47B46"/>
    <w:rsid w:val="00E50351"/>
    <w:rsid w:val="00E522C7"/>
    <w:rsid w:val="00E52E37"/>
    <w:rsid w:val="00E532BE"/>
    <w:rsid w:val="00E554A7"/>
    <w:rsid w:val="00E55FEE"/>
    <w:rsid w:val="00E5761C"/>
    <w:rsid w:val="00E57936"/>
    <w:rsid w:val="00E602D6"/>
    <w:rsid w:val="00E61B65"/>
    <w:rsid w:val="00E63043"/>
    <w:rsid w:val="00E6514F"/>
    <w:rsid w:val="00E65161"/>
    <w:rsid w:val="00E654B1"/>
    <w:rsid w:val="00E6579F"/>
    <w:rsid w:val="00E66367"/>
    <w:rsid w:val="00E6750F"/>
    <w:rsid w:val="00E70480"/>
    <w:rsid w:val="00E71CA1"/>
    <w:rsid w:val="00E72793"/>
    <w:rsid w:val="00E738FE"/>
    <w:rsid w:val="00E74960"/>
    <w:rsid w:val="00E75321"/>
    <w:rsid w:val="00E778CD"/>
    <w:rsid w:val="00E805C8"/>
    <w:rsid w:val="00E8291D"/>
    <w:rsid w:val="00E84A99"/>
    <w:rsid w:val="00E8740B"/>
    <w:rsid w:val="00E87A7A"/>
    <w:rsid w:val="00E87CB2"/>
    <w:rsid w:val="00E87F30"/>
    <w:rsid w:val="00E91876"/>
    <w:rsid w:val="00E92593"/>
    <w:rsid w:val="00EA3A17"/>
    <w:rsid w:val="00EA7EC5"/>
    <w:rsid w:val="00EB4059"/>
    <w:rsid w:val="00EB6FCB"/>
    <w:rsid w:val="00EB761F"/>
    <w:rsid w:val="00EC0D75"/>
    <w:rsid w:val="00EC23FE"/>
    <w:rsid w:val="00EC2D32"/>
    <w:rsid w:val="00ED0B36"/>
    <w:rsid w:val="00ED1C2A"/>
    <w:rsid w:val="00ED3511"/>
    <w:rsid w:val="00EE0624"/>
    <w:rsid w:val="00EE2B2E"/>
    <w:rsid w:val="00EE51EE"/>
    <w:rsid w:val="00EE5508"/>
    <w:rsid w:val="00EE6339"/>
    <w:rsid w:val="00EE67EC"/>
    <w:rsid w:val="00EF1824"/>
    <w:rsid w:val="00EF20F8"/>
    <w:rsid w:val="00EF4A4A"/>
    <w:rsid w:val="00EF5211"/>
    <w:rsid w:val="00EF6A93"/>
    <w:rsid w:val="00F0440F"/>
    <w:rsid w:val="00F04516"/>
    <w:rsid w:val="00F054D7"/>
    <w:rsid w:val="00F118A9"/>
    <w:rsid w:val="00F138B2"/>
    <w:rsid w:val="00F15A11"/>
    <w:rsid w:val="00F16692"/>
    <w:rsid w:val="00F204BF"/>
    <w:rsid w:val="00F20B2D"/>
    <w:rsid w:val="00F21E80"/>
    <w:rsid w:val="00F23D5E"/>
    <w:rsid w:val="00F310EB"/>
    <w:rsid w:val="00F323A5"/>
    <w:rsid w:val="00F3415C"/>
    <w:rsid w:val="00F368B3"/>
    <w:rsid w:val="00F37A27"/>
    <w:rsid w:val="00F423A1"/>
    <w:rsid w:val="00F474B6"/>
    <w:rsid w:val="00F522C3"/>
    <w:rsid w:val="00F53764"/>
    <w:rsid w:val="00F53D64"/>
    <w:rsid w:val="00F5779B"/>
    <w:rsid w:val="00F57F4B"/>
    <w:rsid w:val="00F62138"/>
    <w:rsid w:val="00F710C1"/>
    <w:rsid w:val="00F711A4"/>
    <w:rsid w:val="00F73E76"/>
    <w:rsid w:val="00F7470F"/>
    <w:rsid w:val="00F77D7C"/>
    <w:rsid w:val="00F80BFC"/>
    <w:rsid w:val="00F80FBA"/>
    <w:rsid w:val="00F832B4"/>
    <w:rsid w:val="00F86189"/>
    <w:rsid w:val="00F878D5"/>
    <w:rsid w:val="00F87D6F"/>
    <w:rsid w:val="00F907DA"/>
    <w:rsid w:val="00F90CC6"/>
    <w:rsid w:val="00F95302"/>
    <w:rsid w:val="00F95731"/>
    <w:rsid w:val="00F958B8"/>
    <w:rsid w:val="00F96A86"/>
    <w:rsid w:val="00FA0E14"/>
    <w:rsid w:val="00FA12DB"/>
    <w:rsid w:val="00FA79D6"/>
    <w:rsid w:val="00FA7F7C"/>
    <w:rsid w:val="00FA7FE0"/>
    <w:rsid w:val="00FB1B5F"/>
    <w:rsid w:val="00FB1CF7"/>
    <w:rsid w:val="00FB549C"/>
    <w:rsid w:val="00FB5E09"/>
    <w:rsid w:val="00FB7120"/>
    <w:rsid w:val="00FB78DE"/>
    <w:rsid w:val="00FB7EC0"/>
    <w:rsid w:val="00FC1246"/>
    <w:rsid w:val="00FC258C"/>
    <w:rsid w:val="00FC2607"/>
    <w:rsid w:val="00FC4355"/>
    <w:rsid w:val="00FC4A28"/>
    <w:rsid w:val="00FC6306"/>
    <w:rsid w:val="00FC7D8F"/>
    <w:rsid w:val="00FD0DAB"/>
    <w:rsid w:val="00FD14DD"/>
    <w:rsid w:val="00FD2BE3"/>
    <w:rsid w:val="00FD3C7A"/>
    <w:rsid w:val="00FD7B9D"/>
    <w:rsid w:val="00FD7E1C"/>
    <w:rsid w:val="00FE20CB"/>
    <w:rsid w:val="00FE7A49"/>
    <w:rsid w:val="00FF3D88"/>
    <w:rsid w:val="00FF63F5"/>
    <w:rsid w:val="00FF7A3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0F5"/>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E030F5"/>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E030F5"/>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E030F5"/>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E030F5"/>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E030F5"/>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E030F5"/>
    <w:rPr>
      <w:rFonts w:cs="Times New Roman"/>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E030F5"/>
    <w:rPr>
      <w:rFonts w:cs="Times New Roman"/>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E030F5"/>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E030F5"/>
    <w:rPr>
      <w:rFonts w:ascii="Arial" w:hAnsi="Arial" w:cs="Times New Roman"/>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030F5"/>
    <w:rPr>
      <w:rFonts w:ascii="Arial" w:hAnsi="Arial" w:cs="Times New Roman"/>
      <w:vanish/>
      <w:sz w:val="16"/>
      <w:lang w:val="es-ES" w:eastAsia="es-ES"/>
    </w:rPr>
  </w:style>
  <w:style w:type="paragraph" w:customStyle="1" w:styleId="Normal1">
    <w:name w:val="Normal1"/>
    <w:uiPriority w:val="99"/>
    <w:rsid w:val="00D451DE"/>
    <w:rPr>
      <w:color w:val="000000"/>
      <w:sz w:val="24"/>
      <w:szCs w:val="24"/>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 w:type="character" w:customStyle="1" w:styleId="WW-EnlacedeInternet">
    <w:name w:val="WW-Enlace de Internet"/>
    <w:uiPriority w:val="99"/>
    <w:rsid w:val="004D58F0"/>
    <w:rPr>
      <w:color w:val="0000FF"/>
      <w:u w:val="single"/>
    </w:rPr>
  </w:style>
  <w:style w:type="character" w:customStyle="1" w:styleId="gmail-messagebody">
    <w:name w:val="gmail-messagebody"/>
    <w:basedOn w:val="DefaultParagraphFont"/>
    <w:uiPriority w:val="99"/>
    <w:rsid w:val="00C26D16"/>
    <w:rPr>
      <w:rFonts w:cs="Times New Roman"/>
    </w:rPr>
  </w:style>
  <w:style w:type="character" w:customStyle="1" w:styleId="woocommerce-price-amountamount">
    <w:name w:val="woocommerce-price-amount amount"/>
    <w:basedOn w:val="DefaultParagraphFont"/>
    <w:uiPriority w:val="99"/>
    <w:rsid w:val="00705277"/>
    <w:rPr>
      <w:rFonts w:cs="Times New Roman"/>
    </w:rPr>
  </w:style>
  <w:style w:type="character" w:customStyle="1" w:styleId="woocommerce-price-currencysymbol">
    <w:name w:val="woocommerce-price-currencysymbol"/>
    <w:basedOn w:val="DefaultParagraphFont"/>
    <w:uiPriority w:val="99"/>
    <w:rsid w:val="00705277"/>
    <w:rPr>
      <w:rFonts w:cs="Times New Roman"/>
    </w:rPr>
  </w:style>
</w:styles>
</file>

<file path=word/webSettings.xml><?xml version="1.0" encoding="utf-8"?>
<w:webSettings xmlns:r="http://schemas.openxmlformats.org/officeDocument/2006/relationships" xmlns:w="http://schemas.openxmlformats.org/wordprocessingml/2006/main">
  <w:divs>
    <w:div w:id="776221542">
      <w:marLeft w:val="0"/>
      <w:marRight w:val="0"/>
      <w:marTop w:val="0"/>
      <w:marBottom w:val="0"/>
      <w:divBdr>
        <w:top w:val="none" w:sz="0" w:space="0" w:color="auto"/>
        <w:left w:val="none" w:sz="0" w:space="0" w:color="auto"/>
        <w:bottom w:val="none" w:sz="0" w:space="0" w:color="auto"/>
        <w:right w:val="none" w:sz="0" w:space="0" w:color="auto"/>
      </w:divBdr>
    </w:div>
    <w:div w:id="776221543">
      <w:marLeft w:val="0"/>
      <w:marRight w:val="0"/>
      <w:marTop w:val="0"/>
      <w:marBottom w:val="0"/>
      <w:divBdr>
        <w:top w:val="none" w:sz="0" w:space="0" w:color="auto"/>
        <w:left w:val="none" w:sz="0" w:space="0" w:color="auto"/>
        <w:bottom w:val="none" w:sz="0" w:space="0" w:color="auto"/>
        <w:right w:val="none" w:sz="0" w:space="0" w:color="auto"/>
      </w:divBdr>
    </w:div>
    <w:div w:id="776221544">
      <w:marLeft w:val="0"/>
      <w:marRight w:val="0"/>
      <w:marTop w:val="0"/>
      <w:marBottom w:val="0"/>
      <w:divBdr>
        <w:top w:val="none" w:sz="0" w:space="0" w:color="auto"/>
        <w:left w:val="none" w:sz="0" w:space="0" w:color="auto"/>
        <w:bottom w:val="none" w:sz="0" w:space="0" w:color="auto"/>
        <w:right w:val="none" w:sz="0" w:space="0" w:color="auto"/>
      </w:divBdr>
    </w:div>
    <w:div w:id="776221546">
      <w:marLeft w:val="0"/>
      <w:marRight w:val="0"/>
      <w:marTop w:val="0"/>
      <w:marBottom w:val="0"/>
      <w:divBdr>
        <w:top w:val="none" w:sz="0" w:space="0" w:color="auto"/>
        <w:left w:val="none" w:sz="0" w:space="0" w:color="auto"/>
        <w:bottom w:val="none" w:sz="0" w:space="0" w:color="auto"/>
        <w:right w:val="none" w:sz="0" w:space="0" w:color="auto"/>
      </w:divBdr>
    </w:div>
    <w:div w:id="776221547">
      <w:marLeft w:val="0"/>
      <w:marRight w:val="0"/>
      <w:marTop w:val="0"/>
      <w:marBottom w:val="0"/>
      <w:divBdr>
        <w:top w:val="none" w:sz="0" w:space="0" w:color="auto"/>
        <w:left w:val="none" w:sz="0" w:space="0" w:color="auto"/>
        <w:bottom w:val="none" w:sz="0" w:space="0" w:color="auto"/>
        <w:right w:val="none" w:sz="0" w:space="0" w:color="auto"/>
      </w:divBdr>
    </w:div>
    <w:div w:id="776221549">
      <w:marLeft w:val="0"/>
      <w:marRight w:val="0"/>
      <w:marTop w:val="0"/>
      <w:marBottom w:val="0"/>
      <w:divBdr>
        <w:top w:val="none" w:sz="0" w:space="0" w:color="auto"/>
        <w:left w:val="none" w:sz="0" w:space="0" w:color="auto"/>
        <w:bottom w:val="none" w:sz="0" w:space="0" w:color="auto"/>
        <w:right w:val="none" w:sz="0" w:space="0" w:color="auto"/>
      </w:divBdr>
    </w:div>
    <w:div w:id="776221550">
      <w:marLeft w:val="0"/>
      <w:marRight w:val="0"/>
      <w:marTop w:val="0"/>
      <w:marBottom w:val="0"/>
      <w:divBdr>
        <w:top w:val="none" w:sz="0" w:space="0" w:color="auto"/>
        <w:left w:val="none" w:sz="0" w:space="0" w:color="auto"/>
        <w:bottom w:val="none" w:sz="0" w:space="0" w:color="auto"/>
        <w:right w:val="none" w:sz="0" w:space="0" w:color="auto"/>
      </w:divBdr>
    </w:div>
    <w:div w:id="776221551">
      <w:marLeft w:val="0"/>
      <w:marRight w:val="0"/>
      <w:marTop w:val="0"/>
      <w:marBottom w:val="0"/>
      <w:divBdr>
        <w:top w:val="none" w:sz="0" w:space="0" w:color="auto"/>
        <w:left w:val="none" w:sz="0" w:space="0" w:color="auto"/>
        <w:bottom w:val="none" w:sz="0" w:space="0" w:color="auto"/>
        <w:right w:val="none" w:sz="0" w:space="0" w:color="auto"/>
      </w:divBdr>
      <w:divsChild>
        <w:div w:id="776221583">
          <w:marLeft w:val="0"/>
          <w:marRight w:val="0"/>
          <w:marTop w:val="0"/>
          <w:marBottom w:val="0"/>
          <w:divBdr>
            <w:top w:val="none" w:sz="0" w:space="0" w:color="auto"/>
            <w:left w:val="none" w:sz="0" w:space="0" w:color="auto"/>
            <w:bottom w:val="none" w:sz="0" w:space="0" w:color="auto"/>
            <w:right w:val="none" w:sz="0" w:space="0" w:color="auto"/>
          </w:divBdr>
          <w:divsChild>
            <w:div w:id="776221574">
              <w:marLeft w:val="0"/>
              <w:marRight w:val="0"/>
              <w:marTop w:val="0"/>
              <w:marBottom w:val="0"/>
              <w:divBdr>
                <w:top w:val="none" w:sz="0" w:space="0" w:color="auto"/>
                <w:left w:val="none" w:sz="0" w:space="0" w:color="auto"/>
                <w:bottom w:val="none" w:sz="0" w:space="0" w:color="auto"/>
                <w:right w:val="none" w:sz="0" w:space="0" w:color="auto"/>
              </w:divBdr>
              <w:divsChild>
                <w:div w:id="776221557">
                  <w:marLeft w:val="0"/>
                  <w:marRight w:val="0"/>
                  <w:marTop w:val="0"/>
                  <w:marBottom w:val="0"/>
                  <w:divBdr>
                    <w:top w:val="none" w:sz="0" w:space="0" w:color="auto"/>
                    <w:left w:val="none" w:sz="0" w:space="0" w:color="auto"/>
                    <w:bottom w:val="none" w:sz="0" w:space="0" w:color="auto"/>
                    <w:right w:val="none" w:sz="0" w:space="0" w:color="auto"/>
                  </w:divBdr>
                  <w:divsChild>
                    <w:div w:id="77622154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76221552">
      <w:marLeft w:val="0"/>
      <w:marRight w:val="0"/>
      <w:marTop w:val="0"/>
      <w:marBottom w:val="0"/>
      <w:divBdr>
        <w:top w:val="none" w:sz="0" w:space="0" w:color="auto"/>
        <w:left w:val="none" w:sz="0" w:space="0" w:color="auto"/>
        <w:bottom w:val="none" w:sz="0" w:space="0" w:color="auto"/>
        <w:right w:val="none" w:sz="0" w:space="0" w:color="auto"/>
      </w:divBdr>
    </w:div>
    <w:div w:id="776221553">
      <w:marLeft w:val="0"/>
      <w:marRight w:val="0"/>
      <w:marTop w:val="0"/>
      <w:marBottom w:val="0"/>
      <w:divBdr>
        <w:top w:val="none" w:sz="0" w:space="0" w:color="auto"/>
        <w:left w:val="none" w:sz="0" w:space="0" w:color="auto"/>
        <w:bottom w:val="none" w:sz="0" w:space="0" w:color="auto"/>
        <w:right w:val="none" w:sz="0" w:space="0" w:color="auto"/>
      </w:divBdr>
    </w:div>
    <w:div w:id="776221554">
      <w:marLeft w:val="0"/>
      <w:marRight w:val="0"/>
      <w:marTop w:val="0"/>
      <w:marBottom w:val="0"/>
      <w:divBdr>
        <w:top w:val="none" w:sz="0" w:space="0" w:color="auto"/>
        <w:left w:val="none" w:sz="0" w:space="0" w:color="auto"/>
        <w:bottom w:val="none" w:sz="0" w:space="0" w:color="auto"/>
        <w:right w:val="none" w:sz="0" w:space="0" w:color="auto"/>
      </w:divBdr>
    </w:div>
    <w:div w:id="776221555">
      <w:marLeft w:val="0"/>
      <w:marRight w:val="0"/>
      <w:marTop w:val="0"/>
      <w:marBottom w:val="0"/>
      <w:divBdr>
        <w:top w:val="none" w:sz="0" w:space="0" w:color="auto"/>
        <w:left w:val="none" w:sz="0" w:space="0" w:color="auto"/>
        <w:bottom w:val="none" w:sz="0" w:space="0" w:color="auto"/>
        <w:right w:val="none" w:sz="0" w:space="0" w:color="auto"/>
      </w:divBdr>
    </w:div>
    <w:div w:id="776221556">
      <w:marLeft w:val="0"/>
      <w:marRight w:val="0"/>
      <w:marTop w:val="0"/>
      <w:marBottom w:val="0"/>
      <w:divBdr>
        <w:top w:val="none" w:sz="0" w:space="0" w:color="auto"/>
        <w:left w:val="none" w:sz="0" w:space="0" w:color="auto"/>
        <w:bottom w:val="none" w:sz="0" w:space="0" w:color="auto"/>
        <w:right w:val="none" w:sz="0" w:space="0" w:color="auto"/>
      </w:divBdr>
    </w:div>
    <w:div w:id="776221558">
      <w:marLeft w:val="0"/>
      <w:marRight w:val="0"/>
      <w:marTop w:val="0"/>
      <w:marBottom w:val="0"/>
      <w:divBdr>
        <w:top w:val="none" w:sz="0" w:space="0" w:color="auto"/>
        <w:left w:val="none" w:sz="0" w:space="0" w:color="auto"/>
        <w:bottom w:val="none" w:sz="0" w:space="0" w:color="auto"/>
        <w:right w:val="none" w:sz="0" w:space="0" w:color="auto"/>
      </w:divBdr>
      <w:divsChild>
        <w:div w:id="776221590">
          <w:marLeft w:val="0"/>
          <w:marRight w:val="0"/>
          <w:marTop w:val="0"/>
          <w:marBottom w:val="0"/>
          <w:divBdr>
            <w:top w:val="none" w:sz="0" w:space="0" w:color="auto"/>
            <w:left w:val="none" w:sz="0" w:space="0" w:color="auto"/>
            <w:bottom w:val="none" w:sz="0" w:space="0" w:color="auto"/>
            <w:right w:val="none" w:sz="0" w:space="0" w:color="auto"/>
          </w:divBdr>
          <w:divsChild>
            <w:div w:id="776221562">
              <w:marLeft w:val="0"/>
              <w:marRight w:val="0"/>
              <w:marTop w:val="0"/>
              <w:marBottom w:val="0"/>
              <w:divBdr>
                <w:top w:val="none" w:sz="0" w:space="0" w:color="auto"/>
                <w:left w:val="none" w:sz="0" w:space="0" w:color="auto"/>
                <w:bottom w:val="none" w:sz="0" w:space="0" w:color="auto"/>
                <w:right w:val="none" w:sz="0" w:space="0" w:color="auto"/>
              </w:divBdr>
            </w:div>
            <w:div w:id="776221581">
              <w:marLeft w:val="0"/>
              <w:marRight w:val="0"/>
              <w:marTop w:val="0"/>
              <w:marBottom w:val="0"/>
              <w:divBdr>
                <w:top w:val="none" w:sz="0" w:space="0" w:color="auto"/>
                <w:left w:val="none" w:sz="0" w:space="0" w:color="auto"/>
                <w:bottom w:val="none" w:sz="0" w:space="0" w:color="auto"/>
                <w:right w:val="none" w:sz="0" w:space="0" w:color="auto"/>
              </w:divBdr>
            </w:div>
            <w:div w:id="776221587">
              <w:marLeft w:val="0"/>
              <w:marRight w:val="0"/>
              <w:marTop w:val="0"/>
              <w:marBottom w:val="0"/>
              <w:divBdr>
                <w:top w:val="none" w:sz="0" w:space="0" w:color="auto"/>
                <w:left w:val="none" w:sz="0" w:space="0" w:color="auto"/>
                <w:bottom w:val="none" w:sz="0" w:space="0" w:color="auto"/>
                <w:right w:val="none" w:sz="0" w:space="0" w:color="auto"/>
              </w:divBdr>
            </w:div>
            <w:div w:id="77622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21559">
      <w:marLeft w:val="0"/>
      <w:marRight w:val="0"/>
      <w:marTop w:val="0"/>
      <w:marBottom w:val="0"/>
      <w:divBdr>
        <w:top w:val="none" w:sz="0" w:space="0" w:color="auto"/>
        <w:left w:val="none" w:sz="0" w:space="0" w:color="auto"/>
        <w:bottom w:val="none" w:sz="0" w:space="0" w:color="auto"/>
        <w:right w:val="none" w:sz="0" w:space="0" w:color="auto"/>
      </w:divBdr>
    </w:div>
    <w:div w:id="776221560">
      <w:marLeft w:val="0"/>
      <w:marRight w:val="0"/>
      <w:marTop w:val="0"/>
      <w:marBottom w:val="0"/>
      <w:divBdr>
        <w:top w:val="none" w:sz="0" w:space="0" w:color="auto"/>
        <w:left w:val="none" w:sz="0" w:space="0" w:color="auto"/>
        <w:bottom w:val="none" w:sz="0" w:space="0" w:color="auto"/>
        <w:right w:val="none" w:sz="0" w:space="0" w:color="auto"/>
      </w:divBdr>
    </w:div>
    <w:div w:id="776221561">
      <w:marLeft w:val="0"/>
      <w:marRight w:val="0"/>
      <w:marTop w:val="0"/>
      <w:marBottom w:val="0"/>
      <w:divBdr>
        <w:top w:val="none" w:sz="0" w:space="0" w:color="auto"/>
        <w:left w:val="none" w:sz="0" w:space="0" w:color="auto"/>
        <w:bottom w:val="none" w:sz="0" w:space="0" w:color="auto"/>
        <w:right w:val="none" w:sz="0" w:space="0" w:color="auto"/>
      </w:divBdr>
    </w:div>
    <w:div w:id="776221563">
      <w:marLeft w:val="0"/>
      <w:marRight w:val="0"/>
      <w:marTop w:val="0"/>
      <w:marBottom w:val="0"/>
      <w:divBdr>
        <w:top w:val="none" w:sz="0" w:space="0" w:color="auto"/>
        <w:left w:val="none" w:sz="0" w:space="0" w:color="auto"/>
        <w:bottom w:val="none" w:sz="0" w:space="0" w:color="auto"/>
        <w:right w:val="none" w:sz="0" w:space="0" w:color="auto"/>
      </w:divBdr>
    </w:div>
    <w:div w:id="776221564">
      <w:marLeft w:val="0"/>
      <w:marRight w:val="0"/>
      <w:marTop w:val="0"/>
      <w:marBottom w:val="0"/>
      <w:divBdr>
        <w:top w:val="none" w:sz="0" w:space="0" w:color="auto"/>
        <w:left w:val="none" w:sz="0" w:space="0" w:color="auto"/>
        <w:bottom w:val="none" w:sz="0" w:space="0" w:color="auto"/>
        <w:right w:val="none" w:sz="0" w:space="0" w:color="auto"/>
      </w:divBdr>
    </w:div>
    <w:div w:id="776221567">
      <w:marLeft w:val="0"/>
      <w:marRight w:val="0"/>
      <w:marTop w:val="0"/>
      <w:marBottom w:val="0"/>
      <w:divBdr>
        <w:top w:val="none" w:sz="0" w:space="0" w:color="auto"/>
        <w:left w:val="none" w:sz="0" w:space="0" w:color="auto"/>
        <w:bottom w:val="none" w:sz="0" w:space="0" w:color="auto"/>
        <w:right w:val="none" w:sz="0" w:space="0" w:color="auto"/>
      </w:divBdr>
    </w:div>
    <w:div w:id="776221569">
      <w:marLeft w:val="0"/>
      <w:marRight w:val="0"/>
      <w:marTop w:val="0"/>
      <w:marBottom w:val="0"/>
      <w:divBdr>
        <w:top w:val="none" w:sz="0" w:space="0" w:color="auto"/>
        <w:left w:val="none" w:sz="0" w:space="0" w:color="auto"/>
        <w:bottom w:val="none" w:sz="0" w:space="0" w:color="auto"/>
        <w:right w:val="none" w:sz="0" w:space="0" w:color="auto"/>
      </w:divBdr>
    </w:div>
    <w:div w:id="776221570">
      <w:marLeft w:val="0"/>
      <w:marRight w:val="0"/>
      <w:marTop w:val="0"/>
      <w:marBottom w:val="0"/>
      <w:divBdr>
        <w:top w:val="none" w:sz="0" w:space="0" w:color="auto"/>
        <w:left w:val="none" w:sz="0" w:space="0" w:color="auto"/>
        <w:bottom w:val="none" w:sz="0" w:space="0" w:color="auto"/>
        <w:right w:val="none" w:sz="0" w:space="0" w:color="auto"/>
      </w:divBdr>
    </w:div>
    <w:div w:id="776221571">
      <w:marLeft w:val="0"/>
      <w:marRight w:val="0"/>
      <w:marTop w:val="0"/>
      <w:marBottom w:val="0"/>
      <w:divBdr>
        <w:top w:val="none" w:sz="0" w:space="0" w:color="auto"/>
        <w:left w:val="none" w:sz="0" w:space="0" w:color="auto"/>
        <w:bottom w:val="none" w:sz="0" w:space="0" w:color="auto"/>
        <w:right w:val="none" w:sz="0" w:space="0" w:color="auto"/>
      </w:divBdr>
    </w:div>
    <w:div w:id="776221572">
      <w:marLeft w:val="0"/>
      <w:marRight w:val="0"/>
      <w:marTop w:val="0"/>
      <w:marBottom w:val="0"/>
      <w:divBdr>
        <w:top w:val="none" w:sz="0" w:space="0" w:color="auto"/>
        <w:left w:val="none" w:sz="0" w:space="0" w:color="auto"/>
        <w:bottom w:val="none" w:sz="0" w:space="0" w:color="auto"/>
        <w:right w:val="none" w:sz="0" w:space="0" w:color="auto"/>
      </w:divBdr>
    </w:div>
    <w:div w:id="776221573">
      <w:marLeft w:val="0"/>
      <w:marRight w:val="0"/>
      <w:marTop w:val="0"/>
      <w:marBottom w:val="0"/>
      <w:divBdr>
        <w:top w:val="none" w:sz="0" w:space="0" w:color="auto"/>
        <w:left w:val="none" w:sz="0" w:space="0" w:color="auto"/>
        <w:bottom w:val="none" w:sz="0" w:space="0" w:color="auto"/>
        <w:right w:val="none" w:sz="0" w:space="0" w:color="auto"/>
      </w:divBdr>
    </w:div>
    <w:div w:id="776221575">
      <w:marLeft w:val="0"/>
      <w:marRight w:val="0"/>
      <w:marTop w:val="0"/>
      <w:marBottom w:val="0"/>
      <w:divBdr>
        <w:top w:val="none" w:sz="0" w:space="0" w:color="auto"/>
        <w:left w:val="none" w:sz="0" w:space="0" w:color="auto"/>
        <w:bottom w:val="none" w:sz="0" w:space="0" w:color="auto"/>
        <w:right w:val="none" w:sz="0" w:space="0" w:color="auto"/>
      </w:divBdr>
    </w:div>
    <w:div w:id="776221576">
      <w:marLeft w:val="0"/>
      <w:marRight w:val="0"/>
      <w:marTop w:val="0"/>
      <w:marBottom w:val="0"/>
      <w:divBdr>
        <w:top w:val="none" w:sz="0" w:space="0" w:color="auto"/>
        <w:left w:val="none" w:sz="0" w:space="0" w:color="auto"/>
        <w:bottom w:val="none" w:sz="0" w:space="0" w:color="auto"/>
        <w:right w:val="none" w:sz="0" w:space="0" w:color="auto"/>
      </w:divBdr>
    </w:div>
    <w:div w:id="776221577">
      <w:marLeft w:val="0"/>
      <w:marRight w:val="0"/>
      <w:marTop w:val="0"/>
      <w:marBottom w:val="0"/>
      <w:divBdr>
        <w:top w:val="none" w:sz="0" w:space="0" w:color="auto"/>
        <w:left w:val="none" w:sz="0" w:space="0" w:color="auto"/>
        <w:bottom w:val="none" w:sz="0" w:space="0" w:color="auto"/>
        <w:right w:val="none" w:sz="0" w:space="0" w:color="auto"/>
      </w:divBdr>
    </w:div>
    <w:div w:id="776221579">
      <w:marLeft w:val="0"/>
      <w:marRight w:val="0"/>
      <w:marTop w:val="0"/>
      <w:marBottom w:val="0"/>
      <w:divBdr>
        <w:top w:val="none" w:sz="0" w:space="0" w:color="auto"/>
        <w:left w:val="none" w:sz="0" w:space="0" w:color="auto"/>
        <w:bottom w:val="none" w:sz="0" w:space="0" w:color="auto"/>
        <w:right w:val="none" w:sz="0" w:space="0" w:color="auto"/>
      </w:divBdr>
    </w:div>
    <w:div w:id="776221582">
      <w:marLeft w:val="0"/>
      <w:marRight w:val="0"/>
      <w:marTop w:val="0"/>
      <w:marBottom w:val="0"/>
      <w:divBdr>
        <w:top w:val="none" w:sz="0" w:space="0" w:color="auto"/>
        <w:left w:val="none" w:sz="0" w:space="0" w:color="auto"/>
        <w:bottom w:val="none" w:sz="0" w:space="0" w:color="auto"/>
        <w:right w:val="none" w:sz="0" w:space="0" w:color="auto"/>
      </w:divBdr>
    </w:div>
    <w:div w:id="776221585">
      <w:marLeft w:val="0"/>
      <w:marRight w:val="0"/>
      <w:marTop w:val="0"/>
      <w:marBottom w:val="0"/>
      <w:divBdr>
        <w:top w:val="none" w:sz="0" w:space="0" w:color="auto"/>
        <w:left w:val="none" w:sz="0" w:space="0" w:color="auto"/>
        <w:bottom w:val="none" w:sz="0" w:space="0" w:color="auto"/>
        <w:right w:val="none" w:sz="0" w:space="0" w:color="auto"/>
      </w:divBdr>
    </w:div>
    <w:div w:id="776221588">
      <w:marLeft w:val="0"/>
      <w:marRight w:val="0"/>
      <w:marTop w:val="0"/>
      <w:marBottom w:val="0"/>
      <w:divBdr>
        <w:top w:val="none" w:sz="0" w:space="0" w:color="auto"/>
        <w:left w:val="none" w:sz="0" w:space="0" w:color="auto"/>
        <w:bottom w:val="none" w:sz="0" w:space="0" w:color="auto"/>
        <w:right w:val="none" w:sz="0" w:space="0" w:color="auto"/>
      </w:divBdr>
      <w:divsChild>
        <w:div w:id="776221595">
          <w:marLeft w:val="0"/>
          <w:marRight w:val="0"/>
          <w:marTop w:val="0"/>
          <w:marBottom w:val="480"/>
          <w:divBdr>
            <w:top w:val="none" w:sz="0" w:space="0" w:color="auto"/>
            <w:left w:val="none" w:sz="0" w:space="0" w:color="auto"/>
            <w:bottom w:val="none" w:sz="0" w:space="0" w:color="auto"/>
            <w:right w:val="none" w:sz="0" w:space="0" w:color="auto"/>
          </w:divBdr>
        </w:div>
      </w:divsChild>
    </w:div>
    <w:div w:id="776221592">
      <w:marLeft w:val="0"/>
      <w:marRight w:val="0"/>
      <w:marTop w:val="0"/>
      <w:marBottom w:val="0"/>
      <w:divBdr>
        <w:top w:val="none" w:sz="0" w:space="0" w:color="auto"/>
        <w:left w:val="none" w:sz="0" w:space="0" w:color="auto"/>
        <w:bottom w:val="none" w:sz="0" w:space="0" w:color="auto"/>
        <w:right w:val="none" w:sz="0" w:space="0" w:color="auto"/>
      </w:divBdr>
      <w:divsChild>
        <w:div w:id="776221593">
          <w:marLeft w:val="0"/>
          <w:marRight w:val="0"/>
          <w:marTop w:val="0"/>
          <w:marBottom w:val="0"/>
          <w:divBdr>
            <w:top w:val="none" w:sz="0" w:space="0" w:color="auto"/>
            <w:left w:val="none" w:sz="0" w:space="0" w:color="auto"/>
            <w:bottom w:val="none" w:sz="0" w:space="0" w:color="auto"/>
            <w:right w:val="none" w:sz="0" w:space="0" w:color="auto"/>
          </w:divBdr>
          <w:divsChild>
            <w:div w:id="776221568">
              <w:marLeft w:val="0"/>
              <w:marRight w:val="0"/>
              <w:marTop w:val="0"/>
              <w:marBottom w:val="0"/>
              <w:divBdr>
                <w:top w:val="none" w:sz="0" w:space="0" w:color="auto"/>
                <w:left w:val="none" w:sz="0" w:space="0" w:color="auto"/>
                <w:bottom w:val="none" w:sz="0" w:space="0" w:color="auto"/>
                <w:right w:val="none" w:sz="0" w:space="0" w:color="auto"/>
              </w:divBdr>
              <w:divsChild>
                <w:div w:id="776221584">
                  <w:marLeft w:val="0"/>
                  <w:marRight w:val="0"/>
                  <w:marTop w:val="0"/>
                  <w:marBottom w:val="0"/>
                  <w:divBdr>
                    <w:top w:val="none" w:sz="0" w:space="0" w:color="auto"/>
                    <w:left w:val="none" w:sz="0" w:space="0" w:color="auto"/>
                    <w:bottom w:val="none" w:sz="0" w:space="0" w:color="auto"/>
                    <w:right w:val="none" w:sz="0" w:space="0" w:color="auto"/>
                  </w:divBdr>
                  <w:divsChild>
                    <w:div w:id="776221586">
                      <w:marLeft w:val="0"/>
                      <w:marRight w:val="0"/>
                      <w:marTop w:val="0"/>
                      <w:marBottom w:val="0"/>
                      <w:divBdr>
                        <w:top w:val="none" w:sz="0" w:space="0" w:color="auto"/>
                        <w:left w:val="none" w:sz="0" w:space="0" w:color="auto"/>
                        <w:bottom w:val="none" w:sz="0" w:space="0" w:color="auto"/>
                        <w:right w:val="none" w:sz="0" w:space="0" w:color="auto"/>
                      </w:divBdr>
                      <w:divsChild>
                        <w:div w:id="776221578">
                          <w:marLeft w:val="0"/>
                          <w:marRight w:val="0"/>
                          <w:marTop w:val="0"/>
                          <w:marBottom w:val="0"/>
                          <w:divBdr>
                            <w:top w:val="none" w:sz="0" w:space="0" w:color="auto"/>
                            <w:left w:val="none" w:sz="0" w:space="0" w:color="auto"/>
                            <w:bottom w:val="none" w:sz="0" w:space="0" w:color="auto"/>
                            <w:right w:val="none" w:sz="0" w:space="0" w:color="auto"/>
                          </w:divBdr>
                          <w:divsChild>
                            <w:div w:id="776221602">
                              <w:marLeft w:val="0"/>
                              <w:marRight w:val="0"/>
                              <w:marTop w:val="0"/>
                              <w:marBottom w:val="0"/>
                              <w:divBdr>
                                <w:top w:val="none" w:sz="0" w:space="0" w:color="auto"/>
                                <w:left w:val="none" w:sz="0" w:space="0" w:color="auto"/>
                                <w:bottom w:val="none" w:sz="0" w:space="0" w:color="auto"/>
                                <w:right w:val="none" w:sz="0" w:space="0" w:color="auto"/>
                              </w:divBdr>
                              <w:divsChild>
                                <w:div w:id="776221589">
                                  <w:marLeft w:val="0"/>
                                  <w:marRight w:val="0"/>
                                  <w:marTop w:val="0"/>
                                  <w:marBottom w:val="0"/>
                                  <w:divBdr>
                                    <w:top w:val="none" w:sz="0" w:space="0" w:color="auto"/>
                                    <w:left w:val="none" w:sz="0" w:space="0" w:color="auto"/>
                                    <w:bottom w:val="none" w:sz="0" w:space="0" w:color="auto"/>
                                    <w:right w:val="none" w:sz="0" w:space="0" w:color="auto"/>
                                  </w:divBdr>
                                  <w:divsChild>
                                    <w:div w:id="776221566">
                                      <w:marLeft w:val="0"/>
                                      <w:marRight w:val="0"/>
                                      <w:marTop w:val="0"/>
                                      <w:marBottom w:val="0"/>
                                      <w:divBdr>
                                        <w:top w:val="none" w:sz="0" w:space="0" w:color="auto"/>
                                        <w:left w:val="none" w:sz="0" w:space="0" w:color="auto"/>
                                        <w:bottom w:val="none" w:sz="0" w:space="0" w:color="auto"/>
                                        <w:right w:val="none" w:sz="0" w:space="0" w:color="auto"/>
                                      </w:divBdr>
                                      <w:divsChild>
                                        <w:div w:id="776221565">
                                          <w:marLeft w:val="0"/>
                                          <w:marRight w:val="0"/>
                                          <w:marTop w:val="0"/>
                                          <w:marBottom w:val="0"/>
                                          <w:divBdr>
                                            <w:top w:val="none" w:sz="0" w:space="0" w:color="auto"/>
                                            <w:left w:val="none" w:sz="0" w:space="0" w:color="auto"/>
                                            <w:bottom w:val="none" w:sz="0" w:space="0" w:color="auto"/>
                                            <w:right w:val="none" w:sz="0" w:space="0" w:color="auto"/>
                                          </w:divBdr>
                                          <w:divsChild>
                                            <w:div w:id="77622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6221596">
      <w:marLeft w:val="0"/>
      <w:marRight w:val="0"/>
      <w:marTop w:val="0"/>
      <w:marBottom w:val="0"/>
      <w:divBdr>
        <w:top w:val="none" w:sz="0" w:space="0" w:color="auto"/>
        <w:left w:val="none" w:sz="0" w:space="0" w:color="auto"/>
        <w:bottom w:val="none" w:sz="0" w:space="0" w:color="auto"/>
        <w:right w:val="none" w:sz="0" w:space="0" w:color="auto"/>
      </w:divBdr>
      <w:divsChild>
        <w:div w:id="776221591">
          <w:marLeft w:val="0"/>
          <w:marRight w:val="0"/>
          <w:marTop w:val="0"/>
          <w:marBottom w:val="0"/>
          <w:divBdr>
            <w:top w:val="none" w:sz="0" w:space="0" w:color="auto"/>
            <w:left w:val="none" w:sz="0" w:space="0" w:color="auto"/>
            <w:bottom w:val="none" w:sz="0" w:space="0" w:color="auto"/>
            <w:right w:val="none" w:sz="0" w:space="0" w:color="auto"/>
          </w:divBdr>
        </w:div>
      </w:divsChild>
    </w:div>
    <w:div w:id="776221598">
      <w:marLeft w:val="0"/>
      <w:marRight w:val="0"/>
      <w:marTop w:val="0"/>
      <w:marBottom w:val="0"/>
      <w:divBdr>
        <w:top w:val="none" w:sz="0" w:space="0" w:color="auto"/>
        <w:left w:val="none" w:sz="0" w:space="0" w:color="auto"/>
        <w:bottom w:val="none" w:sz="0" w:space="0" w:color="auto"/>
        <w:right w:val="none" w:sz="0" w:space="0" w:color="auto"/>
      </w:divBdr>
    </w:div>
    <w:div w:id="776221599">
      <w:marLeft w:val="0"/>
      <w:marRight w:val="0"/>
      <w:marTop w:val="0"/>
      <w:marBottom w:val="0"/>
      <w:divBdr>
        <w:top w:val="none" w:sz="0" w:space="0" w:color="auto"/>
        <w:left w:val="none" w:sz="0" w:space="0" w:color="auto"/>
        <w:bottom w:val="none" w:sz="0" w:space="0" w:color="auto"/>
        <w:right w:val="none" w:sz="0" w:space="0" w:color="auto"/>
      </w:divBdr>
    </w:div>
    <w:div w:id="776221600">
      <w:marLeft w:val="0"/>
      <w:marRight w:val="0"/>
      <w:marTop w:val="0"/>
      <w:marBottom w:val="0"/>
      <w:divBdr>
        <w:top w:val="none" w:sz="0" w:space="0" w:color="auto"/>
        <w:left w:val="none" w:sz="0" w:space="0" w:color="auto"/>
        <w:bottom w:val="none" w:sz="0" w:space="0" w:color="auto"/>
        <w:right w:val="none" w:sz="0" w:space="0" w:color="auto"/>
      </w:divBdr>
    </w:div>
    <w:div w:id="776221601">
      <w:marLeft w:val="0"/>
      <w:marRight w:val="0"/>
      <w:marTop w:val="0"/>
      <w:marBottom w:val="0"/>
      <w:divBdr>
        <w:top w:val="none" w:sz="0" w:space="0" w:color="auto"/>
        <w:left w:val="none" w:sz="0" w:space="0" w:color="auto"/>
        <w:bottom w:val="none" w:sz="0" w:space="0" w:color="auto"/>
        <w:right w:val="none" w:sz="0" w:space="0" w:color="auto"/>
      </w:divBdr>
    </w:div>
    <w:div w:id="776221603">
      <w:marLeft w:val="0"/>
      <w:marRight w:val="0"/>
      <w:marTop w:val="0"/>
      <w:marBottom w:val="0"/>
      <w:divBdr>
        <w:top w:val="none" w:sz="0" w:space="0" w:color="auto"/>
        <w:left w:val="none" w:sz="0" w:space="0" w:color="auto"/>
        <w:bottom w:val="none" w:sz="0" w:space="0" w:color="auto"/>
        <w:right w:val="none" w:sz="0" w:space="0" w:color="auto"/>
      </w:divBdr>
    </w:div>
    <w:div w:id="776221604">
      <w:marLeft w:val="0"/>
      <w:marRight w:val="0"/>
      <w:marTop w:val="0"/>
      <w:marBottom w:val="0"/>
      <w:divBdr>
        <w:top w:val="none" w:sz="0" w:space="0" w:color="auto"/>
        <w:left w:val="none" w:sz="0" w:space="0" w:color="auto"/>
        <w:bottom w:val="none" w:sz="0" w:space="0" w:color="auto"/>
        <w:right w:val="none" w:sz="0" w:space="0" w:color="auto"/>
      </w:divBdr>
    </w:div>
    <w:div w:id="776221605">
      <w:marLeft w:val="0"/>
      <w:marRight w:val="0"/>
      <w:marTop w:val="0"/>
      <w:marBottom w:val="0"/>
      <w:divBdr>
        <w:top w:val="none" w:sz="0" w:space="0" w:color="auto"/>
        <w:left w:val="none" w:sz="0" w:space="0" w:color="auto"/>
        <w:bottom w:val="none" w:sz="0" w:space="0" w:color="auto"/>
        <w:right w:val="none" w:sz="0" w:space="0" w:color="auto"/>
      </w:divBdr>
      <w:divsChild>
        <w:div w:id="776221580">
          <w:marLeft w:val="0"/>
          <w:marRight w:val="0"/>
          <w:marTop w:val="0"/>
          <w:marBottom w:val="0"/>
          <w:divBdr>
            <w:top w:val="none" w:sz="0" w:space="0" w:color="auto"/>
            <w:left w:val="none" w:sz="0" w:space="0" w:color="auto"/>
            <w:bottom w:val="none" w:sz="0" w:space="0" w:color="auto"/>
            <w:right w:val="none" w:sz="0" w:space="0" w:color="auto"/>
          </w:divBdr>
        </w:div>
        <w:div w:id="776221594">
          <w:marLeft w:val="0"/>
          <w:marRight w:val="0"/>
          <w:marTop w:val="0"/>
          <w:marBottom w:val="0"/>
          <w:divBdr>
            <w:top w:val="none" w:sz="0" w:space="0" w:color="auto"/>
            <w:left w:val="none" w:sz="0" w:space="0" w:color="auto"/>
            <w:bottom w:val="none" w:sz="0" w:space="0" w:color="auto"/>
            <w:right w:val="none" w:sz="0" w:space="0" w:color="auto"/>
          </w:divBdr>
        </w:div>
      </w:divsChild>
    </w:div>
    <w:div w:id="776221606">
      <w:marLeft w:val="0"/>
      <w:marRight w:val="0"/>
      <w:marTop w:val="0"/>
      <w:marBottom w:val="0"/>
      <w:divBdr>
        <w:top w:val="none" w:sz="0" w:space="0" w:color="auto"/>
        <w:left w:val="none" w:sz="0" w:space="0" w:color="auto"/>
        <w:bottom w:val="none" w:sz="0" w:space="0" w:color="auto"/>
        <w:right w:val="none" w:sz="0" w:space="0" w:color="auto"/>
      </w:divBdr>
    </w:div>
    <w:div w:id="776221607">
      <w:marLeft w:val="0"/>
      <w:marRight w:val="0"/>
      <w:marTop w:val="0"/>
      <w:marBottom w:val="0"/>
      <w:divBdr>
        <w:top w:val="none" w:sz="0" w:space="0" w:color="auto"/>
        <w:left w:val="none" w:sz="0" w:space="0" w:color="auto"/>
        <w:bottom w:val="none" w:sz="0" w:space="0" w:color="auto"/>
        <w:right w:val="none" w:sz="0" w:space="0" w:color="auto"/>
      </w:divBdr>
    </w:div>
    <w:div w:id="776221608">
      <w:marLeft w:val="0"/>
      <w:marRight w:val="0"/>
      <w:marTop w:val="0"/>
      <w:marBottom w:val="0"/>
      <w:divBdr>
        <w:top w:val="none" w:sz="0" w:space="0" w:color="auto"/>
        <w:left w:val="none" w:sz="0" w:space="0" w:color="auto"/>
        <w:bottom w:val="none" w:sz="0" w:space="0" w:color="auto"/>
        <w:right w:val="none" w:sz="0" w:space="0" w:color="auto"/>
      </w:divBdr>
    </w:div>
    <w:div w:id="776221609">
      <w:marLeft w:val="0"/>
      <w:marRight w:val="0"/>
      <w:marTop w:val="0"/>
      <w:marBottom w:val="0"/>
      <w:divBdr>
        <w:top w:val="none" w:sz="0" w:space="0" w:color="auto"/>
        <w:left w:val="none" w:sz="0" w:space="0" w:color="auto"/>
        <w:bottom w:val="none" w:sz="0" w:space="0" w:color="auto"/>
        <w:right w:val="none" w:sz="0" w:space="0" w:color="auto"/>
      </w:divBdr>
    </w:div>
    <w:div w:id="776221610">
      <w:marLeft w:val="0"/>
      <w:marRight w:val="0"/>
      <w:marTop w:val="0"/>
      <w:marBottom w:val="0"/>
      <w:divBdr>
        <w:top w:val="none" w:sz="0" w:space="0" w:color="auto"/>
        <w:left w:val="none" w:sz="0" w:space="0" w:color="auto"/>
        <w:bottom w:val="none" w:sz="0" w:space="0" w:color="auto"/>
        <w:right w:val="none" w:sz="0" w:space="0" w:color="auto"/>
      </w:divBdr>
    </w:div>
    <w:div w:id="776221611">
      <w:marLeft w:val="0"/>
      <w:marRight w:val="0"/>
      <w:marTop w:val="0"/>
      <w:marBottom w:val="0"/>
      <w:divBdr>
        <w:top w:val="none" w:sz="0" w:space="0" w:color="auto"/>
        <w:left w:val="none" w:sz="0" w:space="0" w:color="auto"/>
        <w:bottom w:val="none" w:sz="0" w:space="0" w:color="auto"/>
        <w:right w:val="none" w:sz="0" w:space="0" w:color="auto"/>
      </w:divBdr>
    </w:div>
    <w:div w:id="776221612">
      <w:marLeft w:val="0"/>
      <w:marRight w:val="0"/>
      <w:marTop w:val="0"/>
      <w:marBottom w:val="0"/>
      <w:divBdr>
        <w:top w:val="none" w:sz="0" w:space="0" w:color="auto"/>
        <w:left w:val="none" w:sz="0" w:space="0" w:color="auto"/>
        <w:bottom w:val="none" w:sz="0" w:space="0" w:color="auto"/>
        <w:right w:val="none" w:sz="0" w:space="0" w:color="auto"/>
      </w:divBdr>
    </w:div>
    <w:div w:id="776221613">
      <w:marLeft w:val="0"/>
      <w:marRight w:val="0"/>
      <w:marTop w:val="0"/>
      <w:marBottom w:val="0"/>
      <w:divBdr>
        <w:top w:val="none" w:sz="0" w:space="0" w:color="auto"/>
        <w:left w:val="none" w:sz="0" w:space="0" w:color="auto"/>
        <w:bottom w:val="none" w:sz="0" w:space="0" w:color="auto"/>
        <w:right w:val="none" w:sz="0" w:space="0" w:color="auto"/>
      </w:divBdr>
    </w:div>
    <w:div w:id="776221614">
      <w:marLeft w:val="0"/>
      <w:marRight w:val="0"/>
      <w:marTop w:val="0"/>
      <w:marBottom w:val="0"/>
      <w:divBdr>
        <w:top w:val="none" w:sz="0" w:space="0" w:color="auto"/>
        <w:left w:val="none" w:sz="0" w:space="0" w:color="auto"/>
        <w:bottom w:val="none" w:sz="0" w:space="0" w:color="auto"/>
        <w:right w:val="none" w:sz="0" w:space="0" w:color="auto"/>
      </w:divBdr>
    </w:div>
    <w:div w:id="776221615">
      <w:marLeft w:val="0"/>
      <w:marRight w:val="0"/>
      <w:marTop w:val="0"/>
      <w:marBottom w:val="0"/>
      <w:divBdr>
        <w:top w:val="none" w:sz="0" w:space="0" w:color="auto"/>
        <w:left w:val="none" w:sz="0" w:space="0" w:color="auto"/>
        <w:bottom w:val="none" w:sz="0" w:space="0" w:color="auto"/>
        <w:right w:val="none" w:sz="0" w:space="0" w:color="auto"/>
      </w:divBdr>
    </w:div>
    <w:div w:id="776221616">
      <w:marLeft w:val="0"/>
      <w:marRight w:val="0"/>
      <w:marTop w:val="0"/>
      <w:marBottom w:val="0"/>
      <w:divBdr>
        <w:top w:val="none" w:sz="0" w:space="0" w:color="auto"/>
        <w:left w:val="none" w:sz="0" w:space="0" w:color="auto"/>
        <w:bottom w:val="none" w:sz="0" w:space="0" w:color="auto"/>
        <w:right w:val="none" w:sz="0" w:space="0" w:color="auto"/>
      </w:divBdr>
    </w:div>
    <w:div w:id="776221617">
      <w:marLeft w:val="0"/>
      <w:marRight w:val="0"/>
      <w:marTop w:val="0"/>
      <w:marBottom w:val="0"/>
      <w:divBdr>
        <w:top w:val="none" w:sz="0" w:space="0" w:color="auto"/>
        <w:left w:val="none" w:sz="0" w:space="0" w:color="auto"/>
        <w:bottom w:val="none" w:sz="0" w:space="0" w:color="auto"/>
        <w:right w:val="none" w:sz="0" w:space="0" w:color="auto"/>
      </w:divBdr>
    </w:div>
    <w:div w:id="776221618">
      <w:marLeft w:val="0"/>
      <w:marRight w:val="0"/>
      <w:marTop w:val="0"/>
      <w:marBottom w:val="0"/>
      <w:divBdr>
        <w:top w:val="none" w:sz="0" w:space="0" w:color="auto"/>
        <w:left w:val="none" w:sz="0" w:space="0" w:color="auto"/>
        <w:bottom w:val="none" w:sz="0" w:space="0" w:color="auto"/>
        <w:right w:val="none" w:sz="0" w:space="0" w:color="auto"/>
      </w:divBdr>
    </w:div>
    <w:div w:id="776221619">
      <w:marLeft w:val="0"/>
      <w:marRight w:val="0"/>
      <w:marTop w:val="0"/>
      <w:marBottom w:val="0"/>
      <w:divBdr>
        <w:top w:val="none" w:sz="0" w:space="0" w:color="auto"/>
        <w:left w:val="none" w:sz="0" w:space="0" w:color="auto"/>
        <w:bottom w:val="none" w:sz="0" w:space="0" w:color="auto"/>
        <w:right w:val="none" w:sz="0" w:space="0" w:color="auto"/>
      </w:divBdr>
    </w:div>
    <w:div w:id="776221620">
      <w:marLeft w:val="0"/>
      <w:marRight w:val="0"/>
      <w:marTop w:val="0"/>
      <w:marBottom w:val="0"/>
      <w:divBdr>
        <w:top w:val="none" w:sz="0" w:space="0" w:color="auto"/>
        <w:left w:val="none" w:sz="0" w:space="0" w:color="auto"/>
        <w:bottom w:val="none" w:sz="0" w:space="0" w:color="auto"/>
        <w:right w:val="none" w:sz="0" w:space="0" w:color="auto"/>
      </w:divBdr>
    </w:div>
    <w:div w:id="776221621">
      <w:marLeft w:val="0"/>
      <w:marRight w:val="0"/>
      <w:marTop w:val="0"/>
      <w:marBottom w:val="0"/>
      <w:divBdr>
        <w:top w:val="none" w:sz="0" w:space="0" w:color="auto"/>
        <w:left w:val="none" w:sz="0" w:space="0" w:color="auto"/>
        <w:bottom w:val="none" w:sz="0" w:space="0" w:color="auto"/>
        <w:right w:val="none" w:sz="0" w:space="0" w:color="auto"/>
      </w:divBdr>
    </w:div>
    <w:div w:id="776221622">
      <w:marLeft w:val="0"/>
      <w:marRight w:val="0"/>
      <w:marTop w:val="0"/>
      <w:marBottom w:val="0"/>
      <w:divBdr>
        <w:top w:val="none" w:sz="0" w:space="0" w:color="auto"/>
        <w:left w:val="none" w:sz="0" w:space="0" w:color="auto"/>
        <w:bottom w:val="none" w:sz="0" w:space="0" w:color="auto"/>
        <w:right w:val="none" w:sz="0" w:space="0" w:color="auto"/>
      </w:divBdr>
    </w:div>
    <w:div w:id="776221623">
      <w:marLeft w:val="0"/>
      <w:marRight w:val="0"/>
      <w:marTop w:val="0"/>
      <w:marBottom w:val="0"/>
      <w:divBdr>
        <w:top w:val="none" w:sz="0" w:space="0" w:color="auto"/>
        <w:left w:val="none" w:sz="0" w:space="0" w:color="auto"/>
        <w:bottom w:val="none" w:sz="0" w:space="0" w:color="auto"/>
        <w:right w:val="none" w:sz="0" w:space="0" w:color="auto"/>
      </w:divBdr>
    </w:div>
    <w:div w:id="776221624">
      <w:marLeft w:val="0"/>
      <w:marRight w:val="0"/>
      <w:marTop w:val="0"/>
      <w:marBottom w:val="0"/>
      <w:divBdr>
        <w:top w:val="none" w:sz="0" w:space="0" w:color="auto"/>
        <w:left w:val="none" w:sz="0" w:space="0" w:color="auto"/>
        <w:bottom w:val="none" w:sz="0" w:space="0" w:color="auto"/>
        <w:right w:val="none" w:sz="0" w:space="0" w:color="auto"/>
      </w:divBdr>
    </w:div>
    <w:div w:id="776221625">
      <w:marLeft w:val="0"/>
      <w:marRight w:val="0"/>
      <w:marTop w:val="0"/>
      <w:marBottom w:val="0"/>
      <w:divBdr>
        <w:top w:val="none" w:sz="0" w:space="0" w:color="auto"/>
        <w:left w:val="none" w:sz="0" w:space="0" w:color="auto"/>
        <w:bottom w:val="none" w:sz="0" w:space="0" w:color="auto"/>
        <w:right w:val="none" w:sz="0" w:space="0" w:color="auto"/>
      </w:divBdr>
    </w:div>
    <w:div w:id="776221626">
      <w:marLeft w:val="0"/>
      <w:marRight w:val="0"/>
      <w:marTop w:val="0"/>
      <w:marBottom w:val="0"/>
      <w:divBdr>
        <w:top w:val="none" w:sz="0" w:space="0" w:color="auto"/>
        <w:left w:val="none" w:sz="0" w:space="0" w:color="auto"/>
        <w:bottom w:val="none" w:sz="0" w:space="0" w:color="auto"/>
        <w:right w:val="none" w:sz="0" w:space="0" w:color="auto"/>
      </w:divBdr>
    </w:div>
    <w:div w:id="776221627">
      <w:marLeft w:val="0"/>
      <w:marRight w:val="0"/>
      <w:marTop w:val="0"/>
      <w:marBottom w:val="0"/>
      <w:divBdr>
        <w:top w:val="none" w:sz="0" w:space="0" w:color="auto"/>
        <w:left w:val="none" w:sz="0" w:space="0" w:color="auto"/>
        <w:bottom w:val="none" w:sz="0" w:space="0" w:color="auto"/>
        <w:right w:val="none" w:sz="0" w:space="0" w:color="auto"/>
      </w:divBdr>
    </w:div>
    <w:div w:id="776221628">
      <w:marLeft w:val="0"/>
      <w:marRight w:val="0"/>
      <w:marTop w:val="0"/>
      <w:marBottom w:val="0"/>
      <w:divBdr>
        <w:top w:val="none" w:sz="0" w:space="0" w:color="auto"/>
        <w:left w:val="none" w:sz="0" w:space="0" w:color="auto"/>
        <w:bottom w:val="none" w:sz="0" w:space="0" w:color="auto"/>
        <w:right w:val="none" w:sz="0" w:space="0" w:color="auto"/>
      </w:divBdr>
    </w:div>
    <w:div w:id="776221633">
      <w:marLeft w:val="0"/>
      <w:marRight w:val="0"/>
      <w:marTop w:val="0"/>
      <w:marBottom w:val="0"/>
      <w:divBdr>
        <w:top w:val="none" w:sz="0" w:space="0" w:color="auto"/>
        <w:left w:val="none" w:sz="0" w:space="0" w:color="auto"/>
        <w:bottom w:val="none" w:sz="0" w:space="0" w:color="auto"/>
        <w:right w:val="none" w:sz="0" w:space="0" w:color="auto"/>
      </w:divBdr>
      <w:divsChild>
        <w:div w:id="776221629">
          <w:marLeft w:val="45"/>
          <w:marRight w:val="0"/>
          <w:marTop w:val="0"/>
          <w:marBottom w:val="0"/>
          <w:divBdr>
            <w:top w:val="none" w:sz="0" w:space="0" w:color="auto"/>
            <w:left w:val="none" w:sz="0" w:space="0" w:color="auto"/>
            <w:bottom w:val="none" w:sz="0" w:space="0" w:color="auto"/>
            <w:right w:val="none" w:sz="0" w:space="0" w:color="auto"/>
          </w:divBdr>
        </w:div>
        <w:div w:id="776221631">
          <w:marLeft w:val="45"/>
          <w:marRight w:val="0"/>
          <w:marTop w:val="0"/>
          <w:marBottom w:val="0"/>
          <w:divBdr>
            <w:top w:val="none" w:sz="0" w:space="0" w:color="auto"/>
            <w:left w:val="none" w:sz="0" w:space="0" w:color="auto"/>
            <w:bottom w:val="none" w:sz="0" w:space="0" w:color="auto"/>
            <w:right w:val="none" w:sz="0" w:space="0" w:color="auto"/>
          </w:divBdr>
        </w:div>
        <w:div w:id="776221635">
          <w:marLeft w:val="45"/>
          <w:marRight w:val="0"/>
          <w:marTop w:val="0"/>
          <w:marBottom w:val="0"/>
          <w:divBdr>
            <w:top w:val="none" w:sz="0" w:space="0" w:color="auto"/>
            <w:left w:val="none" w:sz="0" w:space="0" w:color="auto"/>
            <w:bottom w:val="none" w:sz="0" w:space="0" w:color="auto"/>
            <w:right w:val="none" w:sz="0" w:space="0" w:color="auto"/>
          </w:divBdr>
        </w:div>
      </w:divsChild>
    </w:div>
    <w:div w:id="776221636">
      <w:marLeft w:val="0"/>
      <w:marRight w:val="0"/>
      <w:marTop w:val="0"/>
      <w:marBottom w:val="0"/>
      <w:divBdr>
        <w:top w:val="none" w:sz="0" w:space="0" w:color="auto"/>
        <w:left w:val="none" w:sz="0" w:space="0" w:color="auto"/>
        <w:bottom w:val="none" w:sz="0" w:space="0" w:color="auto"/>
        <w:right w:val="none" w:sz="0" w:space="0" w:color="auto"/>
      </w:divBdr>
      <w:divsChild>
        <w:div w:id="776221630">
          <w:marLeft w:val="45"/>
          <w:marRight w:val="0"/>
          <w:marTop w:val="0"/>
          <w:marBottom w:val="0"/>
          <w:divBdr>
            <w:top w:val="none" w:sz="0" w:space="0" w:color="auto"/>
            <w:left w:val="none" w:sz="0" w:space="0" w:color="auto"/>
            <w:bottom w:val="none" w:sz="0" w:space="0" w:color="auto"/>
            <w:right w:val="none" w:sz="0" w:space="0" w:color="auto"/>
          </w:divBdr>
        </w:div>
        <w:div w:id="776221632">
          <w:marLeft w:val="45"/>
          <w:marRight w:val="0"/>
          <w:marTop w:val="0"/>
          <w:marBottom w:val="0"/>
          <w:divBdr>
            <w:top w:val="none" w:sz="0" w:space="0" w:color="auto"/>
            <w:left w:val="none" w:sz="0" w:space="0" w:color="auto"/>
            <w:bottom w:val="none" w:sz="0" w:space="0" w:color="auto"/>
            <w:right w:val="none" w:sz="0" w:space="0" w:color="auto"/>
          </w:divBdr>
        </w:div>
        <w:div w:id="776221634">
          <w:marLeft w:val="4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monthly-forecast/october-2019-monthly-forecast/" TargetMode="External"/><Relationship Id="rId18" Type="http://schemas.openxmlformats.org/officeDocument/2006/relationships/hyperlink" Target="https://thepowerpath.com/monthly-forecast/october-2019-monthly-forecas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manantialcaduceo.com.ar/libros.htm" TargetMode="External"/><Relationship Id="rId7" Type="http://schemas.openxmlformats.org/officeDocument/2006/relationships/hyperlink" Target="http://thepowerpath.com" TargetMode="External"/><Relationship Id="rId12" Type="http://schemas.openxmlformats.org/officeDocument/2006/relationships/hyperlink" Target="https://thepowerpath.com/monthly-forecast/october-2019-monthly-forecast/" TargetMode="External"/><Relationship Id="rId17" Type="http://schemas.openxmlformats.org/officeDocument/2006/relationships/hyperlink" Target="https://thepowerpath.com/monthly-forecast/october-2019-monthly-forecast/"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thepowerpath.com/shamans-market/audio/monthly-support/navigating-october-2019-monthly-support/" TargetMode="External"/><Relationship Id="rId20" Type="http://schemas.openxmlformats.org/officeDocument/2006/relationships/hyperlink" Target="https://thepowerpath.com/shamans-market/audio/monthly-support/navigating-august-2019-monthly-suppor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navigating-october-2019-monthly-support/"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hepowerpath.com/monthly-forecast/october-2019-monthly-forecast/" TargetMode="External"/><Relationship Id="rId23" Type="http://schemas.openxmlformats.org/officeDocument/2006/relationships/hyperlink" Target="http://www.egrupos.net/grupo/laeradelahora/alta" TargetMode="External"/><Relationship Id="rId10" Type="http://schemas.openxmlformats.org/officeDocument/2006/relationships/image" Target="media/image1.jpeg"/><Relationship Id="rId19" Type="http://schemas.openxmlformats.org/officeDocument/2006/relationships/hyperlink" Target="https://thepowerpath.com/shamans-market/audio/monthly-support/navigating-august-2019-monthly-support/"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classes-workshops/online-courses/power-path-good-boundaries-protection/" TargetMode="External"/><Relationship Id="rId22" Type="http://schemas.openxmlformats.org/officeDocument/2006/relationships/hyperlink" Target="https://www.facebook.com/ManantialCaduceo"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333</TotalTime>
  <Pages>5</Pages>
  <Words>3250</Words>
  <Characters>17880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8</cp:revision>
  <dcterms:created xsi:type="dcterms:W3CDTF">2019-10-01T22:49:00Z</dcterms:created>
  <dcterms:modified xsi:type="dcterms:W3CDTF">2019-10-05T05:02:00Z</dcterms:modified>
</cp:coreProperties>
</file>