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358A7" w:rsidRPr="00C21B5F" w:rsidRDefault="006358A7" w:rsidP="00C21B5F">
      <w:pPr>
        <w:suppressAutoHyphens w:val="0"/>
        <w:jc w:val="center"/>
        <w:rPr>
          <w:sz w:val="32"/>
          <w:szCs w:val="32"/>
        </w:rPr>
      </w:pPr>
      <w:r w:rsidRPr="00C21B5F">
        <w:rPr>
          <w:rFonts w:ascii="Trebuchet MS" w:hAnsi="Trebuchet MS" w:cs="Trebuchet MS"/>
          <w:smallCaps/>
          <w:shadow/>
          <w:color w:val="000000"/>
          <w:sz w:val="32"/>
          <w:szCs w:val="32"/>
        </w:rPr>
        <w:t>IN</w:t>
      </w:r>
      <w:r w:rsidRPr="00C21B5F">
        <w:rPr>
          <w:rFonts w:ascii="Trebuchet MS" w:hAnsi="Trebuchet MS" w:cs="Trebuchet MS"/>
          <w:shadow/>
          <w:color w:val="000000"/>
          <w:sz w:val="32"/>
          <w:szCs w:val="32"/>
        </w:rPr>
        <w:t>FO</w:t>
      </w:r>
      <w:r>
        <w:rPr>
          <w:rFonts w:ascii="Trebuchet MS" w:hAnsi="Trebuchet MS" w:cs="Trebuchet MS"/>
          <w:shadow/>
          <w:color w:val="000000"/>
          <w:sz w:val="32"/>
          <w:szCs w:val="32"/>
        </w:rPr>
        <w:t xml:space="preserve">RME DEL CLIMA CÓSMICO DE </w:t>
      </w:r>
      <w:r>
        <w:rPr>
          <w:rFonts w:ascii="Trebuchet MS" w:hAnsi="Trebuchet MS" w:cs="Trebuchet MS"/>
          <w:smallCaps/>
          <w:shadow/>
          <w:color w:val="000000"/>
          <w:sz w:val="36"/>
          <w:szCs w:val="36"/>
        </w:rPr>
        <w:t>Octubre</w:t>
      </w:r>
      <w:r>
        <w:rPr>
          <w:rFonts w:ascii="Trebuchet MS" w:hAnsi="Trebuchet MS" w:cs="Trebuchet MS"/>
          <w:shadow/>
          <w:color w:val="000000"/>
          <w:sz w:val="32"/>
          <w:szCs w:val="32"/>
        </w:rPr>
        <w:t xml:space="preserve"> 2023</w:t>
      </w:r>
      <w:r w:rsidRPr="00C21B5F">
        <w:rPr>
          <w:rFonts w:ascii="Trebuchet MS" w:hAnsi="Trebuchet MS" w:cs="Trebuchet MS"/>
          <w:shadow/>
          <w:color w:val="000000"/>
          <w:sz w:val="32"/>
          <w:szCs w:val="32"/>
        </w:rPr>
        <w:br/>
      </w:r>
      <w:r w:rsidRPr="007B5F99">
        <w:rPr>
          <w:rFonts w:ascii="Trebuchet MS" w:hAnsi="Trebuchet MS" w:cs="Trebuchet MS"/>
          <w:smallCaps/>
          <w:shadow/>
          <w:color w:val="000000"/>
          <w:sz w:val="36"/>
          <w:szCs w:val="36"/>
        </w:rPr>
        <w:t>~</w:t>
      </w:r>
      <w:r>
        <w:rPr>
          <w:rFonts w:ascii="Trebuchet MS" w:hAnsi="Trebuchet MS" w:cs="Trebuchet MS"/>
          <w:smallCaps/>
          <w:shadow/>
          <w:color w:val="000000"/>
          <w:sz w:val="36"/>
          <w:szCs w:val="36"/>
        </w:rPr>
        <w:t xml:space="preserve"> Despertar de la Amnesia: Eclipse de Luna Nueva en Libra </w:t>
      </w:r>
      <w:r w:rsidRPr="007B5F99">
        <w:rPr>
          <w:rFonts w:ascii="Trebuchet MS" w:hAnsi="Trebuchet MS" w:cs="Arial"/>
          <w:smallCaps/>
          <w:shadow/>
          <w:color w:val="000000"/>
          <w:sz w:val="36"/>
          <w:szCs w:val="36"/>
        </w:rPr>
        <w:t xml:space="preserve">~ </w:t>
      </w:r>
      <w:r w:rsidRPr="009C0555">
        <w:rPr>
          <w:rFonts w:ascii="Arial" w:hAnsi="Arial" w:cs="Arial"/>
          <w:color w:val="000000"/>
          <w:sz w:val="36"/>
          <w:szCs w:val="36"/>
        </w:rPr>
        <w:br/>
      </w:r>
      <w:r w:rsidRPr="004C4C29"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por Mark Borax</w:t>
      </w:r>
    </w:p>
    <w:p w:rsidR="006358A7" w:rsidRPr="008801A5" w:rsidRDefault="006358A7">
      <w:pPr>
        <w:jc w:val="center"/>
        <w:rPr>
          <w:rFonts w:ascii="Arial" w:hAnsi="Arial" w:cs="Arial"/>
          <w:color w:val="666699"/>
          <w:sz w:val="20"/>
          <w:szCs w:val="20"/>
          <w:lang w:val="en-US"/>
        </w:rPr>
      </w:pPr>
      <w:hyperlink r:id="rId7" w:history="1">
        <w:r w:rsidRPr="008801A5">
          <w:rPr>
            <w:rStyle w:val="Hyperlink"/>
            <w:rFonts w:ascii="Arial" w:hAnsi="Arial" w:cs="Arial"/>
            <w:color w:val="666699"/>
            <w:sz w:val="20"/>
            <w:lang w:val="en-US"/>
          </w:rPr>
          <w:t>www.markborax.com</w:t>
        </w:r>
      </w:hyperlink>
      <w:r w:rsidRPr="008801A5">
        <w:rPr>
          <w:rFonts w:ascii="Arial" w:hAnsi="Arial" w:cs="Arial"/>
          <w:color w:val="666699"/>
          <w:sz w:val="20"/>
          <w:szCs w:val="20"/>
          <w:lang w:val="en-US"/>
        </w:rPr>
        <w:t xml:space="preserve"> </w:t>
      </w:r>
    </w:p>
    <w:p w:rsidR="006358A7" w:rsidRPr="008801A5" w:rsidRDefault="006358A7" w:rsidP="009C0555">
      <w:pPr>
        <w:jc w:val="center"/>
        <w:rPr>
          <w:lang w:val="en-US"/>
        </w:rPr>
      </w:pPr>
      <w:smartTag w:uri="urn:schemas-microsoft-com:office:smarttags" w:element="City">
        <w:smartTag w:uri="urn:schemas-microsoft-com:office:smarttags" w:element="place">
          <w:r w:rsidRPr="008801A5">
            <w:rPr>
              <w:rFonts w:ascii="Arial" w:hAnsi="Arial" w:cs="Arial"/>
              <w:color w:val="000000"/>
              <w:sz w:val="20"/>
              <w:szCs w:val="20"/>
              <w:lang w:val="en-US"/>
            </w:rPr>
            <w:t>Putney Mountain</w:t>
          </w:r>
        </w:smartTag>
        <w:r w:rsidRPr="008801A5">
          <w:rPr>
            <w:rFonts w:ascii="Arial" w:hAnsi="Arial" w:cs="Arial"/>
            <w:color w:val="000000"/>
            <w:sz w:val="20"/>
            <w:szCs w:val="20"/>
            <w:lang w:val="en-US"/>
          </w:rPr>
          <w:t>,</w:t>
        </w:r>
        <w:smartTag w:uri="urn:schemas-microsoft-com:office:smarttags" w:element="country-region">
          <w:r w:rsidRPr="008801A5">
            <w:rPr>
              <w:rFonts w:ascii="Arial" w:hAnsi="Arial" w:cs="Arial"/>
              <w:color w:val="000000"/>
              <w:sz w:val="20"/>
              <w:szCs w:val="20"/>
              <w:lang w:val="en-US"/>
            </w:rPr>
            <w:t>Vermont</w:t>
          </w:r>
        </w:smartTag>
        <w:r w:rsidRPr="008801A5">
          <w:rPr>
            <w:rFonts w:ascii="Arial" w:hAnsi="Arial" w:cs="Arial"/>
            <w:color w:val="000000"/>
            <w:sz w:val="20"/>
            <w:szCs w:val="20"/>
            <w:lang w:val="en-US"/>
          </w:rPr>
          <w:t xml:space="preserve">, </w:t>
        </w:r>
        <w:smartTag w:uri="urn:schemas-microsoft-com:office:smarttags" w:element="country-region">
          <w:r w:rsidRPr="008801A5">
            <w:rPr>
              <w:rFonts w:ascii="Arial" w:hAnsi="Arial" w:cs="Arial"/>
              <w:color w:val="000000"/>
              <w:sz w:val="20"/>
              <w:szCs w:val="20"/>
              <w:lang w:val="en-US"/>
            </w:rPr>
            <w:t>USA</w:t>
          </w:r>
        </w:smartTag>
      </w:smartTag>
      <w:r w:rsidRPr="008801A5">
        <w:rPr>
          <w:rFonts w:ascii="Arial" w:hAnsi="Arial" w:cs="Arial"/>
          <w:color w:val="000000"/>
          <w:sz w:val="20"/>
          <w:szCs w:val="20"/>
          <w:lang w:val="en-US"/>
        </w:rPr>
        <w:t xml:space="preserve">  </w:t>
      </w:r>
    </w:p>
    <w:p w:rsidR="006358A7" w:rsidRDefault="006358A7" w:rsidP="009C0555">
      <w:pPr>
        <w:jc w:val="center"/>
      </w:pPr>
      <w:r>
        <w:rPr>
          <w:rFonts w:ascii="Arial" w:hAnsi="Arial" w:cs="Arial"/>
          <w:color w:val="000000"/>
          <w:sz w:val="20"/>
          <w:szCs w:val="20"/>
        </w:rPr>
        <w:t>5</w:t>
      </w:r>
      <w:r w:rsidRPr="0038246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de Octubre 2023</w:t>
      </w:r>
    </w:p>
    <w:p w:rsidR="006358A7" w:rsidRDefault="006358A7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6358A7" w:rsidRDefault="006358A7">
      <w:pPr>
        <w:rPr>
          <w:rFonts w:ascii="Liberation Serif" w:hAnsi="Liberation Serif" w:cs="Liberation Serif"/>
          <w:b/>
          <w:bCs/>
          <w:i/>
          <w:iCs/>
          <w:color w:val="000000"/>
          <w:sz w:val="20"/>
          <w:szCs w:val="20"/>
          <w:lang w:eastAsia="es-ES"/>
        </w:rPr>
      </w:pPr>
    </w:p>
    <w:p w:rsidR="006358A7" w:rsidRPr="00297A07" w:rsidRDefault="006358A7">
      <w:pPr>
        <w:suppressAutoHyphens w:val="0"/>
        <w:rPr>
          <w:rFonts w:ascii="Arial" w:hAnsi="Arial" w:cs="Arial"/>
          <w:b/>
          <w:bCs/>
          <w:i/>
          <w:iCs/>
          <w:color w:val="18714A"/>
          <w:sz w:val="20"/>
          <w:szCs w:val="20"/>
          <w:lang w:eastAsia="es-ES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6358A7" w:rsidRPr="00E53C6B" w:rsidRDefault="006358A7" w:rsidP="003512C1">
      <w:pPr>
        <w:jc w:val="center"/>
        <w:rPr>
          <w:rFonts w:ascii="Arial" w:hAnsi="Arial" w:cs="Arial"/>
          <w:bCs/>
          <w:iCs/>
          <w:color w:val="000000"/>
          <w:sz w:val="20"/>
          <w:szCs w:val="20"/>
          <w:lang w:val="en-US"/>
        </w:rPr>
      </w:pPr>
      <w:r w:rsidRPr="000D339D">
        <w:rPr>
          <w:rFonts w:ascii="Arial" w:hAnsi="Arial" w:cs="Arial"/>
          <w:bCs/>
          <w:iCs/>
          <w:color w:val="000000"/>
          <w:sz w:val="20"/>
          <w:szCs w:val="20"/>
          <w:lang w:val="es-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293.25pt">
            <v:imagedata r:id="rId8" o:title=""/>
          </v:shape>
        </w:pict>
      </w:r>
      <w:r w:rsidRPr="00E53C6B">
        <w:rPr>
          <w:rFonts w:ascii="Arial" w:hAnsi="Arial" w:cs="Arial"/>
          <w:bCs/>
          <w:iCs/>
          <w:color w:val="000000"/>
          <w:sz w:val="20"/>
          <w:szCs w:val="20"/>
          <w:lang w:val="en-US"/>
        </w:rPr>
        <w:br/>
        <w:t xml:space="preserve">Imagen </w:t>
      </w:r>
      <w:r>
        <w:rPr>
          <w:rFonts w:ascii="Arial" w:hAnsi="Arial" w:cs="Arial"/>
          <w:sz w:val="20"/>
          <w:szCs w:val="20"/>
          <w:lang w:val="en-US"/>
        </w:rPr>
        <w:t>Angu Walters and Evanson Me</w:t>
      </w:r>
      <w:r w:rsidRPr="00E53C6B">
        <w:rPr>
          <w:rFonts w:ascii="Arial" w:hAnsi="Arial" w:cs="Arial"/>
          <w:sz w:val="20"/>
          <w:szCs w:val="20"/>
          <w:lang w:val="en-US"/>
        </w:rPr>
        <w:t>in</w:t>
      </w:r>
    </w:p>
    <w:p w:rsidR="006358A7" w:rsidRPr="00E53C6B" w:rsidRDefault="006358A7" w:rsidP="006C0FD9">
      <w:pPr>
        <w:rPr>
          <w:rFonts w:ascii="Arial" w:hAnsi="Arial" w:cs="Arial"/>
          <w:bCs/>
          <w:iCs/>
          <w:color w:val="000000"/>
          <w:sz w:val="20"/>
          <w:szCs w:val="20"/>
          <w:lang w:val="en-US"/>
        </w:rPr>
      </w:pPr>
    </w:p>
    <w:p w:rsidR="006358A7" w:rsidRPr="006C0FD9" w:rsidRDefault="006358A7" w:rsidP="006C0FD9">
      <w:pPr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  <w:r w:rsidRPr="006C0FD9">
        <w:rPr>
          <w:rFonts w:ascii="Arial" w:hAnsi="Arial" w:cs="Arial"/>
          <w:bCs/>
          <w:iCs/>
          <w:color w:val="000000"/>
          <w:sz w:val="20"/>
          <w:szCs w:val="20"/>
          <w:lang w:val="es-AR"/>
        </w:rPr>
        <w:t>Por el astrólogo Mark Borax de Soul Level</w:t>
      </w:r>
    </w:p>
    <w:p w:rsidR="006358A7" w:rsidRDefault="006358A7" w:rsidP="006C0FD9">
      <w:pPr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  <w:r w:rsidRPr="006C0FD9">
        <w:rPr>
          <w:rFonts w:ascii="Arial" w:hAnsi="Arial" w:cs="Arial"/>
          <w:bCs/>
          <w:iCs/>
          <w:color w:val="000000"/>
          <w:sz w:val="20"/>
          <w:szCs w:val="20"/>
          <w:lang w:val="es-AR"/>
        </w:rPr>
        <w:t>Monte Putney, Vermont</w:t>
      </w:r>
    </w:p>
    <w:p w:rsidR="006358A7" w:rsidRPr="006C0FD9" w:rsidRDefault="006358A7" w:rsidP="006C0FD9">
      <w:pPr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</w:p>
    <w:p w:rsidR="006358A7" w:rsidRPr="000D339D" w:rsidRDefault="006358A7" w:rsidP="000D339D">
      <w:pPr>
        <w:jc w:val="both"/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  <w:r w:rsidRPr="000D339D">
        <w:rPr>
          <w:rFonts w:ascii="Arial" w:hAnsi="Arial" w:cs="Arial"/>
          <w:bCs/>
          <w:iCs/>
          <w:color w:val="000000"/>
          <w:sz w:val="20"/>
          <w:szCs w:val="20"/>
          <w:lang w:val="es-AR"/>
        </w:rPr>
        <w:t>Un eclipse solar a mediados de mes (14 de octubre a las 13:55 hora del este) te convoca a despertar de la amnesia y hacer estallar falsos patrones de relación, que es el mensaje de 22° de Libra, donde tiene lugar el eclipse de Luna Nueva.</w:t>
      </w:r>
    </w:p>
    <w:p w:rsidR="006358A7" w:rsidRPr="000D339D" w:rsidRDefault="006358A7" w:rsidP="000D339D">
      <w:pPr>
        <w:jc w:val="both"/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</w:p>
    <w:p w:rsidR="006358A7" w:rsidRPr="000D339D" w:rsidRDefault="006358A7" w:rsidP="000D339D">
      <w:pPr>
        <w:jc w:val="both"/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  <w:r w:rsidRPr="000D339D">
        <w:rPr>
          <w:rFonts w:ascii="Arial" w:hAnsi="Arial" w:cs="Arial"/>
          <w:bCs/>
          <w:iCs/>
          <w:color w:val="000000"/>
          <w:sz w:val="20"/>
          <w:szCs w:val="20"/>
          <w:lang w:val="es-AR"/>
        </w:rPr>
        <w:t>Este año, en todo el mundo, con la Cola del Dragón en Libra, se hace un llamado a la Camaradería Auténtica, pero no puedes evolucionar tus relaciones con los demás hasta ese punto hasta que hagas lo mismo con tu relación contigo mismo.</w:t>
      </w:r>
    </w:p>
    <w:p w:rsidR="006358A7" w:rsidRPr="000D339D" w:rsidRDefault="006358A7" w:rsidP="000D339D">
      <w:pPr>
        <w:jc w:val="both"/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</w:p>
    <w:p w:rsidR="006358A7" w:rsidRPr="000D339D" w:rsidRDefault="006358A7" w:rsidP="000D339D">
      <w:pPr>
        <w:jc w:val="both"/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  <w:r w:rsidRPr="000D339D">
        <w:rPr>
          <w:rFonts w:ascii="Arial" w:hAnsi="Arial" w:cs="Arial"/>
          <w:bCs/>
          <w:iCs/>
          <w:color w:val="000000"/>
          <w:sz w:val="20"/>
          <w:szCs w:val="20"/>
          <w:lang w:val="es-AR"/>
        </w:rPr>
        <w:t>La Cola del Dragón, también conocida como Nodo Sur de la Luna, marca el viejo karma que tenemos que revertir para abrir el futuro brillante.</w:t>
      </w:r>
    </w:p>
    <w:p w:rsidR="006358A7" w:rsidRPr="000D339D" w:rsidRDefault="006358A7" w:rsidP="000D339D">
      <w:pPr>
        <w:jc w:val="both"/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</w:p>
    <w:p w:rsidR="006358A7" w:rsidRPr="000D339D" w:rsidRDefault="006358A7" w:rsidP="000D339D">
      <w:pPr>
        <w:jc w:val="both"/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  <w:r w:rsidRPr="000D339D">
        <w:rPr>
          <w:rFonts w:ascii="Arial" w:hAnsi="Arial" w:cs="Arial"/>
          <w:bCs/>
          <w:iCs/>
          <w:color w:val="000000"/>
          <w:sz w:val="20"/>
          <w:szCs w:val="20"/>
          <w:lang w:val="es-AR"/>
        </w:rPr>
        <w:t>La amnesia que amenaza con destruir nuestro planeta y nuestra especie es que hemos olvidado que estamos hechos de amor y hemos caído en la ilusión de que estamos aquí para que todo siga como está en lugar de vivir nuestras vidas al servicio. de lo que apreciamos.</w:t>
      </w:r>
    </w:p>
    <w:p w:rsidR="006358A7" w:rsidRPr="000D339D" w:rsidRDefault="006358A7" w:rsidP="000D339D">
      <w:pPr>
        <w:jc w:val="both"/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</w:p>
    <w:p w:rsidR="006358A7" w:rsidRPr="000D339D" w:rsidRDefault="006358A7" w:rsidP="000D339D">
      <w:pPr>
        <w:jc w:val="both"/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  <w:r w:rsidRPr="000D339D">
        <w:rPr>
          <w:rFonts w:ascii="Arial" w:hAnsi="Arial" w:cs="Arial"/>
          <w:bCs/>
          <w:iCs/>
          <w:color w:val="000000"/>
          <w:sz w:val="20"/>
          <w:szCs w:val="20"/>
          <w:lang w:val="es-AR"/>
        </w:rPr>
        <w:t>Cuando despiertas al amor del que estás hecho, sacudes los pasillos del falso poder que se han apoderado del gobierno, la educación, la medicina y los medios de comunicación del mundo.</w:t>
      </w:r>
    </w:p>
    <w:p w:rsidR="006358A7" w:rsidRPr="000D339D" w:rsidRDefault="006358A7" w:rsidP="000D339D">
      <w:pPr>
        <w:jc w:val="both"/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</w:p>
    <w:p w:rsidR="006358A7" w:rsidRPr="000D339D" w:rsidRDefault="006358A7" w:rsidP="000D339D">
      <w:pPr>
        <w:jc w:val="both"/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  <w:r w:rsidRPr="000D339D">
        <w:rPr>
          <w:rFonts w:ascii="Arial" w:hAnsi="Arial" w:cs="Arial"/>
          <w:bCs/>
          <w:iCs/>
          <w:color w:val="000000"/>
          <w:sz w:val="20"/>
          <w:szCs w:val="20"/>
          <w:lang w:val="es-AR"/>
        </w:rPr>
        <w:t>Frente a la Cola del Dragón en Libra está el camino de Aries hacia un futuro claro y brillante que se abre cuando establecemos una relación correcta con nosotros mismos.</w:t>
      </w:r>
    </w:p>
    <w:p w:rsidR="006358A7" w:rsidRPr="000D339D" w:rsidRDefault="006358A7" w:rsidP="000D339D">
      <w:pPr>
        <w:jc w:val="both"/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  <w:r w:rsidRPr="000D339D">
        <w:rPr>
          <w:rFonts w:ascii="Arial" w:hAnsi="Arial" w:cs="Arial"/>
          <w:bCs/>
          <w:iCs/>
          <w:color w:val="000000"/>
          <w:sz w:val="20"/>
          <w:szCs w:val="20"/>
          <w:lang w:val="es-AR"/>
        </w:rPr>
        <w:t xml:space="preserve"> </w:t>
      </w:r>
    </w:p>
    <w:p w:rsidR="006358A7" w:rsidRDefault="006358A7" w:rsidP="000D339D">
      <w:pPr>
        <w:jc w:val="both"/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  <w:r w:rsidRPr="000D339D">
        <w:rPr>
          <w:rFonts w:ascii="Arial" w:hAnsi="Arial" w:cs="Arial"/>
          <w:bCs/>
          <w:iCs/>
          <w:color w:val="000000"/>
          <w:sz w:val="20"/>
          <w:szCs w:val="20"/>
          <w:lang w:val="es-AR"/>
        </w:rPr>
        <w:t>Superar el falso yo restaura la auténtica identidad, que a su vez evoluciona hacia una auténtica camaradería, y ahora mismo necesitamos todos los verdaderos amigos, colaboradores, cohortes y amantes que podamos conseguir para eliminar la versión No-Amor de la sociedad humana y volver a la normalidad. lo que aprendimos en los años sesenta, que el amor es señor de todo.</w:t>
      </w:r>
    </w:p>
    <w:p w:rsidR="006358A7" w:rsidRDefault="006358A7" w:rsidP="000D339D">
      <w:pPr>
        <w:jc w:val="both"/>
        <w:rPr>
          <w:rFonts w:ascii="Arial" w:hAnsi="Arial" w:cs="Arial"/>
          <w:bCs/>
          <w:iCs/>
          <w:color w:val="000000"/>
          <w:sz w:val="20"/>
          <w:szCs w:val="20"/>
          <w:lang w:val="es-AR"/>
        </w:rPr>
      </w:pPr>
    </w:p>
    <w:p w:rsidR="006358A7" w:rsidRPr="00D72659" w:rsidRDefault="006358A7" w:rsidP="000D339D">
      <w:pPr>
        <w:jc w:val="both"/>
        <w:rPr>
          <w:rFonts w:ascii="Arial" w:hAnsi="Arial" w:cs="Arial"/>
          <w:sz w:val="20"/>
          <w:szCs w:val="20"/>
        </w:rPr>
      </w:pPr>
      <w:r w:rsidRPr="00D72659">
        <w:rPr>
          <w:rFonts w:ascii="Arial" w:hAnsi="Arial" w:cs="Arial"/>
          <w:bCs/>
          <w:iCs/>
          <w:color w:val="000000"/>
          <w:sz w:val="20"/>
          <w:szCs w:val="20"/>
          <w:lang w:val="es-AR"/>
        </w:rPr>
        <w:br/>
      </w:r>
      <w:r>
        <w:rPr>
          <w:rFonts w:ascii="Bradley Hand ITC" w:hAnsi="Bradley Hand ITC" w:cs="Bradley Hand ITC"/>
          <w:b/>
          <w:bCs/>
          <w:i/>
          <w:iCs/>
          <w:color w:val="000000"/>
          <w:sz w:val="40"/>
          <w:szCs w:val="40"/>
          <w:lang w:val="es-AR"/>
        </w:rPr>
        <w:t>¿Quien eres en realidad? ¿Para qué estás aquí?</w:t>
      </w:r>
    </w:p>
    <w:p w:rsidR="006358A7" w:rsidRDefault="006358A7" w:rsidP="00BD5882">
      <w:pPr>
        <w:jc w:val="center"/>
      </w:pPr>
      <w:r>
        <w:rPr>
          <w:rFonts w:ascii="Bradley Hand ITC" w:hAnsi="Bradley Hand ITC" w:cs="Bradley Hand ITC"/>
          <w:b/>
          <w:bCs/>
          <w:i/>
          <w:iCs/>
          <w:color w:val="000000"/>
          <w:sz w:val="40"/>
          <w:szCs w:val="40"/>
          <w:lang w:val="es-AR"/>
        </w:rPr>
        <w:t>¿Cuánto tiempo más estás dispuesto a esperar?¡Adelante!</w:t>
      </w:r>
    </w:p>
    <w:p w:rsidR="006358A7" w:rsidRDefault="006358A7">
      <w:pPr>
        <w:spacing w:before="100" w:after="100"/>
        <w:jc w:val="both"/>
        <w:rPr>
          <w:rFonts w:ascii="Arial" w:hAnsi="Arial" w:cs="Arial"/>
          <w:color w:val="000000"/>
          <w:sz w:val="20"/>
          <w:szCs w:val="20"/>
          <w:lang w:val="es-AR"/>
        </w:rPr>
      </w:pPr>
      <w:r w:rsidRPr="00DC6B1A">
        <w:rPr>
          <w:rFonts w:ascii="Liberation Serif" w:hAnsi="Liberation Serif" w:cs="Liberation Serif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  <w:lang w:val="es-AR"/>
        </w:rPr>
        <w:t xml:space="preserve">Mark Borax es un maestro, astrólogo y autor renombrado que vive en Vermont y escribe el boletín electrónico “Reporte del Clima Cósmico” mensualmente. Él ofrece lecturas por teléfono y en persona, y clases que catalizan la evolución individual. </w:t>
      </w:r>
      <w:hyperlink r:id="rId9" w:history="1">
        <w:r>
          <w:rPr>
            <w:rStyle w:val="Hyperlink"/>
            <w:rFonts w:ascii="Arial" w:hAnsi="Arial" w:cs="Arial"/>
            <w:color w:val="49B3FF"/>
            <w:sz w:val="20"/>
            <w:lang w:val="es-AR"/>
          </w:rPr>
          <w:t>www.markborax.com</w:t>
        </w:r>
      </w:hyperlink>
    </w:p>
    <w:p w:rsidR="006358A7" w:rsidRDefault="006358A7">
      <w:pPr>
        <w:spacing w:before="100" w:after="100"/>
        <w:jc w:val="center"/>
      </w:pPr>
      <w:r>
        <w:rPr>
          <w:rFonts w:ascii="Arial" w:hAnsi="Arial" w:cs="Arial"/>
          <w:color w:val="000000"/>
          <w:sz w:val="20"/>
          <w:szCs w:val="20"/>
          <w:lang w:val="es-AR"/>
        </w:rPr>
        <w:t>* * * * * * * * * *</w:t>
      </w:r>
    </w:p>
    <w:p w:rsidR="006358A7" w:rsidRPr="00BE0489" w:rsidRDefault="006358A7">
      <w:pPr>
        <w:rPr>
          <w:rFonts w:ascii="Arial" w:hAnsi="Arial" w:cs="Arial"/>
          <w:color w:val="050505"/>
          <w:sz w:val="20"/>
          <w:szCs w:val="20"/>
          <w:lang w:eastAsia="es-ES"/>
        </w:rPr>
      </w:pPr>
    </w:p>
    <w:sectPr w:rsidR="006358A7" w:rsidRPr="00BE0489" w:rsidSect="00BC2F28">
      <w:footerReference w:type="even" r:id="rId10"/>
      <w:footerReference w:type="default" r:id="rId11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8A7" w:rsidRDefault="006358A7">
      <w:r>
        <w:separator/>
      </w:r>
    </w:p>
  </w:endnote>
  <w:endnote w:type="continuationSeparator" w:id="0">
    <w:p w:rsidR="006358A7" w:rsidRDefault="00635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Lucida Sans Unicode"/>
    <w:panose1 w:val="020B0602040502020204"/>
    <w:charset w:val="00"/>
    <w:family w:val="swiss"/>
    <w:pitch w:val="variable"/>
    <w:sig w:usb0="00000A87" w:usb1="00000000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8A7" w:rsidRDefault="006358A7" w:rsidP="00416D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58A7" w:rsidRDefault="006358A7" w:rsidP="00FC3D1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8A7" w:rsidRDefault="006358A7" w:rsidP="00416D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358A7" w:rsidRDefault="006358A7" w:rsidP="00FC3D1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8A7" w:rsidRDefault="006358A7">
      <w:r>
        <w:separator/>
      </w:r>
    </w:p>
  </w:footnote>
  <w:footnote w:type="continuationSeparator" w:id="0">
    <w:p w:rsidR="006358A7" w:rsidRDefault="00635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C29"/>
    <w:rsid w:val="00042D14"/>
    <w:rsid w:val="000452EF"/>
    <w:rsid w:val="0005792A"/>
    <w:rsid w:val="0009194E"/>
    <w:rsid w:val="000B2314"/>
    <w:rsid w:val="000D339D"/>
    <w:rsid w:val="000D61DC"/>
    <w:rsid w:val="000E1BB4"/>
    <w:rsid w:val="000F6090"/>
    <w:rsid w:val="00111D44"/>
    <w:rsid w:val="001173DB"/>
    <w:rsid w:val="00126501"/>
    <w:rsid w:val="00146706"/>
    <w:rsid w:val="001541C6"/>
    <w:rsid w:val="00165E99"/>
    <w:rsid w:val="00177B67"/>
    <w:rsid w:val="001A392B"/>
    <w:rsid w:val="001B48CD"/>
    <w:rsid w:val="001C164C"/>
    <w:rsid w:val="00231D96"/>
    <w:rsid w:val="002567E0"/>
    <w:rsid w:val="0026524E"/>
    <w:rsid w:val="00297A07"/>
    <w:rsid w:val="002A34A3"/>
    <w:rsid w:val="002C0AE6"/>
    <w:rsid w:val="002E20F6"/>
    <w:rsid w:val="003242F4"/>
    <w:rsid w:val="00333E1F"/>
    <w:rsid w:val="00346F47"/>
    <w:rsid w:val="003512C1"/>
    <w:rsid w:val="00353638"/>
    <w:rsid w:val="0038246D"/>
    <w:rsid w:val="0039006E"/>
    <w:rsid w:val="00393616"/>
    <w:rsid w:val="003B2D21"/>
    <w:rsid w:val="003C4203"/>
    <w:rsid w:val="00416D5E"/>
    <w:rsid w:val="0044367C"/>
    <w:rsid w:val="0045394C"/>
    <w:rsid w:val="00464436"/>
    <w:rsid w:val="004A713D"/>
    <w:rsid w:val="004C4C29"/>
    <w:rsid w:val="004F083E"/>
    <w:rsid w:val="004F77AE"/>
    <w:rsid w:val="00506328"/>
    <w:rsid w:val="00515100"/>
    <w:rsid w:val="00522104"/>
    <w:rsid w:val="005244A2"/>
    <w:rsid w:val="005330E2"/>
    <w:rsid w:val="005411F0"/>
    <w:rsid w:val="00544A98"/>
    <w:rsid w:val="00556392"/>
    <w:rsid w:val="005654AD"/>
    <w:rsid w:val="0057493C"/>
    <w:rsid w:val="00585C9B"/>
    <w:rsid w:val="005D3BCB"/>
    <w:rsid w:val="0060299E"/>
    <w:rsid w:val="00616D27"/>
    <w:rsid w:val="0063337F"/>
    <w:rsid w:val="0063388E"/>
    <w:rsid w:val="006358A7"/>
    <w:rsid w:val="00676D71"/>
    <w:rsid w:val="00685757"/>
    <w:rsid w:val="006C0FD9"/>
    <w:rsid w:val="006C583D"/>
    <w:rsid w:val="006D12AA"/>
    <w:rsid w:val="007135A0"/>
    <w:rsid w:val="00746CE4"/>
    <w:rsid w:val="00752CD1"/>
    <w:rsid w:val="00762BB6"/>
    <w:rsid w:val="00772655"/>
    <w:rsid w:val="0079363C"/>
    <w:rsid w:val="0079437B"/>
    <w:rsid w:val="007A0301"/>
    <w:rsid w:val="007B5F99"/>
    <w:rsid w:val="007D6098"/>
    <w:rsid w:val="00805597"/>
    <w:rsid w:val="008336C4"/>
    <w:rsid w:val="00850DFE"/>
    <w:rsid w:val="00860AD2"/>
    <w:rsid w:val="00874101"/>
    <w:rsid w:val="008801A5"/>
    <w:rsid w:val="00884307"/>
    <w:rsid w:val="00893C80"/>
    <w:rsid w:val="008C1391"/>
    <w:rsid w:val="008C71F2"/>
    <w:rsid w:val="008D3F11"/>
    <w:rsid w:val="008E09A0"/>
    <w:rsid w:val="008E7CDC"/>
    <w:rsid w:val="00914DA0"/>
    <w:rsid w:val="00927723"/>
    <w:rsid w:val="00936262"/>
    <w:rsid w:val="00940015"/>
    <w:rsid w:val="00950267"/>
    <w:rsid w:val="009511A5"/>
    <w:rsid w:val="00963C8D"/>
    <w:rsid w:val="009A4856"/>
    <w:rsid w:val="009C0555"/>
    <w:rsid w:val="009C438F"/>
    <w:rsid w:val="009D3A28"/>
    <w:rsid w:val="009D55E7"/>
    <w:rsid w:val="00A03442"/>
    <w:rsid w:val="00A03B1D"/>
    <w:rsid w:val="00A12AE9"/>
    <w:rsid w:val="00A1457C"/>
    <w:rsid w:val="00A2195C"/>
    <w:rsid w:val="00A449EB"/>
    <w:rsid w:val="00A52651"/>
    <w:rsid w:val="00A865DD"/>
    <w:rsid w:val="00AD0232"/>
    <w:rsid w:val="00AD6F09"/>
    <w:rsid w:val="00AF7021"/>
    <w:rsid w:val="00B22608"/>
    <w:rsid w:val="00B268A4"/>
    <w:rsid w:val="00B560C7"/>
    <w:rsid w:val="00B605D2"/>
    <w:rsid w:val="00B61464"/>
    <w:rsid w:val="00B67B12"/>
    <w:rsid w:val="00B97EAD"/>
    <w:rsid w:val="00BC2F28"/>
    <w:rsid w:val="00BD5882"/>
    <w:rsid w:val="00BE0489"/>
    <w:rsid w:val="00C0494E"/>
    <w:rsid w:val="00C05171"/>
    <w:rsid w:val="00C21B5F"/>
    <w:rsid w:val="00C517CB"/>
    <w:rsid w:val="00C65843"/>
    <w:rsid w:val="00CA135C"/>
    <w:rsid w:val="00CA44F3"/>
    <w:rsid w:val="00CC03A0"/>
    <w:rsid w:val="00CD30C9"/>
    <w:rsid w:val="00CE086A"/>
    <w:rsid w:val="00CF34EF"/>
    <w:rsid w:val="00D0524E"/>
    <w:rsid w:val="00D12836"/>
    <w:rsid w:val="00D175F8"/>
    <w:rsid w:val="00D44F03"/>
    <w:rsid w:val="00D568F7"/>
    <w:rsid w:val="00D72659"/>
    <w:rsid w:val="00D82FF8"/>
    <w:rsid w:val="00D87282"/>
    <w:rsid w:val="00D94929"/>
    <w:rsid w:val="00DC6B1A"/>
    <w:rsid w:val="00DD0103"/>
    <w:rsid w:val="00DE6967"/>
    <w:rsid w:val="00E2779A"/>
    <w:rsid w:val="00E415BC"/>
    <w:rsid w:val="00E53C6B"/>
    <w:rsid w:val="00E57184"/>
    <w:rsid w:val="00E57D9A"/>
    <w:rsid w:val="00E57F92"/>
    <w:rsid w:val="00EC3920"/>
    <w:rsid w:val="00EE1CDE"/>
    <w:rsid w:val="00EE306E"/>
    <w:rsid w:val="00EE41C2"/>
    <w:rsid w:val="00EE5224"/>
    <w:rsid w:val="00F15DCC"/>
    <w:rsid w:val="00F4350F"/>
    <w:rsid w:val="00F650A9"/>
    <w:rsid w:val="00F75320"/>
    <w:rsid w:val="00F861F0"/>
    <w:rsid w:val="00F95839"/>
    <w:rsid w:val="00F95A71"/>
    <w:rsid w:val="00FC3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A28"/>
    <w:pPr>
      <w:suppressAutoHyphens/>
    </w:pPr>
    <w:rPr>
      <w:sz w:val="24"/>
      <w:szCs w:val="24"/>
      <w:lang w:val="es-ES" w:eastAsia="zh-CN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9D3A28"/>
    <w:pPr>
      <w:numPr>
        <w:numId w:val="1"/>
      </w:numPr>
      <w:spacing w:before="280" w:after="280"/>
      <w:outlineLvl w:val="0"/>
    </w:pPr>
    <w:rPr>
      <w:b/>
      <w:bCs/>
      <w:kern w:val="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3A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Fuentedeprrafopredeter4"/>
    <w:link w:val="Heading1"/>
    <w:uiPriority w:val="99"/>
    <w:locked/>
    <w:rsid w:val="009D3A28"/>
    <w:rPr>
      <w:rFonts w:cs="Times New Roman"/>
      <w:b/>
      <w:bCs/>
      <w:kern w:val="2"/>
      <w:sz w:val="48"/>
      <w:szCs w:val="48"/>
      <w:lang w:val="es-ES" w:eastAsia="zh-CN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242F4"/>
    <w:rPr>
      <w:rFonts w:ascii="Cambria" w:hAnsi="Cambria" w:cs="Times New Roman"/>
      <w:b/>
      <w:bCs/>
      <w:i/>
      <w:iCs/>
      <w:sz w:val="28"/>
      <w:szCs w:val="28"/>
      <w:lang w:val="es-ES" w:eastAsia="zh-CN"/>
    </w:rPr>
  </w:style>
  <w:style w:type="character" w:customStyle="1" w:styleId="WW8Num1z0">
    <w:name w:val="WW8Num1z0"/>
    <w:uiPriority w:val="99"/>
    <w:rsid w:val="009D3A28"/>
  </w:style>
  <w:style w:type="character" w:customStyle="1" w:styleId="WW8Num1z1">
    <w:name w:val="WW8Num1z1"/>
    <w:uiPriority w:val="99"/>
    <w:rsid w:val="009D3A28"/>
  </w:style>
  <w:style w:type="character" w:customStyle="1" w:styleId="WW8Num1z2">
    <w:name w:val="WW8Num1z2"/>
    <w:uiPriority w:val="99"/>
    <w:rsid w:val="009D3A28"/>
  </w:style>
  <w:style w:type="character" w:customStyle="1" w:styleId="WW8Num1z3">
    <w:name w:val="WW8Num1z3"/>
    <w:uiPriority w:val="99"/>
    <w:rsid w:val="009D3A28"/>
  </w:style>
  <w:style w:type="character" w:customStyle="1" w:styleId="WW8Num1z4">
    <w:name w:val="WW8Num1z4"/>
    <w:uiPriority w:val="99"/>
    <w:rsid w:val="009D3A28"/>
  </w:style>
  <w:style w:type="character" w:customStyle="1" w:styleId="WW8Num1z5">
    <w:name w:val="WW8Num1z5"/>
    <w:uiPriority w:val="99"/>
    <w:rsid w:val="009D3A28"/>
  </w:style>
  <w:style w:type="character" w:customStyle="1" w:styleId="WW8Num1z6">
    <w:name w:val="WW8Num1z6"/>
    <w:uiPriority w:val="99"/>
    <w:rsid w:val="009D3A28"/>
  </w:style>
  <w:style w:type="character" w:customStyle="1" w:styleId="WW8Num1z7">
    <w:name w:val="WW8Num1z7"/>
    <w:uiPriority w:val="99"/>
    <w:rsid w:val="009D3A28"/>
  </w:style>
  <w:style w:type="character" w:customStyle="1" w:styleId="WW8Num1z8">
    <w:name w:val="WW8Num1z8"/>
    <w:uiPriority w:val="99"/>
    <w:rsid w:val="009D3A28"/>
  </w:style>
  <w:style w:type="character" w:customStyle="1" w:styleId="Fuentedeprrafopredeter12">
    <w:name w:val="Fuente de párrafo predeter.12"/>
    <w:uiPriority w:val="99"/>
    <w:rsid w:val="009D3A28"/>
  </w:style>
  <w:style w:type="character" w:customStyle="1" w:styleId="Fuentedeprrafopredeter11">
    <w:name w:val="Fuente de párrafo predeter.11"/>
    <w:uiPriority w:val="99"/>
    <w:rsid w:val="009D3A28"/>
  </w:style>
  <w:style w:type="character" w:customStyle="1" w:styleId="Fuentedeprrafopredeter10">
    <w:name w:val="Fuente de párrafo predeter.10"/>
    <w:uiPriority w:val="99"/>
    <w:rsid w:val="009D3A28"/>
  </w:style>
  <w:style w:type="character" w:customStyle="1" w:styleId="Fuentedeprrafopredeter9">
    <w:name w:val="Fuente de párrafo predeter.9"/>
    <w:uiPriority w:val="99"/>
    <w:rsid w:val="009D3A28"/>
  </w:style>
  <w:style w:type="character" w:customStyle="1" w:styleId="Fuentedeprrafopredeter8">
    <w:name w:val="Fuente de párrafo predeter.8"/>
    <w:uiPriority w:val="99"/>
    <w:rsid w:val="009D3A28"/>
  </w:style>
  <w:style w:type="character" w:customStyle="1" w:styleId="Fuentedeprrafopredeter7">
    <w:name w:val="Fuente de párrafo predeter.7"/>
    <w:uiPriority w:val="99"/>
    <w:rsid w:val="009D3A28"/>
  </w:style>
  <w:style w:type="character" w:customStyle="1" w:styleId="WW8Num2z0">
    <w:name w:val="WW8Num2z0"/>
    <w:uiPriority w:val="99"/>
    <w:rsid w:val="009D3A28"/>
    <w:rPr>
      <w:sz w:val="36"/>
    </w:rPr>
  </w:style>
  <w:style w:type="character" w:customStyle="1" w:styleId="WW8Num2z1">
    <w:name w:val="WW8Num2z1"/>
    <w:uiPriority w:val="99"/>
    <w:rsid w:val="009D3A28"/>
    <w:rPr>
      <w:sz w:val="33"/>
    </w:rPr>
  </w:style>
  <w:style w:type="character" w:customStyle="1" w:styleId="WW8Num2z2">
    <w:name w:val="WW8Num2z2"/>
    <w:uiPriority w:val="99"/>
    <w:rsid w:val="009D3A28"/>
  </w:style>
  <w:style w:type="character" w:customStyle="1" w:styleId="WW8Num3z0">
    <w:name w:val="WW8Num3z0"/>
    <w:uiPriority w:val="99"/>
    <w:rsid w:val="009D3A28"/>
  </w:style>
  <w:style w:type="character" w:customStyle="1" w:styleId="Fuentedeprrafopredeter6">
    <w:name w:val="Fuente de párrafo predeter.6"/>
    <w:uiPriority w:val="99"/>
    <w:rsid w:val="009D3A28"/>
  </w:style>
  <w:style w:type="character" w:customStyle="1" w:styleId="Fuentedeprrafopredeter5">
    <w:name w:val="Fuente de párrafo predeter.5"/>
    <w:uiPriority w:val="99"/>
    <w:rsid w:val="009D3A28"/>
  </w:style>
  <w:style w:type="character" w:customStyle="1" w:styleId="Fuentedeprrafopredeter4">
    <w:name w:val="Fuente de párrafo predeter.4"/>
    <w:uiPriority w:val="99"/>
    <w:rsid w:val="009D3A28"/>
  </w:style>
  <w:style w:type="character" w:customStyle="1" w:styleId="Fuentedeprrafopredeter3">
    <w:name w:val="Fuente de párrafo predeter.3"/>
    <w:uiPriority w:val="99"/>
    <w:rsid w:val="009D3A28"/>
  </w:style>
  <w:style w:type="character" w:customStyle="1" w:styleId="Fuentedeprrafopredeter2">
    <w:name w:val="Fuente de párrafo predeter.2"/>
    <w:uiPriority w:val="99"/>
    <w:rsid w:val="009D3A28"/>
  </w:style>
  <w:style w:type="character" w:customStyle="1" w:styleId="Fuentedeprrafopredeter1">
    <w:name w:val="Fuente de párrafo predeter.1"/>
    <w:uiPriority w:val="99"/>
    <w:rsid w:val="009D3A28"/>
  </w:style>
  <w:style w:type="character" w:styleId="Hyperlink">
    <w:name w:val="Hyperlink"/>
    <w:basedOn w:val="Fuentedeprrafopredeter1"/>
    <w:uiPriority w:val="99"/>
    <w:rsid w:val="009D3A28"/>
    <w:rPr>
      <w:rFonts w:cs="Times New Roman"/>
      <w:color w:val="0000FF"/>
      <w:u w:val="single"/>
    </w:rPr>
  </w:style>
  <w:style w:type="character" w:customStyle="1" w:styleId="ww-enlacedeinternet">
    <w:name w:val="ww-enlacedeinternet"/>
    <w:basedOn w:val="Fuentedeprrafopredeter1"/>
    <w:uiPriority w:val="99"/>
    <w:rsid w:val="009D3A28"/>
    <w:rPr>
      <w:rFonts w:ascii="Times New Roman" w:hAnsi="Times New Roman" w:cs="Times New Roman"/>
      <w:color w:val="0000FF"/>
      <w:u w:val="single"/>
    </w:rPr>
  </w:style>
  <w:style w:type="character" w:styleId="Emphasis">
    <w:name w:val="Emphasis"/>
    <w:basedOn w:val="Fuentedeprrafopredeter1"/>
    <w:uiPriority w:val="99"/>
    <w:qFormat/>
    <w:rsid w:val="009D3A28"/>
    <w:rPr>
      <w:rFonts w:cs="Times New Roman"/>
      <w:i/>
      <w:iCs/>
    </w:rPr>
  </w:style>
  <w:style w:type="character" w:styleId="Strong">
    <w:name w:val="Strong"/>
    <w:basedOn w:val="Fuentedeprrafopredeter1"/>
    <w:uiPriority w:val="99"/>
    <w:qFormat/>
    <w:rsid w:val="009D3A28"/>
    <w:rPr>
      <w:rFonts w:cs="Times New Roman"/>
      <w:b/>
      <w:bCs/>
    </w:rPr>
  </w:style>
  <w:style w:type="character" w:customStyle="1" w:styleId="s1">
    <w:name w:val="s1"/>
    <w:basedOn w:val="Fuentedeprrafopredeter1"/>
    <w:uiPriority w:val="99"/>
    <w:rsid w:val="009D3A28"/>
    <w:rPr>
      <w:rFonts w:cs="Times New Roman"/>
    </w:rPr>
  </w:style>
  <w:style w:type="character" w:customStyle="1" w:styleId="WW-EnlacedeInternet0">
    <w:name w:val="WW-Enlace de Internet"/>
    <w:basedOn w:val="Fuentedeprrafopredeter4"/>
    <w:uiPriority w:val="99"/>
    <w:rsid w:val="009D3A2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Fuentedeprrafopredeter1"/>
    <w:uiPriority w:val="99"/>
    <w:rsid w:val="009D3A28"/>
    <w:rPr>
      <w:rFonts w:cs="Times New Roman"/>
    </w:rPr>
  </w:style>
  <w:style w:type="character" w:styleId="FollowedHyperlink">
    <w:name w:val="FollowedHyperlink"/>
    <w:basedOn w:val="Fuentedeprrafopredeter4"/>
    <w:uiPriority w:val="99"/>
    <w:rsid w:val="009D3A28"/>
    <w:rPr>
      <w:rFonts w:cs="Times New Roman"/>
      <w:color w:val="800080"/>
      <w:u w:val="single"/>
    </w:rPr>
  </w:style>
  <w:style w:type="character" w:customStyle="1" w:styleId="WW-EnlacedeInternet1">
    <w:name w:val="WW-Enlace de Internet1"/>
    <w:basedOn w:val="Fuentedeprrafopredeter5"/>
    <w:uiPriority w:val="99"/>
    <w:rsid w:val="009D3A28"/>
    <w:rPr>
      <w:rFonts w:cs="Times New Roman"/>
      <w:color w:val="0000FF"/>
      <w:u w:val="single"/>
    </w:rPr>
  </w:style>
  <w:style w:type="character" w:customStyle="1" w:styleId="WW-Destacado">
    <w:name w:val="WW-Destacado"/>
    <w:basedOn w:val="Fuentedeprrafopredeter5"/>
    <w:uiPriority w:val="99"/>
    <w:rsid w:val="009D3A28"/>
    <w:rPr>
      <w:rFonts w:cs="Times New Roman"/>
      <w:i/>
      <w:iCs/>
    </w:rPr>
  </w:style>
  <w:style w:type="character" w:customStyle="1" w:styleId="lrjpw9z5x55">
    <w:name w:val="lrjpw9z5x55"/>
    <w:basedOn w:val="Fuentedeprrafopredeter5"/>
    <w:uiPriority w:val="99"/>
    <w:rsid w:val="009D3A28"/>
    <w:rPr>
      <w:rFonts w:cs="Times New Roman"/>
    </w:rPr>
  </w:style>
  <w:style w:type="character" w:customStyle="1" w:styleId="y9k3w5z28">
    <w:name w:val="y9k3w5z28"/>
    <w:basedOn w:val="Fuentedeprrafopredeter5"/>
    <w:uiPriority w:val="99"/>
    <w:rsid w:val="009D3A28"/>
    <w:rPr>
      <w:rFonts w:cs="Times New Roman"/>
    </w:rPr>
  </w:style>
  <w:style w:type="character" w:customStyle="1" w:styleId="InternetLink">
    <w:name w:val="Internet Link"/>
    <w:uiPriority w:val="99"/>
    <w:rsid w:val="009D3A28"/>
    <w:rPr>
      <w:color w:val="0000FF"/>
      <w:u w:val="single"/>
    </w:rPr>
  </w:style>
  <w:style w:type="character" w:customStyle="1" w:styleId="tlid-translation">
    <w:name w:val="tlid-translation"/>
    <w:basedOn w:val="Fuentedeprrafopredeter5"/>
    <w:uiPriority w:val="99"/>
    <w:rsid w:val="009D3A28"/>
    <w:rPr>
      <w:rFonts w:cs="Times New Roman"/>
    </w:rPr>
  </w:style>
  <w:style w:type="character" w:customStyle="1" w:styleId="WW-EnlacedeInternet2">
    <w:name w:val="WW-Enlace de Internet2"/>
    <w:basedOn w:val="Fuentedeprrafopredeter6"/>
    <w:uiPriority w:val="99"/>
    <w:rsid w:val="009D3A28"/>
    <w:rPr>
      <w:rFonts w:cs="Times New Roman"/>
      <w:color w:val="0000FF"/>
      <w:u w:val="single"/>
    </w:rPr>
  </w:style>
  <w:style w:type="character" w:customStyle="1" w:styleId="WW-Destacado1">
    <w:name w:val="WW-Destacado1"/>
    <w:basedOn w:val="Fuentedeprrafopredeter6"/>
    <w:uiPriority w:val="99"/>
    <w:rsid w:val="009D3A28"/>
    <w:rPr>
      <w:rFonts w:cs="Times New Roman"/>
      <w:i/>
      <w:iCs/>
    </w:rPr>
  </w:style>
  <w:style w:type="character" w:customStyle="1" w:styleId="tlid-translationtranslation">
    <w:name w:val="tlid-translation translation"/>
    <w:basedOn w:val="Fuentedeprrafopredeter8"/>
    <w:uiPriority w:val="99"/>
    <w:rsid w:val="009D3A28"/>
    <w:rPr>
      <w:rFonts w:cs="Times New Roman"/>
    </w:rPr>
  </w:style>
  <w:style w:type="paragraph" w:customStyle="1" w:styleId="Ttulo12">
    <w:name w:val="Título12"/>
    <w:basedOn w:val="Normal"/>
    <w:next w:val="BodyText"/>
    <w:uiPriority w:val="99"/>
    <w:rsid w:val="009D3A2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D3A28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242F4"/>
    <w:rPr>
      <w:rFonts w:cs="Times New Roman"/>
      <w:sz w:val="24"/>
      <w:szCs w:val="24"/>
      <w:lang w:val="es-ES" w:eastAsia="zh-CN"/>
    </w:rPr>
  </w:style>
  <w:style w:type="paragraph" w:styleId="List">
    <w:name w:val="List"/>
    <w:basedOn w:val="BodyText"/>
    <w:uiPriority w:val="99"/>
    <w:rsid w:val="009D3A28"/>
    <w:rPr>
      <w:rFonts w:cs="Lucida Sans"/>
    </w:rPr>
  </w:style>
  <w:style w:type="paragraph" w:styleId="Caption">
    <w:name w:val="caption"/>
    <w:basedOn w:val="Normal"/>
    <w:uiPriority w:val="99"/>
    <w:qFormat/>
    <w:rsid w:val="009D3A28"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uiPriority w:val="99"/>
    <w:rsid w:val="009D3A28"/>
    <w:pPr>
      <w:suppressLineNumbers/>
    </w:pPr>
    <w:rPr>
      <w:rFonts w:cs="Lucida Sans"/>
    </w:rPr>
  </w:style>
  <w:style w:type="paragraph" w:customStyle="1" w:styleId="Ttulo11">
    <w:name w:val="Título11"/>
    <w:basedOn w:val="Normal"/>
    <w:next w:val="BodyText"/>
    <w:uiPriority w:val="99"/>
    <w:rsid w:val="009D3A2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Epgrafe11">
    <w:name w:val="Epígrafe11"/>
    <w:basedOn w:val="Normal"/>
    <w:uiPriority w:val="99"/>
    <w:rsid w:val="009D3A28"/>
    <w:pPr>
      <w:suppressLineNumbers/>
      <w:spacing w:before="120" w:after="120"/>
    </w:pPr>
    <w:rPr>
      <w:rFonts w:cs="Lucida Sans"/>
      <w:i/>
      <w:iCs/>
    </w:rPr>
  </w:style>
  <w:style w:type="paragraph" w:customStyle="1" w:styleId="Ttulo10">
    <w:name w:val="Título10"/>
    <w:basedOn w:val="Normal"/>
    <w:next w:val="BodyText"/>
    <w:uiPriority w:val="99"/>
    <w:rsid w:val="009D3A2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Epgrafe10">
    <w:name w:val="Epígrafe10"/>
    <w:basedOn w:val="Normal"/>
    <w:uiPriority w:val="99"/>
    <w:rsid w:val="009D3A28"/>
    <w:pPr>
      <w:suppressLineNumbers/>
      <w:spacing w:before="120" w:after="120"/>
    </w:pPr>
    <w:rPr>
      <w:rFonts w:cs="Lucida Sans"/>
      <w:i/>
      <w:iCs/>
    </w:rPr>
  </w:style>
  <w:style w:type="paragraph" w:customStyle="1" w:styleId="Ttulo9">
    <w:name w:val="Título9"/>
    <w:basedOn w:val="Normal"/>
    <w:next w:val="BodyText"/>
    <w:uiPriority w:val="99"/>
    <w:rsid w:val="009D3A2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Epgrafe9">
    <w:name w:val="Epígrafe9"/>
    <w:basedOn w:val="Normal"/>
    <w:uiPriority w:val="99"/>
    <w:rsid w:val="009D3A28"/>
    <w:pPr>
      <w:suppressLineNumbers/>
      <w:spacing w:before="120" w:after="120"/>
    </w:pPr>
    <w:rPr>
      <w:rFonts w:cs="Lucida Sans"/>
      <w:i/>
      <w:iCs/>
    </w:rPr>
  </w:style>
  <w:style w:type="paragraph" w:customStyle="1" w:styleId="Ttulo8">
    <w:name w:val="Título8"/>
    <w:basedOn w:val="Normal"/>
    <w:next w:val="BodyText"/>
    <w:uiPriority w:val="99"/>
    <w:rsid w:val="009D3A2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Epgrafe8">
    <w:name w:val="Epígrafe8"/>
    <w:basedOn w:val="Normal"/>
    <w:uiPriority w:val="99"/>
    <w:rsid w:val="009D3A28"/>
    <w:pPr>
      <w:suppressLineNumbers/>
      <w:spacing w:before="120" w:after="120"/>
    </w:pPr>
    <w:rPr>
      <w:rFonts w:cs="Lucida Sans"/>
      <w:i/>
      <w:iCs/>
    </w:rPr>
  </w:style>
  <w:style w:type="paragraph" w:customStyle="1" w:styleId="Ttulo7">
    <w:name w:val="Título7"/>
    <w:basedOn w:val="Normal"/>
    <w:next w:val="BodyText"/>
    <w:uiPriority w:val="99"/>
    <w:rsid w:val="009D3A2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Epgrafe7">
    <w:name w:val="Epígrafe7"/>
    <w:basedOn w:val="Normal"/>
    <w:uiPriority w:val="99"/>
    <w:rsid w:val="009D3A28"/>
    <w:pPr>
      <w:suppressLineNumbers/>
      <w:spacing w:before="120" w:after="120"/>
    </w:pPr>
    <w:rPr>
      <w:rFonts w:cs="Lucida Sans"/>
      <w:i/>
      <w:iCs/>
    </w:rPr>
  </w:style>
  <w:style w:type="paragraph" w:customStyle="1" w:styleId="Ttulo6">
    <w:name w:val="Título6"/>
    <w:basedOn w:val="Normal"/>
    <w:next w:val="BodyText"/>
    <w:uiPriority w:val="99"/>
    <w:rsid w:val="009D3A2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Epgrafe6">
    <w:name w:val="Epígrafe6"/>
    <w:basedOn w:val="Normal"/>
    <w:uiPriority w:val="99"/>
    <w:rsid w:val="009D3A28"/>
    <w:pPr>
      <w:suppressLineNumbers/>
      <w:spacing w:before="120" w:after="120"/>
    </w:pPr>
    <w:rPr>
      <w:rFonts w:cs="Lucida Sans"/>
      <w:i/>
      <w:iCs/>
    </w:rPr>
  </w:style>
  <w:style w:type="paragraph" w:customStyle="1" w:styleId="Ttulo5">
    <w:name w:val="Título5"/>
    <w:basedOn w:val="Normal"/>
    <w:next w:val="BodyText"/>
    <w:uiPriority w:val="99"/>
    <w:rsid w:val="009D3A2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Epgrafe5">
    <w:name w:val="Epígrafe5"/>
    <w:basedOn w:val="Normal"/>
    <w:uiPriority w:val="99"/>
    <w:rsid w:val="009D3A28"/>
    <w:pPr>
      <w:suppressLineNumbers/>
      <w:spacing w:before="120" w:after="120"/>
    </w:pPr>
    <w:rPr>
      <w:rFonts w:cs="Lucida Sans"/>
      <w:i/>
      <w:iCs/>
    </w:rPr>
  </w:style>
  <w:style w:type="paragraph" w:customStyle="1" w:styleId="Ttulo4">
    <w:name w:val="Título4"/>
    <w:basedOn w:val="Normal"/>
    <w:next w:val="BodyText"/>
    <w:uiPriority w:val="99"/>
    <w:rsid w:val="009D3A2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Epgrafe4">
    <w:name w:val="Epígrafe4"/>
    <w:basedOn w:val="Normal"/>
    <w:uiPriority w:val="99"/>
    <w:rsid w:val="009D3A28"/>
    <w:pPr>
      <w:suppressLineNumbers/>
      <w:spacing w:before="120" w:after="120"/>
    </w:pPr>
    <w:rPr>
      <w:rFonts w:cs="Lucida Sans"/>
      <w:i/>
      <w:iCs/>
    </w:rPr>
  </w:style>
  <w:style w:type="paragraph" w:customStyle="1" w:styleId="Ttulo3">
    <w:name w:val="Título3"/>
    <w:basedOn w:val="Normal"/>
    <w:next w:val="BodyText"/>
    <w:uiPriority w:val="99"/>
    <w:rsid w:val="009D3A2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Epgrafe3">
    <w:name w:val="Epígrafe3"/>
    <w:basedOn w:val="Normal"/>
    <w:uiPriority w:val="99"/>
    <w:rsid w:val="009D3A28"/>
    <w:pPr>
      <w:suppressLineNumbers/>
      <w:spacing w:before="120" w:after="120"/>
    </w:pPr>
    <w:rPr>
      <w:rFonts w:cs="Lucida Sans"/>
      <w:i/>
      <w:iCs/>
    </w:rPr>
  </w:style>
  <w:style w:type="paragraph" w:customStyle="1" w:styleId="Ttulo2">
    <w:name w:val="Título2"/>
    <w:basedOn w:val="Normal"/>
    <w:next w:val="BodyText"/>
    <w:uiPriority w:val="99"/>
    <w:rsid w:val="009D3A2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Epgrafe2">
    <w:name w:val="Epígrafe2"/>
    <w:basedOn w:val="Normal"/>
    <w:uiPriority w:val="99"/>
    <w:rsid w:val="009D3A28"/>
    <w:pPr>
      <w:suppressLineNumbers/>
      <w:spacing w:before="120" w:after="120"/>
    </w:pPr>
    <w:rPr>
      <w:rFonts w:cs="Lucida Sans"/>
      <w:i/>
      <w:iCs/>
    </w:rPr>
  </w:style>
  <w:style w:type="paragraph" w:customStyle="1" w:styleId="Ttulo1">
    <w:name w:val="Título1"/>
    <w:basedOn w:val="Normal"/>
    <w:next w:val="BodyText"/>
    <w:uiPriority w:val="99"/>
    <w:rsid w:val="009D3A2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Epgrafe1">
    <w:name w:val="Epígrafe1"/>
    <w:basedOn w:val="Normal"/>
    <w:uiPriority w:val="99"/>
    <w:rsid w:val="009D3A28"/>
    <w:pPr>
      <w:suppressLineNumbers/>
      <w:spacing w:before="120" w:after="120"/>
    </w:pPr>
    <w:rPr>
      <w:rFonts w:cs="Lucida Sans"/>
      <w:i/>
      <w:iCs/>
    </w:rPr>
  </w:style>
  <w:style w:type="paragraph" w:styleId="NormalWeb">
    <w:name w:val="Normal (Web)"/>
    <w:basedOn w:val="Normal"/>
    <w:uiPriority w:val="99"/>
    <w:rsid w:val="009D3A28"/>
    <w:pPr>
      <w:spacing w:before="100" w:after="100"/>
    </w:pPr>
  </w:style>
  <w:style w:type="paragraph" w:customStyle="1" w:styleId="Contenidodelmarco">
    <w:name w:val="Contenido del marco"/>
    <w:basedOn w:val="Normal"/>
    <w:uiPriority w:val="99"/>
    <w:rsid w:val="009D3A28"/>
  </w:style>
  <w:style w:type="paragraph" w:customStyle="1" w:styleId="Contenidodelatabla">
    <w:name w:val="Contenido de la tabla"/>
    <w:basedOn w:val="Normal"/>
    <w:uiPriority w:val="99"/>
    <w:rsid w:val="009D3A28"/>
    <w:pPr>
      <w:suppressLineNumbers/>
    </w:pPr>
  </w:style>
  <w:style w:type="paragraph" w:customStyle="1" w:styleId="Ttulodelatabla">
    <w:name w:val="Título de la tabla"/>
    <w:basedOn w:val="Contenidodelatabla"/>
    <w:uiPriority w:val="99"/>
    <w:rsid w:val="009D3A28"/>
    <w:pPr>
      <w:jc w:val="center"/>
    </w:pPr>
    <w:rPr>
      <w:b/>
      <w:bCs/>
    </w:rPr>
  </w:style>
  <w:style w:type="paragraph" w:customStyle="1" w:styleId="ecxmsonormal">
    <w:name w:val="ecxmsonormal"/>
    <w:basedOn w:val="Normal"/>
    <w:uiPriority w:val="99"/>
    <w:rsid w:val="009D3A28"/>
    <w:pPr>
      <w:spacing w:before="280" w:after="280"/>
    </w:pPr>
    <w:rPr>
      <w:lang w:val="es-CL"/>
    </w:rPr>
  </w:style>
  <w:style w:type="paragraph" w:customStyle="1" w:styleId="p5">
    <w:name w:val="p5"/>
    <w:basedOn w:val="Normal"/>
    <w:uiPriority w:val="99"/>
    <w:rsid w:val="009D3A28"/>
    <w:pPr>
      <w:spacing w:before="280" w:after="280"/>
    </w:pPr>
  </w:style>
  <w:style w:type="paragraph" w:styleId="NoSpacing">
    <w:name w:val="No Spacing"/>
    <w:uiPriority w:val="99"/>
    <w:qFormat/>
    <w:rsid w:val="009D3A28"/>
    <w:pPr>
      <w:suppressAutoHyphens/>
    </w:pPr>
    <w:rPr>
      <w:rFonts w:ascii="Calibri" w:hAnsi="Calibri" w:cs="Calibri"/>
      <w:lang w:eastAsia="zh-CN"/>
    </w:rPr>
  </w:style>
  <w:style w:type="paragraph" w:customStyle="1" w:styleId="gmail-western">
    <w:name w:val="gmail-western"/>
    <w:basedOn w:val="Normal"/>
    <w:uiPriority w:val="99"/>
    <w:rsid w:val="009D3A28"/>
    <w:pPr>
      <w:suppressAutoHyphens w:val="0"/>
      <w:spacing w:before="280" w:after="280"/>
    </w:pPr>
  </w:style>
  <w:style w:type="character" w:customStyle="1" w:styleId="EnlacedeInternet">
    <w:name w:val="Enlace de Internet"/>
    <w:basedOn w:val="DefaultParagraphFont"/>
    <w:uiPriority w:val="99"/>
    <w:rsid w:val="00772655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772655"/>
    <w:rPr>
      <w:rFonts w:cs="Times New Roman"/>
      <w:i/>
    </w:rPr>
  </w:style>
  <w:style w:type="paragraph" w:styleId="Footer">
    <w:name w:val="footer"/>
    <w:basedOn w:val="Normal"/>
    <w:link w:val="FooterChar"/>
    <w:uiPriority w:val="99"/>
    <w:rsid w:val="00FC3D10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242F4"/>
    <w:rPr>
      <w:rFonts w:cs="Times New Roman"/>
      <w:sz w:val="24"/>
      <w:szCs w:val="24"/>
      <w:lang w:val="es-ES" w:eastAsia="zh-CN"/>
    </w:rPr>
  </w:style>
  <w:style w:type="character" w:styleId="PageNumber">
    <w:name w:val="page number"/>
    <w:basedOn w:val="DefaultParagraphFont"/>
    <w:uiPriority w:val="99"/>
    <w:rsid w:val="00FC3D10"/>
    <w:rPr>
      <w:rFonts w:cs="Times New Roman"/>
    </w:rPr>
  </w:style>
  <w:style w:type="character" w:customStyle="1" w:styleId="ListLabel20">
    <w:name w:val="ListLabel 20"/>
    <w:uiPriority w:val="99"/>
    <w:rsid w:val="009C438F"/>
    <w:rPr>
      <w:color w:val="333399"/>
    </w:rPr>
  </w:style>
  <w:style w:type="paragraph" w:customStyle="1" w:styleId="p1">
    <w:name w:val="p1"/>
    <w:basedOn w:val="Normal"/>
    <w:uiPriority w:val="99"/>
    <w:rsid w:val="009C438F"/>
    <w:pPr>
      <w:spacing w:before="280" w:after="280"/>
    </w:pPr>
  </w:style>
  <w:style w:type="character" w:customStyle="1" w:styleId="sc-1di2uql-1bfplye">
    <w:name w:val="sc-1di2uql-1 bfplye"/>
    <w:basedOn w:val="DefaultParagraphFont"/>
    <w:uiPriority w:val="99"/>
    <w:rsid w:val="009C438F"/>
    <w:rPr>
      <w:rFonts w:cs="Times New Roman"/>
    </w:rPr>
  </w:style>
  <w:style w:type="character" w:customStyle="1" w:styleId="rynqvb">
    <w:name w:val="rynqvb"/>
    <w:basedOn w:val="DefaultParagraphFont"/>
    <w:uiPriority w:val="99"/>
    <w:rsid w:val="0038246D"/>
    <w:rPr>
      <w:rFonts w:cs="Times New Roman"/>
    </w:rPr>
  </w:style>
  <w:style w:type="character" w:customStyle="1" w:styleId="hwtze">
    <w:name w:val="hwtze"/>
    <w:basedOn w:val="DefaultParagraphFont"/>
    <w:uiPriority w:val="99"/>
    <w:rsid w:val="00D7265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7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7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7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27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7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2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7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2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7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2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9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9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7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2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2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2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2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2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7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26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7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7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72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7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72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2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72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72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72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272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272819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2729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7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72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7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72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2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72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72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72743">
                                                              <w:marLeft w:val="-15"/>
                                                              <w:marRight w:val="-1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272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272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18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272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272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72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272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272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18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272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272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72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2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272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18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2728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272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72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272877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272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272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9" w:color="auto"/>
                                                                            <w:bottom w:val="none" w:sz="0" w:space="0" w:color="auto"/>
                                                                            <w:right w:val="none" w:sz="0" w:space="9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2728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2726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3272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272909">
                                                                  <w:marLeft w:val="18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auto"/>
                                                                    <w:left w:val="single" w:sz="6" w:space="0" w:color="auto"/>
                                                                    <w:bottom w:val="single" w:sz="6" w:space="0" w:color="auto"/>
                                                                    <w:right w:val="single" w:sz="6" w:space="0" w:color="auto"/>
                                                                  </w:divBdr>
                                                                  <w:divsChild>
                                                                    <w:div w:id="19327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272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272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272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272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272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2729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75"/>
                                                                                              <w:marBottom w:val="7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2726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32728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6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6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9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6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8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6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8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9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6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9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6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6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6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6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6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6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9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32728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8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8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9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8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7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8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32729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8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8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8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8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9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8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32729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8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9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9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9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9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9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8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9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8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32729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3272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272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272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272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2728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27261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272625">
                                                                                      <w:marLeft w:val="-30"/>
                                                                                      <w:marRight w:val="-3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2726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2727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auto"/>
                                                                                                <w:left w:val="single" w:sz="2" w:space="0" w:color="auto"/>
                                                                                                <w:bottom w:val="single" w:sz="2" w:space="0" w:color="auto"/>
                                                                                                <w:right w:val="single" w:sz="2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272813">
                                                                                                  <w:marLeft w:val="-60"/>
                                                                                                  <w:marRight w:val="-6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2727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2726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2729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2728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auto"/>
                                                                                                <w:left w:val="single" w:sz="2" w:space="0" w:color="auto"/>
                                                                                                <w:bottom w:val="single" w:sz="2" w:space="0" w:color="auto"/>
                                                                                                <w:right w:val="single" w:sz="2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272815">
                                                                                                  <w:marLeft w:val="-60"/>
                                                                                                  <w:marRight w:val="-6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7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272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272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auto"/>
                                                                                                <w:left w:val="single" w:sz="2" w:space="0" w:color="auto"/>
                                                                                                <w:bottom w:val="single" w:sz="2" w:space="0" w:color="auto"/>
                                                                                                <w:right w:val="single" w:sz="2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272875">
                                                                                                  <w:marLeft w:val="-60"/>
                                                                                                  <w:marRight w:val="-6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9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272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272735">
                                                                                      <w:marLeft w:val="240"/>
                                                                                      <w:marRight w:val="24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272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2726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auto"/>
                                                                                                <w:left w:val="single" w:sz="2" w:space="0" w:color="auto"/>
                                                                                                <w:bottom w:val="single" w:sz="2" w:space="0" w:color="auto"/>
                                                                                                <w:right w:val="single" w:sz="2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3272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auto"/>
                                                                                                <w:left w:val="single" w:sz="2" w:space="0" w:color="auto"/>
                                                                                                <w:bottom w:val="single" w:sz="2" w:space="0" w:color="auto"/>
                                                                                                <w:right w:val="single" w:sz="2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32728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auto"/>
                                                                                                <w:left w:val="single" w:sz="2" w:space="0" w:color="auto"/>
                                                                                                <w:bottom w:val="single" w:sz="2" w:space="0" w:color="auto"/>
                                                                                                <w:right w:val="single" w:sz="2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32728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272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272772">
                                                                                          <w:marLeft w:val="-90"/>
                                                                                          <w:marRight w:val="-9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2728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272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2" w:space="0" w:color="auto"/>
                                                                                                    <w:left w:val="single" w:sz="2" w:space="0" w:color="auto"/>
                                                                                                    <w:bottom w:val="single" w:sz="2" w:space="0" w:color="auto"/>
                                                                                                    <w:right w:val="single" w:sz="2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812">
                                                                                                      <w:marLeft w:val="-30"/>
                                                                                                      <w:marRight w:val="-3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2728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272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9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2728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60"/>
                                                                              <w:marBottom w:val="6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2727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272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2726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272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2726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726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2727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32728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32726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32727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2728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32726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932729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rkborax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arkborax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2</Pages>
  <Words>432</Words>
  <Characters>2377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DEL CLIMA CÓSMICO DE OCTUBRE DE 2019 ~ </dc:title>
  <dc:subject/>
  <dc:creator>gwartel@hotmail.com</dc:creator>
  <cp:keywords/>
  <dc:description/>
  <cp:lastModifiedBy>gwartel@hotmail.com</cp:lastModifiedBy>
  <cp:revision>3</cp:revision>
  <dcterms:created xsi:type="dcterms:W3CDTF">2023-10-08T20:05:00Z</dcterms:created>
  <dcterms:modified xsi:type="dcterms:W3CDTF">2023-10-08T20:11:00Z</dcterms:modified>
</cp:coreProperties>
</file>