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285F" w:rsidRDefault="0089285F" w:rsidP="004B6096">
      <w:pPr>
        <w:pStyle w:val="NormalWeb"/>
        <w:spacing w:beforeAutospacing="0" w:after="280" w:afterAutospacing="0"/>
        <w:jc w:val="center"/>
        <w:rPr>
          <w:rFonts w:ascii="Georgia" w:hAnsi="Georgia"/>
          <w:color w:val="0000FF"/>
          <w:sz w:val="36"/>
          <w:szCs w:val="36"/>
        </w:rPr>
      </w:pPr>
      <w:r>
        <w:rPr>
          <w:rFonts w:ascii="Arial" w:hAnsi="Arial" w:cs="Arial"/>
          <w:b/>
          <w:bCs/>
          <w:color w:val="000000"/>
        </w:rPr>
        <w:t>MENSAJES DEL ARCÁNGEL MIGUEL * LM-11-2016</w:t>
      </w:r>
      <w:r>
        <w:rPr>
          <w:rFonts w:ascii="Arial" w:hAnsi="Arial" w:cs="Arial"/>
          <w:b/>
          <w:bCs/>
          <w:color w:val="000000"/>
        </w:rPr>
        <w:br/>
        <w:t>TRANSMITIDOS A TRAVÉS DE RONNA * ESCRIBA SAGRADO</w:t>
      </w:r>
      <w:r>
        <w:rPr>
          <w:rFonts w:ascii="Arial" w:hAnsi="Arial" w:cs="Arial"/>
          <w:i/>
          <w:iCs/>
          <w:color w:val="000000"/>
        </w:rPr>
        <w:br/>
      </w:r>
      <w:hyperlink r:id="rId6" w:history="1">
        <w:r>
          <w:rPr>
            <w:rStyle w:val="Hyperlink"/>
            <w:rFonts w:ascii="Arial" w:hAnsi="Arial" w:cs="Arial"/>
            <w:color w:val="336699"/>
            <w:sz w:val="20"/>
            <w:szCs w:val="20"/>
          </w:rPr>
          <w:t>www.ronnastar.com</w:t>
        </w:r>
      </w:hyperlink>
    </w:p>
    <w:p w:rsidR="0089285F" w:rsidRDefault="0089285F" w:rsidP="004B6096">
      <w:pPr>
        <w:rPr>
          <w:rFonts w:ascii="Georgia" w:hAnsi="Georgia"/>
          <w:color w:val="0000FF"/>
          <w:sz w:val="36"/>
          <w:szCs w:val="36"/>
        </w:rPr>
      </w:pPr>
    </w:p>
    <w:p w:rsidR="0089285F" w:rsidRDefault="0089285F" w:rsidP="004B6096">
      <w:pPr>
        <w:pStyle w:val="NormalWeb"/>
        <w:spacing w:before="75" w:beforeAutospacing="0" w:after="75" w:afterAutospacing="0"/>
        <w:rPr>
          <w:rFonts w:ascii="Georgia" w:hAnsi="Georgia"/>
          <w:color w:val="0000FF"/>
          <w:sz w:val="36"/>
          <w:szCs w:val="36"/>
        </w:rPr>
      </w:pPr>
      <w:r>
        <w:rPr>
          <w:rFonts w:ascii="Arial" w:hAnsi="Arial" w:cs="Arial"/>
          <w:b/>
          <w:bCs/>
          <w:color w:val="000000"/>
          <w:sz w:val="20"/>
          <w:szCs w:val="20"/>
        </w:rPr>
        <w:t>Traducción: Mary García</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7" w:history="1">
        <w:r>
          <w:rPr>
            <w:rStyle w:val="Hyperlink"/>
            <w:rFonts w:ascii="Arial" w:hAnsi="Arial" w:cs="Arial"/>
            <w:color w:val="336699"/>
            <w:sz w:val="20"/>
            <w:szCs w:val="20"/>
          </w:rPr>
          <w:t>http://www.manantialcaduceo.com.ar/libros.htm</w:t>
        </w:r>
        <w:r>
          <w:rPr>
            <w:rFonts w:ascii="Arial" w:hAnsi="Arial" w:cs="Arial"/>
            <w:color w:val="336699"/>
            <w:sz w:val="20"/>
            <w:szCs w:val="20"/>
          </w:rPr>
          <w:br/>
        </w:r>
      </w:hyperlink>
      <w:hyperlink r:id="rId8" w:history="1">
        <w:r>
          <w:rPr>
            <w:rStyle w:val="Hyperlink"/>
            <w:rFonts w:ascii="Arial" w:hAnsi="Arial" w:cs="Arial"/>
            <w:color w:val="336699"/>
            <w:sz w:val="20"/>
            <w:szCs w:val="20"/>
          </w:rPr>
          <w:t>https://www.facebook.com/ManantialCaduceo</w:t>
        </w:r>
      </w:hyperlink>
    </w:p>
    <w:p w:rsidR="0089285F" w:rsidRDefault="0089285F" w:rsidP="004B6096">
      <w:pPr>
        <w:rPr>
          <w:rFonts w:ascii="Georgia" w:hAnsi="Georgia"/>
          <w:color w:val="0000FF"/>
          <w:sz w:val="36"/>
          <w:szCs w:val="36"/>
        </w:rPr>
      </w:pPr>
    </w:p>
    <w:p w:rsidR="0089285F" w:rsidRDefault="0089285F" w:rsidP="00B100EB">
      <w:pPr>
        <w:spacing w:before="75" w:after="75"/>
        <w:jc w:val="center"/>
        <w:rPr>
          <w:rFonts w:ascii="Trebuchet MS" w:hAnsi="Trebuchet MS" w:cs="Arial"/>
          <w:b/>
          <w:bCs/>
          <w:i/>
          <w:iCs/>
          <w:smallCaps/>
          <w:shadow/>
          <w:color w:val="auto"/>
          <w:sz w:val="32"/>
          <w:szCs w:val="32"/>
          <w:lang w:val="es-ES" w:eastAsia="es-ES"/>
        </w:rPr>
      </w:pPr>
      <w:r w:rsidRPr="00B100EB">
        <w:rPr>
          <w:rFonts w:ascii="Trebuchet MS" w:hAnsi="Trebuchet MS" w:cs="Arial"/>
          <w:b/>
          <w:bCs/>
          <w:i/>
          <w:iCs/>
          <w:smallCaps/>
          <w:shadow/>
          <w:color w:val="auto"/>
          <w:sz w:val="32"/>
          <w:szCs w:val="32"/>
          <w:lang w:val="es-ES" w:eastAsia="es-ES"/>
        </w:rPr>
        <w:t>AVATARES * MAESTROS ASCENDIDOS * GRANDES SERES DE LUZ</w:t>
      </w:r>
    </w:p>
    <w:p w:rsidR="0089285F" w:rsidRPr="00B100EB" w:rsidRDefault="0089285F" w:rsidP="00B100EB">
      <w:pPr>
        <w:spacing w:before="75" w:after="75"/>
        <w:jc w:val="center"/>
        <w:rPr>
          <w:rFonts w:ascii="Trebuchet MS" w:hAnsi="Trebuchet MS"/>
          <w:smallCaps/>
          <w:shadow/>
          <w:color w:val="auto"/>
          <w:sz w:val="32"/>
          <w:szCs w:val="32"/>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 xml:space="preserve">Amados maestros, aunque no lo parezca desde su punto de vista, las maravillas se están transpirando lo largo de este Sub-Universo. Por ahora muchos de ustedes son conscientes de que su galaxia, y en particular su pequeño planeta, son el punto focal de estos acontecimientos trascendentales. Antes de la creación de su planeta, se decretó que se convertiría en el punto cero o el foco central para un nuevo esfuerzo creativo -mediante el cual el Reino Angelical, los Dioses Co-Creadores, los Grandes Seres de Luz y la Semilla Estelar de todo el Omniverso enviarían adelante Fragmentos de su esencia a la Tierra, y por lo tanto, que iban a traer su Luz, su sabiduría y su deseo de ayudar en el cumplimiento de Gran plan del Creador. </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Hasta cierto punto, toda la humanidad y la conciencia del Alma de la Tierra están llegando hacia el interior y más alto nivel de conexión con nuestro Padre / Madre Dios, mientras que el Supremo Creador es la apertura de la vía desde el núcleo de su Ser a través de los Multi-Universos -los Grandes Soles Centrales , las Multidimensiones, y los muchos Reinos de la Creación con el fin de incorporar y cosechar la belleza y la magnificencia de lo que se ha forjado por todos nosotros en el nombre de nuestro Creador Omnipotente. Aquellos de ustedes que están firmemente en el camino de la Conciencia Espiritual en Expansión, se dan cuenta de que están viviendo tiempos únicos y sin precedentes.</w:t>
      </w: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Georgia" w:hAnsi="Georgia"/>
          <w:color w:val="auto"/>
          <w:sz w:val="36"/>
          <w:szCs w:val="36"/>
          <w:lang w:val="es-ES" w:eastAsia="es-ES"/>
        </w:rPr>
        <w:br/>
      </w:r>
      <w:r w:rsidRPr="00B100EB">
        <w:rPr>
          <w:rFonts w:ascii="Arial" w:hAnsi="Arial" w:cs="Arial"/>
          <w:color w:val="auto"/>
          <w:sz w:val="20"/>
          <w:szCs w:val="20"/>
          <w:lang w:val="es-ES" w:eastAsia="es-ES"/>
        </w:rPr>
        <w:t>Los Grandes Seres de Luz que nunca antes habían salido de su hogar en el interior del Gran Sol Central de su Universo estuvieron de acuerdo en hacerlo, y para fragmentarse a sí mismos en chispas más pequeñas de la Luz de Dios, con el fin de llevar su luminosidad, su amor y su sabiduría para el planeta Tierra . El Amado llamado Jesús / Yeshua / Jesúa, el Gran Kumaras, los Budas: el Señor Melquisedec, Rama y Krishna, además del Radiante y Poderoso Reino Angelical, por nombrar sólo unos pocos, vinieron de universos lejanos creados mucho antes de que este joven Universo entrase en vigor. Nosotros, los del Reino Arcangelical somos originarios de un lugar más allá de la penumbra, de un pasado antiguo del Omniverso, al igual que muchos de los Maestros Ascendidos y Avatares con los que están familiarizados, y le aseguramos que muchos de ustedes que están en el camino avanzado de la Ascensión nacieron, en su conciencia individualizada en otros universos también como este.</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El Plan Divino se perfeccionó, y el trabajo de campo fue establecido hace mucho tiempo atrás por lo que ya está sucediendo en la Tierra en este momento. Esos Grandes Seres descendieron de las dimensiones a esta orden inferior -para fijar su residencia dentro de las Brillantes Ciudades de Luz ubicadas a lo largo de la Sexta Dimensión- para que pudieran asistir a la humanidad para atravesar con éxito los múltiples ciclos de masa para Despertar/Ascensión de nuevo en los Reinos de la Iluminación. Además, la Esencia Divina de la Tierra se ha codificado con la Memoria del Fuego Blanco de la Semilla de Átomos, claves y códigos, lo que activará su propio despertar, y que también va a acelerar el proceso de despertar a toda la humanidad.</w:t>
      </w:r>
    </w:p>
    <w:p w:rsidR="0089285F" w:rsidRPr="00B100EB" w:rsidRDefault="0089285F" w:rsidP="00B100EB">
      <w:pPr>
        <w:spacing w:before="75" w:after="75"/>
        <w:jc w:val="both"/>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No nos gusta que pongan su atención sobre nosotros mismos, nuestra mayor alegría y misión es servir al Creador y aquellos que estén bajo nuestra tutela, y ningún crédito es necesario o deseado. Sin embargo, es necesario para que puedan comprender completamente nuestra misión en la Tierra así cómo cuan cerca hemos estado siempre conectados con ustedes.</w:t>
      </w:r>
    </w:p>
    <w:p w:rsidR="0089285F" w:rsidRPr="00B100EB" w:rsidRDefault="0089285F" w:rsidP="00B100EB">
      <w:pPr>
        <w:spacing w:after="360"/>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El amado Jesús/Josué llegó a la Tierra hace más de 2.000 años, y junto con el Arcángel Uriel y Arcangelina Lady Gracia (Complemento Divino del 6to.Rayo Oro Rubí) , él ancló las virtudes, aspectos y cualidades del Sexto Rayo de la devoción, el perdón, la misericordia, la gracia, el alimento espiritual y la fe en Dios. La hermosa Señora María, la Arcangelina femenina del Quinto Rayo, quien, junto con el Arcángel Rafael, irradia las cualidades de la entrega, el desinterés, la dedicación y la curación, se le dio el honor de traer al mundo el Ser Crístico llamado Jesús / Jeshua / Yeshua. Sin embargo, María fue elegida para una tarea aún mayor y la oportunidad de servir al Creador y la humanidad. . Ella trajo a la Tierra y ancló las virtudes de la Diosa en la mayor medida posible para el proceso de equilibrar las cualidades masculinas y femeninas del Creador en la Tierra pudiendo volver tener lugar una vez más.</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Muchos de ustedes están familiarizados con lo que se llaman las líneas de Michael / Mary de Inglaterra. Hay " LEY LINES" (alineaciones de lugares de interés geográfico e histórico como los antiguos monumentos y megalitos), que pasan a través de las Islas Británicas, Alemania, Francia y muchas otras áreas menos conocidas en Europa y en todo el mundo. Deseamos darle una mayor comprensión del "Gran Plan" y lo han convertido en algunos de los mitos y milagros de la historia. Hace miles de años en el tiempo de la Tierra, la señora María, que representa el receptivo/negativo o las corrientes electromagnéticas cristalinas femeninas y el Yo, El Arcágel Miguel, irradiando las corrientes electromagnéticas cristalinas positivas o masculinas, se dedicaron a la preparación de las "Ley Lines" de la Tierra con las corrientes necesarias para reconstruir el equilibrado y armonioso Sistema de Rejillas de Oro Etérico de la Tierra. Las Lineas de Poder, las Columnas de Ascensión de Luz, o vórtices fueron instalaron en puntos integrales alrededor de la Tierra. Los Sitios Sagrados, formaciones naturales que se convirtieron en lugares de culto, así como grandes iglesias y templos, han sido construidos a lo largo de estas "Ley Lines" y Puntos de Poder.</w:t>
      </w:r>
    </w:p>
    <w:p w:rsidR="0089285F" w:rsidRPr="00B100EB" w:rsidRDefault="0089285F" w:rsidP="00B100EB">
      <w:pPr>
        <w:spacing w:before="75" w:after="75"/>
        <w:jc w:val="both"/>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A lo largo de sus muchas vidas en la Tierra, han sido atraídos a estos lugares una y otra vez para recibir el sustento espiritual, pero ha ocurrido mucho más de lo que creen. Cada uno de ustedes, ya sea por su presencia física o en sus viajes nocturnos en el etérico, no sólo han recibido la energía armónica y las codificaciones de estos lugares espiritualmente magnetizados, sino que también han ayudado a activarlos y difundir estas corrientes de Luz alrededor de la Tierra. Ustedes se ha convertido tanto en emisores como receptores de Luz de Dios desde debajo de la Tierra y más allá de los cielos. El Alma de la Tierra y la Conciencia de la SupraAlma de la Humanidad se han convertido una vez más en sintonía, uno con otro.</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He sido llamado el "Guardián Supervisor de la Humanidad", y ha llegado el momento de que comprendas que La Amada Señora María es el aspecto femenino de la Diosa asignado de igual forma, para supervisar la permanencia y el descenso de la Humanidad a través de este Universo. Ha sido nuestro mayor honor y privilegio estar contigo -guiando, protegiendo y dirigiéndote en cada paso a lo largo del camino a través de Eones del Tiempo- como has transitado a medida que se ha asignado una tarea para ti de co-crear mundos y maravillas sin fin.</w:t>
      </w:r>
    </w:p>
    <w:p w:rsidR="0089285F" w:rsidRPr="00B100EB" w:rsidRDefault="0089285F" w:rsidP="00B100EB">
      <w:pPr>
        <w:spacing w:before="75" w:after="75"/>
        <w:jc w:val="both"/>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Junto con la Esencia del Creador, nuestra memoria se une e Ilumina con nuestra Individualizada Esencia y el Amor que fue enterrado profundamente dentro de tu Alma y tu Memoria, de modo que la puedes haber olvidado conscientemente, lo que nunca podrías olvidar en la memoria de su Propia-Alma.</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El Rey Arturo, la Dama del Lago, Juana de Arco y muchos personajes míticos históricos, cada uno de ellos invirtieron en cantidades extraordinarias de la Esencia de Señora "Lady" Maria así como de mi esencia con el fin de infundir en la Conciencia de la Tierra y dentro de los Corazones de la Humanidad. Es por ello que estos mitos no envejecen, y por qué han permanecido cercanos y han sido queridos por su corazón. Ellos evocan recuerdos del tiempo en los que estuvimos juntos en los Reinos Superiores, antes de que comenzara su misión en el mundo de la densidad. ¿Están recordando nuestra estrecha y Divina relación? y ya que estamos reunidos de mente y corazón, es el momento más alegre y gratificante para todos nosotros.</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Arial" w:hAnsi="Arial" w:cs="Arial"/>
          <w:color w:val="auto"/>
          <w:sz w:val="20"/>
          <w:szCs w:val="20"/>
          <w:lang w:val="es-ES" w:eastAsia="es-ES"/>
        </w:rPr>
      </w:pPr>
      <w:r w:rsidRPr="00B100EB">
        <w:rPr>
          <w:rFonts w:ascii="Arial" w:hAnsi="Arial" w:cs="Arial"/>
          <w:color w:val="auto"/>
          <w:sz w:val="20"/>
          <w:szCs w:val="20"/>
          <w:lang w:val="es-ES" w:eastAsia="es-ES"/>
        </w:rPr>
        <w:t xml:space="preserve">Con el fin de darle una mayor comprensión de lo ocurrido en la Tierra y cuán perfecto fue y es el Plan del Creador, vamos a volver atrás en tu historia aproximadamente </w:t>
      </w:r>
      <w:smartTag w:uri="urn:schemas-microsoft-com:office:smarttags" w:element="metricconverter">
        <w:smartTagPr>
          <w:attr w:name="ProductID" w:val="5.000 A"/>
        </w:smartTagPr>
        <w:r w:rsidRPr="00B100EB">
          <w:rPr>
            <w:rFonts w:ascii="Arial" w:hAnsi="Arial" w:cs="Arial"/>
            <w:color w:val="auto"/>
            <w:sz w:val="20"/>
            <w:szCs w:val="20"/>
            <w:lang w:val="es-ES" w:eastAsia="es-ES"/>
          </w:rPr>
          <w:t>5.000 A</w:t>
        </w:r>
      </w:smartTag>
      <w:r w:rsidRPr="00B100EB">
        <w:rPr>
          <w:rFonts w:ascii="Arial" w:hAnsi="Arial" w:cs="Arial"/>
          <w:color w:val="auto"/>
          <w:sz w:val="20"/>
          <w:szCs w:val="20"/>
          <w:lang w:val="es-ES" w:eastAsia="es-ES"/>
        </w:rPr>
        <w:t>.C. de acuerdo a tu puntualidad, al mismo tiempo que el Avatar Rama vino a la Tierra . El Ser Crístico en forma humana denominada Rama, que dio a luz a la Tierra los atributos, virtudes y cualidades del Creador para la época, fue Supra-Iluminado con mi esencia perteneciente al Primer Rayo de la Voluntad Divina. Muchos de ustedes son de mi linaje, y llevan la esencia de los Ángeles dentro de su ADN y de su alma. La diferencia es que Rama dio la mayor inyección de mi Esencia nunca antes se había traído a luz en la Tierra con el fin de sentar las bases para el Futuro, ésta vez lo estamos experimentando en el ahora. El Amor del Creador siempre ha sido el mayor objetivo principal de Supra-Iluminación con cada Avatar; sin embargo, ellos traen diferentes enseñanzas, aquellas que son los más adecuadas para el tiempo y el nivel actual de conciencia para la humanidad.</w:t>
      </w: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Georgia" w:hAnsi="Georgia"/>
          <w:color w:val="auto"/>
          <w:sz w:val="36"/>
          <w:szCs w:val="36"/>
          <w:lang w:val="es-ES" w:eastAsia="es-ES"/>
        </w:rPr>
        <w:br/>
      </w:r>
      <w:r w:rsidRPr="00B100EB">
        <w:rPr>
          <w:rFonts w:ascii="Arial" w:hAnsi="Arial" w:cs="Arial"/>
          <w:color w:val="auto"/>
          <w:sz w:val="20"/>
          <w:szCs w:val="20"/>
          <w:lang w:val="es-ES" w:eastAsia="es-ES"/>
        </w:rPr>
        <w:t>Después de Rama fue Krishna, luego Siddharta Gautama, el Buda, y otros numerosos Avatares. La Arcangelina María, como la portadora de energía de la Diosa o el aspecto femenino del Creador, jugó un papel importante en la vida de estos grandes Avatares. En la vida de Rama, su esposa Sita, fue supra-iluminada con la Esencia de María. En la vida de Krishna, que era amigo y compañero espiritual, carente de deseo físico. Por supuesto, el rol más conocido de la Amada Señora María fue como la madre y mentora de Jesús. Ella ha permanecido en segundo plano por miles de años, pero su gran amor y devoción por el Creador y la Humanidad siempre han sido una fuerza importante en la Tierra y en los Reinos Superiores.</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Muchos otros grandes Seres de Luz han visitado la Tierra a lo largo de los siglos, Lao-Tse, Confucio, Abraham, Moisés y Mahoma, por nombrar sólo unos pocos. La Amada Kuan Yin fue supra-Iluminada con la esencia de la Virgen María y trajo las cualidades de la compasión, la justicia y la curación a la Tierra. Tú estás o deberías estar familiarizado con estos grandes Seres, porque todos ellos representan facetas particulares, aspectos y virtudes del Creador, y han jugado un papel importante en la Tierra como representantes del Creador.</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Lo que no se entiende amp</w:t>
      </w:r>
      <w:r>
        <w:rPr>
          <w:rFonts w:ascii="Arial" w:hAnsi="Arial" w:cs="Arial"/>
          <w:color w:val="auto"/>
          <w:sz w:val="20"/>
          <w:szCs w:val="20"/>
          <w:lang w:val="es-ES" w:eastAsia="es-ES"/>
        </w:rPr>
        <w:t>liamente es que el Reino Arcangé</w:t>
      </w:r>
      <w:r w:rsidRPr="00B100EB">
        <w:rPr>
          <w:rFonts w:ascii="Arial" w:hAnsi="Arial" w:cs="Arial"/>
          <w:color w:val="auto"/>
          <w:sz w:val="20"/>
          <w:szCs w:val="20"/>
          <w:lang w:val="es-ES" w:eastAsia="es-ES"/>
        </w:rPr>
        <w:t>lico también ha desempeñado un papel importante en este drama Divino del descenso a los mundos de la materia. A lo largo de los siglos, cada arcángel ha desempeñado un papel predominante en el anclaje e irradiación de aspectos específicos, atributos, cualidades y virtudes del Creador. Ellos han estado en sintonía con y en comunicación con los grandes Avatares, y han supra-irradiado estos maravillosos Seres con su propia luminosidad y virtudes. Los avatares eran la representación física-humana del Creador por un período determinad</w:t>
      </w:r>
      <w:r>
        <w:rPr>
          <w:rFonts w:ascii="Arial" w:hAnsi="Arial" w:cs="Arial"/>
          <w:color w:val="auto"/>
          <w:sz w:val="20"/>
          <w:szCs w:val="20"/>
          <w:lang w:val="es-ES" w:eastAsia="es-ES"/>
        </w:rPr>
        <w:t>o de tiempo, y los seres arcangé</w:t>
      </w:r>
      <w:r w:rsidRPr="00B100EB">
        <w:rPr>
          <w:rFonts w:ascii="Arial" w:hAnsi="Arial" w:cs="Arial"/>
          <w:color w:val="auto"/>
          <w:sz w:val="20"/>
          <w:szCs w:val="20"/>
          <w:lang w:val="es-ES" w:eastAsia="es-ES"/>
        </w:rPr>
        <w:t>licos eran su conexión espiritual iluminadora con nuestro Padre/Madre Dios.</w:t>
      </w:r>
    </w:p>
    <w:p w:rsidR="0089285F" w:rsidRPr="00B100EB" w:rsidRDefault="0089285F" w:rsidP="00B100EB">
      <w:pPr>
        <w:spacing w:before="75" w:after="75"/>
        <w:jc w:val="both"/>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En esta ocasión única nunca antes se había experimentado en la Tierra, y aunque en la actualidad hay muchos Avatares y Maestros Ascendidos Poderosos en la Tierra, no habrá ni sólo un Gran Avatar enviado a la Tierra para Supra-Irradiar con Luz Superior, guiar e inspirar a la humanidad. Cada uno de ustedes tiene el potencial de convertirse en un Maestro Ascendido para estos gloriosos tiempos que vienen. Le hemos dado una promesa de oro, y esa promesa se establece en que no importa la mucha o poca Luz Crística o Esencia de su Ser Divino que haya nacido con ustedes, tienen el potencial de hacer surgir toda la magnificencia de su Rayo de Dios y Presencia de YO SOY. Eso es lo que tiene que ver con la Ascensión, volviendo al equilibrio y la armonía dentro de sus cuerpos físico, mental, emocional y etérico de manera que, una vez más, el espíritu puede descender y tomar dominio. Sin embargo, hay que recordar, todo lo que se recibe que se debe utilizar para el mayor bien de todos y, a continuación Amados Seres, se les dará aún más de ese dominio a ustedes.</w:t>
      </w: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Amados, mi flameante espada de Luz fue moldeada por el pensamiento y la energía de mi Ser más Profundo y se prepara con las energías dinámicas del Creador del Primer Rayo de la Voluntad Divina. Es una espada de redención, una espada de esperanza, una espada de la libertad, un regalo que te ofrezco para cortar las ataduras de sus propias creaciones erróneas, para la liberación de las ataduras ilusorias de Tercera/Cuarta Dimensión. Les pedimos que acepten y usen la impresionante energía del Primer Rayo de la Voluntad Divina y Poder, así como las Partículas Diamantinas de Luz del Creador para crear de nuevo en armonía con la Voluntad Divina del Creador. Les imploramos que, una vez más, demanden su derecho Divino como Co-Creador bajo la dirección de nuestro Padre/Madre Dios.</w:t>
      </w:r>
    </w:p>
    <w:p w:rsidR="0089285F" w:rsidRPr="00B100EB" w:rsidRDefault="0089285F" w:rsidP="00B100EB">
      <w:pPr>
        <w:rPr>
          <w:rFonts w:ascii="Georgia" w:hAnsi="Georgia"/>
          <w:color w:val="auto"/>
          <w:sz w:val="36"/>
          <w:szCs w:val="36"/>
          <w:lang w:val="es-ES" w:eastAsia="es-ES"/>
        </w:rPr>
      </w:pPr>
    </w:p>
    <w:p w:rsidR="0089285F" w:rsidRPr="00B100EB" w:rsidRDefault="0089285F" w:rsidP="00B100EB">
      <w:pPr>
        <w:spacing w:before="75" w:after="75"/>
        <w:jc w:val="both"/>
        <w:rPr>
          <w:rFonts w:ascii="Georgia" w:hAnsi="Georgia"/>
          <w:color w:val="auto"/>
          <w:sz w:val="36"/>
          <w:szCs w:val="36"/>
          <w:lang w:val="es-ES" w:eastAsia="es-ES"/>
        </w:rPr>
      </w:pPr>
      <w:r w:rsidRPr="00B100EB">
        <w:rPr>
          <w:rFonts w:ascii="Arial" w:hAnsi="Arial" w:cs="Arial"/>
          <w:color w:val="auto"/>
          <w:sz w:val="20"/>
          <w:szCs w:val="20"/>
          <w:lang w:val="es-ES" w:eastAsia="es-ES"/>
        </w:rPr>
        <w:t>El cáliz que te ofrecemos ahora, en estos tiempos de grandes cambios trascendentales se llena con el Elixir de Amor/Luz, la Llama de doce niveles de nuestro Padre/Madre Dios. Contiene el Fuego Cósmico de la Nueva Creación que se utilizará para moldear la nueva Galaxia Dorada y ampliar este Universo en el vacío. Beban profundamente mis Amados y fieles, para usted es la Semilla Estelar del futuro. Nosotros les rodeamos y envolvemos en nuestro campo áurico de Amor y protección. YO SOY el Arcángel Miguel.</w:t>
      </w:r>
    </w:p>
    <w:p w:rsidR="0089285F" w:rsidRDefault="0089285F" w:rsidP="004B6096">
      <w:pPr>
        <w:pStyle w:val="NormalWeb"/>
        <w:spacing w:before="0" w:beforeAutospacing="0" w:after="0" w:afterAutospacing="0"/>
        <w:jc w:val="center"/>
        <w:rPr>
          <w:rFonts w:ascii="Georgia" w:hAnsi="Georgia"/>
          <w:color w:val="0000FF"/>
          <w:sz w:val="36"/>
          <w:szCs w:val="36"/>
        </w:rPr>
      </w:pPr>
      <w:r>
        <w:rPr>
          <w:rFonts w:ascii="Arial" w:hAnsi="Arial" w:cs="Arial"/>
          <w:b/>
          <w:bCs/>
          <w:i/>
          <w:iCs/>
          <w:color w:val="000000"/>
          <w:sz w:val="20"/>
          <w:szCs w:val="20"/>
        </w:rPr>
        <w:t>***</w:t>
      </w:r>
    </w:p>
    <w:p w:rsidR="0089285F" w:rsidRDefault="0089285F" w:rsidP="004B6096">
      <w:pPr>
        <w:pStyle w:val="NormalWeb"/>
        <w:spacing w:before="0" w:beforeAutospacing="0" w:after="0" w:afterAutospacing="0"/>
        <w:jc w:val="center"/>
        <w:rPr>
          <w:rFonts w:ascii="Georgia" w:hAnsi="Georgia"/>
          <w:color w:val="0000FF"/>
          <w:sz w:val="36"/>
          <w:szCs w:val="36"/>
        </w:rPr>
      </w:pPr>
      <w:r>
        <w:rPr>
          <w:rFonts w:ascii="Arial" w:hAnsi="Arial" w:cs="Arial"/>
          <w:color w:val="000000"/>
          <w:sz w:val="20"/>
          <w:szCs w:val="20"/>
        </w:rPr>
        <w:t xml:space="preserve">Transmitido a través de Ronna*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Pr>
            <w:rStyle w:val="Hyperlink"/>
            <w:rFonts w:ascii="Arial" w:hAnsi="Arial" w:cs="Arial"/>
            <w:sz w:val="20"/>
            <w:szCs w:val="20"/>
          </w:rPr>
          <w:t>RonnaStar@earthlink.net</w:t>
        </w:r>
        <w:r>
          <w:rPr>
            <w:color w:val="000000"/>
          </w:rPr>
          <w:br/>
        </w:r>
      </w:hyperlink>
      <w:hyperlink r:id="rId10" w:history="1">
        <w:r>
          <w:rPr>
            <w:rStyle w:val="Hyperlink"/>
            <w:rFonts w:ascii="Arial" w:hAnsi="Arial" w:cs="Arial"/>
            <w:color w:val="336699"/>
            <w:sz w:val="20"/>
            <w:szCs w:val="20"/>
          </w:rPr>
          <w:t>www.RonnaStar.com</w:t>
        </w:r>
      </w:hyperlink>
      <w:r>
        <w:rPr>
          <w:rFonts w:ascii="Arial" w:hAnsi="Arial" w:cs="Arial"/>
          <w:color w:val="336699"/>
          <w:sz w:val="20"/>
          <w:szCs w:val="20"/>
        </w:rPr>
        <w:t xml:space="preserve"> * </w:t>
      </w:r>
      <w:hyperlink r:id="rId11" w:history="1">
        <w:r>
          <w:rPr>
            <w:rStyle w:val="Hyperlink"/>
            <w:rFonts w:ascii="Arial" w:hAnsi="Arial" w:cs="Arial"/>
            <w:color w:val="336699"/>
            <w:sz w:val="20"/>
            <w:szCs w:val="20"/>
          </w:rPr>
          <w:t>www.QuestForMastery.com</w:t>
        </w:r>
      </w:hyperlink>
      <w:r>
        <w:rPr>
          <w:rFonts w:ascii="Arial" w:hAnsi="Arial" w:cs="Arial"/>
          <w:color w:val="336699"/>
          <w:sz w:val="20"/>
          <w:szCs w:val="20"/>
        </w:rPr>
        <w:t xml:space="preserve"> * </w:t>
      </w:r>
      <w:hyperlink r:id="rId12" w:history="1">
        <w:r>
          <w:rPr>
            <w:rStyle w:val="Hyperlink"/>
            <w:rFonts w:ascii="Arial" w:hAnsi="Arial" w:cs="Arial"/>
            <w:color w:val="336699"/>
            <w:sz w:val="20"/>
            <w:szCs w:val="20"/>
          </w:rPr>
          <w:t>RonnaStar@earthlink.net</w:t>
        </w:r>
      </w:hyperlink>
    </w:p>
    <w:p w:rsidR="0089285F" w:rsidRDefault="0089285F" w:rsidP="004B6096">
      <w:pPr>
        <w:pStyle w:val="NormalWeb"/>
        <w:spacing w:beforeAutospacing="0" w:afterAutospacing="0"/>
        <w:jc w:val="center"/>
        <w:rPr>
          <w:rFonts w:ascii="Georgia" w:hAnsi="Georgia"/>
          <w:color w:val="0000FF"/>
          <w:sz w:val="36"/>
          <w:szCs w:val="36"/>
        </w:rPr>
      </w:pPr>
      <w:r>
        <w:rPr>
          <w:rFonts w:ascii="Arial" w:hAnsi="Arial" w:cs="Arial"/>
          <w:color w:val="000000"/>
          <w:sz w:val="20"/>
          <w:szCs w:val="20"/>
          <w:shd w:val="clear" w:color="auto" w:fill="FFFFFF"/>
        </w:rPr>
        <w:t>© 1998-2015 Ronna, Star Quest All Rights Reserved</w:t>
      </w:r>
      <w:r>
        <w:rPr>
          <w:rFonts w:ascii="Arial" w:hAnsi="Arial" w:cs="Arial"/>
          <w:color w:val="000000"/>
          <w:sz w:val="20"/>
          <w:szCs w:val="20"/>
          <w:shd w:val="clear" w:color="auto" w:fill="FFFFFF"/>
        </w:rPr>
        <w:br/>
        <w:t xml:space="preserve">775-856-3654 • </w:t>
      </w:r>
      <w:hyperlink r:id="rId13" w:history="1">
        <w:r>
          <w:rPr>
            <w:rStyle w:val="Hyperlink"/>
            <w:rFonts w:ascii="Arial" w:hAnsi="Arial" w:cs="Arial"/>
            <w:sz w:val="20"/>
            <w:szCs w:val="20"/>
            <w:shd w:val="clear" w:color="auto" w:fill="FFFFFF"/>
          </w:rPr>
          <w:t>ronnastar@earthlink.net</w:t>
        </w:r>
      </w:hyperlink>
      <w:r>
        <w:rPr>
          <w:rFonts w:ascii="Arial" w:hAnsi="Arial" w:cs="Arial"/>
          <w:color w:val="000000"/>
          <w:sz w:val="20"/>
          <w:szCs w:val="20"/>
          <w:shd w:val="clear" w:color="auto" w:fill="FFFFFF"/>
        </w:rPr>
        <w:t xml:space="preserve"> * </w:t>
      </w:r>
    </w:p>
    <w:p w:rsidR="0089285F" w:rsidRDefault="0089285F" w:rsidP="004B6096">
      <w:pPr>
        <w:pStyle w:val="NormalWeb"/>
        <w:spacing w:before="0" w:beforeAutospacing="0" w:after="0" w:afterAutospacing="0"/>
        <w:jc w:val="center"/>
        <w:rPr>
          <w:rFonts w:ascii="Georgia" w:hAnsi="Georgia"/>
          <w:color w:val="0000FF"/>
          <w:sz w:val="36"/>
          <w:szCs w:val="36"/>
        </w:rPr>
      </w:pPr>
      <w:r>
        <w:rPr>
          <w:rFonts w:ascii="Arial" w:hAnsi="Arial" w:cs="Arial"/>
          <w:i/>
          <w:iCs/>
          <w:color w:val="000000"/>
        </w:rPr>
        <w:t>6005 Clear Creek Drive</w:t>
      </w:r>
      <w:r>
        <w:rPr>
          <w:rFonts w:ascii="Arial" w:hAnsi="Arial" w:cs="Arial"/>
          <w:i/>
          <w:iCs/>
          <w:color w:val="000000"/>
        </w:rPr>
        <w:br/>
        <w:t>• Reno, NV 89502</w:t>
      </w:r>
    </w:p>
    <w:p w:rsidR="0089285F" w:rsidRDefault="0089285F" w:rsidP="004B6096">
      <w:pPr>
        <w:pStyle w:val="NormalWeb"/>
        <w:spacing w:before="0" w:beforeAutospacing="0" w:after="0" w:afterAutospacing="0"/>
        <w:jc w:val="center"/>
        <w:rPr>
          <w:rFonts w:ascii="Georgia" w:hAnsi="Georgia"/>
          <w:color w:val="0000FF"/>
          <w:sz w:val="36"/>
          <w:szCs w:val="36"/>
        </w:rPr>
      </w:pPr>
      <w:r>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4" w:history="1">
        <w:r>
          <w:rPr>
            <w:rStyle w:val="Hyperlink"/>
            <w:rFonts w:ascii="Arial" w:hAnsi="Arial" w:cs="Arial"/>
            <w:color w:val="336699"/>
            <w:sz w:val="20"/>
            <w:szCs w:val="20"/>
          </w:rPr>
          <w:t>www.manantialcaduceo.com.ar/libros.htm</w:t>
        </w:r>
      </w:hyperlink>
      <w:r>
        <w:rPr>
          <w:color w:val="000000"/>
        </w:rPr>
        <w:t xml:space="preserve"> </w:t>
      </w:r>
    </w:p>
    <w:p w:rsidR="0089285F" w:rsidRDefault="0089285F" w:rsidP="004B6096">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 xml:space="preserve">Pueden también leer los mensajes desde Internet en </w:t>
      </w:r>
      <w:hyperlink r:id="rId15" w:history="1">
        <w:r>
          <w:rPr>
            <w:rStyle w:val="Hyperlink"/>
            <w:rFonts w:ascii="Arial" w:hAnsi="Arial" w:cs="Arial"/>
            <w:b/>
            <w:bCs/>
            <w:i/>
            <w:iCs/>
            <w:color w:val="3366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89285F" w:rsidRDefault="0089285F" w:rsidP="004B6096">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6" w:history="1">
        <w:r>
          <w:rPr>
            <w:rStyle w:val="Hyperlink"/>
            <w:rFonts w:ascii="Arial" w:hAnsi="Arial" w:cs="Arial"/>
            <w:b/>
            <w:bCs/>
            <w:sz w:val="20"/>
            <w:szCs w:val="20"/>
          </w:rPr>
          <w:t>http://www.egrupos.net/grupo/laeradelahora/alta</w:t>
        </w:r>
      </w:hyperlink>
      <w:r>
        <w:rPr>
          <w:rFonts w:ascii="Arial" w:hAnsi="Arial" w:cs="Arial"/>
          <w:color w:val="000000"/>
          <w:sz w:val="20"/>
          <w:szCs w:val="20"/>
        </w:rPr>
        <w:t xml:space="preserve"> </w:t>
      </w:r>
    </w:p>
    <w:p w:rsidR="0089285F" w:rsidRDefault="0089285F" w:rsidP="004B6096">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89285F" w:rsidRDefault="0089285F" w:rsidP="004B6096">
      <w:pPr>
        <w:pStyle w:val="NormalWeb"/>
        <w:spacing w:before="0" w:beforeAutospacing="0" w:after="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89285F" w:rsidRDefault="0089285F" w:rsidP="004B6096">
      <w:pPr>
        <w:pStyle w:val="normal0"/>
        <w:rPr>
          <w:rFonts w:ascii="Arial" w:hAnsi="Arial" w:cs="Arial"/>
          <w:i/>
          <w:iCs/>
          <w:sz w:val="20"/>
          <w:szCs w:val="20"/>
          <w:shd w:val="clear" w:color="auto" w:fill="FFFFFF"/>
        </w:rPr>
      </w:pPr>
      <w:r>
        <w:rPr>
          <w:rFonts w:ascii="Georgia" w:hAnsi="Georgia"/>
          <w:color w:val="0000FF"/>
          <w:sz w:val="36"/>
          <w:szCs w:val="36"/>
        </w:rPr>
        <w:br/>
      </w:r>
      <w:r>
        <w:rPr>
          <w:rFonts w:ascii="Arial" w:hAnsi="Arial" w:cs="Arial"/>
          <w:i/>
          <w:iCs/>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9285F" w:rsidRDefault="0089285F" w:rsidP="002E275F">
      <w:pPr>
        <w:pStyle w:val="normal0"/>
        <w:jc w:val="center"/>
        <w:rPr>
          <w:rFonts w:ascii="Arial" w:hAnsi="Arial" w:cs="Arial"/>
          <w:i/>
          <w:iCs/>
          <w:sz w:val="20"/>
          <w:szCs w:val="20"/>
          <w:shd w:val="clear" w:color="auto" w:fill="FFFFFF"/>
        </w:rPr>
      </w:pPr>
      <w:r>
        <w:rPr>
          <w:rFonts w:ascii="Arial" w:hAnsi="Arial" w:cs="Arial"/>
          <w:i/>
          <w:iCs/>
          <w:sz w:val="20"/>
          <w:szCs w:val="20"/>
          <w:shd w:val="clear" w:color="auto" w:fill="FFFFFF"/>
        </w:rPr>
        <w:t>+++++</w:t>
      </w:r>
    </w:p>
    <w:p w:rsidR="0089285F" w:rsidRDefault="0089285F" w:rsidP="002E275F">
      <w:pPr>
        <w:spacing w:before="100" w:beforeAutospacing="1" w:after="100" w:afterAutospacing="1"/>
        <w:jc w:val="center"/>
        <w:rPr>
          <w:rFonts w:ascii="Arial" w:hAnsi="Arial" w:cs="Arial"/>
          <w:sz w:val="20"/>
          <w:szCs w:val="20"/>
        </w:rPr>
      </w:pPr>
      <w:r>
        <w:rPr>
          <w:rFonts w:ascii="Trebuchet MS" w:hAnsi="Trebuchet MS"/>
          <w:smallCaps/>
          <w:shadow/>
          <w:sz w:val="36"/>
          <w:szCs w:val="36"/>
        </w:rPr>
        <w:t>Mensaje Semanal del Maestro Ascendido Hilarión</w:t>
      </w:r>
      <w:r>
        <w:br/>
      </w:r>
      <w:r w:rsidRPr="00717C8E">
        <w:rPr>
          <w:rFonts w:ascii="Arial" w:hAnsi="Arial" w:cs="Arial"/>
          <w:sz w:val="20"/>
          <w:szCs w:val="20"/>
        </w:rPr>
        <w:t>Del</w:t>
      </w:r>
      <w:r>
        <w:rPr>
          <w:rFonts w:ascii="Arial" w:hAnsi="Arial" w:cs="Arial"/>
          <w:sz w:val="20"/>
          <w:szCs w:val="20"/>
        </w:rPr>
        <w:t xml:space="preserve"> 30 de Octubre al 6 de Noviembre 2016</w:t>
      </w:r>
      <w:r w:rsidRPr="00717C8E">
        <w:rPr>
          <w:rFonts w:ascii="Arial" w:hAnsi="Arial" w:cs="Arial"/>
          <w:b/>
          <w:bCs/>
          <w:sz w:val="20"/>
          <w:szCs w:val="20"/>
        </w:rPr>
        <w:br/>
      </w:r>
      <w:r>
        <w:rPr>
          <w:rStyle w:val="grame"/>
          <w:rFonts w:ascii="Arial" w:hAnsi="Arial" w:cs="Arial"/>
          <w:b/>
          <w:bCs/>
          <w:sz w:val="20"/>
          <w:szCs w:val="20"/>
        </w:rPr>
        <w:t>por</w:t>
      </w:r>
      <w:r>
        <w:rPr>
          <w:rFonts w:ascii="Arial" w:hAnsi="Arial" w:cs="Arial"/>
          <w:b/>
          <w:bCs/>
          <w:color w:val="333333"/>
          <w:sz w:val="20"/>
          <w:szCs w:val="20"/>
        </w:rPr>
        <w:t xml:space="preserve"> </w:t>
      </w:r>
      <w:r>
        <w:rPr>
          <w:rFonts w:ascii="Arial" w:hAnsi="Arial" w:cs="Arial"/>
          <w:b/>
          <w:bCs/>
          <w:sz w:val="20"/>
          <w:szCs w:val="20"/>
        </w:rPr>
        <w:t xml:space="preserve">Marlene </w:t>
      </w:r>
      <w:r>
        <w:rPr>
          <w:rStyle w:val="spelle"/>
          <w:rFonts w:ascii="Arial" w:hAnsi="Arial" w:cs="Arial"/>
          <w:b/>
          <w:bCs/>
          <w:sz w:val="20"/>
          <w:szCs w:val="20"/>
        </w:rPr>
        <w:t>Swetlishoff</w:t>
      </w:r>
      <w:r w:rsidRPr="006B633A">
        <w:rPr>
          <w:rFonts w:ascii="Arial" w:hAnsi="Arial" w:cs="Arial"/>
          <w:b/>
          <w:bCs/>
          <w:color w:val="333399"/>
          <w:sz w:val="20"/>
          <w:szCs w:val="20"/>
        </w:rPr>
        <w:br/>
      </w:r>
      <w:hyperlink r:id="rId17" w:tgtFrame="_blank" w:history="1">
        <w:r w:rsidRPr="006B633A">
          <w:rPr>
            <w:rStyle w:val="Hyperlink"/>
            <w:rFonts w:ascii="Arial" w:hAnsi="Arial" w:cs="Arial"/>
            <w:b/>
            <w:bCs/>
            <w:color w:val="003366"/>
            <w:sz w:val="20"/>
            <w:szCs w:val="20"/>
            <w:lang w:val="es-VE"/>
          </w:rPr>
          <w:t>http://www.therainbowscribe.com</w:t>
        </w:r>
      </w:hyperlink>
    </w:p>
    <w:p w:rsidR="0089285F" w:rsidRDefault="0089285F" w:rsidP="002E275F">
      <w:pPr>
        <w:jc w:val="both"/>
        <w:rPr>
          <w:rFonts w:ascii="Arial" w:hAnsi="Arial" w:cs="Arial"/>
          <w:b/>
          <w:bCs/>
          <w:i/>
          <w:iCs/>
          <w:sz w:val="20"/>
          <w:szCs w:val="20"/>
        </w:rPr>
      </w:pPr>
      <w:r>
        <w:rPr>
          <w:rFonts w:ascii="Arial" w:hAnsi="Arial" w:cs="Arial"/>
          <w:b/>
          <w:bCs/>
          <w:i/>
          <w:iCs/>
          <w:sz w:val="20"/>
          <w:szCs w:val="20"/>
        </w:rPr>
        <w:t>Traducción: Esther Abreu</w:t>
      </w:r>
    </w:p>
    <w:p w:rsidR="0089285F" w:rsidRDefault="0089285F" w:rsidP="002E275F">
      <w:pPr>
        <w:jc w:val="both"/>
        <w:rPr>
          <w:rFonts w:ascii="Arial" w:hAnsi="Arial" w:cs="Arial"/>
          <w:sz w:val="20"/>
          <w:szCs w:val="20"/>
        </w:rPr>
      </w:pPr>
    </w:p>
    <w:p w:rsidR="0089285F" w:rsidRPr="00CE06E8" w:rsidRDefault="0089285F" w:rsidP="002E275F">
      <w:pPr>
        <w:spacing w:before="100" w:beforeAutospacing="1" w:after="100" w:afterAutospacing="1"/>
        <w:jc w:val="both"/>
        <w:rPr>
          <w:sz w:val="20"/>
          <w:szCs w:val="20"/>
        </w:rPr>
      </w:pPr>
      <w:r w:rsidRPr="00CE06E8">
        <w:rPr>
          <w:rFonts w:ascii="Arial" w:hAnsi="Arial" w:cs="Arial"/>
          <w:sz w:val="20"/>
          <w:szCs w:val="20"/>
        </w:rPr>
        <w:t>Amados,</w:t>
      </w:r>
    </w:p>
    <w:p w:rsidR="0089285F" w:rsidRPr="002C484F" w:rsidRDefault="0089285F" w:rsidP="002E275F">
      <w:pPr>
        <w:spacing w:before="100" w:beforeAutospacing="1"/>
        <w:jc w:val="both"/>
        <w:rPr>
          <w:sz w:val="20"/>
          <w:szCs w:val="20"/>
        </w:rPr>
      </w:pPr>
      <w:r w:rsidRPr="002C484F">
        <w:rPr>
          <w:rFonts w:ascii="Arial" w:hAnsi="Arial" w:cs="Arial"/>
          <w:sz w:val="20"/>
          <w:szCs w:val="20"/>
        </w:rPr>
        <w:t xml:space="preserve">A medida que se esfuerzan en mantenerse en equilibrio y balance durante estos días con todo lo que está ocurriendo dentro de sus esferas de resonancia, encuentran que las energías intensificadas están teniendo su efecto, no sólo dentro de sus propios sistemas, sino en todos los que están en su ámbito de influencia. Las energías de la dualidad están fuera de control y es importante que recuerden su propósito de sostener la Luz en estos tiempos. Es muy fácil para ustedes, que son sensibles a las energías que les rodean, entender que los sentimientos que han estado sintiendo son principalmente aquellos que se están experimentando a un nivel de conciencia colectiva. El miedo y la duda corren desenfrenados en estos tiempos – recuerden esto - y reconéctense con su centro y enfóquense en lo que </w:t>
      </w:r>
      <w:r w:rsidRPr="002C484F">
        <w:rPr>
          <w:rFonts w:ascii="Arial" w:hAnsi="Arial" w:cs="Arial"/>
          <w:sz w:val="20"/>
          <w:szCs w:val="20"/>
          <w:u w:val="single"/>
        </w:rPr>
        <w:t>son</w:t>
      </w:r>
      <w:r w:rsidRPr="002C484F">
        <w:rPr>
          <w:rFonts w:ascii="Arial" w:hAnsi="Arial" w:cs="Arial"/>
          <w:sz w:val="20"/>
          <w:szCs w:val="20"/>
        </w:rPr>
        <w:t xml:space="preserve"> y lo que </w:t>
      </w:r>
      <w:r w:rsidRPr="002C484F">
        <w:rPr>
          <w:rFonts w:ascii="Arial" w:hAnsi="Arial" w:cs="Arial"/>
          <w:sz w:val="20"/>
          <w:szCs w:val="20"/>
          <w:u w:val="single"/>
        </w:rPr>
        <w:t xml:space="preserve">ustedes </w:t>
      </w:r>
      <w:r w:rsidRPr="002C484F">
        <w:rPr>
          <w:rFonts w:ascii="Arial" w:hAnsi="Arial" w:cs="Arial"/>
          <w:sz w:val="20"/>
          <w:szCs w:val="20"/>
        </w:rPr>
        <w:t>representan.</w:t>
      </w:r>
    </w:p>
    <w:p w:rsidR="0089285F" w:rsidRPr="002C484F" w:rsidRDefault="0089285F" w:rsidP="002E275F">
      <w:pPr>
        <w:spacing w:before="100" w:beforeAutospacing="1"/>
        <w:jc w:val="both"/>
        <w:rPr>
          <w:sz w:val="20"/>
          <w:szCs w:val="20"/>
        </w:rPr>
      </w:pPr>
      <w:r w:rsidRPr="002C484F">
        <w:rPr>
          <w:rFonts w:ascii="Arial" w:hAnsi="Arial" w:cs="Arial"/>
          <w:sz w:val="20"/>
          <w:szCs w:val="20"/>
        </w:rPr>
        <w:t xml:space="preserve">Manténganse fieles a sí mismos, hasta el momento no se les ha llevado por mal camino; ustedes han mantenido su posición y permanecido dentro de su núcleo central. En la medida que las energías se desboquen hacia un grado aún mayor en los próximos días, es importante que reserven tiempo para experimentar lo que les produce júbilo, alegría, paz e inspiración personal. Es importante centrarse en estas cosas; a menudo tómense un tiempo lejos de sus deberes y preocupaciones terrenales y busquen descansar saliendo a la naturaleza y haciendo las cosas que normalmente dejan para otro día, esas cosas que nutren y reponen su propia energía. En esto es en lo que necesitan enfocarse. Sientan alegría, rían a menudo, rían sonoramente. ¡Hay tanta belleza a su alrededor que llena cada lugar y espacio en su entorno - búsquenla y disfrútenla! </w:t>
      </w:r>
    </w:p>
    <w:p w:rsidR="0089285F" w:rsidRPr="002C484F" w:rsidRDefault="0089285F" w:rsidP="002E275F">
      <w:pPr>
        <w:spacing w:before="100" w:beforeAutospacing="1"/>
        <w:jc w:val="both"/>
        <w:rPr>
          <w:sz w:val="20"/>
          <w:szCs w:val="20"/>
        </w:rPr>
      </w:pPr>
      <w:r w:rsidRPr="002C484F">
        <w:rPr>
          <w:rFonts w:ascii="Arial" w:hAnsi="Arial" w:cs="Arial"/>
          <w:sz w:val="20"/>
          <w:szCs w:val="20"/>
        </w:rPr>
        <w:t>Encarnen esa energía dentro de sus seres después de estos recesos, ya que entonces es posible que puedan tomar decisiones informadas y claras en cuanto a sus próximos movimientos. En virtud de que este año llega a un final, es tiempo para que finalicen todo lo que se propusieron hacer en años anteriores, es el momento para completar todas las metas, proyectos e intenciones que se propusieron lograr. Esta es una alineación para prepararse para el nuevo ciclo que comienza en 2017 cuando se inicia un nuevo ciclo de nueve años. Este es el tiempo para terminar y completar todo lo que necesita completarse, de manera que puedan comenzar de nuevo.</w:t>
      </w:r>
    </w:p>
    <w:p w:rsidR="0089285F" w:rsidRPr="002C484F" w:rsidRDefault="0089285F" w:rsidP="002E275F">
      <w:pPr>
        <w:spacing w:before="100" w:beforeAutospacing="1"/>
        <w:jc w:val="both"/>
        <w:rPr>
          <w:sz w:val="20"/>
          <w:szCs w:val="20"/>
        </w:rPr>
      </w:pPr>
      <w:r w:rsidRPr="002C484F">
        <w:rPr>
          <w:rFonts w:ascii="Arial" w:hAnsi="Arial" w:cs="Arial"/>
          <w:sz w:val="20"/>
          <w:szCs w:val="20"/>
        </w:rPr>
        <w:t>Es dentro del reino de las posibilidades donde se vuelven a crear completamente a sí mismo en el nuevo ciclo: la forma en la que se presentan al mundo, su forma de hablar, pensar y sentir. No se requiere la aprobación de los demás, es algo que está dentro de sus propios intereses – no en intereses egoístas, sino como un reconocimiento de que un nuevo ciclo se avecina en el horizonte para que puedan estar en condiciones de aprovechar todas las energías de esos tiempos y esto es muy apropiado.</w:t>
      </w:r>
    </w:p>
    <w:p w:rsidR="0089285F" w:rsidRPr="002C484F" w:rsidRDefault="0089285F" w:rsidP="002E275F">
      <w:pPr>
        <w:spacing w:before="100" w:beforeAutospacing="1"/>
        <w:jc w:val="both"/>
        <w:rPr>
          <w:sz w:val="20"/>
          <w:szCs w:val="20"/>
        </w:rPr>
      </w:pPr>
      <w:r w:rsidRPr="002C484F">
        <w:rPr>
          <w:rFonts w:ascii="Arial" w:hAnsi="Arial" w:cs="Arial"/>
          <w:sz w:val="20"/>
          <w:szCs w:val="20"/>
        </w:rPr>
        <w:t>La energía del mundo a su alrededor está cambiando momento a momento y es difícil mantener sus intenciones y enfoques, pero es posible hacerlo. Tienen todas las herramientas y el conocimiento que necesitan para mantenerse fiel a sí mismos, para mantenerse alineados con los aspectos superiores de sí mismos. Independientemente de lo que ocurre en el mundo alrededor de ustedes, saben que dentro de sí mismo todo está bien y que siempre lo ha estado. El mundo da vueltas y vueltas, mucho es lo mismo de lo que era, pero lo que realmente tiene verdadero significado y valor continúa y se abre ante ustedes y esta es el área donde deben prestar atención y concentrarse.</w:t>
      </w:r>
    </w:p>
    <w:p w:rsidR="0089285F" w:rsidRPr="002C484F" w:rsidRDefault="0089285F" w:rsidP="002E275F">
      <w:pPr>
        <w:spacing w:before="100" w:beforeAutospacing="1"/>
        <w:jc w:val="both"/>
        <w:rPr>
          <w:sz w:val="20"/>
          <w:szCs w:val="20"/>
        </w:rPr>
      </w:pPr>
    </w:p>
    <w:p w:rsidR="0089285F" w:rsidRPr="002C484F" w:rsidRDefault="0089285F" w:rsidP="002E275F">
      <w:pPr>
        <w:spacing w:before="100" w:beforeAutospacing="1"/>
        <w:jc w:val="both"/>
        <w:rPr>
          <w:sz w:val="20"/>
          <w:szCs w:val="20"/>
        </w:rPr>
      </w:pPr>
      <w:r w:rsidRPr="002C484F">
        <w:rPr>
          <w:rFonts w:ascii="Arial" w:hAnsi="Arial" w:cs="Arial"/>
          <w:sz w:val="20"/>
          <w:szCs w:val="20"/>
        </w:rPr>
        <w:t>Vuelvan a conectar con el amor que reside en sus corazones y abran sus corazones tan ampliamente como les sea posible en cada momento. El mundo necesita de su amor, el mundo necesita su presencia calmante y relajante y este es un aspecto importante de su trabajo en este planeta. Estamos con ustedes y permanecemos al lado de cada uno cuando realizan sus actividades diarias. Los animamos a que tomen descansos cuando sea necesario y, durante estos tiempos tumultuosos, es importante tomar más descansos, que no tienen que ser de larga duración, sólo lo suficiente para que se sientan renovados y restablecidos en el centro de su ser.</w:t>
      </w:r>
    </w:p>
    <w:p w:rsidR="0089285F" w:rsidRPr="002C484F" w:rsidRDefault="0089285F" w:rsidP="002E275F">
      <w:pPr>
        <w:spacing w:before="100" w:beforeAutospacing="1"/>
        <w:jc w:val="both"/>
        <w:rPr>
          <w:sz w:val="20"/>
          <w:szCs w:val="20"/>
        </w:rPr>
      </w:pPr>
      <w:r w:rsidRPr="002C484F">
        <w:rPr>
          <w:rFonts w:ascii="Arial" w:hAnsi="Arial" w:cs="Arial"/>
          <w:sz w:val="20"/>
          <w:szCs w:val="20"/>
        </w:rPr>
        <w:t>Enviar Luz de sanación, amor y energía a aquellas zonas del mundo que están experimentando cambios en la Tierra que no son felices en el momento. Estos cambios llevan a un recogimiento de los pueblos para que trabajen en conjunto y en armonía unos con otros, ya que se dan cuenta de los valores importantes en sus vidas: el de la cooperación, la comunicación y la unidad - estos son los valores importantes que se mantendrán cuando diferentes áreas de los pueblos del mundo experimente los próximos acontecimientos.</w:t>
      </w:r>
    </w:p>
    <w:p w:rsidR="0089285F" w:rsidRPr="002C484F" w:rsidRDefault="0089285F" w:rsidP="002E275F">
      <w:pPr>
        <w:spacing w:before="100" w:beforeAutospacing="1"/>
        <w:jc w:val="both"/>
        <w:rPr>
          <w:sz w:val="20"/>
          <w:szCs w:val="20"/>
        </w:rPr>
      </w:pPr>
      <w:r w:rsidRPr="002C484F">
        <w:rPr>
          <w:rFonts w:ascii="Arial" w:hAnsi="Arial" w:cs="Arial"/>
          <w:sz w:val="20"/>
          <w:szCs w:val="20"/>
        </w:rPr>
        <w:t>En la medida que toda la humanidad se mueve hacia lo desconocido, se produce una reunión de mentes similares y esto trae resultados armoniosos y pacíficos en todo el mundo. Todo el mundo se reúne en torno a los necesitados y presta su ayuda y asistencia, su amor y energías y todo esto es para el mayor bien de todo el mundo sobre el planeta.</w:t>
      </w:r>
    </w:p>
    <w:p w:rsidR="0089285F" w:rsidRPr="002C484F" w:rsidRDefault="0089285F" w:rsidP="002E275F">
      <w:pPr>
        <w:spacing w:before="100" w:beforeAutospacing="1"/>
        <w:jc w:val="both"/>
        <w:rPr>
          <w:sz w:val="20"/>
          <w:szCs w:val="20"/>
        </w:rPr>
      </w:pPr>
      <w:r w:rsidRPr="002C484F">
        <w:rPr>
          <w:rFonts w:ascii="Arial" w:hAnsi="Arial" w:cs="Arial"/>
          <w:sz w:val="20"/>
          <w:szCs w:val="20"/>
        </w:rPr>
        <w:t>Les recordamos que todas las respuestas que están buscando, la verdad que buscan sobre un tema determinado, siempre están contenidas y disponibles dentro de ustedes mismos. Reconozcan esto y alinéense con sus aspectos más elevados, con la pureza que se encuentra en el núcleo de su Esencia Divina. Allí siempre estarán en armonía con Todo lo que Es. Sepan esto y manténganse fuertes y enfocados, sepan que todo está bien, el universo gira, la Tierra gira y todo es como debe ser.</w:t>
      </w:r>
    </w:p>
    <w:p w:rsidR="0089285F" w:rsidRPr="002C484F" w:rsidRDefault="0089285F" w:rsidP="002E275F">
      <w:pPr>
        <w:spacing w:before="100" w:beforeAutospacing="1"/>
        <w:jc w:val="both"/>
        <w:rPr>
          <w:sz w:val="20"/>
          <w:szCs w:val="20"/>
        </w:rPr>
      </w:pPr>
      <w:r w:rsidRPr="002C484F">
        <w:rPr>
          <w:rFonts w:ascii="Arial" w:hAnsi="Arial" w:cs="Arial"/>
          <w:sz w:val="20"/>
          <w:szCs w:val="20"/>
        </w:rPr>
        <w:t>Todo lo que necesita ser cambiado está en proceso de cambio y, por lo tanto, las cosas pueden parecer bastante intensas. Es necesario que todos estos cambios ocurran, sabemos de esto desde hace muchas décadas y ahora, estamos en medio de ese cambio. Tenga fe en que todo es como debe ser y que van a salir al final de todo este cambio con alegría, paz y felicidad y hacia una nueva forma y un nuevo comienzo lleno de todo lo que es correcto, bueno y decente en sus mundos y en el mundo en general. Son amados, siempre han sido amados. Ahora es el momento de resplandecer ese amor, de irradiarlo hacia los otros que están tan necesitados de ello durante estos tiempos.</w:t>
      </w:r>
      <w:r w:rsidRPr="002C484F">
        <w:rPr>
          <w:b/>
          <w:bCs/>
          <w:sz w:val="20"/>
          <w:szCs w:val="20"/>
        </w:rPr>
        <w:t xml:space="preserve"> </w:t>
      </w:r>
    </w:p>
    <w:p w:rsidR="0089285F" w:rsidRPr="004E20E0" w:rsidRDefault="0089285F" w:rsidP="002E275F">
      <w:pPr>
        <w:spacing w:before="100" w:beforeAutospacing="1" w:after="100" w:afterAutospacing="1"/>
        <w:rPr>
          <w:sz w:val="20"/>
          <w:szCs w:val="20"/>
        </w:rPr>
      </w:pPr>
      <w:r w:rsidRPr="004E20E0">
        <w:rPr>
          <w:rFonts w:ascii="Arial" w:hAnsi="Arial" w:cs="Arial"/>
          <w:sz w:val="20"/>
          <w:szCs w:val="20"/>
        </w:rPr>
        <w:t>Hasta la próxima semana…</w:t>
      </w:r>
    </w:p>
    <w:p w:rsidR="0089285F" w:rsidRDefault="0089285F" w:rsidP="002E275F">
      <w:pPr>
        <w:spacing w:before="100" w:beforeAutospacing="1" w:after="100" w:afterAutospacing="1"/>
        <w:jc w:val="both"/>
        <w:rPr>
          <w:rFonts w:ascii="Arial" w:hAnsi="Arial" w:cs="Arial"/>
          <w:b/>
          <w:bCs/>
          <w:lang w:val="es-VE"/>
        </w:rPr>
      </w:pPr>
      <w:r>
        <w:rPr>
          <w:rFonts w:ascii="Arial" w:hAnsi="Arial" w:cs="Arial"/>
          <w:b/>
          <w:bCs/>
          <w:lang w:val="es-VE"/>
        </w:rPr>
        <w:t>YO SOY HILARION</w:t>
      </w:r>
    </w:p>
    <w:p w:rsidR="0089285F" w:rsidRDefault="0089285F" w:rsidP="002E275F">
      <w:pPr>
        <w:spacing w:before="100" w:beforeAutospacing="1" w:after="100" w:afterAutospacing="1"/>
        <w:jc w:val="both"/>
        <w:rPr>
          <w:rFonts w:ascii="Arial" w:hAnsi="Arial" w:cs="Arial"/>
          <w:sz w:val="20"/>
          <w:szCs w:val="20"/>
        </w:rPr>
      </w:pPr>
      <w:r w:rsidRPr="007072E7">
        <w:rPr>
          <w:rFonts w:ascii="Arial" w:hAnsi="Arial" w:cs="Arial"/>
          <w:sz w:val="20"/>
          <w:szCs w:val="20"/>
        </w:rPr>
        <w:t>2009-2016 Marlene Swetlishoff / Tsu-tana - Guardián de las Sinfonías de Gracia</w:t>
      </w:r>
    </w:p>
    <w:p w:rsidR="0089285F" w:rsidRPr="001621B3" w:rsidRDefault="0089285F" w:rsidP="002E275F">
      <w:pPr>
        <w:spacing w:before="100" w:beforeAutospacing="1" w:after="100" w:afterAutospacing="1"/>
        <w:jc w:val="both"/>
        <w:rPr>
          <w:rFonts w:ascii="Arial" w:hAnsi="Arial" w:cs="Arial"/>
          <w:sz w:val="20"/>
          <w:szCs w:val="20"/>
        </w:rPr>
      </w:pPr>
      <w:hyperlink r:id="rId18" w:tgtFrame="_blank" w:history="1">
        <w:r w:rsidRPr="006765A6">
          <w:rPr>
            <w:rStyle w:val="Hyperlink"/>
            <w:rFonts w:ascii="Arial" w:hAnsi="Arial" w:cs="Arial"/>
            <w:b/>
            <w:bCs/>
            <w:color w:val="003366"/>
            <w:sz w:val="20"/>
            <w:szCs w:val="20"/>
          </w:rPr>
          <w:t>La Conexión Hilarion©, Libro Uno disponible aquí</w:t>
        </w:r>
        <w:r w:rsidRPr="006765A6">
          <w:rPr>
            <w:rStyle w:val="Hyperlink"/>
            <w:rFonts w:ascii="Arial" w:hAnsi="Arial" w:cs="Arial"/>
            <w:b/>
            <w:bCs/>
            <w:sz w:val="20"/>
            <w:szCs w:val="20"/>
          </w:rPr>
          <w:t xml:space="preserve"> </w:t>
        </w:r>
      </w:hyperlink>
      <w:r w:rsidRPr="001621B3">
        <w:rPr>
          <w:rFonts w:ascii="Arial" w:hAnsi="Arial" w:cs="Arial"/>
          <w:sz w:val="20"/>
          <w:szCs w:val="20"/>
          <w:lang w:val="es-VE"/>
        </w:rPr>
        <w:t>(versión en inglés)</w:t>
      </w:r>
    </w:p>
    <w:p w:rsidR="0089285F" w:rsidRPr="005F4C0C" w:rsidRDefault="0089285F" w:rsidP="002E275F">
      <w:pPr>
        <w:spacing w:before="100" w:beforeAutospacing="1" w:after="100" w:afterAutospacing="1"/>
        <w:jc w:val="both"/>
        <w:rPr>
          <w:rFonts w:ascii="Arial" w:hAnsi="Arial" w:cs="Arial"/>
          <w:color w:val="336699"/>
          <w:sz w:val="20"/>
          <w:szCs w:val="20"/>
        </w:rPr>
      </w:pPr>
      <w:r w:rsidRPr="005F4C0C">
        <w:rPr>
          <w:rFonts w:ascii="Arial" w:hAnsi="Arial" w:cs="Arial"/>
          <w:b/>
          <w:bCs/>
          <w:color w:val="FF0000"/>
          <w:sz w:val="20"/>
          <w:szCs w:val="20"/>
        </w:rPr>
        <w:t xml:space="preserve">Se hace saber que la creación de vídeos por personas distintas a la autora / canalizadora / escribana de los mensajes de esta autora / canalizadora / escribana está prohibida salvo autorización expresa de su parte. Se da permiso para compartir este mensaje de texto en otros blogs y sitios web, siempre y cuando el mensaje de texto sea publicado en su totalidad y nada sea cambiado o alterado de manera alguna, se le acredite a la autora / canalizadora / escribana los derechos de autor y se incluya el enlace vigente al siguiente sitio web como fuentes de los mensajes: </w:t>
      </w:r>
      <w:hyperlink r:id="rId19" w:tgtFrame="_blank" w:history="1">
        <w:r w:rsidRPr="005F4C0C">
          <w:rPr>
            <w:rStyle w:val="Hyperlink"/>
            <w:rFonts w:ascii="Arial" w:hAnsi="Arial" w:cs="Arial"/>
            <w:b/>
            <w:bCs/>
            <w:color w:val="336699"/>
            <w:sz w:val="20"/>
            <w:szCs w:val="20"/>
          </w:rPr>
          <w:t>www.therainbowscribe.com</w:t>
        </w:r>
      </w:hyperlink>
    </w:p>
    <w:p w:rsidR="0089285F" w:rsidRDefault="0089285F" w:rsidP="002E275F">
      <w:pPr>
        <w:pStyle w:val="NormalWeb"/>
        <w:spacing w:before="0" w:beforeAutospacing="0" w:after="200" w:afterAutospacing="0"/>
        <w:jc w:val="both"/>
        <w:rPr>
          <w:rFonts w:ascii="Arial" w:hAnsi="Arial" w:cs="Arial"/>
          <w:sz w:val="20"/>
          <w:szCs w:val="20"/>
          <w:lang w:val="es-VE"/>
        </w:rPr>
      </w:pPr>
      <w:r w:rsidRPr="009C56AC">
        <w:rPr>
          <w:rFonts w:ascii="Arial" w:hAnsi="Arial" w:cs="Arial"/>
          <w:sz w:val="20"/>
          <w:szCs w:val="20"/>
          <w:lang w:val="es-VE"/>
        </w:rPr>
        <w:t>Se permite compartir este mensaje en otros foros, blogs, etc., siempre que el mismo se muestre en su totalidad y nada sea modificado o alterado de manera alguna, y que los créditos del autor, derecho de autor y el siguiente enlace</w:t>
      </w:r>
      <w:r w:rsidRPr="009C56AC">
        <w:rPr>
          <w:rFonts w:ascii="Arial" w:hAnsi="Arial" w:cs="Arial"/>
          <w:color w:val="666699"/>
          <w:sz w:val="20"/>
          <w:szCs w:val="20"/>
          <w:lang w:val="es-VE"/>
        </w:rPr>
        <w:t xml:space="preserve"> </w:t>
      </w:r>
      <w:hyperlink r:id="rId20" w:tgtFrame="_blank" w:history="1">
        <w:r w:rsidRPr="009C56AC">
          <w:rPr>
            <w:rStyle w:val="Hyperlink"/>
            <w:rFonts w:ascii="Arial" w:hAnsi="Arial" w:cs="Arial"/>
            <w:bCs/>
            <w:color w:val="666699"/>
            <w:sz w:val="20"/>
            <w:szCs w:val="20"/>
            <w:lang w:val="es-VE"/>
          </w:rPr>
          <w:t>http://www.therainbowscribe.com</w:t>
        </w:r>
      </w:hyperlink>
      <w:r w:rsidRPr="009C56AC">
        <w:rPr>
          <w:rFonts w:ascii="Arial" w:hAnsi="Arial" w:cs="Arial"/>
          <w:sz w:val="20"/>
          <w:szCs w:val="20"/>
          <w:lang w:val="es-VE"/>
        </w:rPr>
        <w:t xml:space="preserve"> sean incluidos. </w:t>
      </w:r>
    </w:p>
    <w:p w:rsidR="0089285F" w:rsidRPr="009C56AC" w:rsidRDefault="0089285F" w:rsidP="002E275F">
      <w:pPr>
        <w:pStyle w:val="NormalWeb"/>
        <w:spacing w:before="0" w:beforeAutospacing="0" w:after="200" w:afterAutospacing="0"/>
        <w:jc w:val="both"/>
        <w:rPr>
          <w:rFonts w:ascii="Arial" w:hAnsi="Arial" w:cs="Arial"/>
          <w:sz w:val="20"/>
          <w:szCs w:val="20"/>
        </w:rPr>
      </w:pPr>
    </w:p>
    <w:p w:rsidR="0089285F" w:rsidRPr="009C56AC" w:rsidRDefault="0089285F" w:rsidP="002E275F">
      <w:pPr>
        <w:shd w:val="clear" w:color="auto" w:fill="FFFFFF"/>
        <w:spacing w:before="100" w:beforeAutospacing="1" w:after="320"/>
        <w:jc w:val="center"/>
        <w:rPr>
          <w:rFonts w:ascii="Arial" w:hAnsi="Arial" w:cs="Arial"/>
          <w:color w:val="336699"/>
          <w:sz w:val="20"/>
          <w:szCs w:val="20"/>
        </w:rPr>
      </w:pPr>
      <w:r w:rsidRPr="009C56AC">
        <w:rPr>
          <w:rStyle w:val="Emphasis"/>
          <w:rFonts w:ascii="Arial" w:hAnsi="Arial" w:cs="Arial"/>
          <w:b/>
          <w:bCs/>
          <w:sz w:val="20"/>
          <w:szCs w:val="20"/>
        </w:rPr>
        <w:t>Los mensajes semanales del Maestro Ascendido Hilarión a través de Marlene Swetlishoff  traducidos al español, los puedes descargar en archivos Word desde el nuevo sitio creado para ella en</w:t>
      </w:r>
      <w:r w:rsidRPr="009C56AC">
        <w:rPr>
          <w:rStyle w:val="Emphasis"/>
          <w:rFonts w:ascii="Arial" w:hAnsi="Arial" w:cs="Arial"/>
          <w:b/>
          <w:bCs/>
          <w:color w:val="006699"/>
          <w:sz w:val="20"/>
          <w:szCs w:val="20"/>
        </w:rPr>
        <w:t xml:space="preserve"> </w:t>
      </w:r>
      <w:hyperlink r:id="rId21" w:history="1">
        <w:r w:rsidRPr="009C56AC">
          <w:rPr>
            <w:rStyle w:val="Hyperlink"/>
            <w:rFonts w:ascii="Arial" w:hAnsi="Arial" w:cs="Arial"/>
            <w:b/>
            <w:bCs/>
            <w:color w:val="006699"/>
            <w:sz w:val="20"/>
            <w:szCs w:val="20"/>
          </w:rPr>
          <w:t>http://www.manantialcaduceo.com.ar/libros.htm</w:t>
        </w:r>
      </w:hyperlink>
      <w:r w:rsidRPr="009C56AC">
        <w:rPr>
          <w:rStyle w:val="Emphasis"/>
          <w:rFonts w:ascii="Arial" w:hAnsi="Arial" w:cs="Arial"/>
          <w:b/>
          <w:bCs/>
          <w:sz w:val="20"/>
          <w:szCs w:val="20"/>
        </w:rPr>
        <w:br/>
      </w:r>
      <w:hyperlink r:id="rId22" w:tooltip="https://www.facebook.com/ManantialCaduceo" w:history="1">
        <w:r w:rsidRPr="009C56AC">
          <w:rPr>
            <w:rFonts w:ascii="Arial" w:hAnsi="Arial" w:cs="Arial"/>
            <w:color w:val="336699"/>
            <w:sz w:val="20"/>
            <w:szCs w:val="20"/>
            <w:u w:val="single"/>
          </w:rPr>
          <w:t>https://www.facebook.com/ManantialCaduceo</w:t>
        </w:r>
      </w:hyperlink>
    </w:p>
    <w:p w:rsidR="0089285F" w:rsidRPr="009C56AC" w:rsidRDefault="0089285F" w:rsidP="002E275F">
      <w:pPr>
        <w:shd w:val="clear" w:color="auto" w:fill="FFFFFF"/>
        <w:spacing w:before="100" w:beforeAutospacing="1" w:after="320"/>
        <w:jc w:val="center"/>
        <w:rPr>
          <w:rFonts w:ascii="Arial" w:hAnsi="Arial" w:cs="Arial"/>
          <w:b/>
          <w:color w:val="666699"/>
          <w:sz w:val="20"/>
          <w:szCs w:val="20"/>
        </w:rPr>
      </w:pPr>
      <w:r w:rsidRPr="009C56AC">
        <w:rPr>
          <w:rFonts w:ascii="Arial" w:hAnsi="Arial" w:cs="Arial"/>
          <w:b/>
          <w:sz w:val="20"/>
          <w:szCs w:val="20"/>
        </w:rPr>
        <w:t xml:space="preserve">Para recibir los mensajes en tu correo suscríbete en </w:t>
      </w:r>
      <w:hyperlink r:id="rId23" w:history="1">
        <w:r w:rsidRPr="009C56AC">
          <w:rPr>
            <w:rStyle w:val="Hyperlink"/>
            <w:rFonts w:ascii="Arial" w:hAnsi="Arial" w:cs="Arial"/>
            <w:b/>
            <w:color w:val="336699"/>
            <w:sz w:val="20"/>
            <w:szCs w:val="20"/>
          </w:rPr>
          <w:t>http://www.egrupos.net/grupo/laeradelahora/alta</w:t>
        </w:r>
      </w:hyperlink>
      <w:r w:rsidRPr="009C56AC">
        <w:rPr>
          <w:rFonts w:ascii="Arial" w:hAnsi="Arial" w:cs="Arial"/>
          <w:b/>
          <w:color w:val="336699"/>
          <w:sz w:val="20"/>
          <w:szCs w:val="20"/>
        </w:rPr>
        <w:t xml:space="preserve"> </w:t>
      </w:r>
    </w:p>
    <w:p w:rsidR="0089285F" w:rsidRPr="009C56AC" w:rsidRDefault="0089285F" w:rsidP="002E275F">
      <w:pPr>
        <w:shd w:val="clear" w:color="auto" w:fill="FFFFFF"/>
        <w:spacing w:before="100" w:beforeAutospacing="1" w:after="320"/>
        <w:jc w:val="center"/>
        <w:rPr>
          <w:rFonts w:ascii="Arial" w:hAnsi="Arial" w:cs="Arial"/>
          <w:b/>
          <w:bCs/>
          <w:sz w:val="20"/>
          <w:szCs w:val="20"/>
        </w:rPr>
      </w:pPr>
      <w:r w:rsidRPr="009C56AC">
        <w:rPr>
          <w:rFonts w:ascii="Arial" w:hAnsi="Arial" w:cs="Arial"/>
          <w:b/>
          <w:bCs/>
          <w:sz w:val="20"/>
          <w:szCs w:val="20"/>
        </w:rPr>
        <w:t>El Manantial del Caduceo en La Era del Ahora</w:t>
      </w:r>
    </w:p>
    <w:p w:rsidR="0089285F" w:rsidRDefault="0089285F" w:rsidP="002E275F">
      <w:pPr>
        <w:shd w:val="clear" w:color="auto" w:fill="FFFFFF"/>
        <w:spacing w:after="200"/>
        <w:jc w:val="center"/>
        <w:rPr>
          <w:rFonts w:ascii="Arial" w:hAnsi="Arial" w:cs="Arial"/>
          <w:i/>
          <w:iCs/>
          <w:sz w:val="20"/>
          <w:szCs w:val="20"/>
          <w:lang w:val="es-ES_tradnl" w:eastAsia="es-CL"/>
        </w:rPr>
      </w:pPr>
      <w:r>
        <w:rPr>
          <w:rFonts w:ascii="Arial" w:hAnsi="Arial" w:cs="Arial"/>
          <w:i/>
          <w:iCs/>
          <w:sz w:val="20"/>
          <w:szCs w:val="20"/>
          <w:lang w:val="es-ES_tradnl" w:eastAsia="es-CL"/>
        </w:rPr>
        <w:t>+++++</w:t>
      </w:r>
    </w:p>
    <w:p w:rsidR="0089285F" w:rsidRPr="00587BD7" w:rsidRDefault="0089285F" w:rsidP="00EC7060">
      <w:pPr>
        <w:pStyle w:val="Heading1"/>
        <w:jc w:val="center"/>
      </w:pPr>
      <w:r w:rsidRPr="005C2B29">
        <w:rPr>
          <w:rFonts w:ascii="Trebuchet MS" w:hAnsi="Trebuchet MS"/>
          <w:smallCaps/>
          <w:shadow/>
          <w:sz w:val="36"/>
          <w:szCs w:val="36"/>
          <w:lang w:val="en-US"/>
        </w:rPr>
        <w:t>Estemos satisfechos</w:t>
      </w:r>
      <w:r w:rsidRPr="005C2B29">
        <w:rPr>
          <w:rFonts w:ascii="Trebuchet MS" w:hAnsi="Trebuchet MS"/>
          <w:smallCaps/>
          <w:shadow/>
          <w:color w:val="555A7C"/>
          <w:kern w:val="36"/>
          <w:sz w:val="36"/>
          <w:szCs w:val="36"/>
          <w:lang w:val="en-US"/>
        </w:rPr>
        <w:br/>
      </w:r>
      <w:r w:rsidRPr="0052644C">
        <w:rPr>
          <w:kern w:val="36"/>
          <w:sz w:val="22"/>
          <w:szCs w:val="22"/>
        </w:rPr>
        <w:t>Por Jennifer Hoffman</w:t>
      </w:r>
      <w:r w:rsidRPr="0052644C">
        <w:rPr>
          <w:kern w:val="36"/>
          <w:sz w:val="20"/>
          <w:szCs w:val="20"/>
        </w:rPr>
        <w:br/>
      </w:r>
      <w:r w:rsidRPr="0052644C">
        <w:rPr>
          <w:sz w:val="20"/>
          <w:szCs w:val="20"/>
        </w:rPr>
        <w:t>http://enlighteninglife.com</w:t>
      </w:r>
    </w:p>
    <w:p w:rsidR="0089285F" w:rsidRPr="0052644C" w:rsidRDefault="0089285F" w:rsidP="00EC7060">
      <w:pPr>
        <w:jc w:val="center"/>
        <w:rPr>
          <w:rFonts w:ascii="Arial" w:hAnsi="Arial" w:cs="Arial"/>
          <w:kern w:val="36"/>
          <w:sz w:val="20"/>
          <w:szCs w:val="20"/>
        </w:rPr>
      </w:pPr>
      <w:r>
        <w:rPr>
          <w:rFonts w:ascii="Arial" w:hAnsi="Arial" w:cs="Arial"/>
          <w:kern w:val="36"/>
          <w:sz w:val="20"/>
          <w:szCs w:val="20"/>
        </w:rPr>
        <w:t>26 de Octubre 2016</w:t>
      </w:r>
    </w:p>
    <w:p w:rsidR="0089285F" w:rsidRPr="0052644C" w:rsidRDefault="0089285F" w:rsidP="00EC7060">
      <w:pPr>
        <w:rPr>
          <w:rFonts w:ascii="Arial" w:hAnsi="Arial" w:cs="Arial"/>
          <w:kern w:val="36"/>
          <w:sz w:val="22"/>
          <w:szCs w:val="22"/>
        </w:rPr>
      </w:pPr>
    </w:p>
    <w:p w:rsidR="0089285F" w:rsidRPr="0052644C" w:rsidRDefault="0089285F" w:rsidP="00EC7060">
      <w:pPr>
        <w:rPr>
          <w:rFonts w:ascii="Arial" w:hAnsi="Arial" w:cs="Arial"/>
          <w:kern w:val="36"/>
          <w:sz w:val="20"/>
          <w:szCs w:val="20"/>
        </w:rPr>
      </w:pPr>
      <w:r>
        <w:rPr>
          <w:rFonts w:ascii="Arial" w:hAnsi="Arial" w:cs="Arial"/>
          <w:b/>
          <w:kern w:val="36"/>
          <w:sz w:val="20"/>
          <w:szCs w:val="20"/>
        </w:rPr>
        <w:t>Traducción: Rosa García</w:t>
      </w:r>
      <w:r w:rsidRPr="00CE05DD">
        <w:rPr>
          <w:rFonts w:ascii="Arial" w:hAnsi="Arial" w:cs="Arial"/>
          <w:b/>
          <w:kern w:val="36"/>
          <w:sz w:val="20"/>
          <w:szCs w:val="20"/>
          <w:lang w:val="es-ES_tradnl"/>
        </w:rPr>
        <w:br/>
      </w:r>
      <w:r w:rsidRPr="00CE05DD">
        <w:rPr>
          <w:rFonts w:ascii="Arial" w:hAnsi="Arial" w:cs="Arial"/>
          <w:sz w:val="20"/>
          <w:szCs w:val="20"/>
          <w:lang w:val="es-ES_tradnl"/>
        </w:rPr>
        <w:t>Difusión</w:t>
      </w:r>
      <w:r w:rsidRPr="0052644C">
        <w:rPr>
          <w:rFonts w:ascii="Arial" w:hAnsi="Arial" w:cs="Arial"/>
          <w:sz w:val="20"/>
          <w:szCs w:val="20"/>
        </w:rPr>
        <w:t>: El</w:t>
      </w:r>
      <w:r w:rsidRPr="00CE05DD">
        <w:rPr>
          <w:rFonts w:ascii="Arial" w:hAnsi="Arial" w:cs="Arial"/>
          <w:sz w:val="20"/>
          <w:szCs w:val="20"/>
          <w:lang w:val="es-ES_tradnl"/>
        </w:rPr>
        <w:t xml:space="preserve"> Manantial</w:t>
      </w:r>
      <w:r w:rsidRPr="0052644C">
        <w:rPr>
          <w:rFonts w:ascii="Arial" w:hAnsi="Arial" w:cs="Arial"/>
          <w:sz w:val="20"/>
          <w:szCs w:val="20"/>
        </w:rPr>
        <w:t xml:space="preserve"> del</w:t>
      </w:r>
      <w:r w:rsidRPr="00CE05DD">
        <w:rPr>
          <w:rFonts w:ascii="Arial" w:hAnsi="Arial" w:cs="Arial"/>
          <w:sz w:val="20"/>
          <w:szCs w:val="20"/>
          <w:lang w:val="en-US"/>
        </w:rPr>
        <w:t xml:space="preserve"> Caduceo</w:t>
      </w:r>
      <w:r>
        <w:rPr>
          <w:rFonts w:ascii="Arial" w:hAnsi="Arial" w:cs="Arial"/>
          <w:sz w:val="20"/>
          <w:szCs w:val="20"/>
        </w:rPr>
        <w:t xml:space="preserve"> en la Era del Ahora</w:t>
      </w:r>
      <w:r w:rsidRPr="0052644C">
        <w:rPr>
          <w:rFonts w:ascii="Arial" w:hAnsi="Arial" w:cs="Arial"/>
          <w:sz w:val="20"/>
          <w:szCs w:val="20"/>
        </w:rPr>
        <w:br/>
      </w:r>
      <w:hyperlink r:id="rId24" w:tgtFrame="_blank" w:history="1">
        <w:r w:rsidRPr="0052644C">
          <w:rPr>
            <w:rStyle w:val="Hyperlink"/>
            <w:rFonts w:ascii="Arial" w:hAnsi="Arial" w:cs="Arial"/>
            <w:color w:val="auto"/>
            <w:sz w:val="20"/>
            <w:szCs w:val="20"/>
          </w:rPr>
          <w:t>http://www.manantialcaduceo.com.ar/libros.htm</w:t>
        </w:r>
      </w:hyperlink>
      <w:r w:rsidRPr="0052644C">
        <w:rPr>
          <w:sz w:val="20"/>
          <w:szCs w:val="20"/>
        </w:rPr>
        <w:br/>
      </w:r>
      <w:hyperlink r:id="rId25" w:history="1">
        <w:r w:rsidRPr="0052644C">
          <w:rPr>
            <w:rStyle w:val="Hyperlink"/>
            <w:rFonts w:ascii="Arial" w:hAnsi="Arial" w:cs="Arial"/>
            <w:color w:val="auto"/>
            <w:sz w:val="20"/>
            <w:szCs w:val="20"/>
          </w:rPr>
          <w:t>https://www.facebook.com/ManantialCaduceo</w:t>
        </w:r>
      </w:hyperlink>
      <w:r>
        <w:t xml:space="preserve"> </w:t>
      </w:r>
    </w:p>
    <w:p w:rsidR="0089285F" w:rsidRDefault="0089285F" w:rsidP="00EC7060">
      <w:pPr>
        <w:spacing w:before="100" w:beforeAutospacing="1" w:after="100" w:afterAutospacing="1"/>
        <w:jc w:val="both"/>
        <w:rPr>
          <w:rFonts w:ascii="Arial" w:hAnsi="Arial" w:cs="Arial"/>
          <w:sz w:val="20"/>
          <w:szCs w:val="20"/>
        </w:rPr>
      </w:pPr>
      <w:r w:rsidRPr="00E55C1D">
        <w:rPr>
          <w:rFonts w:ascii="Arial" w:hAnsi="Arial" w:cs="Arial"/>
          <w:sz w:val="20"/>
          <w:szCs w:val="20"/>
        </w:rPr>
        <w:t>.</w:t>
      </w:r>
    </w:p>
    <w:p w:rsidR="0089285F" w:rsidRPr="00E55C1D" w:rsidRDefault="0089285F" w:rsidP="00EC7060">
      <w:pPr>
        <w:spacing w:before="100" w:beforeAutospacing="1" w:after="100" w:afterAutospacing="1"/>
        <w:jc w:val="both"/>
        <w:rPr>
          <w:rFonts w:ascii="Arial" w:hAnsi="Arial" w:cs="Arial"/>
          <w:sz w:val="20"/>
          <w:szCs w:val="20"/>
        </w:rPr>
      </w:pPr>
      <w:r>
        <w:rPr>
          <w:rFonts w:ascii="Arial" w:hAnsi="Arial" w:cs="Arial"/>
          <w:sz w:val="20"/>
          <w:szCs w:val="20"/>
        </w:rPr>
        <w:t>La vibración energética que alcanzamos representa el aprendizaje y el crecimiento que hemos acumulado a lo largo de nuestro trabajo de sanación, gracias a nuestra disposición a ascender y a alcanzar la plenitud a través de nuestra transformación. Cada existencia fijamos una intención de sanación y crecimiento y, cuando conseguimos llevarla a cabo, podemos continuar hacia niveles más elevados del ser. Podemos sentirnos satisfechos con el trabajo realizado y estar orgullosos de nuestros logros, ya que hemos conseguido mucho con cada nivel de crecimiento que hemos completado. La satisfacción es una faceta de la gratitud, un regalo que nos hacemos al reconocer cada paso de nuestro viaje, y también un aspecto importante de nuestra misión del alma. Nuestra satisfacción nos ayuda a cerrar ciclos y a reconocer que hemos hecho lo mejor que podíamos hasta ese momento, y también nos abre a los nuevos potenciales que se encuentran más allá de ese punto.</w:t>
      </w:r>
    </w:p>
    <w:p w:rsidR="0089285F" w:rsidRDefault="0089285F" w:rsidP="00EC7060">
      <w:pPr>
        <w:spacing w:before="100" w:beforeAutospacing="1" w:after="100" w:afterAutospacing="1"/>
        <w:jc w:val="both"/>
        <w:rPr>
          <w:rFonts w:ascii="Arial" w:hAnsi="Arial" w:cs="Arial"/>
          <w:sz w:val="20"/>
          <w:szCs w:val="20"/>
        </w:rPr>
      </w:pPr>
    </w:p>
    <w:p w:rsidR="0089285F" w:rsidRPr="00E55C1D" w:rsidRDefault="0089285F" w:rsidP="00EC7060">
      <w:pPr>
        <w:spacing w:before="100" w:beforeAutospacing="1" w:after="100" w:afterAutospacing="1"/>
        <w:jc w:val="both"/>
        <w:rPr>
          <w:rFonts w:ascii="Arial" w:hAnsi="Arial" w:cs="Arial"/>
          <w:sz w:val="20"/>
          <w:szCs w:val="20"/>
        </w:rPr>
      </w:pPr>
      <w:r>
        <w:rPr>
          <w:rFonts w:ascii="Arial" w:hAnsi="Arial" w:cs="Arial"/>
          <w:sz w:val="20"/>
          <w:szCs w:val="20"/>
        </w:rPr>
        <w:t>Quizá tengamos la impresión de siempre tener que alcanzar el siguiente nivel de crecimiento, tener que aprender nuevos caminos, elevar nuestra vibración y adquirir un mayor crecimiento. Aunque el aprendizaje y la sanación son parte de nuestro camino en esta vida, se nos pide que también seamos capaces de estar en el presente, no en un estado de esfuerzo continuo. Parte de nuestro aprendizaje consiste en sentirnos satisfechos con lo que ya hemos conseguido, en reconocer y apreciar nuestros esfuerzos, tomarnos el tiempo necesario para apreciar nuestros logros y sentirnos agradecidos por cada detalle de nuestro crecimiento. No se nos juzga por el esfuerzo que nos hayan requerido nuestras lecciones,  por lo que hayamos alcanzado o no, ni por cuánto tiempo nos haya llevado cada paso. Lo que podríamos considerar como nuestro éxito más insignificante podría ser el paso más importante que hayamos dado en cualquier vida.</w:t>
      </w:r>
    </w:p>
    <w:p w:rsidR="0089285F" w:rsidRPr="00E55C1D" w:rsidRDefault="0089285F" w:rsidP="00EC7060">
      <w:pPr>
        <w:spacing w:before="100" w:beforeAutospacing="1" w:after="100" w:afterAutospacing="1"/>
        <w:jc w:val="both"/>
        <w:rPr>
          <w:rFonts w:ascii="Arial" w:hAnsi="Arial" w:cs="Arial"/>
          <w:sz w:val="20"/>
          <w:szCs w:val="20"/>
        </w:rPr>
      </w:pPr>
      <w:r>
        <w:rPr>
          <w:rFonts w:ascii="Arial" w:hAnsi="Arial" w:cs="Arial"/>
          <w:sz w:val="20"/>
          <w:szCs w:val="20"/>
        </w:rPr>
        <w:t>Incluso el paso más pequeño hacia una vibración más elevada puede representar vidas enteras de esfuerzo. Aunque tal vez no reconozcamos cada paso que hemos dado en nuestro crecimiento, sí somos conscientes en cambio de lo diferente que es ahora nuestra manera de interactuar con los demás, de la mayor sensación de paz y de calma que experimentamos y de que confiamos más en nuestro poder. Todo ello podría parecernos insignificante si consideramos otras cuestiones más apremiantes de nuestra realidad. Sin embargo, suponen pasos importantes en nuestro crecimiento y en la evolución de la humanidad. Estemos satisfechos con lo que hemos logrado hasta ahora antes de buscarnos más trabajo adicional. Estar satisfechos creará las bases perfectas para que nuestro siguiente ciclo comience con la energía de la alegría.</w:t>
      </w:r>
    </w:p>
    <w:p w:rsidR="0089285F" w:rsidRPr="00E55C1D" w:rsidRDefault="0089285F" w:rsidP="00EC7060">
      <w:pPr>
        <w:spacing w:before="100" w:beforeAutospacing="1" w:after="100" w:afterAutospacing="1"/>
        <w:jc w:val="both"/>
        <w:rPr>
          <w:rFonts w:ascii="Arial" w:hAnsi="Arial" w:cs="Arial"/>
          <w:sz w:val="20"/>
          <w:szCs w:val="20"/>
        </w:rPr>
      </w:pPr>
      <w:r>
        <w:rPr>
          <w:rFonts w:ascii="Arial" w:hAnsi="Arial" w:cs="Arial"/>
          <w:sz w:val="20"/>
          <w:szCs w:val="20"/>
        </w:rPr>
        <w:t>Reconoce tu avance a cada paso de tu viaje y siéntete muy satisfecho de tus logros. No hay nada mejor que lo que tienes en este momento,  porque representa lo mejor que puedes hacer. Tienes mucho de lo que sentirte orgulloso, y es algo que se celebra en el Universo. Atrae esa energía hacia ti sintiéndote satisfecho de lo que ya has conseguido y no te juzgues por lo que consideras avances insignificantes. Eso te dará la fuerza para continuar hacia la siguiente fase de tu viaje, para alcanzar nuevos niveles de crecimiento, nuevos aprendizajes y nuevas victorias que puedan aportarte nuevos niveles de satisfacción, paz, alegría y amor. Cada paso supone una evolución y puedes descansar, sentirte satisfecho de tu progreso y apreciar el trabajo realizado antes de pasar a la siguiente etapa.</w:t>
      </w:r>
    </w:p>
    <w:p w:rsidR="0089285F" w:rsidRPr="00CC49E6" w:rsidRDefault="0089285F" w:rsidP="00EC7060">
      <w:pPr>
        <w:pStyle w:val="NormalWeb"/>
        <w:jc w:val="both"/>
        <w:rPr>
          <w:rFonts w:ascii="Arial" w:hAnsi="Arial" w:cs="Arial"/>
          <w:sz w:val="20"/>
          <w:szCs w:val="20"/>
        </w:rPr>
      </w:pPr>
      <w:r w:rsidRPr="00CC49E6">
        <w:rPr>
          <w:rFonts w:ascii="Arial" w:hAnsi="Arial" w:cs="Arial"/>
          <w:sz w:val="20"/>
          <w:szCs w:val="20"/>
        </w:rPr>
        <w:t>Jennifer Hoffman</w:t>
      </w:r>
    </w:p>
    <w:p w:rsidR="0089285F" w:rsidRDefault="0089285F" w:rsidP="00EC7060">
      <w:pPr>
        <w:pStyle w:val="NormalWeb"/>
      </w:pPr>
      <w:r>
        <w:rPr>
          <w:color w:val="000000"/>
        </w:rPr>
        <w:t>=============================</w:t>
      </w:r>
    </w:p>
    <w:p w:rsidR="0089285F" w:rsidRDefault="0089285F" w:rsidP="00EC7060">
      <w:pPr>
        <w:shd w:val="clear" w:color="auto" w:fill="FAFFF8"/>
        <w:jc w:val="both"/>
        <w:rPr>
          <w:rFonts w:ascii="Arial" w:hAnsi="Arial" w:cs="Arial"/>
          <w:sz w:val="20"/>
          <w:szCs w:val="20"/>
        </w:rPr>
      </w:pPr>
      <w:r w:rsidRPr="00650901">
        <w:rPr>
          <w:rFonts w:ascii="Arial" w:hAnsi="Arial" w:cs="Arial"/>
          <w:sz w:val="20"/>
          <w:szCs w:val="20"/>
        </w:rPr>
        <w:t>Der</w:t>
      </w:r>
      <w:r>
        <w:rPr>
          <w:rFonts w:ascii="Arial" w:hAnsi="Arial" w:cs="Arial"/>
          <w:sz w:val="20"/>
          <w:szCs w:val="20"/>
        </w:rPr>
        <w:t>echos de autor reservados © 2016</w:t>
      </w:r>
      <w:r w:rsidRPr="00650901">
        <w:rPr>
          <w:rFonts w:ascii="Arial" w:hAnsi="Arial" w:cs="Arial"/>
          <w:sz w:val="20"/>
          <w:szCs w:val="20"/>
        </w:rPr>
        <w:t xml:space="preserve"> por Jennifer Hoffman. Pueden citar, traducir, reimprimir o referirse a este mensaje si mencionan el nombre de la autora e incluyen un vínculo de trabajo a: </w:t>
      </w:r>
      <w:hyperlink r:id="rId26" w:history="1">
        <w:r w:rsidRPr="005D681C">
          <w:rPr>
            <w:rStyle w:val="Hyperlink"/>
            <w:rFonts w:ascii="Arial" w:hAnsi="Arial" w:cs="Arial"/>
            <w:sz w:val="20"/>
            <w:szCs w:val="20"/>
          </w:rPr>
          <w:t>http://enlighteninglife.com</w:t>
        </w:r>
      </w:hyperlink>
    </w:p>
    <w:p w:rsidR="0089285F" w:rsidRPr="00890A16" w:rsidRDefault="0089285F" w:rsidP="00EC7060">
      <w:pPr>
        <w:pStyle w:val="msonospacing0"/>
        <w:shd w:val="clear" w:color="auto" w:fill="FFFFFF"/>
        <w:spacing w:after="320" w:afterAutospacing="0"/>
        <w:jc w:val="center"/>
        <w:rPr>
          <w:rFonts w:ascii="Calibri" w:hAnsi="Calibri"/>
          <w:b/>
          <w:bCs/>
          <w:sz w:val="20"/>
          <w:szCs w:val="20"/>
        </w:rPr>
      </w:pPr>
      <w:r w:rsidRPr="009F3F2D">
        <w:rPr>
          <w:rFonts w:ascii="Calibri" w:hAnsi="Calibri"/>
        </w:rPr>
        <w:t>Las tra</w:t>
      </w:r>
      <w:r>
        <w:rPr>
          <w:rFonts w:ascii="Calibri" w:hAnsi="Calibri"/>
        </w:rPr>
        <w:t>ducciones del material de Jennifer</w:t>
      </w:r>
      <w:r w:rsidRPr="009F3F2D">
        <w:rPr>
          <w:rFonts w:ascii="Calibri" w:hAnsi="Calibri"/>
        </w:rPr>
        <w:t xml:space="preserve"> Hoffman pueden ser descargados en archivo Word desde el sitio creado para ella en</w:t>
      </w:r>
      <w:r w:rsidRPr="009F3F2D">
        <w:rPr>
          <w:rFonts w:ascii="Calibri" w:hAnsi="Calibri"/>
          <w:color w:val="006699"/>
        </w:rPr>
        <w:t xml:space="preserve"> </w:t>
      </w:r>
      <w:hyperlink r:id="rId27" w:tgtFrame="_blank" w:history="1">
        <w:r w:rsidRPr="009F3F2D">
          <w:rPr>
            <w:rStyle w:val="Hyperlink"/>
            <w:rFonts w:ascii="Calibri" w:hAnsi="Calibri"/>
            <w:b/>
            <w:bCs/>
            <w:color w:val="006699"/>
          </w:rPr>
          <w:t>http://www.manantialcaduceo.com.ar/libros.htm</w:t>
        </w:r>
      </w:hyperlink>
      <w:r w:rsidRPr="009F3F2D">
        <w:rPr>
          <w:rStyle w:val="Strong"/>
        </w:rPr>
        <w:br/>
      </w:r>
      <w:hyperlink r:id="rId28" w:history="1">
        <w:r w:rsidRPr="00890A16">
          <w:rPr>
            <w:rStyle w:val="Hyperlink"/>
            <w:rFonts w:ascii="Calibri" w:hAnsi="Calibri" w:cs="Arial"/>
            <w:b/>
            <w:color w:val="336699"/>
            <w:sz w:val="20"/>
            <w:szCs w:val="20"/>
            <w:shd w:val="clear" w:color="auto" w:fill="FFFFFF"/>
          </w:rPr>
          <w:t>https://www.facebook.com/ManantialCaduceo</w:t>
        </w:r>
      </w:hyperlink>
    </w:p>
    <w:p w:rsidR="0089285F" w:rsidRPr="00413A75" w:rsidRDefault="0089285F" w:rsidP="00EC7060">
      <w:pPr>
        <w:pStyle w:val="NormalWeb"/>
        <w:jc w:val="center"/>
        <w:rPr>
          <w:rStyle w:val="Strong"/>
          <w:rFonts w:ascii="Arial" w:hAnsi="Arial" w:cs="Arial"/>
          <w:b w:val="0"/>
          <w:color w:val="336699"/>
          <w:sz w:val="22"/>
          <w:szCs w:val="22"/>
        </w:rPr>
      </w:pPr>
      <w:r w:rsidRPr="00653343">
        <w:rPr>
          <w:rFonts w:ascii="Arial" w:hAnsi="Arial" w:cs="Arial"/>
          <w:b/>
          <w:bCs/>
          <w:color w:val="333333"/>
          <w:sz w:val="20"/>
          <w:szCs w:val="20"/>
        </w:rPr>
        <w:t xml:space="preserve">Para recibir los mensajes en tu bandeja de correo suscríbete en </w:t>
      </w:r>
      <w:hyperlink r:id="rId29" w:history="1">
        <w:r w:rsidRPr="00413A75">
          <w:rPr>
            <w:rStyle w:val="Hyperlink"/>
            <w:rFonts w:ascii="Calibri" w:hAnsi="Calibri"/>
            <w:b/>
            <w:sz w:val="22"/>
            <w:szCs w:val="22"/>
          </w:rPr>
          <w:t>http://www.egrupos.net/grupo/laeradelahora/alta</w:t>
        </w:r>
      </w:hyperlink>
      <w:r w:rsidRPr="00413A75">
        <w:rPr>
          <w:rStyle w:val="Strong"/>
          <w:b w:val="0"/>
          <w:sz w:val="22"/>
          <w:szCs w:val="22"/>
        </w:rPr>
        <w:t xml:space="preserve"> </w:t>
      </w:r>
    </w:p>
    <w:p w:rsidR="0089285F" w:rsidRPr="00A02CEE" w:rsidRDefault="0089285F" w:rsidP="00EC7060">
      <w:pPr>
        <w:pStyle w:val="Heading2"/>
        <w:shd w:val="clear" w:color="auto" w:fill="FFFFFF"/>
        <w:spacing w:before="0" w:after="0" w:line="420" w:lineRule="atLeast"/>
        <w:jc w:val="center"/>
        <w:rPr>
          <w:rFonts w:ascii="Calibri" w:hAnsi="Calibri"/>
          <w:b w:val="0"/>
          <w:sz w:val="24"/>
          <w:szCs w:val="24"/>
        </w:rPr>
      </w:pPr>
      <w:r w:rsidRPr="00A02CEE">
        <w:rPr>
          <w:rStyle w:val="Strong"/>
          <w:rFonts w:cs="Cambria"/>
          <w:b/>
          <w:sz w:val="24"/>
          <w:szCs w:val="24"/>
        </w:rPr>
        <w:t>El Manantial del Caduceo en la Era del Ahora</w:t>
      </w:r>
    </w:p>
    <w:p w:rsidR="0089285F" w:rsidRDefault="0089285F" w:rsidP="00EC7060">
      <w:pPr>
        <w:shd w:val="clear" w:color="auto" w:fill="FAFFF8"/>
        <w:jc w:val="center"/>
        <w:rPr>
          <w:rStyle w:val="Emphasis"/>
          <w:rFonts w:ascii="Calibri" w:hAnsi="Calibri"/>
          <w:sz w:val="20"/>
          <w:szCs w:val="20"/>
        </w:rPr>
      </w:pPr>
      <w:r>
        <w:rPr>
          <w:rStyle w:val="Emphasis"/>
          <w:rFonts w:ascii="Calibri" w:hAnsi="Calibri"/>
          <w:sz w:val="20"/>
          <w:szCs w:val="20"/>
        </w:rPr>
        <w:t>+++++</w:t>
      </w:r>
    </w:p>
    <w:p w:rsidR="0089285F" w:rsidRPr="00472FC3" w:rsidRDefault="0089285F" w:rsidP="00EC7060">
      <w:pPr>
        <w:jc w:val="center"/>
        <w:rPr>
          <w:smallCaps/>
          <w:shadow/>
          <w:sz w:val="36"/>
          <w:szCs w:val="36"/>
        </w:rPr>
      </w:pPr>
      <w:r w:rsidRPr="00EC7060">
        <w:rPr>
          <w:rFonts w:ascii="Trebuchet MS" w:hAnsi="Trebuchet MS"/>
          <w:b/>
          <w:smallCaps/>
          <w:shadow/>
          <w:sz w:val="36"/>
          <w:szCs w:val="36"/>
        </w:rPr>
        <w:t>Retiro de la Consciencia Global de Gaia</w:t>
      </w:r>
      <w:r w:rsidRPr="00EC7060">
        <w:rPr>
          <w:rFonts w:ascii="Trebuchet MS" w:hAnsi="Trebuchet MS"/>
          <w:b/>
          <w:smallCaps/>
          <w:shadow/>
          <w:sz w:val="36"/>
          <w:szCs w:val="36"/>
        </w:rPr>
        <w:br/>
      </w:r>
      <w:r>
        <w:rPr>
          <w:rFonts w:ascii="Trebuchet MS" w:hAnsi="Trebuchet MS"/>
          <w:bCs/>
          <w:smallCaps/>
          <w:shadow/>
          <w:sz w:val="28"/>
          <w:szCs w:val="28"/>
          <w:lang w:val="es-ES" w:eastAsia="es-ES"/>
        </w:rPr>
        <w:t>Día 3</w:t>
      </w:r>
      <w:r w:rsidRPr="005A12F1">
        <w:rPr>
          <w:rFonts w:ascii="Trebuchet MS" w:hAnsi="Trebuchet MS"/>
          <w:bCs/>
          <w:smallCaps/>
          <w:shadow/>
          <w:sz w:val="28"/>
          <w:szCs w:val="28"/>
          <w:lang w:val="es-ES" w:eastAsia="es-ES"/>
        </w:rPr>
        <w:t xml:space="preserve"> de la Conferencia </w:t>
      </w:r>
      <w:r>
        <w:rPr>
          <w:rFonts w:ascii="Trebuchet MS" w:hAnsi="Trebuchet MS"/>
          <w:bCs/>
          <w:smallCaps/>
          <w:shadow/>
          <w:sz w:val="28"/>
          <w:szCs w:val="28"/>
          <w:lang w:val="es-ES" w:eastAsia="es-ES"/>
        </w:rPr>
        <w:t>–</w:t>
      </w:r>
      <w:r w:rsidRPr="005A12F1">
        <w:rPr>
          <w:rFonts w:ascii="Trebuchet MS" w:hAnsi="Trebuchet MS"/>
          <w:bCs/>
          <w:smallCaps/>
          <w:shadow/>
          <w:sz w:val="28"/>
          <w:szCs w:val="28"/>
          <w:lang w:val="es-ES" w:eastAsia="es-ES"/>
        </w:rPr>
        <w:t xml:space="preserve"> </w:t>
      </w:r>
      <w:r>
        <w:rPr>
          <w:rFonts w:ascii="Trebuchet MS" w:hAnsi="Trebuchet MS"/>
          <w:bCs/>
          <w:smallCaps/>
          <w:shadow/>
          <w:sz w:val="28"/>
          <w:szCs w:val="28"/>
          <w:lang w:val="es-ES" w:eastAsia="es-ES"/>
        </w:rPr>
        <w:t>en la tarde - Letra I</w:t>
      </w:r>
      <w:r w:rsidRPr="005A12F1">
        <w:rPr>
          <w:rFonts w:ascii="Trebuchet MS" w:hAnsi="Trebuchet MS"/>
          <w:bCs/>
          <w:smallCaps/>
          <w:shadow/>
          <w:sz w:val="28"/>
          <w:szCs w:val="28"/>
          <w:lang w:val="es-ES" w:eastAsia="es-ES"/>
        </w:rPr>
        <w:br/>
      </w:r>
      <w:r w:rsidRPr="00472FC3">
        <w:rPr>
          <w:rFonts w:ascii="Trebuchet MS" w:hAnsi="Trebuchet MS"/>
          <w:bCs/>
          <w:smallCaps/>
          <w:shadow/>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30"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89285F" w:rsidRDefault="0089285F" w:rsidP="00EC7060">
      <w:pPr>
        <w:pStyle w:val="NoSpacing"/>
        <w:rPr>
          <w:rFonts w:ascii="Arial" w:hAnsi="Arial" w:cs="Arial"/>
          <w:sz w:val="20"/>
          <w:szCs w:val="20"/>
          <w:lang w:val="es-ES"/>
        </w:rPr>
      </w:pPr>
    </w:p>
    <w:p w:rsidR="0089285F" w:rsidRPr="00762325" w:rsidRDefault="0089285F" w:rsidP="00EC7060">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Nuevamente los que escuchan pero no están presentes, no tienen idea de la energía del salón. Se podría saborear el aprecio; algunos podrían llorar con la energía que ha ocurrido solamente en la celebración de estos últimos momentos en que se han cantado unos a otros con amor, en que se aprecian unos a otros, dicen hola y dicen adiós.  Todas estas cosas han preparado la escena para que sus corazones se fundan un poquito.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Queridos, otra vez repetimos que esta conferencia en particular es única y distinta de cualquier otra en el planeta.  El énfasis está en la asociación con Gaia, y en ella los indígenas están grandemente implicados por su sabiduría de los ancestros.  Es el modelo.  Y entonces hay una conexión entre todos ustedes - todos ustedes.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Lo que haré ahora es llevarlos a un pequeño viaje, si lo desean, si me siguen.  Y la letra será la "I"; y no es lo que ustedes piensan.</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Dejen que les pregunte algo: lo que ha sucedido en este salón en los últimos minutos, la celebración, el canto, el baile, ¿cuán lejos habrá llegado?  Fuera del salón ¿alguien se dio cuenta? Realmente.</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Si pudieran elevarse mágicamente muy lejos por encima de esto, incluso de la atmósfera, y miraran hacia abajo, al país y a las islas, ¿se ha sentido allá?  ¿Hay alguna manera de que se sienta allá arriba?</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Sigan alejándose más, de modo que la Tierra parezca solamente una pequeña bolita azul en el espacio, y ahora están situados dentro del panorama del sistema solar, y pueden ver el poderoso sol y algunos de los planetas, incluyendo la Tierra.  ¿Se sintió allá?</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Quiero que sigan hasta afuera de su sistema solar, de modo que el sistema mismo quede pequeño, y el sol parezca pequeño; ahora están en la vastedad del espacio interestelar, definido como esa parte y materia entre los soles de su galaxia.  ¿Se sintió allá?  La respuesta a todas estas preguntas... es sí.  ¿Quién lo sintió?  Nosotros.</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Del otro lado del velo está la Fuente Creadora, y dentro de ustedes está la Fuente Creadora.  Siempre hay una conexión. Por lo tanto, lo que vieron y sintieron aquí  fue visto en toda la galaxia. ¿Pueden creerlo?  Que hay una Fuente de Creación a la que ustedes le importan tanto, que cuando ustedes celebran, ella celebra, y cuando lloran, ella llora.  Así de grande es. No importa cuán pequeños se crean ustedes, no pueden esconderse del amor de Dios, simplemente no pueden.  Espacio Interestelar; allí está la "I".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Permitan que les diga algo.  Esta información la hemos dado antes; necesitan oírla en este contexto. Su sistema solar viaja alrededor del centro.  En su galaxia, describe círculos alrededor del medio. Los astrónomos lo saben, ustedes lo saben, no es un misterio; es simplemente la Física astronómica. Todas las estrellas están unidas como una, yendo alrededor del medio al mismo ritmo.  Esto es un descubrimiento reciente. Es casi como si estuvieran conectadas de algún modo, tal vez entrelazadas, de modo que circulan alrededor como una sola.  Pero lo que hacen, mientras circulan, es viajar hacia regiones diferentes del espacio interestelar.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Dejen que intente explicarlo así:  Cuando se inició la humanidad, su galaxia estaba en una posición con respecto al centro, y ahora que la humanidad continúa en este cambio, se ha movido ligeramente más adelante en su giro.  Ustedes nunca experimentaron una revolución completa alrededor del centro, porque es tan enorme. Entonces podrían esperar que, mientras su sistema solar se mueve alrededor del centro y rota, podrían entender que existe el potencial de que se mueva hacia energías de distintas clases del espacio interestelar. ¡Lo hace!  ¡Lo ha hecho!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¿Cómo se relaciona esto con Gaia?  Esperen.  La Tierra es Gaia; todo lo que hay aquí ha sido preparado para ustedes como seres humanos. Una cosa muy difícil de imaginar para ustedes es el hecho de que estaban presentes y observando mientras la Tierra se enfriaba, y se formaban los océanos, y los continentes se desplazaban. Durante todo ese tiempo su sistema solar viajaba alrededor del medio. Su sistema solar no está solamente establecido allí y rotando en un lugar estático; se está moviendo alrededor del centro de la galaxia.  A lo largo del tiempo en que hubo vida humana, han estado en la misma parte del espacio.  Han estado casi en lo llamamos una burbuja.  Es una burbuja de energía a la que entraron hace varios cientos de miles de años y han estado dentro de esa burbuja con su sistema solar durante todo lo que ha durado la humanidad, todas sus vidas pasadas; nada ha cambiado.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De pronto se mueven aproximándose a otro tipo de espacio interestelar. El mismo sistema solar empieza a entrar en él lentamente, saliendo de la burbuja en que ha estado. No es por accidente; fue planeado.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Queridos, existe un sistema en este cambio de consciencia que ustedes tienen. Ahora quiero que conecten los puntos cuando les empiezo a contar estas cosas, y a repetirlas.  Y quiero que vean lo grandioso de este cuidado para ustedes, y de cómo Gaia está implicada.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En 1993 les contamos que la rejilla magnética del planeta se iba a mover. Es como un sofá para la consciencia, y de alguna manera establece un límite o modera lo que está disponible para los humanos,  algo así como un techo para el intelecto o el pensamiento, incluso para la dimensionalidad. Y esta rejilla tenía que cambiar para que la consciencia del planeta se moviera hacia su siguiente encarnación y evolución.  Eso significa que la rejilla magnética, el magnetismo, se relacionaba con su sinapsis, su cerebro, su vida, su pensamiento, incluso hasta su ADN.  Necesitaban eso para la vida.  Estas cosas ahora se están investigando; ¿el descubrimiento está conectado con ustedes? Y la respuesta es ¡Oh, sí!</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Ahora conecten aún más los puntos; su sol tiene una rejilla magnética que afecta a la rejilla de ustedes. Si el sol cambia, si su rejilla magnética empieza a moverse también y más aún, la energía se vuelve ligeramente diferente, eso modifica la rejilla de ustedes, porque su heliosfera siempre está presionando contra la rejilla terrestre.</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¿Sería exagerado pensar que tal vez el sol podría estar implicado en su consciencia? ¿Y qué creen que podría mover la rejilla magnética solar en forma distinta después de eones de permanecer igual?  Les diré qué es:  es que su sistema solar está ingresando en otra parte del espacio interestelar. Hay astrónomos que apoyan esto; no es tan esotérico, queridos.  ¿Está el sistema solar ingresando a una parte nueva del espacio interestelar?  La respuesta es sí.  ¿Es una parte que ustedes nunca vieron?  Así es.  ¿Afectará a su sol? ¡Lo hará!  Y el sol luego proyectará la nueva energía al campo magnético de este planeta realzándolos a ustedes, permitiendo el crecimiento y lo que nunca existió antes.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Algunos les dirán que tienen miedo de lo que ha de venir. Y luego habrá otros que lo vean con claridad; la ciencia lo verá claramente y dirá: "Miren: esto puede en realidad posicionar los patrones de pensamiento del cerebro humano.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Y están los que dicen: "¿Y si la humanidad se hubiera autodestruido?"  ¿Ustedes estarían entrando en estas grandiosas regiones del espacio? (</w:t>
      </w:r>
      <w:r w:rsidRPr="00A5061D">
        <w:rPr>
          <w:rFonts w:ascii="Arial" w:hAnsi="Arial" w:cs="Arial"/>
          <w:i/>
          <w:sz w:val="20"/>
          <w:szCs w:val="20"/>
        </w:rPr>
        <w:t>se ríe</w:t>
      </w:r>
      <w:r w:rsidRPr="00A5061D">
        <w:rPr>
          <w:rFonts w:ascii="Arial" w:hAnsi="Arial" w:cs="Arial"/>
          <w:sz w:val="20"/>
          <w:szCs w:val="20"/>
        </w:rPr>
        <w:t xml:space="preserve">)  La respuesta es sí; solo que no habría aquí nadie para evolucionar.  Siempre ha habido un plan; ¡no es por accidente!  ¡Qué programación!  Gaia será aún más realzada; para ustedes.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¿Es posible que el amor y la compasión que hace unos pocos momentos  sintieron ustedes recorra todo el camino hacia el centro de la galaxia?  ¡Y lo hace!  Esa es la belleza de las cosas multidimensionales; que no están restringidas a lo que es su 3D.</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Quiero que recuerden esto: hoy  ha habido una impronta que se estampó aquí mismo y que llega a todas partes.  ¡Y está fuera del tiempo!  Recordarán este día hasta su último aliento: las cosas que aprendieron, lo que hicieron, las energías que sintieron y la alegría del momento.  Este es su legado; es privilegio del cerebro humano recrear las cosas; incluso si están solos dentro de un armario pueden cantar las canciones que hoy cantaron, y como el tiempo no es lo que ustedes creen, estarán aquí en seguida.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Y esa parte del espacio interestelar que ahora les da la bienvenida los conoce, porque fue puesto allí por la Fuente Creadora, y ustedes son parte de la Fuente Creadora. ¡Bienvenidos a un mundo nuevo que ustedes han creado!  Y acostúmbrense a algunas de estas cosas que son grandiosas por encima de cualquier cosa que puedan imaginar. La galaxia sabe quiénes son, queridos.  Todas estas cosas, fuera del ámbito de la razón, algún día se reconocerán como verdaderas.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Que la compasión, el conocimiento, las decisiones, los resúmenes que hoy hicieron, la imaginación de un planeta mejor, que eso sea lo que se quede con ustedes al irse de este lugar.</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Tengo una canalización más para hoy; un mensaje más para ustedes. De modo que aquí finaliza este.</w:t>
      </w:r>
    </w:p>
    <w:p w:rsidR="0089285F" w:rsidRPr="00E84B5E" w:rsidRDefault="0089285F" w:rsidP="00EC7060">
      <w:pPr>
        <w:spacing w:after="240"/>
        <w:rPr>
          <w:rFonts w:ascii="Arial" w:hAnsi="Arial" w:cs="Arial"/>
          <w:sz w:val="20"/>
          <w:szCs w:val="20"/>
        </w:rPr>
      </w:pPr>
      <w:r w:rsidRPr="00E84B5E">
        <w:rPr>
          <w:rFonts w:ascii="Arial" w:hAnsi="Arial" w:cs="Arial"/>
          <w:sz w:val="20"/>
          <w:szCs w:val="20"/>
        </w:rPr>
        <w:t xml:space="preserve">Y así es. </w:t>
      </w:r>
    </w:p>
    <w:p w:rsidR="0089285F" w:rsidRPr="005735A5" w:rsidRDefault="0089285F" w:rsidP="00EC7060">
      <w:pPr>
        <w:spacing w:after="240"/>
        <w:rPr>
          <w:rFonts w:ascii="Brush Script MT" w:hAnsi="Brush Script MT" w:cs="Arial"/>
          <w:sz w:val="52"/>
          <w:szCs w:val="52"/>
        </w:rPr>
      </w:pPr>
      <w:r w:rsidRPr="00E84B5E">
        <w:rPr>
          <w:rFonts w:ascii="Arial" w:hAnsi="Arial"/>
          <w:sz w:val="20"/>
          <w:szCs w:val="20"/>
        </w:rPr>
        <w:br/>
      </w:r>
      <w:r w:rsidRPr="00E84B5E">
        <w:rPr>
          <w:rFonts w:ascii="Arial" w:hAnsi="Arial"/>
          <w:b/>
          <w:i/>
          <w:sz w:val="20"/>
          <w:szCs w:val="20"/>
        </w:rPr>
        <w:t xml:space="preserve"> </w:t>
      </w:r>
      <w:r w:rsidRPr="006D7055">
        <w:rPr>
          <w:rFonts w:ascii="Brush Script MT" w:hAnsi="Brush Script MT"/>
          <w:b/>
          <w:i/>
          <w:sz w:val="52"/>
          <w:szCs w:val="52"/>
        </w:rPr>
        <w:t xml:space="preserve"> </w:t>
      </w:r>
      <w:r w:rsidRPr="006D7055">
        <w:rPr>
          <w:rFonts w:ascii="Brush Script MT" w:hAnsi="Brush Script MT"/>
          <w:sz w:val="52"/>
          <w:szCs w:val="52"/>
        </w:rPr>
        <w:t xml:space="preserve">    Kryon</w:t>
      </w:r>
    </w:p>
    <w:p w:rsidR="0089285F" w:rsidRPr="00E84B5E" w:rsidRDefault="0089285F" w:rsidP="00EC7060">
      <w:pPr>
        <w:pStyle w:val="NoSpacing"/>
        <w:rPr>
          <w:rFonts w:ascii="Arial" w:hAnsi="Arial" w:cs="Arial"/>
          <w:sz w:val="20"/>
          <w:szCs w:val="20"/>
          <w:lang w:val="es-AR"/>
        </w:rPr>
      </w:pPr>
    </w:p>
    <w:p w:rsidR="0089285F" w:rsidRDefault="0089285F" w:rsidP="00EC7060">
      <w:r w:rsidRPr="00E84B5E">
        <w:rPr>
          <w:rFonts w:ascii="Arial" w:hAnsi="Arial" w:cs="Arial"/>
          <w:sz w:val="20"/>
          <w:szCs w:val="20"/>
        </w:rPr>
        <w:t>© Lee Carroll</w:t>
      </w:r>
      <w:r>
        <w:rPr>
          <w:rFonts w:ascii="Arial" w:hAnsi="Arial" w:cs="Arial"/>
          <w:sz w:val="20"/>
          <w:szCs w:val="20"/>
        </w:rPr>
        <w:t xml:space="preserve"> </w:t>
      </w:r>
      <w:r>
        <w:fldChar w:fldCharType="begin"/>
      </w:r>
      <w:r>
        <w:instrText>HYPERLINK "http://audio.kryon.com/en/Conference-1-mini.mp3"</w:instrText>
      </w:r>
      <w:r>
        <w:fldChar w:fldCharType="separate"/>
      </w:r>
      <w:hyperlink r:id="rId31" w:history="1">
        <w:r w:rsidRPr="007D5734">
          <w:rPr>
            <w:rStyle w:val="Hyperlink"/>
          </w:rPr>
          <w:t>http://audio.kryon.com/en/Conference-3-afternoon.mp3</w:t>
        </w:r>
      </w:hyperlink>
    </w:p>
    <w:p w:rsidR="0089285F" w:rsidRPr="00E127B4" w:rsidRDefault="0089285F" w:rsidP="00EC7060">
      <w:r>
        <w:fldChar w:fldCharType="end"/>
      </w:r>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32"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33" w:tooltip="http://www.manantialcaduceo.com.ar/libros.htm" w:history="1">
        <w:r w:rsidRPr="00F56D21">
          <w:rPr>
            <w:rFonts w:ascii="Arial" w:hAnsi="Arial" w:cs="Arial"/>
            <w:sz w:val="20"/>
            <w:szCs w:val="20"/>
          </w:rPr>
          <w:t>www.manantialcaduceo.com.ar/libros.htm</w:t>
        </w:r>
      </w:hyperlink>
    </w:p>
    <w:p w:rsidR="0089285F" w:rsidRDefault="0089285F" w:rsidP="00EC7060">
      <w:pPr>
        <w:jc w:val="both"/>
        <w:rPr>
          <w:rFonts w:ascii="Arial" w:hAnsi="Arial" w:cs="Arial"/>
          <w:sz w:val="20"/>
          <w:szCs w:val="20"/>
        </w:rPr>
      </w:pPr>
    </w:p>
    <w:p w:rsidR="0089285F" w:rsidRPr="00BF504F" w:rsidRDefault="0089285F" w:rsidP="00EC7060">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34" w:tgtFrame="_blank" w:tooltip="http://www.manantialcaduceo.com.ar/libros.htm" w:history="1">
        <w:r w:rsidRPr="00F56D21">
          <w:rPr>
            <w:rFonts w:ascii="Arial" w:hAnsi="Arial" w:cs="Arial"/>
            <w:i/>
            <w:iCs/>
            <w:sz w:val="20"/>
            <w:szCs w:val="20"/>
          </w:rPr>
          <w:t>http://www.manantialcaduceo.com.ar/libros.htm</w:t>
        </w:r>
      </w:hyperlink>
    </w:p>
    <w:p w:rsidR="0089285F" w:rsidRDefault="0089285F" w:rsidP="00EC7060"/>
    <w:p w:rsidR="0089285F" w:rsidRDefault="0089285F" w:rsidP="00EC7060">
      <w:pPr>
        <w:jc w:val="center"/>
        <w:rPr>
          <w:rFonts w:ascii="Trebuchet MS" w:hAnsi="Trebuchet MS"/>
          <w:bCs/>
          <w:smallCaps/>
          <w:shadow/>
          <w:sz w:val="36"/>
          <w:szCs w:val="36"/>
          <w:lang w:val="es-ES" w:eastAsia="es-ES"/>
        </w:rPr>
      </w:pPr>
      <w:r w:rsidRPr="00EC7060">
        <w:rPr>
          <w:rFonts w:ascii="Trebuchet MS" w:hAnsi="Trebuchet MS"/>
          <w:bCs/>
          <w:smallCaps/>
          <w:shadow/>
          <w:sz w:val="36"/>
          <w:szCs w:val="36"/>
          <w:lang w:val="es-ES" w:eastAsia="es-ES"/>
        </w:rPr>
        <w:t>+++++</w:t>
      </w:r>
    </w:p>
    <w:p w:rsidR="0089285F" w:rsidRPr="00472FC3" w:rsidRDefault="0089285F" w:rsidP="00EC7060">
      <w:pPr>
        <w:jc w:val="center"/>
        <w:rPr>
          <w:smallCaps/>
          <w:shadow/>
          <w:sz w:val="36"/>
          <w:szCs w:val="36"/>
        </w:rPr>
      </w:pPr>
      <w:r w:rsidRPr="00EC7060">
        <w:rPr>
          <w:rFonts w:ascii="Trebuchet MS" w:hAnsi="Trebuchet MS"/>
          <w:b/>
          <w:smallCaps/>
          <w:shadow/>
          <w:sz w:val="36"/>
          <w:szCs w:val="36"/>
        </w:rPr>
        <w:t>Retiro de la Consciencia Global de Gaia</w:t>
      </w:r>
      <w:r w:rsidRPr="00EC7060">
        <w:rPr>
          <w:rFonts w:ascii="Trebuchet MS" w:hAnsi="Trebuchet MS"/>
          <w:b/>
          <w:smallCaps/>
          <w:shadow/>
          <w:sz w:val="36"/>
          <w:szCs w:val="36"/>
        </w:rPr>
        <w:br/>
      </w:r>
      <w:r>
        <w:rPr>
          <w:rFonts w:ascii="Trebuchet MS" w:hAnsi="Trebuchet MS"/>
          <w:bCs/>
          <w:smallCaps/>
          <w:shadow/>
          <w:sz w:val="28"/>
          <w:szCs w:val="28"/>
          <w:lang w:val="es-ES" w:eastAsia="es-ES"/>
        </w:rPr>
        <w:t>Día 3</w:t>
      </w:r>
      <w:r w:rsidRPr="005A12F1">
        <w:rPr>
          <w:rFonts w:ascii="Trebuchet MS" w:hAnsi="Trebuchet MS"/>
          <w:bCs/>
          <w:smallCaps/>
          <w:shadow/>
          <w:sz w:val="28"/>
          <w:szCs w:val="28"/>
          <w:lang w:val="es-ES" w:eastAsia="es-ES"/>
        </w:rPr>
        <w:t xml:space="preserve"> de la Conferencia </w:t>
      </w:r>
      <w:r>
        <w:rPr>
          <w:rFonts w:ascii="Trebuchet MS" w:hAnsi="Trebuchet MS"/>
          <w:bCs/>
          <w:smallCaps/>
          <w:shadow/>
          <w:sz w:val="28"/>
          <w:szCs w:val="28"/>
          <w:lang w:val="es-ES" w:eastAsia="es-ES"/>
        </w:rPr>
        <w:t>–</w:t>
      </w:r>
      <w:r w:rsidRPr="005A12F1">
        <w:rPr>
          <w:rFonts w:ascii="Trebuchet MS" w:hAnsi="Trebuchet MS"/>
          <w:bCs/>
          <w:smallCaps/>
          <w:shadow/>
          <w:sz w:val="28"/>
          <w:szCs w:val="28"/>
          <w:lang w:val="es-ES" w:eastAsia="es-ES"/>
        </w:rPr>
        <w:t xml:space="preserve"> </w:t>
      </w:r>
      <w:r>
        <w:rPr>
          <w:rFonts w:ascii="Trebuchet MS" w:hAnsi="Trebuchet MS"/>
          <w:bCs/>
          <w:smallCaps/>
          <w:shadow/>
          <w:sz w:val="28"/>
          <w:szCs w:val="28"/>
          <w:lang w:val="es-ES" w:eastAsia="es-ES"/>
        </w:rPr>
        <w:t>en la tarde - Letra I</w:t>
      </w:r>
      <w:r w:rsidRPr="005A12F1">
        <w:rPr>
          <w:rFonts w:ascii="Trebuchet MS" w:hAnsi="Trebuchet MS"/>
          <w:bCs/>
          <w:smallCaps/>
          <w:shadow/>
          <w:sz w:val="28"/>
          <w:szCs w:val="28"/>
          <w:lang w:val="es-ES" w:eastAsia="es-ES"/>
        </w:rPr>
        <w:br/>
      </w:r>
      <w:r w:rsidRPr="00472FC3">
        <w:rPr>
          <w:rFonts w:ascii="Trebuchet MS" w:hAnsi="Trebuchet MS"/>
          <w:bCs/>
          <w:smallCaps/>
          <w:shadow/>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35"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89285F" w:rsidRDefault="0089285F" w:rsidP="00EC7060">
      <w:pPr>
        <w:pStyle w:val="NoSpacing"/>
        <w:rPr>
          <w:rFonts w:ascii="Arial" w:hAnsi="Arial" w:cs="Arial"/>
          <w:sz w:val="20"/>
          <w:szCs w:val="20"/>
          <w:lang w:val="es-ES"/>
        </w:rPr>
      </w:pPr>
    </w:p>
    <w:p w:rsidR="0089285F" w:rsidRPr="00762325" w:rsidRDefault="0089285F" w:rsidP="00EC7060">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Nuevamente los que escuchan pero no están presentes, no tienen idea de la energía del salón. Se podría saborear el aprecio; algunos podrían llorar con la energía que ha ocurrido solamente en la celebración de estos últimos momentos en que se han cantado unos a otros con amor, en que se aprecian unos a otros, dicen hola y dicen adiós.  Todas estas cosas han preparado la escena para que sus corazones se fundan un poquito.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Queridos, otra vez repetimos que esta conferencia en particular es única y distinta de cualquier otra en el planeta.  El énfasis está en la asociación con Gaia, y en ella los indígenas están grandemente implicados por su sabiduría de los ancestros.  Es el modelo.  Y entonces hay una conexión entre todos ustedes - todos ustedes.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Lo que haré ahora es llevarlos a un pequeño viaje, si lo desean, si me siguen.  Y la letra será la "I"; y no es lo que ustedes piensan.</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Dejen que les pregunte algo: lo que ha sucedido en este salón en los últimos minutos, la celebración, el canto, el baile, ¿cuán lejos habrá llegado?  Fuera del salón ¿alguien se dio cuenta? Realmente.</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Si pudieran elevarse mágicamente muy lejos por encima de esto, incluso de la atmósfera, y miraran hacia abajo, al país y a las islas, ¿se ha sentido allá?  ¿Hay alguna manera de que se sienta allá arriba?</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Sigan alejándose más, de modo que la Tierra parezca solamente una pequeña bolita azul en el espacio, y ahora están situados dentro del panorama del sistema solar, y pueden ver el poderoso sol y algunos de los planetas, incluyendo la Tierra.  ¿Se sintió allá?</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Quiero que sigan hasta afuera de su sistema solar, de modo que el sistema mismo quede pequeño, y el sol parezca pequeño; ahora están en la vastedad del espacio interestelar, definido como esa parte y materia entre los soles de su galaxia.  ¿Se sintió allá?  La respuesta a todas estas preguntas... es sí.  ¿Quién lo sintió?  Nosotros.</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Del otro lado del velo está la Fuente Creadora, y dentro de ustedes está la Fuente Creadora.  Siempre hay una conexión. Por lo tanto, lo que vieron y sintieron aquí  fue visto en toda la galaxia. ¿Pueden creerlo?  Que hay una Fuente de Creación a la que ustedes le importan tanto, que cuando ustedes celebran, ella celebra, y cuando lloran, ella llora.  Así de grande es. No importa cuán pequeños se crean ustedes, no pueden esconderse del amor de Dios, simplemente no pueden.  Espacio Interestelar; allí está la "I".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Permitan que les diga algo.  Esta información la hemos dado antes; necesitan oírla en este contexto. Su sistema solar viaja alrededor del centro.  En su galaxia, describe círculos alrededor del medio. Los astrónomos lo saben, ustedes lo saben, no es un misterio; es simplemente la Física astronómica. Todas las estrellas están unidas como una, yendo alrededor del medio al mismo ritmo.  Esto es un descubrimiento reciente. Es casi como si estuvieran conectadas de algún modo, tal vez entrelazadas, de modo que circulan alrededor como una sola.  Pero lo que hacen, mientras circulan, es viajar hacia regiones diferentes del espacio interestelar.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Dejen que intente explicarlo así:  Cuando se inició la humanidad, su galaxia estaba en una posición con respecto al centro, y ahora que la humanidad continúa en este cambio, se ha movido ligeramente más adelante en su giro.  Ustedes nunca experimentaron una revolución completa alrededor del centro, porque es tan enorme. Entonces podrían esperar que, mientras su sistema solar se mueve alrededor del centro y rota, podrían entender que existe el potencial de que se mueva hacia energías de distintas clases del espacio interestelar. ¡Lo hace!  ¡Lo ha hecho!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¿Cómo se relaciona esto con Gaia?  Esperen.  La Tierra es Gaia; todo lo que hay aquí ha sido preparado para ustedes como seres humanos. Una cosa muy difícil de imaginar para ustedes es el hecho de que estaban presentes y observando mientras la Tierra se enfriaba, y se formaban los océanos, y los continentes se desplazaban. Durante todo ese tiempo su sistema solar viajaba alrededor del medio. Su sistema solar no está solamente establecido allí y rotando en un lugar estático; se está moviendo alrededor del centro de la galaxia.  A lo largo del tiempo en que hubo vida humana, han estado en la misma parte del espacio.  Han estado casi en lo llamamos una burbuja.  Es una burbuja de energía a la que entraron hace varios cientos de miles de años y han estado dentro de esa burbuja con su sistema solar durante todo lo que ha durado la humanidad, todas sus vidas pasadas; nada ha cambiado.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De pronto se mueven aproximándose a otro tipo de espacio interestelar. El mismo sistema solar empieza a entrar en él lentamente, saliendo de la burbuja en que ha estado. No es por accidente; fue planeado.</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Queridos, existe un sistema en este cambio de consciencia que ustedes tienen. Ahora quiero que conecten los puntos cuando les empiezo a contar estas cosas, y a repetirlas.  Y quiero que vean lo grandioso de este cuidado para ustedes, y de cómo Gaia está implicada.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En 1993 les contamos que la rejilla magnética del planeta se iba a mover. Es como un sofá para la consciencia, y de alguna manera establece un límite o modera lo que está disponible para los humanos,  algo así como un techo para el intelecto o el pensamiento, incluso para la dimensionalidad. Y esta rejilla tenía que cambiar para que la consciencia del planeta se moviera hacia su siguiente encarnación y evolución.  Eso significa que la rejilla magnética, el magnetismo, se relacionaba con su sinapsis, su cerebro, su vida, su pensamiento, incluso hasta su ADN.  Necesitaban eso para la vida.  Estas cosas ahora se están investigando; ¿el descubrimiento está conectado con ustedes? Y la respuesta es ¡Oh, sí!</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Ahora conecten aún más los puntos; su sol tiene una rejilla magnética que afecta a la rejilla de ustedes. Si el sol cambia, si su rejilla magnética empieza a moverse también y más aún, la energía se vuelve ligeramente diferente, eso modifica la rejilla de ustedes, porque su heliosfera siempre está presionando contra la rejilla terrestre.</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¿Sería exagerado pensar que tal vez el sol podría estar implicado en su consciencia? ¿Y qué creen que podría mover la rejilla magnética solar en forma distinta después de eones de permanecer igual?  Les diré qué es:  es que su sistema solar está ingresando en otra parte del espacio interestelar. Hay astrónomos que apoyan esto; no es tan esotérico, queridos.  ¿Está el sistema solar ingresando a una parte nueva del espacio interestelar?  La respuesta es sí.  ¿Es una parte que ustedes nunca vieron?  Así es.  ¿Afectará a su sol? ¡Lo hará!  Y el sol luego proyectará la nueva energía al campo magnético de este planeta realzándolos a ustedes, permitiendo el crecimiento y lo que nunca existió antes.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Algunos les dirán que tienen miedo de lo que ha de venir. Y luego habrá otros que lo vean con claridad; la ciencia lo verá claramente y dirá: "Miren: esto puede en realidad posicionar los patrones de pensamiento del cerebro humano.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Y están los que dicen: "¿Y si la humanidad se hubiera autodestruido?"  ¿Ustedes estarían entrando en estas grandiosas regiones del espacio? (</w:t>
      </w:r>
      <w:r w:rsidRPr="00A5061D">
        <w:rPr>
          <w:rFonts w:ascii="Arial" w:hAnsi="Arial" w:cs="Arial"/>
          <w:i/>
          <w:sz w:val="20"/>
          <w:szCs w:val="20"/>
        </w:rPr>
        <w:t>se ríe</w:t>
      </w:r>
      <w:r w:rsidRPr="00A5061D">
        <w:rPr>
          <w:rFonts w:ascii="Arial" w:hAnsi="Arial" w:cs="Arial"/>
          <w:sz w:val="20"/>
          <w:szCs w:val="20"/>
        </w:rPr>
        <w:t xml:space="preserve">)  La respuesta es sí; solo que no habría aquí nadie para evolucionar.  Siempre ha habido un plan; ¡no es por accidente!  ¡Qué programación!  Gaia será aún más realzada; para ustedes.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¿Es posible que el amor y la compasión que hace unos pocos momentos  sintieron ustedes recorra todo el camino hacia el centro de la galaxia?  ¡Y lo hace!  Esa es la belleza de las cosas multidimensionales; que no están restringidas a lo que es su 3D.</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Quiero que recuerden esto: hoy  ha habido una impronta que se estampó aquí mismo y que llega a todas partes.  ¡Y está fuera del tiempo!  Recordarán este día hasta su último aliento: las cosas que aprendieron, lo que hicieron, las energías que sintieron y la alegría del momento.  Este es su legado; es privilegio del cerebro humano recrear las cosas; incluso si están solos dentro de un armario pueden cantar las canciones que hoy cantaron, y como el tiempo no es lo que ustedes creen, estarán aquí en seguida.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 xml:space="preserve">Y esa parte del espacio interestelar que ahora les da la bienvenida los conoce, porque fue puesto allí por la Fuente Creadora, y ustedes son parte de la Fuente Creadora. ¡Bienvenidos a un mundo nuevo que ustedes han creado!  Y acostúmbrense a algunas de estas cosas que son grandiosas por encima de cualquier cosa que puedan imaginar. La galaxia sabe quiénes son, queridos.  Todas estas cosas, fuera del ámbito de la razón, algún día se reconocerán como verdaderas. </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Que la compasión, el conocimiento, las decisiones, los resúmenes que hoy hicieron, la imaginación de un planeta mejor, que eso sea lo que se quede con ustedes al irse de este lugar.</w:t>
      </w:r>
    </w:p>
    <w:p w:rsidR="0089285F" w:rsidRPr="00A5061D" w:rsidRDefault="0089285F" w:rsidP="00EC7060">
      <w:pPr>
        <w:tabs>
          <w:tab w:val="left" w:pos="7371"/>
        </w:tabs>
        <w:spacing w:after="240"/>
        <w:jc w:val="both"/>
        <w:rPr>
          <w:rFonts w:ascii="Arial" w:hAnsi="Arial" w:cs="Arial"/>
          <w:sz w:val="20"/>
          <w:szCs w:val="20"/>
        </w:rPr>
      </w:pPr>
      <w:r w:rsidRPr="00A5061D">
        <w:rPr>
          <w:rFonts w:ascii="Arial" w:hAnsi="Arial" w:cs="Arial"/>
          <w:sz w:val="20"/>
          <w:szCs w:val="20"/>
        </w:rPr>
        <w:t>Tengo una canalización más para hoy; un mensaje más para ustedes. De modo que aquí finaliza este.</w:t>
      </w:r>
    </w:p>
    <w:p w:rsidR="0089285F" w:rsidRPr="00E84B5E" w:rsidRDefault="0089285F" w:rsidP="00EC7060">
      <w:pPr>
        <w:spacing w:after="240"/>
        <w:rPr>
          <w:rFonts w:ascii="Arial" w:hAnsi="Arial" w:cs="Arial"/>
          <w:sz w:val="20"/>
          <w:szCs w:val="20"/>
        </w:rPr>
      </w:pPr>
      <w:r w:rsidRPr="00E84B5E">
        <w:rPr>
          <w:rFonts w:ascii="Arial" w:hAnsi="Arial" w:cs="Arial"/>
          <w:sz w:val="20"/>
          <w:szCs w:val="20"/>
        </w:rPr>
        <w:t xml:space="preserve">Y así es. </w:t>
      </w:r>
    </w:p>
    <w:p w:rsidR="0089285F" w:rsidRPr="005735A5" w:rsidRDefault="0089285F" w:rsidP="00EC7060">
      <w:pPr>
        <w:spacing w:after="240"/>
        <w:rPr>
          <w:rFonts w:ascii="Brush Script MT" w:hAnsi="Brush Script MT" w:cs="Arial"/>
          <w:sz w:val="52"/>
          <w:szCs w:val="52"/>
        </w:rPr>
      </w:pPr>
      <w:r w:rsidRPr="00E84B5E">
        <w:rPr>
          <w:rFonts w:ascii="Arial" w:hAnsi="Arial"/>
          <w:sz w:val="20"/>
          <w:szCs w:val="20"/>
        </w:rPr>
        <w:br/>
      </w:r>
      <w:r w:rsidRPr="00E84B5E">
        <w:rPr>
          <w:rFonts w:ascii="Arial" w:hAnsi="Arial"/>
          <w:b/>
          <w:i/>
          <w:sz w:val="20"/>
          <w:szCs w:val="20"/>
        </w:rPr>
        <w:t xml:space="preserve"> </w:t>
      </w:r>
      <w:r w:rsidRPr="006D7055">
        <w:rPr>
          <w:rFonts w:ascii="Brush Script MT" w:hAnsi="Brush Script MT"/>
          <w:b/>
          <w:i/>
          <w:sz w:val="52"/>
          <w:szCs w:val="52"/>
        </w:rPr>
        <w:t xml:space="preserve"> </w:t>
      </w:r>
      <w:r w:rsidRPr="006D7055">
        <w:rPr>
          <w:rFonts w:ascii="Brush Script MT" w:hAnsi="Brush Script MT"/>
          <w:sz w:val="52"/>
          <w:szCs w:val="52"/>
        </w:rPr>
        <w:t xml:space="preserve">    Kryon</w:t>
      </w:r>
    </w:p>
    <w:p w:rsidR="0089285F" w:rsidRPr="00E84B5E" w:rsidRDefault="0089285F" w:rsidP="00EC7060">
      <w:pPr>
        <w:pStyle w:val="NoSpacing"/>
        <w:rPr>
          <w:rFonts w:ascii="Arial" w:hAnsi="Arial" w:cs="Arial"/>
          <w:sz w:val="20"/>
          <w:szCs w:val="20"/>
          <w:lang w:val="es-AR"/>
        </w:rPr>
      </w:pPr>
    </w:p>
    <w:p w:rsidR="0089285F" w:rsidRDefault="0089285F" w:rsidP="00EC7060">
      <w:r w:rsidRPr="00E84B5E">
        <w:rPr>
          <w:rFonts w:ascii="Arial" w:hAnsi="Arial" w:cs="Arial"/>
          <w:sz w:val="20"/>
          <w:szCs w:val="20"/>
        </w:rPr>
        <w:t>© Lee Carroll</w:t>
      </w:r>
      <w:r>
        <w:rPr>
          <w:rFonts w:ascii="Arial" w:hAnsi="Arial" w:cs="Arial"/>
          <w:sz w:val="20"/>
          <w:szCs w:val="20"/>
        </w:rPr>
        <w:t xml:space="preserve"> </w:t>
      </w:r>
      <w:r>
        <w:fldChar w:fldCharType="begin"/>
      </w:r>
      <w:r>
        <w:instrText>HYPERLINK "http://audio.kryon.com/en/Conference-1-mini.mp3"</w:instrText>
      </w:r>
      <w:r>
        <w:fldChar w:fldCharType="separate"/>
      </w:r>
      <w:hyperlink r:id="rId36" w:history="1">
        <w:r w:rsidRPr="007D5734">
          <w:rPr>
            <w:rStyle w:val="Hyperlink"/>
          </w:rPr>
          <w:t>http://audio.kryon.com/en/Conference-3-afternoon.mp3</w:t>
        </w:r>
      </w:hyperlink>
    </w:p>
    <w:p w:rsidR="0089285F" w:rsidRPr="00E127B4" w:rsidRDefault="0089285F" w:rsidP="00EC7060">
      <w:r>
        <w:fldChar w:fldCharType="end"/>
      </w:r>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37"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38" w:tooltip="http://www.manantialcaduceo.com.ar/libros.htm" w:history="1">
        <w:r w:rsidRPr="00F56D21">
          <w:rPr>
            <w:rFonts w:ascii="Arial" w:hAnsi="Arial" w:cs="Arial"/>
            <w:sz w:val="20"/>
            <w:szCs w:val="20"/>
          </w:rPr>
          <w:t>www.manantialcaduceo.com.ar/libros.htm</w:t>
        </w:r>
      </w:hyperlink>
    </w:p>
    <w:p w:rsidR="0089285F" w:rsidRDefault="0089285F" w:rsidP="00EC7060">
      <w:pPr>
        <w:jc w:val="both"/>
        <w:rPr>
          <w:rFonts w:ascii="Arial" w:hAnsi="Arial" w:cs="Arial"/>
          <w:sz w:val="20"/>
          <w:szCs w:val="20"/>
        </w:rPr>
      </w:pPr>
    </w:p>
    <w:p w:rsidR="0089285F" w:rsidRPr="00BF504F" w:rsidRDefault="0089285F" w:rsidP="00EC7060">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39" w:tgtFrame="_blank" w:tooltip="http://www.manantialcaduceo.com.ar/libros.htm" w:history="1">
        <w:r w:rsidRPr="00F56D21">
          <w:rPr>
            <w:rFonts w:ascii="Arial" w:hAnsi="Arial" w:cs="Arial"/>
            <w:i/>
            <w:iCs/>
            <w:sz w:val="20"/>
            <w:szCs w:val="20"/>
          </w:rPr>
          <w:t>http://www.manantialcaduceo.com.ar/libros.htm</w:t>
        </w:r>
      </w:hyperlink>
    </w:p>
    <w:p w:rsidR="0089285F" w:rsidRDefault="0089285F" w:rsidP="00EC7060"/>
    <w:p w:rsidR="0089285F" w:rsidRPr="005B0CCD" w:rsidRDefault="0089285F" w:rsidP="00EC7060">
      <w:pPr>
        <w:rPr>
          <w:rFonts w:ascii="Trebuchet MS" w:hAnsi="Trebuchet MS"/>
          <w:b/>
          <w:bCs/>
          <w:smallCaps/>
          <w:shadow/>
          <w:sz w:val="36"/>
          <w:szCs w:val="36"/>
          <w:lang w:val="es-ES" w:eastAsia="es-ES"/>
        </w:rPr>
      </w:pPr>
    </w:p>
    <w:p w:rsidR="0089285F" w:rsidRPr="00EC7060" w:rsidRDefault="0089285F" w:rsidP="00EC7060">
      <w:pPr>
        <w:jc w:val="center"/>
        <w:rPr>
          <w:rFonts w:ascii="Trebuchet MS" w:hAnsi="Trebuchet MS"/>
          <w:bCs/>
          <w:smallCaps/>
          <w:shadow/>
          <w:sz w:val="36"/>
          <w:szCs w:val="36"/>
          <w:lang w:val="es-ES" w:eastAsia="es-ES"/>
        </w:rPr>
      </w:pPr>
    </w:p>
    <w:p w:rsidR="0089285F" w:rsidRPr="00650901" w:rsidRDefault="0089285F" w:rsidP="00EC7060">
      <w:pPr>
        <w:shd w:val="clear" w:color="auto" w:fill="FAFFF8"/>
        <w:jc w:val="center"/>
        <w:rPr>
          <w:rFonts w:ascii="Arial" w:hAnsi="Arial" w:cs="Arial"/>
          <w:sz w:val="20"/>
          <w:szCs w:val="20"/>
        </w:rPr>
      </w:pPr>
    </w:p>
    <w:p w:rsidR="0089285F" w:rsidRPr="0052644C" w:rsidRDefault="0089285F" w:rsidP="00EC7060">
      <w:pPr>
        <w:jc w:val="both"/>
      </w:pPr>
    </w:p>
    <w:p w:rsidR="0089285F" w:rsidRPr="009C56AC" w:rsidRDefault="0089285F" w:rsidP="002E275F">
      <w:pPr>
        <w:shd w:val="clear" w:color="auto" w:fill="FFFFFF"/>
        <w:spacing w:after="200"/>
        <w:jc w:val="center"/>
        <w:rPr>
          <w:rFonts w:ascii="Arial" w:hAnsi="Arial" w:cs="Arial"/>
          <w:sz w:val="20"/>
          <w:szCs w:val="20"/>
        </w:rPr>
      </w:pPr>
    </w:p>
    <w:p w:rsidR="0089285F" w:rsidRDefault="0089285F" w:rsidP="002E275F">
      <w:pPr>
        <w:pStyle w:val="normal0"/>
        <w:jc w:val="center"/>
      </w:pPr>
    </w:p>
    <w:sectPr w:rsidR="0089285F" w:rsidSect="004B6096">
      <w:footerReference w:type="default" r:id="rId40"/>
      <w:pgSz w:w="11906" w:h="16838"/>
      <w:pgMar w:top="760" w:right="760" w:bottom="760" w:left="7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85F" w:rsidRDefault="0089285F" w:rsidP="00A4385E">
      <w:r>
        <w:separator/>
      </w:r>
    </w:p>
  </w:endnote>
  <w:endnote w:type="continuationSeparator" w:id="0">
    <w:p w:rsidR="0089285F" w:rsidRDefault="0089285F" w:rsidP="00A438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5F" w:rsidRDefault="0089285F">
    <w:pPr>
      <w:pStyle w:val="normal0"/>
      <w:tabs>
        <w:tab w:val="center" w:pos="4252"/>
        <w:tab w:val="right" w:pos="8504"/>
      </w:tabs>
      <w:jc w:val="center"/>
    </w:pPr>
    <w:fldSimple w:instr="PAGE">
      <w:r>
        <w:rPr>
          <w:noProof/>
        </w:rPr>
        <w:t>4</w:t>
      </w:r>
    </w:fldSimple>
  </w:p>
  <w:p w:rsidR="0089285F" w:rsidRDefault="0089285F">
    <w:pPr>
      <w:pStyle w:val="normal0"/>
      <w:tabs>
        <w:tab w:val="center" w:pos="4252"/>
        <w:tab w:val="right" w:pos="8504"/>
      </w:tabs>
      <w:spacing w:after="70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85F" w:rsidRDefault="0089285F" w:rsidP="00A4385E">
      <w:r>
        <w:separator/>
      </w:r>
    </w:p>
  </w:footnote>
  <w:footnote w:type="continuationSeparator" w:id="0">
    <w:p w:rsidR="0089285F" w:rsidRDefault="0089285F" w:rsidP="00A438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85E"/>
    <w:rsid w:val="000A384A"/>
    <w:rsid w:val="000A5AB2"/>
    <w:rsid w:val="001621B3"/>
    <w:rsid w:val="002208A5"/>
    <w:rsid w:val="00247084"/>
    <w:rsid w:val="00255F57"/>
    <w:rsid w:val="002C484F"/>
    <w:rsid w:val="002D7F76"/>
    <w:rsid w:val="002E275F"/>
    <w:rsid w:val="00306B43"/>
    <w:rsid w:val="003313EF"/>
    <w:rsid w:val="00346117"/>
    <w:rsid w:val="003C0C8B"/>
    <w:rsid w:val="003E0583"/>
    <w:rsid w:val="003F515F"/>
    <w:rsid w:val="00413A75"/>
    <w:rsid w:val="00446BDF"/>
    <w:rsid w:val="00447306"/>
    <w:rsid w:val="004659E8"/>
    <w:rsid w:val="00472FC3"/>
    <w:rsid w:val="00484DE6"/>
    <w:rsid w:val="00486CD4"/>
    <w:rsid w:val="004B6096"/>
    <w:rsid w:val="004E20E0"/>
    <w:rsid w:val="0052644C"/>
    <w:rsid w:val="00566E7D"/>
    <w:rsid w:val="00566F05"/>
    <w:rsid w:val="005735A5"/>
    <w:rsid w:val="005826EA"/>
    <w:rsid w:val="00587BD7"/>
    <w:rsid w:val="005A12F1"/>
    <w:rsid w:val="005B0CCD"/>
    <w:rsid w:val="005C2B29"/>
    <w:rsid w:val="005C59BE"/>
    <w:rsid w:val="005D681C"/>
    <w:rsid w:val="005D70A6"/>
    <w:rsid w:val="005F4C0C"/>
    <w:rsid w:val="00650901"/>
    <w:rsid w:val="00653343"/>
    <w:rsid w:val="00660C58"/>
    <w:rsid w:val="006765A6"/>
    <w:rsid w:val="006B633A"/>
    <w:rsid w:val="006D14B5"/>
    <w:rsid w:val="006D7055"/>
    <w:rsid w:val="006F1D61"/>
    <w:rsid w:val="007072E7"/>
    <w:rsid w:val="007120EE"/>
    <w:rsid w:val="00717C8E"/>
    <w:rsid w:val="007548A2"/>
    <w:rsid w:val="00762325"/>
    <w:rsid w:val="007938BE"/>
    <w:rsid w:val="007D2928"/>
    <w:rsid w:val="007D5734"/>
    <w:rsid w:val="007E1CCF"/>
    <w:rsid w:val="007E24BF"/>
    <w:rsid w:val="0082739F"/>
    <w:rsid w:val="00831A81"/>
    <w:rsid w:val="00890A16"/>
    <w:rsid w:val="0089285F"/>
    <w:rsid w:val="008F1A89"/>
    <w:rsid w:val="009377D4"/>
    <w:rsid w:val="009701D9"/>
    <w:rsid w:val="009C56AC"/>
    <w:rsid w:val="009F3F2D"/>
    <w:rsid w:val="00A02CEE"/>
    <w:rsid w:val="00A05F36"/>
    <w:rsid w:val="00A31E02"/>
    <w:rsid w:val="00A4385E"/>
    <w:rsid w:val="00A5061D"/>
    <w:rsid w:val="00A636B2"/>
    <w:rsid w:val="00A742E6"/>
    <w:rsid w:val="00AE686A"/>
    <w:rsid w:val="00AE69C6"/>
    <w:rsid w:val="00B100EB"/>
    <w:rsid w:val="00B628B2"/>
    <w:rsid w:val="00BF504F"/>
    <w:rsid w:val="00CC49E6"/>
    <w:rsid w:val="00CE05DD"/>
    <w:rsid w:val="00CE06E8"/>
    <w:rsid w:val="00D928A3"/>
    <w:rsid w:val="00DA56E6"/>
    <w:rsid w:val="00DF4091"/>
    <w:rsid w:val="00E127B4"/>
    <w:rsid w:val="00E219C5"/>
    <w:rsid w:val="00E375DE"/>
    <w:rsid w:val="00E55C1D"/>
    <w:rsid w:val="00E7047A"/>
    <w:rsid w:val="00E71B80"/>
    <w:rsid w:val="00E84B5E"/>
    <w:rsid w:val="00EC64FF"/>
    <w:rsid w:val="00EC7060"/>
    <w:rsid w:val="00F01168"/>
    <w:rsid w:val="00F56D2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117"/>
    <w:rPr>
      <w:color w:val="000000"/>
      <w:sz w:val="24"/>
      <w:szCs w:val="24"/>
    </w:rPr>
  </w:style>
  <w:style w:type="paragraph" w:styleId="Heading1">
    <w:name w:val="heading 1"/>
    <w:basedOn w:val="normal0"/>
    <w:next w:val="normal0"/>
    <w:link w:val="Heading1Char"/>
    <w:uiPriority w:val="99"/>
    <w:qFormat/>
    <w:rsid w:val="00A4385E"/>
    <w:pPr>
      <w:keepNext/>
      <w:keepLines/>
      <w:spacing w:before="240" w:after="60"/>
      <w:outlineLvl w:val="0"/>
    </w:pPr>
    <w:rPr>
      <w:rFonts w:ascii="Cambria" w:hAnsi="Cambria" w:cs="Cambria"/>
      <w:b/>
      <w:sz w:val="32"/>
      <w:szCs w:val="32"/>
    </w:rPr>
  </w:style>
  <w:style w:type="paragraph" w:styleId="Heading2">
    <w:name w:val="heading 2"/>
    <w:basedOn w:val="normal0"/>
    <w:next w:val="normal0"/>
    <w:link w:val="Heading2Char"/>
    <w:uiPriority w:val="99"/>
    <w:qFormat/>
    <w:rsid w:val="00A4385E"/>
    <w:pPr>
      <w:keepNext/>
      <w:keepLines/>
      <w:spacing w:before="240" w:after="60"/>
      <w:outlineLvl w:val="1"/>
    </w:pPr>
    <w:rPr>
      <w:rFonts w:ascii="Cambria" w:hAnsi="Cambria" w:cs="Cambria"/>
      <w:b/>
      <w:i/>
      <w:sz w:val="28"/>
      <w:szCs w:val="28"/>
    </w:rPr>
  </w:style>
  <w:style w:type="paragraph" w:styleId="Heading3">
    <w:name w:val="heading 3"/>
    <w:basedOn w:val="normal0"/>
    <w:next w:val="normal0"/>
    <w:link w:val="Heading3Char"/>
    <w:uiPriority w:val="99"/>
    <w:qFormat/>
    <w:rsid w:val="00A4385E"/>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A4385E"/>
    <w:pPr>
      <w:keepNext/>
      <w:keepLines/>
      <w:spacing w:before="240" w:after="60"/>
      <w:outlineLvl w:val="3"/>
    </w:pPr>
    <w:rPr>
      <w:rFonts w:ascii="Calibri" w:hAnsi="Calibri" w:cs="Calibri"/>
      <w:b/>
      <w:sz w:val="28"/>
      <w:szCs w:val="28"/>
    </w:rPr>
  </w:style>
  <w:style w:type="paragraph" w:styleId="Heading5">
    <w:name w:val="heading 5"/>
    <w:basedOn w:val="normal0"/>
    <w:next w:val="normal0"/>
    <w:link w:val="Heading5Char"/>
    <w:uiPriority w:val="99"/>
    <w:qFormat/>
    <w:rsid w:val="00A4385E"/>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A4385E"/>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9E8"/>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4659E8"/>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4659E8"/>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4659E8"/>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4659E8"/>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4659E8"/>
    <w:rPr>
      <w:rFonts w:ascii="Calibri" w:hAnsi="Calibri" w:cs="Times New Roman"/>
      <w:b/>
      <w:bCs/>
      <w:color w:val="000000"/>
    </w:rPr>
  </w:style>
  <w:style w:type="paragraph" w:customStyle="1" w:styleId="normal0">
    <w:name w:val="normal"/>
    <w:uiPriority w:val="99"/>
    <w:rsid w:val="00A4385E"/>
    <w:rPr>
      <w:color w:val="000000"/>
      <w:sz w:val="24"/>
      <w:szCs w:val="24"/>
    </w:rPr>
  </w:style>
  <w:style w:type="paragraph" w:styleId="Title">
    <w:name w:val="Title"/>
    <w:basedOn w:val="normal0"/>
    <w:next w:val="normal0"/>
    <w:link w:val="TitleChar"/>
    <w:uiPriority w:val="99"/>
    <w:qFormat/>
    <w:rsid w:val="00A4385E"/>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4659E8"/>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A4385E"/>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4659E8"/>
    <w:rPr>
      <w:rFonts w:ascii="Cambria" w:hAnsi="Cambria" w:cs="Times New Roman"/>
      <w:color w:val="000000"/>
      <w:sz w:val="24"/>
      <w:szCs w:val="24"/>
    </w:rPr>
  </w:style>
  <w:style w:type="character" w:styleId="Hyperlink">
    <w:name w:val="Hyperlink"/>
    <w:basedOn w:val="DefaultParagraphFont"/>
    <w:uiPriority w:val="99"/>
    <w:rsid w:val="00831A81"/>
    <w:rPr>
      <w:rFonts w:cs="Times New Roman"/>
      <w:color w:val="0000FF"/>
      <w:u w:val="single"/>
    </w:rPr>
  </w:style>
  <w:style w:type="character" w:styleId="Emphasis">
    <w:name w:val="Emphasis"/>
    <w:basedOn w:val="DefaultParagraphFont"/>
    <w:uiPriority w:val="99"/>
    <w:qFormat/>
    <w:locked/>
    <w:rsid w:val="00484DE6"/>
    <w:rPr>
      <w:rFonts w:cs="Times New Roman"/>
      <w:i/>
      <w:iCs/>
    </w:rPr>
  </w:style>
  <w:style w:type="paragraph" w:styleId="NormalWeb">
    <w:name w:val="Normal (Web)"/>
    <w:basedOn w:val="Normal"/>
    <w:uiPriority w:val="99"/>
    <w:rsid w:val="004B6096"/>
    <w:pPr>
      <w:spacing w:before="100" w:beforeAutospacing="1" w:after="100" w:afterAutospacing="1"/>
    </w:pPr>
    <w:rPr>
      <w:color w:val="auto"/>
      <w:lang w:val="es-ES" w:eastAsia="es-ES"/>
    </w:rPr>
  </w:style>
  <w:style w:type="character" w:styleId="FollowedHyperlink">
    <w:name w:val="FollowedHyperlink"/>
    <w:basedOn w:val="DefaultParagraphFont"/>
    <w:uiPriority w:val="99"/>
    <w:rsid w:val="005C59BE"/>
    <w:rPr>
      <w:rFonts w:cs="Times New Roman"/>
      <w:color w:val="800080"/>
      <w:u w:val="single"/>
    </w:rPr>
  </w:style>
  <w:style w:type="character" w:customStyle="1" w:styleId="grame">
    <w:name w:val="grame"/>
    <w:basedOn w:val="DefaultParagraphFont"/>
    <w:uiPriority w:val="99"/>
    <w:rsid w:val="002E275F"/>
    <w:rPr>
      <w:rFonts w:cs="Times New Roman"/>
    </w:rPr>
  </w:style>
  <w:style w:type="character" w:customStyle="1" w:styleId="spelle">
    <w:name w:val="spelle"/>
    <w:basedOn w:val="DefaultParagraphFont"/>
    <w:uiPriority w:val="99"/>
    <w:rsid w:val="002E275F"/>
    <w:rPr>
      <w:rFonts w:cs="Times New Roman"/>
    </w:rPr>
  </w:style>
  <w:style w:type="character" w:customStyle="1" w:styleId="EstiloCorreo32">
    <w:name w:val="EmailStyle32"/>
    <w:aliases w:val="EmailStyle32"/>
    <w:basedOn w:val="DefaultParagraphFont"/>
    <w:uiPriority w:val="99"/>
    <w:semiHidden/>
    <w:personal/>
    <w:rsid w:val="002E275F"/>
    <w:rPr>
      <w:rFonts w:ascii="Trebuchet MS" w:hAnsi="Trebuchet MS" w:cs="Times New Roman"/>
      <w:b/>
      <w:bCs/>
      <w:i/>
      <w:iCs/>
      <w:smallCaps/>
      <w:color w:val="CC0066"/>
      <w:sz w:val="28"/>
      <w:szCs w:val="28"/>
    </w:rPr>
  </w:style>
  <w:style w:type="character" w:styleId="Strong">
    <w:name w:val="Strong"/>
    <w:basedOn w:val="DefaultParagraphFont"/>
    <w:uiPriority w:val="99"/>
    <w:qFormat/>
    <w:locked/>
    <w:rsid w:val="00EC7060"/>
    <w:rPr>
      <w:rFonts w:cs="Times New Roman"/>
      <w:b/>
      <w:bCs/>
    </w:rPr>
  </w:style>
  <w:style w:type="paragraph" w:customStyle="1" w:styleId="msonospacing0">
    <w:name w:val="msonospacing"/>
    <w:basedOn w:val="Normal"/>
    <w:uiPriority w:val="99"/>
    <w:rsid w:val="00EC7060"/>
    <w:pPr>
      <w:spacing w:before="100" w:beforeAutospacing="1" w:after="100" w:afterAutospacing="1"/>
    </w:pPr>
    <w:rPr>
      <w:color w:val="auto"/>
      <w:lang w:val="es-ES" w:eastAsia="es-ES"/>
    </w:rPr>
  </w:style>
  <w:style w:type="paragraph" w:styleId="NoSpacing">
    <w:name w:val="No Spacing"/>
    <w:uiPriority w:val="99"/>
    <w:qFormat/>
    <w:rsid w:val="00EC7060"/>
    <w:rPr>
      <w:rFonts w:ascii="Calibri" w:hAnsi="Calibri"/>
      <w:lang w:val="en-US" w:eastAsia="en-US"/>
    </w:rPr>
  </w:style>
</w:styles>
</file>

<file path=word/webSettings.xml><?xml version="1.0" encoding="utf-8"?>
<w:webSettings xmlns:r="http://schemas.openxmlformats.org/officeDocument/2006/relationships" xmlns:w="http://schemas.openxmlformats.org/wordprocessingml/2006/main">
  <w:divs>
    <w:div w:id="866453095">
      <w:marLeft w:val="0"/>
      <w:marRight w:val="0"/>
      <w:marTop w:val="0"/>
      <w:marBottom w:val="0"/>
      <w:divBdr>
        <w:top w:val="none" w:sz="0" w:space="0" w:color="auto"/>
        <w:left w:val="none" w:sz="0" w:space="0" w:color="auto"/>
        <w:bottom w:val="none" w:sz="0" w:space="0" w:color="auto"/>
        <w:right w:val="none" w:sz="0" w:space="0" w:color="auto"/>
      </w:divBdr>
    </w:div>
    <w:div w:id="866453097">
      <w:marLeft w:val="0"/>
      <w:marRight w:val="0"/>
      <w:marTop w:val="0"/>
      <w:marBottom w:val="0"/>
      <w:divBdr>
        <w:top w:val="none" w:sz="0" w:space="0" w:color="auto"/>
        <w:left w:val="none" w:sz="0" w:space="0" w:color="auto"/>
        <w:bottom w:val="none" w:sz="0" w:space="0" w:color="auto"/>
        <w:right w:val="none" w:sz="0" w:space="0" w:color="auto"/>
      </w:divBdr>
      <w:divsChild>
        <w:div w:id="866453096">
          <w:marLeft w:val="0"/>
          <w:marRight w:val="0"/>
          <w:marTop w:val="0"/>
          <w:marBottom w:val="0"/>
          <w:divBdr>
            <w:top w:val="none" w:sz="0" w:space="0" w:color="auto"/>
            <w:left w:val="none" w:sz="0" w:space="0" w:color="auto"/>
            <w:bottom w:val="none" w:sz="0" w:space="0" w:color="auto"/>
            <w:right w:val="none" w:sz="0" w:space="0" w:color="auto"/>
          </w:divBdr>
          <w:divsChild>
            <w:div w:id="8664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53102">
      <w:marLeft w:val="0"/>
      <w:marRight w:val="0"/>
      <w:marTop w:val="0"/>
      <w:marBottom w:val="0"/>
      <w:divBdr>
        <w:top w:val="none" w:sz="0" w:space="0" w:color="auto"/>
        <w:left w:val="none" w:sz="0" w:space="0" w:color="auto"/>
        <w:bottom w:val="none" w:sz="0" w:space="0" w:color="auto"/>
        <w:right w:val="none" w:sz="0" w:space="0" w:color="auto"/>
      </w:divBdr>
    </w:div>
    <w:div w:id="866453103">
      <w:marLeft w:val="0"/>
      <w:marRight w:val="0"/>
      <w:marTop w:val="0"/>
      <w:marBottom w:val="0"/>
      <w:divBdr>
        <w:top w:val="none" w:sz="0" w:space="0" w:color="auto"/>
        <w:left w:val="none" w:sz="0" w:space="0" w:color="auto"/>
        <w:bottom w:val="none" w:sz="0" w:space="0" w:color="auto"/>
        <w:right w:val="none" w:sz="0" w:space="0" w:color="auto"/>
      </w:divBdr>
      <w:divsChild>
        <w:div w:id="866453099">
          <w:marLeft w:val="0"/>
          <w:marRight w:val="0"/>
          <w:marTop w:val="0"/>
          <w:marBottom w:val="0"/>
          <w:divBdr>
            <w:top w:val="none" w:sz="0" w:space="0" w:color="auto"/>
            <w:left w:val="none" w:sz="0" w:space="0" w:color="auto"/>
            <w:bottom w:val="none" w:sz="0" w:space="0" w:color="auto"/>
            <w:right w:val="none" w:sz="0" w:space="0" w:color="auto"/>
          </w:divBdr>
          <w:divsChild>
            <w:div w:id="866453101">
              <w:marLeft w:val="0"/>
              <w:marRight w:val="0"/>
              <w:marTop w:val="0"/>
              <w:marBottom w:val="0"/>
              <w:divBdr>
                <w:top w:val="none" w:sz="0" w:space="0" w:color="auto"/>
                <w:left w:val="none" w:sz="0" w:space="0" w:color="auto"/>
                <w:bottom w:val="none" w:sz="0" w:space="0" w:color="auto"/>
                <w:right w:val="none" w:sz="0" w:space="0" w:color="auto"/>
              </w:divBdr>
              <w:divsChild>
                <w:div w:id="86645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453105">
      <w:marLeft w:val="0"/>
      <w:marRight w:val="0"/>
      <w:marTop w:val="0"/>
      <w:marBottom w:val="0"/>
      <w:divBdr>
        <w:top w:val="none" w:sz="0" w:space="0" w:color="auto"/>
        <w:left w:val="none" w:sz="0" w:space="0" w:color="auto"/>
        <w:bottom w:val="none" w:sz="0" w:space="0" w:color="auto"/>
        <w:right w:val="none" w:sz="0" w:space="0" w:color="auto"/>
      </w:divBdr>
      <w:divsChild>
        <w:div w:id="866453109">
          <w:marLeft w:val="0"/>
          <w:marRight w:val="0"/>
          <w:marTop w:val="0"/>
          <w:marBottom w:val="0"/>
          <w:divBdr>
            <w:top w:val="none" w:sz="0" w:space="0" w:color="auto"/>
            <w:left w:val="none" w:sz="0" w:space="0" w:color="auto"/>
            <w:bottom w:val="none" w:sz="0" w:space="0" w:color="auto"/>
            <w:right w:val="none" w:sz="0" w:space="0" w:color="auto"/>
          </w:divBdr>
          <w:divsChild>
            <w:div w:id="866453104">
              <w:marLeft w:val="0"/>
              <w:marRight w:val="0"/>
              <w:marTop w:val="0"/>
              <w:marBottom w:val="0"/>
              <w:divBdr>
                <w:top w:val="none" w:sz="0" w:space="0" w:color="auto"/>
                <w:left w:val="none" w:sz="0" w:space="0" w:color="auto"/>
                <w:bottom w:val="none" w:sz="0" w:space="0" w:color="auto"/>
                <w:right w:val="none" w:sz="0" w:space="0" w:color="auto"/>
              </w:divBdr>
              <w:divsChild>
                <w:div w:id="866453106">
                  <w:marLeft w:val="0"/>
                  <w:marRight w:val="0"/>
                  <w:marTop w:val="0"/>
                  <w:marBottom w:val="0"/>
                  <w:divBdr>
                    <w:top w:val="none" w:sz="0" w:space="0" w:color="auto"/>
                    <w:left w:val="none" w:sz="0" w:space="0" w:color="auto"/>
                    <w:bottom w:val="none" w:sz="0" w:space="0" w:color="auto"/>
                    <w:right w:val="none" w:sz="0" w:space="0" w:color="auto"/>
                  </w:divBdr>
                  <w:divsChild>
                    <w:div w:id="866453108">
                      <w:marLeft w:val="0"/>
                      <w:marRight w:val="0"/>
                      <w:marTop w:val="0"/>
                      <w:marBottom w:val="0"/>
                      <w:divBdr>
                        <w:top w:val="none" w:sz="0" w:space="0" w:color="auto"/>
                        <w:left w:val="none" w:sz="0" w:space="0" w:color="auto"/>
                        <w:bottom w:val="none" w:sz="0" w:space="0" w:color="auto"/>
                        <w:right w:val="none" w:sz="0" w:space="0" w:color="auto"/>
                      </w:divBdr>
                      <w:divsChild>
                        <w:div w:id="86645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admin/mensajes/1350526921.3520/" TargetMode="External"/><Relationship Id="rId18" Type="http://schemas.openxmlformats.org/officeDocument/2006/relationships/hyperlink" Target="http://www.amazon.com/dp/B019C2S6RU" TargetMode="External"/><Relationship Id="rId26" Type="http://schemas.openxmlformats.org/officeDocument/2006/relationships/hyperlink" Target="http://enlighteninglife.com" TargetMode="External"/><Relationship Id="rId39" Type="http://schemas.openxmlformats.org/officeDocument/2006/relationships/hyperlink" Target="http://www.manantialcaduceo.com.ar/libros.htm" TargetMode="External"/><Relationship Id="rId3" Type="http://schemas.openxmlformats.org/officeDocument/2006/relationships/webSettings" Target="webSettings.xml"/><Relationship Id="rId21" Type="http://schemas.openxmlformats.org/officeDocument/2006/relationships/hyperlink" Target="http://www.manantialcaduceo.com.ar/libros.htm" TargetMode="External"/><Relationship Id="rId34" Type="http://schemas.openxmlformats.org/officeDocument/2006/relationships/hyperlink" Target="http://www.manantialcaduceo.com.ar/libros.htm" TargetMode="External"/><Relationship Id="rId42" Type="http://schemas.openxmlformats.org/officeDocument/2006/relationships/theme" Target="theme/theme1.xml"/><Relationship Id="rId7" Type="http://schemas.openxmlformats.org/officeDocument/2006/relationships/hyperlink" Target="http://www.manantialcaduceo.com.ar/libros.htm" TargetMode="External"/><Relationship Id="rId12" Type="http://schemas.openxmlformats.org/officeDocument/2006/relationships/hyperlink" Target="mailto:RonnaStar@" TargetMode="External"/><Relationship Id="rId17" Type="http://schemas.openxmlformats.org/officeDocument/2006/relationships/hyperlink" Target="http://www.therainbowscribe.com/" TargetMode="External"/><Relationship Id="rId25" Type="http://schemas.openxmlformats.org/officeDocument/2006/relationships/hyperlink" Target="https://www.facebook.com/ManantialCaduceo" TargetMode="External"/><Relationship Id="rId33" Type="http://schemas.openxmlformats.org/officeDocument/2006/relationships/hyperlink" Target="http://www.manantialcaduceo.com.ar/libros.htm" TargetMode="External"/><Relationship Id="rId38"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20" Type="http://schemas.openxmlformats.org/officeDocument/2006/relationships/hyperlink" Target="http://www.therainbowscribe.com/" TargetMode="External"/><Relationship Id="rId29" Type="http://schemas.openxmlformats.org/officeDocument/2006/relationships/hyperlink" Target="http://www.egrupos.net/grupo/laeradelahora/alta"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ronnastar.com/" TargetMode="External"/><Relationship Id="rId11" Type="http://schemas.openxmlformats.org/officeDocument/2006/relationships/hyperlink" Target="http://clicks.aweber.com/y/ct/?l=AOhvA&amp;m=IszP8GJkWP__35&amp;b=D3dY6Gnd7b7lSS0.2_DsWA" TargetMode="External"/><Relationship Id="rId24" Type="http://schemas.openxmlformats.org/officeDocument/2006/relationships/hyperlink" Target="http://www.manantialcaduceo.com.ar/libros.htm" TargetMode="External"/><Relationship Id="rId32" Type="http://schemas.openxmlformats.org/officeDocument/2006/relationships/hyperlink" Target="http://traduccionesparaelcamino.blogspot.com.ar/" TargetMode="External"/><Relationship Id="rId37" Type="http://schemas.openxmlformats.org/officeDocument/2006/relationships/hyperlink" Target="http://traduccionesparaelcamino.blogspot.com.ar/" TargetMode="External"/><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mensajes-del-arcangel-miguel.blogspot.com" TargetMode="External"/><Relationship Id="rId23" Type="http://schemas.openxmlformats.org/officeDocument/2006/relationships/hyperlink" Target="http://www.egrupos.net/grupo/laeradelahora/alta" TargetMode="External"/><Relationship Id="rId28" Type="http://schemas.openxmlformats.org/officeDocument/2006/relationships/hyperlink" Target="https://www.facebook.com/ManantialCaduceo" TargetMode="External"/><Relationship Id="rId36" Type="http://schemas.openxmlformats.org/officeDocument/2006/relationships/hyperlink" Target="http://audio.kryon.com/en/Conference-3-afternoon.mp3" TargetMode="External"/><Relationship Id="rId10" Type="http://schemas.openxmlformats.org/officeDocument/2006/relationships/hyperlink" Target="http://clicks.aweber.com/y/ct/?l=AOhvA&amp;m=IszP8GJkWP__35&amp;b=fLCyF_1e58Kb8Y1wkf8gBA" TargetMode="External"/><Relationship Id="rId19" Type="http://schemas.openxmlformats.org/officeDocument/2006/relationships/hyperlink" Target="http://www.therainbowscribe.com/" TargetMode="External"/><Relationship Id="rId31" Type="http://schemas.openxmlformats.org/officeDocument/2006/relationships/hyperlink" Target="http://audio.kryon.com/en/Conference-3-afternoon.mp3" TargetMode="External"/><Relationship Id="rId4" Type="http://schemas.openxmlformats.org/officeDocument/2006/relationships/footnotes" Target="footnotes.xml"/><Relationship Id="rId9" Type="http://schemas.openxmlformats.org/officeDocument/2006/relationships/hyperlink" Target="mailto:RonnaStar@earthlink.net" TargetMode="External"/><Relationship Id="rId14" Type="http://schemas.openxmlformats.org/officeDocument/2006/relationships/hyperlink" Target="http://www.manantialcaduceo.com.ar/libros.htm" TargetMode="External"/><Relationship Id="rId22" Type="http://schemas.openxmlformats.org/officeDocument/2006/relationships/hyperlink" Target="https://www.facebook.com/ManantialCaduceo" TargetMode="External"/><Relationship Id="rId27" Type="http://schemas.openxmlformats.org/officeDocument/2006/relationships/hyperlink" Target="http://www.manantialcaduceo.com.ar/libros.htm" TargetMode="External"/><Relationship Id="rId30" Type="http://schemas.openxmlformats.org/officeDocument/2006/relationships/hyperlink" Target="http://www.kryon.com" TargetMode="External"/><Relationship Id="rId35" Type="http://schemas.openxmlformats.org/officeDocument/2006/relationships/hyperlink" Target="http://www.kry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12</Pages>
  <Words>7619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LM-09-2016</dc:title>
  <dc:subject/>
  <dc:creator>Graciela</dc:creator>
  <cp:keywords/>
  <dc:description/>
  <cp:lastModifiedBy>Graciela</cp:lastModifiedBy>
  <cp:revision>2</cp:revision>
  <dcterms:created xsi:type="dcterms:W3CDTF">2016-11-01T04:00:00Z</dcterms:created>
  <dcterms:modified xsi:type="dcterms:W3CDTF">2016-11-01T04:00:00Z</dcterms:modified>
</cp:coreProperties>
</file>