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1" w:rsidRDefault="00126461" w:rsidP="00FC5E68">
      <w:pPr>
        <w:spacing w:before="172"/>
        <w:jc w:val="center"/>
        <w:rPr>
          <w:rFonts w:ascii="Verdana" w:hAnsi="Verdana" w:cs="Verdana"/>
          <w:sz w:val="29"/>
          <w:szCs w:val="29"/>
        </w:rPr>
      </w:pPr>
      <w:r>
        <w:rPr>
          <w:rFonts w:ascii="Verdana" w:eastAsia="Times New Roman"/>
          <w:b/>
          <w:sz w:val="29"/>
        </w:rPr>
        <w:t>Serie</w:t>
      </w:r>
      <w:r>
        <w:rPr>
          <w:rFonts w:ascii="Verdana" w:eastAsia="Times New Roman"/>
          <w:b/>
          <w:spacing w:val="30"/>
          <w:sz w:val="29"/>
        </w:rPr>
        <w:t xml:space="preserve"> </w:t>
      </w:r>
      <w:r>
        <w:rPr>
          <w:rFonts w:ascii="Verdana" w:eastAsia="Times New Roman"/>
          <w:b/>
          <w:sz w:val="29"/>
        </w:rPr>
        <w:t>del</w:t>
      </w:r>
      <w:r>
        <w:rPr>
          <w:rFonts w:ascii="Verdana" w:eastAsia="Times New Roman"/>
          <w:b/>
          <w:spacing w:val="30"/>
          <w:sz w:val="29"/>
        </w:rPr>
        <w:t xml:space="preserve"> </w:t>
      </w:r>
      <w:r>
        <w:rPr>
          <w:rFonts w:ascii="Verdana" w:eastAsia="Times New Roman"/>
          <w:b/>
          <w:sz w:val="29"/>
        </w:rPr>
        <w:t>Karisma</w:t>
      </w:r>
    </w:p>
    <w:p w:rsidR="00126461" w:rsidRDefault="00126461">
      <w:pPr>
        <w:spacing w:before="5"/>
        <w:ind w:left="3650" w:right="3649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eastAsia="Times New Roman"/>
          <w:b/>
          <w:sz w:val="24"/>
        </w:rPr>
        <w:t>Shaud</w:t>
      </w:r>
      <w:r>
        <w:rPr>
          <w:rFonts w:ascii="Verdana" w:eastAsia="Times New Roman"/>
          <w:b/>
          <w:spacing w:val="-3"/>
          <w:sz w:val="24"/>
        </w:rPr>
        <w:t xml:space="preserve"> </w:t>
      </w:r>
      <w:r>
        <w:rPr>
          <w:rFonts w:ascii="Verdana" w:eastAsia="Times New Roman"/>
          <w:b/>
          <w:sz w:val="24"/>
        </w:rPr>
        <w:t>7:</w:t>
      </w:r>
      <w:r>
        <w:rPr>
          <w:rFonts w:ascii="Verdana" w:eastAsia="Times New Roman"/>
          <w:b/>
          <w:spacing w:val="-3"/>
          <w:sz w:val="24"/>
        </w:rPr>
        <w:t xml:space="preserve"> </w:t>
      </w:r>
      <w:r>
        <w:rPr>
          <w:rFonts w:ascii="Verdana" w:eastAsia="Times New Roman"/>
          <w:b/>
          <w:sz w:val="24"/>
        </w:rPr>
        <w:t>Karisma</w:t>
      </w:r>
      <w:r>
        <w:rPr>
          <w:rFonts w:ascii="Verdana" w:eastAsia="Times New Roman"/>
          <w:b/>
          <w:spacing w:val="-3"/>
          <w:sz w:val="24"/>
        </w:rPr>
        <w:t xml:space="preserve"> </w:t>
      </w:r>
      <w:r>
        <w:rPr>
          <w:rFonts w:ascii="Verdana" w:eastAsia="Times New Roman"/>
          <w:b/>
          <w:sz w:val="24"/>
        </w:rPr>
        <w:t>7</w:t>
      </w:r>
    </w:p>
    <w:p w:rsidR="00126461" w:rsidRDefault="00126461">
      <w:pPr>
        <w:rPr>
          <w:rFonts w:ascii="Verdana" w:hAnsi="Verdana" w:cs="Verdana"/>
          <w:b/>
          <w:bCs/>
          <w:sz w:val="24"/>
          <w:szCs w:val="24"/>
        </w:rPr>
      </w:pPr>
    </w:p>
    <w:p w:rsidR="00126461" w:rsidRDefault="00126461">
      <w:pPr>
        <w:spacing w:before="6"/>
        <w:rPr>
          <w:rFonts w:ascii="Verdana" w:hAnsi="Verdana" w:cs="Verdana"/>
          <w:b/>
          <w:bCs/>
          <w:sz w:val="18"/>
          <w:szCs w:val="18"/>
        </w:rPr>
      </w:pPr>
    </w:p>
    <w:p w:rsidR="00126461" w:rsidRPr="00FC5E68" w:rsidRDefault="00126461">
      <w:pPr>
        <w:spacing w:line="192" w:lineRule="exact"/>
        <w:ind w:left="107"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b/>
          <w:i/>
          <w:sz w:val="20"/>
          <w:szCs w:val="20"/>
        </w:rPr>
        <w:t>Presentando</w:t>
      </w:r>
      <w:r w:rsidRPr="00FC5E68">
        <w:rPr>
          <w:rFonts w:ascii="Arial" w:hAnsi="Arial" w:cs="Arial"/>
          <w:b/>
          <w:i/>
          <w:spacing w:val="-14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a</w:t>
      </w:r>
      <w:r w:rsidRPr="00FC5E68">
        <w:rPr>
          <w:rFonts w:ascii="Arial" w:hAnsi="Arial" w:cs="Arial"/>
          <w:b/>
          <w:i/>
          <w:spacing w:val="-14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Adamus</w:t>
      </w:r>
      <w:r w:rsidRPr="00FC5E68">
        <w:rPr>
          <w:rFonts w:ascii="Arial" w:hAnsi="Arial" w:cs="Arial"/>
          <w:b/>
          <w:i/>
          <w:spacing w:val="-15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Saint-Germain</w:t>
      </w:r>
      <w:r w:rsidRPr="00FC5E68">
        <w:rPr>
          <w:rFonts w:ascii="Arial" w:hAnsi="Arial" w:cs="Arial"/>
          <w:b/>
          <w:i/>
          <w:spacing w:val="40"/>
          <w:w w:val="99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Canalizado</w:t>
      </w:r>
      <w:r w:rsidRPr="00FC5E68">
        <w:rPr>
          <w:rFonts w:ascii="Arial" w:hAnsi="Arial" w:cs="Arial"/>
          <w:b/>
          <w:i/>
          <w:spacing w:val="-13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por</w:t>
      </w:r>
      <w:r w:rsidRPr="00FC5E68">
        <w:rPr>
          <w:rFonts w:ascii="Arial" w:hAnsi="Arial" w:cs="Arial"/>
          <w:b/>
          <w:i/>
          <w:spacing w:val="-13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Geoffrey</w:t>
      </w:r>
      <w:r w:rsidRPr="00FC5E68">
        <w:rPr>
          <w:rFonts w:ascii="Arial" w:hAnsi="Arial" w:cs="Arial"/>
          <w:b/>
          <w:i/>
          <w:spacing w:val="-13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pacing w:val="1"/>
          <w:sz w:val="20"/>
          <w:szCs w:val="20"/>
        </w:rPr>
        <w:t>Hoppe</w:t>
      </w:r>
    </w:p>
    <w:p w:rsidR="00126461" w:rsidRPr="00FC5E68" w:rsidRDefault="00126461">
      <w:pPr>
        <w:spacing w:line="191" w:lineRule="exact"/>
        <w:ind w:left="10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b/>
          <w:i/>
          <w:sz w:val="20"/>
          <w:szCs w:val="20"/>
        </w:rPr>
        <w:t>Marzo</w:t>
      </w:r>
      <w:r w:rsidRPr="00FC5E68">
        <w:rPr>
          <w:rFonts w:ascii="Arial" w:hAnsi="Arial" w:cs="Arial"/>
          <w:b/>
          <w:i/>
          <w:spacing w:val="-7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7</w:t>
      </w:r>
      <w:r w:rsidRPr="00FC5E68">
        <w:rPr>
          <w:rFonts w:ascii="Arial" w:hAnsi="Arial" w:cs="Arial"/>
          <w:b/>
          <w:i/>
          <w:spacing w:val="-7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de</w:t>
      </w:r>
      <w:r w:rsidRPr="00FC5E68">
        <w:rPr>
          <w:rFonts w:ascii="Arial" w:hAnsi="Arial" w:cs="Arial"/>
          <w:b/>
          <w:i/>
          <w:spacing w:val="-7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z w:val="20"/>
          <w:szCs w:val="20"/>
        </w:rPr>
        <w:t>2015</w:t>
      </w:r>
    </w:p>
    <w:p w:rsidR="00126461" w:rsidRPr="00FC5E68" w:rsidRDefault="00126461">
      <w:pPr>
        <w:spacing w:line="242" w:lineRule="auto"/>
        <w:ind w:left="107"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b/>
          <w:bCs/>
          <w:i/>
          <w:sz w:val="20"/>
          <w:szCs w:val="20"/>
        </w:rPr>
        <w:t>Crimson</w:t>
      </w:r>
      <w:r w:rsidRPr="00FC5E68">
        <w:rPr>
          <w:rFonts w:ascii="Arial" w:hAnsi="Arial" w:cs="Arial"/>
          <w:b/>
          <w:bCs/>
          <w:i/>
          <w:spacing w:val="-15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bCs/>
          <w:i/>
          <w:sz w:val="20"/>
          <w:szCs w:val="20"/>
        </w:rPr>
        <w:t>Circle</w:t>
      </w:r>
      <w:r w:rsidRPr="00FC5E68">
        <w:rPr>
          <w:rFonts w:ascii="Arial" w:hAnsi="Arial" w:cs="Arial"/>
          <w:b/>
          <w:bCs/>
          <w:i/>
          <w:spacing w:val="-15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bCs/>
          <w:i/>
          <w:sz w:val="20"/>
          <w:szCs w:val="20"/>
        </w:rPr>
        <w:t>–</w:t>
      </w:r>
      <w:r w:rsidRPr="00FC5E68">
        <w:rPr>
          <w:rFonts w:ascii="Arial" w:hAnsi="Arial" w:cs="Arial"/>
          <w:b/>
          <w:bCs/>
          <w:i/>
          <w:spacing w:val="-15"/>
          <w:sz w:val="20"/>
          <w:szCs w:val="20"/>
        </w:rPr>
        <w:t xml:space="preserve"> </w:t>
      </w:r>
      <w:hyperlink r:id="rId6">
        <w:r w:rsidRPr="00FC5E68">
          <w:rPr>
            <w:rFonts w:ascii="Arial" w:hAnsi="Arial" w:cs="Arial"/>
            <w:b/>
            <w:bCs/>
            <w:i/>
            <w:sz w:val="20"/>
            <w:szCs w:val="20"/>
          </w:rPr>
          <w:t>www.crimsoncircle.com</w:t>
        </w:r>
      </w:hyperlink>
      <w:r w:rsidRPr="00FC5E68">
        <w:rPr>
          <w:rFonts w:ascii="Arial" w:hAnsi="Arial" w:cs="Arial"/>
          <w:b/>
          <w:bCs/>
          <w:i/>
          <w:spacing w:val="24"/>
          <w:w w:val="99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bCs/>
          <w:i/>
          <w:sz w:val="20"/>
          <w:szCs w:val="20"/>
        </w:rPr>
        <w:t>Traducción:</w:t>
      </w:r>
      <w:r w:rsidRPr="00FC5E68">
        <w:rPr>
          <w:rFonts w:ascii="Arial" w:hAnsi="Arial" w:cs="Arial"/>
          <w:b/>
          <w:bCs/>
          <w:i/>
          <w:spacing w:val="-16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bCs/>
          <w:i/>
          <w:sz w:val="20"/>
          <w:szCs w:val="20"/>
        </w:rPr>
        <w:t>Yezid</w:t>
      </w:r>
      <w:r w:rsidRPr="00FC5E68">
        <w:rPr>
          <w:rFonts w:ascii="Arial" w:hAnsi="Arial" w:cs="Arial"/>
          <w:b/>
          <w:bCs/>
          <w:i/>
          <w:spacing w:val="-14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bCs/>
          <w:i/>
          <w:sz w:val="20"/>
          <w:szCs w:val="20"/>
        </w:rPr>
        <w:t>Varón</w:t>
      </w:r>
    </w:p>
    <w:p w:rsidR="00126461" w:rsidRPr="00FC5E68" w:rsidRDefault="00126461">
      <w:pPr>
        <w:rPr>
          <w:rFonts w:ascii="Arial" w:hAnsi="Arial" w:cs="Arial"/>
          <w:b/>
          <w:bCs/>
          <w:i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b/>
          <w:bCs/>
          <w:i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b/>
          <w:bCs/>
          <w:i/>
          <w:sz w:val="20"/>
          <w:szCs w:val="20"/>
        </w:rPr>
      </w:pPr>
    </w:p>
    <w:p w:rsidR="00126461" w:rsidRPr="00FC5E68" w:rsidRDefault="00126461">
      <w:pPr>
        <w:spacing w:line="252" w:lineRule="auto"/>
        <w:ind w:left="675" w:right="6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b/>
          <w:i/>
          <w:spacing w:val="1"/>
          <w:sz w:val="20"/>
          <w:szCs w:val="20"/>
        </w:rPr>
        <w:t>NOTA</w:t>
      </w:r>
      <w:r w:rsidRPr="00FC5E68">
        <w:rPr>
          <w:rFonts w:ascii="Arial" w:hAnsi="Arial" w:cs="Arial"/>
          <w:b/>
          <w:i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pacing w:val="1"/>
          <w:sz w:val="20"/>
          <w:szCs w:val="20"/>
        </w:rPr>
        <w:t>IMPORTANTE:</w:t>
      </w:r>
      <w:r w:rsidRPr="00FC5E68">
        <w:rPr>
          <w:rFonts w:ascii="Arial" w:hAnsi="Arial" w:cs="Arial"/>
          <w:b/>
          <w:i/>
          <w:sz w:val="20"/>
          <w:szCs w:val="20"/>
        </w:rPr>
        <w:t xml:space="preserve"> </w:t>
      </w:r>
      <w:r w:rsidRPr="00FC5E68">
        <w:rPr>
          <w:rFonts w:ascii="Arial" w:hAnsi="Arial" w:cs="Arial"/>
          <w:b/>
          <w:i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Esta </w:t>
      </w:r>
      <w:r w:rsidRPr="00FC5E68">
        <w:rPr>
          <w:rFonts w:ascii="Arial" w:hAnsi="Arial" w:cs="Arial"/>
          <w:i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información </w:t>
      </w:r>
      <w:r w:rsidRPr="00FC5E68">
        <w:rPr>
          <w:rFonts w:ascii="Arial" w:hAnsi="Arial" w:cs="Arial"/>
          <w:i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probablemente </w:t>
      </w:r>
      <w:r w:rsidRPr="00FC5E68">
        <w:rPr>
          <w:rFonts w:ascii="Arial" w:hAnsi="Arial" w:cs="Arial"/>
          <w:i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no </w:t>
      </w:r>
      <w:r w:rsidRPr="00FC5E68">
        <w:rPr>
          <w:rFonts w:ascii="Arial" w:hAnsi="Arial" w:cs="Arial"/>
          <w:i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es </w:t>
      </w:r>
      <w:r w:rsidRPr="00FC5E68">
        <w:rPr>
          <w:rFonts w:ascii="Arial" w:hAnsi="Arial" w:cs="Arial"/>
          <w:i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para </w:t>
      </w:r>
      <w:r w:rsidRPr="00FC5E68">
        <w:rPr>
          <w:rFonts w:ascii="Arial" w:hAnsi="Arial" w:cs="Arial"/>
          <w:i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ti, </w:t>
      </w:r>
      <w:r w:rsidRPr="00FC5E68">
        <w:rPr>
          <w:rFonts w:ascii="Arial" w:hAnsi="Arial" w:cs="Arial"/>
          <w:i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a</w:t>
      </w:r>
      <w:r w:rsidRPr="00FC5E68">
        <w:rPr>
          <w:rFonts w:ascii="Arial" w:hAnsi="Arial" w:cs="Arial"/>
          <w:i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menos</w:t>
      </w:r>
      <w:r w:rsidRPr="00FC5E68">
        <w:rPr>
          <w:rFonts w:ascii="Arial" w:hAnsi="Arial" w:cs="Arial"/>
          <w:i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que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tomes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plena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responsabilidad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por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tu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vida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tus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creaciones.</w:t>
      </w:r>
    </w:p>
    <w:p w:rsidR="00126461" w:rsidRPr="00FC5E68" w:rsidRDefault="00126461">
      <w:pPr>
        <w:spacing w:before="8"/>
        <w:rPr>
          <w:rFonts w:ascii="Arial" w:hAnsi="Arial" w:cs="Arial"/>
          <w:i/>
          <w:sz w:val="20"/>
          <w:szCs w:val="20"/>
        </w:rPr>
      </w:pPr>
    </w:p>
    <w:p w:rsidR="00126461" w:rsidRPr="00FC5E68" w:rsidRDefault="00126461">
      <w:pPr>
        <w:pStyle w:val="BodyText"/>
        <w:spacing w:before="0"/>
        <w:ind w:left="3650" w:right="3649"/>
        <w:jc w:val="center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****</w:t>
      </w:r>
    </w:p>
    <w:p w:rsidR="00126461" w:rsidRPr="00FC5E68" w:rsidRDefault="00126461">
      <w:pPr>
        <w:spacing w:before="9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0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Dominio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Soberano.</w:t>
      </w:r>
    </w:p>
    <w:p w:rsidR="00126461" w:rsidRPr="00FC5E68" w:rsidRDefault="00126461">
      <w:pPr>
        <w:pStyle w:val="BodyText"/>
        <w:spacing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Bienvenidos,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queridos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amigos.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Bienvenidos,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bienvenidos.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  hermosa</w:t>
      </w:r>
      <w:r w:rsidRPr="00FC5E68">
        <w:rPr>
          <w:rFonts w:ascii="Arial" w:hAnsi="Arial" w:cs="Arial"/>
          <w:spacing w:val="9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música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(interpretada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Gerhard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&amp;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Einat).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Tomemos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medida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empezamos.</w:t>
      </w:r>
    </w:p>
    <w:p w:rsidR="00126461" w:rsidRPr="00FC5E68" w:rsidRDefault="00126461">
      <w:pPr>
        <w:pStyle w:val="BodyText"/>
        <w:spacing w:before="122"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línea).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reunirlos,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tráiganlo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gustaría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abrir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adivinanza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Hm.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fácil.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adivinanza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</w:p>
    <w:p w:rsidR="00126461" w:rsidRPr="00FC5E68" w:rsidRDefault="00126461">
      <w:pPr>
        <w:pStyle w:val="BodyText"/>
        <w:spacing w:before="122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adivinanza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oportuna.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Sandra,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café?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¡Ahhh!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(Ella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entrega)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spacing w:val="1"/>
              <w:sz w:val="20"/>
              <w:szCs w:val="20"/>
            </w:rPr>
            <w:t>como</w:t>
          </w:r>
        </w:smartTag>
      </w:smartTag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momento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justo,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taza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sirviendo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hoy.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plásticos.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papel,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elegancia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Maestro.</w:t>
      </w:r>
    </w:p>
    <w:p w:rsidR="00126461" w:rsidRPr="00FC5E68" w:rsidRDefault="00126461">
      <w:pPr>
        <w:pStyle w:val="BodyText"/>
        <w:spacing w:before="11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coincide)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smartTag w:uri="urn:schemas-microsoft-com:office:smarttags" w:element="City">
        <w:r w:rsidRPr="00FC5E68">
          <w:rPr>
            <w:rFonts w:ascii="Arial" w:hAnsi="Arial" w:cs="Arial"/>
            <w:sz w:val="20"/>
            <w:szCs w:val="20"/>
          </w:rPr>
          <w:t>como</w:t>
        </w:r>
      </w:smartTag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i/>
              <w:sz w:val="20"/>
              <w:szCs w:val="20"/>
            </w:rPr>
            <w:t>Louisville</w:t>
          </w:r>
        </w:smartTag>
        <w:r w:rsidRPr="00FC5E68">
          <w:rPr>
            <w:rFonts w:ascii="Arial" w:hAnsi="Arial" w:cs="Arial"/>
            <w:i/>
            <w:spacing w:val="30"/>
            <w:sz w:val="20"/>
            <w:szCs w:val="20"/>
          </w:rPr>
          <w:t xml:space="preserve"> </w:t>
        </w:r>
        <w:smartTag w:uri="urn:schemas-microsoft-com:office:smarttags" w:element="State">
          <w:r w:rsidRPr="00FC5E68">
            <w:rPr>
              <w:rFonts w:ascii="Arial" w:hAnsi="Arial" w:cs="Arial"/>
              <w:sz w:val="20"/>
              <w:szCs w:val="20"/>
            </w:rPr>
            <w:t>Colorado</w:t>
          </w:r>
        </w:smartTag>
      </w:smartTag>
      <w:r w:rsidRPr="00FC5E68">
        <w:rPr>
          <w:rFonts w:ascii="Arial" w:hAnsi="Arial" w:cs="Arial"/>
          <w:sz w:val="20"/>
          <w:szCs w:val="20"/>
        </w:rPr>
        <w:t>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burla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pronunciación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Geoff)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Louie-ville.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(Pronunciación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francesa)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Lou-ville.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Lou-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ville.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'Lou',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smartTag w:uri="urn:schemas-microsoft-com:office:smarttags" w:element="City">
        <w:r w:rsidRPr="00FC5E68">
          <w:rPr>
            <w:rFonts w:ascii="Arial" w:hAnsi="Arial" w:cs="Arial"/>
            <w:sz w:val="20"/>
            <w:szCs w:val="20"/>
          </w:rPr>
          <w:t>como</w:t>
        </w:r>
      </w:smartTag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reyes,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ahh,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'ville'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sz w:val="20"/>
              <w:szCs w:val="20"/>
            </w:rPr>
            <w:t>como</w:t>
          </w:r>
        </w:smartTag>
      </w:smartTag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ciudad.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apropiado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estemos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Louie-ville.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i/>
              <w:sz w:val="20"/>
              <w:szCs w:val="20"/>
            </w:rPr>
            <w:t>Louisville</w:t>
          </w:r>
        </w:smartTag>
      </w:smartTag>
      <w:r w:rsidRPr="00FC5E68">
        <w:rPr>
          <w:rFonts w:ascii="Arial" w:hAnsi="Arial" w:cs="Arial"/>
          <w:sz w:val="20"/>
          <w:szCs w:val="20"/>
        </w:rPr>
        <w:t>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pStyle w:val="BodyText"/>
        <w:spacing w:before="121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brindis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(levantando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taza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café),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viendo,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sentados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persona.</w:t>
      </w:r>
    </w:p>
    <w:p w:rsidR="00126461" w:rsidRPr="00FC5E68" w:rsidRDefault="00126461">
      <w:pPr>
        <w:pStyle w:val="BodyText"/>
        <w:spacing w:before="115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aquí?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(Mirando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viste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sz w:val="20"/>
              <w:szCs w:val="20"/>
            </w:rPr>
            <w:t>como</w:t>
          </w:r>
        </w:smartTag>
      </w:smartTag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honor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reciente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muerte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Leonard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Nimoy)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especial.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(Frotándole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hombros)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Relájate,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jc w:val="both"/>
        <w:rPr>
          <w:rFonts w:ascii="Arial" w:hAnsi="Arial" w:cs="Arial"/>
          <w:sz w:val="20"/>
          <w:szCs w:val="20"/>
        </w:rPr>
        <w:sectPr w:rsidR="00126461" w:rsidRPr="00FC5E68">
          <w:type w:val="continuous"/>
          <w:pgSz w:w="12240" w:h="15840"/>
          <w:pgMar w:top="1500" w:right="1140" w:bottom="280" w:left="1140" w:header="720" w:footer="72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Relájate.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oído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interpretó,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actuó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sz w:val="20"/>
              <w:szCs w:val="20"/>
            </w:rPr>
            <w:t>como</w:t>
          </w:r>
        </w:smartTag>
      </w:smartTag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recientemente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cruzó.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esencia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experimentó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cruzó?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¿Este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había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actuado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papel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FC5E68">
            <w:rPr>
              <w:rFonts w:ascii="Arial" w:hAnsi="Arial" w:cs="Arial"/>
              <w:sz w:val="20"/>
              <w:szCs w:val="20"/>
            </w:rPr>
            <w:t>del</w:t>
          </w:r>
        </w:smartTag>
      </w:smartTag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quedó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atrapado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mente?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cuenta?</w:t>
      </w:r>
    </w:p>
    <w:p w:rsidR="00126461" w:rsidRPr="00FC5E68" w:rsidRDefault="00126461">
      <w:pPr>
        <w:pStyle w:val="BodyText"/>
        <w:spacing w:before="115"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Frío.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Frío,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frío,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frío.</w:t>
      </w:r>
    </w:p>
    <w:p w:rsidR="00126461" w:rsidRPr="00FC5E68" w:rsidRDefault="00126461">
      <w:pPr>
        <w:pStyle w:val="BodyText"/>
        <w:spacing w:before="0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Spock,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conciencia...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oh,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hay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llamado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reinos.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actuó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sz w:val="20"/>
              <w:szCs w:val="20"/>
            </w:rPr>
            <w:t>como</w:t>
          </w:r>
        </w:smartTag>
      </w:smartTag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Spock,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Leonard,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reinos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cruzó,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hizo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cruzar,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muerte.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hizo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lanzó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FC5E68">
            <w:rPr>
              <w:rFonts w:ascii="Arial" w:hAnsi="Arial" w:cs="Arial"/>
              <w:sz w:val="20"/>
              <w:szCs w:val="20"/>
            </w:rPr>
            <w:t>del</w:t>
          </w:r>
        </w:smartTag>
      </w:smartTag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confusión.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2"/>
          <w:sz w:val="20"/>
          <w:szCs w:val="20"/>
        </w:rPr>
        <w:t>De</w:t>
      </w:r>
      <w:r w:rsidRPr="00FC5E68">
        <w:rPr>
          <w:rFonts w:ascii="Arial" w:hAnsi="Arial" w:cs="Arial"/>
          <w:spacing w:val="6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llevó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volteó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cabeza.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hizo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intentó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encontrar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cruzar,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encontró.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intentó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resistirse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trató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trató</w:t>
      </w:r>
      <w:r w:rsidRPr="00FC5E68">
        <w:rPr>
          <w:rFonts w:ascii="Arial" w:hAnsi="Arial" w:cs="Arial"/>
          <w:spacing w:val="4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 desprecio esto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 tener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 una muerte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innecesaria en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 experiencia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humana,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sucedió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interpretado,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supuesto,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actor.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sucedió.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lógica;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que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</w:p>
    <w:p w:rsidR="00126461" w:rsidRPr="00FC5E68" w:rsidRDefault="00126461">
      <w:pPr>
        <w:pStyle w:val="BodyText"/>
        <w:spacing w:before="121" w:line="248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Tierra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lejos,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de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cualquier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supuesto.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condescendencia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Tierra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cosas,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  supuesto,  en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realidad,  nunca  entendió,  y  por  tanto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  mirando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  los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encima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hombro,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nunca</w:t>
      </w:r>
      <w:r w:rsidRPr="00FC5E68">
        <w:rPr>
          <w:rFonts w:ascii="Arial" w:hAnsi="Arial" w:cs="Arial"/>
          <w:i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</w:p>
    <w:p w:rsidR="00126461" w:rsidRPr="00FC5E68" w:rsidRDefault="00126461">
      <w:pPr>
        <w:pStyle w:val="BodyText"/>
        <w:spacing w:before="11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miró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desprecio,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¡él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entendió!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misma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diferencia.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repente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dio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cuenta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instancia,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2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había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mucho,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grande,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Mmm.</w:t>
      </w:r>
    </w:p>
    <w:p w:rsidR="00126461" w:rsidRPr="00FC5E68" w:rsidRDefault="00126461">
      <w:pPr>
        <w:pStyle w:val="BodyText"/>
        <w:spacing w:line="248" w:lineRule="auto"/>
        <w:ind w:right="109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Tierra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plenitud,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Tierra.</w:t>
      </w:r>
    </w:p>
    <w:p w:rsidR="00126461" w:rsidRPr="00FC5E68" w:rsidRDefault="00126461">
      <w:pPr>
        <w:pStyle w:val="BodyText"/>
        <w:spacing w:before="125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momento?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Celebrando.</w:t>
      </w:r>
    </w:p>
    <w:p w:rsidR="00126461" w:rsidRPr="00FC5E68" w:rsidRDefault="00126461">
      <w:pPr>
        <w:pStyle w:val="BodyText"/>
        <w:spacing w:before="128"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Planeando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encarnar,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actor,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física,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corazón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pasión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encontrar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inteligente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planetas,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finalmente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inteligencia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significa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corazón.</w:t>
      </w:r>
    </w:p>
    <w:p w:rsidR="00126461" w:rsidRPr="00FC5E68" w:rsidRDefault="00126461">
      <w:pPr>
        <w:spacing w:line="252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headerReference w:type="default" r:id="rId7"/>
          <w:pgSz w:w="12240" w:h="15840"/>
          <w:pgMar w:top="920" w:right="1140" w:bottom="280" w:left="1140" w:header="740" w:footer="0" w:gutter="0"/>
          <w:pgNumType w:start="2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damos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bienvenida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reunión,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aprenderemos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pruebas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tribulaciones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humanas,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tragedias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comedias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humanas.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aprenderán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humana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llevará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verdadera 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iluminación.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sorbo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café)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¡Ahh!</w:t>
      </w:r>
    </w:p>
    <w:p w:rsidR="00126461" w:rsidRPr="00FC5E68" w:rsidRDefault="00126461">
      <w:pPr>
        <w:pStyle w:val="BodyText"/>
        <w:spacing w:before="121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aguantando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café.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café.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Heading1"/>
        <w:spacing w:before="109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-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Adivinanza</w:t>
      </w:r>
    </w:p>
    <w:p w:rsidR="00126461" w:rsidRPr="00FC5E68" w:rsidRDefault="00126461">
      <w:pPr>
        <w:pStyle w:val="BodyText"/>
        <w:spacing w:before="127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adivinanza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acertijo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es: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faltando?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Mmmm.</w:t>
      </w:r>
    </w:p>
    <w:p w:rsidR="00126461" w:rsidRPr="00FC5E68" w:rsidRDefault="00126461">
      <w:pPr>
        <w:pStyle w:val="BodyText"/>
        <w:spacing w:before="128"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¿al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falta?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tanto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averiguarlo.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Estimado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pudieras,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favor.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varias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preguntas.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faltando?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simple.</w:t>
      </w:r>
    </w:p>
    <w:p w:rsidR="00126461" w:rsidRPr="00FC5E68" w:rsidRDefault="00126461">
      <w:pPr>
        <w:pStyle w:val="BodyText"/>
        <w:spacing w:before="121"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1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(mujer):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Seguro.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0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faltando?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quería.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tiempo?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2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(hombre):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obvio.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intensidad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punto...</w:t>
      </w:r>
    </w:p>
    <w:p w:rsidR="00126461" w:rsidRPr="00FC5E68" w:rsidRDefault="00126461">
      <w:pPr>
        <w:pStyle w:val="BodyText"/>
        <w:spacing w:before="1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acertijo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pasión,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soy-dad,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faltando.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entrar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ayudarles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comprensión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extrañándose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</w:p>
    <w:p w:rsidR="00126461" w:rsidRPr="00FC5E68" w:rsidRDefault="00126461">
      <w:pPr>
        <w:spacing w:before="12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1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-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-1"/>
          <w:sz w:val="20"/>
          <w:szCs w:val="20"/>
        </w:rPr>
        <w:t>Pregunta</w:t>
      </w:r>
    </w:p>
    <w:p w:rsidR="00126461" w:rsidRPr="00FC5E68" w:rsidRDefault="00126461">
      <w:pPr>
        <w:pStyle w:val="BodyText"/>
        <w:spacing w:before="127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tomemos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medida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introducimos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FC5E68">
            <w:rPr>
              <w:rFonts w:ascii="Arial" w:hAnsi="Arial" w:cs="Arial"/>
              <w:sz w:val="20"/>
              <w:szCs w:val="20"/>
            </w:rPr>
            <w:t>del</w:t>
          </w:r>
        </w:smartTag>
      </w:smartTag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Shaud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día.</w:t>
      </w:r>
    </w:p>
    <w:p w:rsidR="00126461" w:rsidRPr="00FC5E68" w:rsidRDefault="00126461">
      <w:pPr>
        <w:pStyle w:val="BodyText"/>
        <w:spacing w:before="120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llevamos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será;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cantidad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eventos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darse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caos,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conmoción.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extenuante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mayoría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agotador,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muchas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cambiarán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justo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pensaban: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"¿Cómo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más?"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cambiar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es...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SART: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¡Todos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bordo!</w:t>
      </w:r>
    </w:p>
    <w:p w:rsidR="00126461" w:rsidRPr="00FC5E68" w:rsidRDefault="00126461">
      <w:pPr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entusiasmarse.</w:t>
      </w:r>
    </w:p>
    <w:p w:rsidR="00126461" w:rsidRPr="00FC5E68" w:rsidRDefault="00126461">
      <w:pPr>
        <w:pStyle w:val="BodyText"/>
        <w:spacing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semana,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¿cómo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internas?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conscientes.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momento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internas.</w:t>
      </w:r>
    </w:p>
    <w:p w:rsidR="00126461" w:rsidRPr="00FC5E68" w:rsidRDefault="00126461">
      <w:pPr>
        <w:pStyle w:val="BodyText"/>
        <w:spacing w:before="115" w:line="251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historias.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sé".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susurra)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Diez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menos.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dicen: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"Bueno,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déjame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ver,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mis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sido",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usado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mayor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Así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corto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sano,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E68">
            <w:rPr>
              <w:rFonts w:ascii="Arial" w:hAnsi="Arial" w:cs="Arial"/>
              <w:spacing w:val="1"/>
              <w:sz w:val="20"/>
              <w:szCs w:val="20"/>
            </w:rPr>
            <w:t>como</w:t>
          </w:r>
        </w:smartTag>
      </w:smartTag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suelen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decir.</w:t>
      </w:r>
    </w:p>
    <w:p w:rsidR="00126461" w:rsidRPr="00FC5E68" w:rsidRDefault="00126461">
      <w:pPr>
        <w:pStyle w:val="BodyText"/>
        <w:spacing w:before="121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sentados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Louisville,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línea,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cuáles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similares,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hay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una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tendencia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solos,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tendencia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único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atraviesa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Atraviesan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propias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personales,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profundas,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8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afines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</w:p>
    <w:p w:rsidR="00126461" w:rsidRPr="00FC5E68" w:rsidRDefault="00126461">
      <w:pPr>
        <w:pStyle w:val="BodyText"/>
        <w:spacing w:before="116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pudieras,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favor,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especialmente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nuevos.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ellos.</w:t>
      </w:r>
    </w:p>
    <w:p w:rsidR="00126461" w:rsidRPr="00FC5E68" w:rsidRDefault="00126461">
      <w:pPr>
        <w:pStyle w:val="BodyText"/>
        <w:spacing w:before="120" w:line="363" w:lineRule="auto"/>
        <w:ind w:right="630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nuevos?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Acostúmbralos.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Uhh-oh.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2" w:line="365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Resuman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año.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3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(hombre):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</w:p>
    <w:p w:rsidR="00126461" w:rsidRPr="00FC5E68" w:rsidRDefault="00126461">
      <w:pPr>
        <w:pStyle w:val="BodyText"/>
        <w:spacing w:before="0"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personales.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3: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</w:p>
    <w:p w:rsidR="00126461" w:rsidRPr="00FC5E68" w:rsidRDefault="00126461">
      <w:pPr>
        <w:pStyle w:val="BodyText"/>
        <w:spacing w:before="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8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3: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fugaz.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sabía.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que...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3: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respuesta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pero...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Seguro.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otros,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empezando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atemporales.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medida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avanzan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extraña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mezcla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presente,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futuro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deslizan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breve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pausa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brevemente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sintiendo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sintiéndote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determinado.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continuar,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conocimiento/no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cómodo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eso?</w:t>
      </w:r>
    </w:p>
    <w:p w:rsidR="00126461" w:rsidRPr="00FC5E68" w:rsidRDefault="00126461">
      <w:pPr>
        <w:pStyle w:val="BodyText"/>
        <w:spacing w:before="12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3: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puedo.</w:t>
      </w:r>
    </w:p>
    <w:p w:rsidR="00126461" w:rsidRPr="00FC5E68" w:rsidRDefault="00126461">
      <w:pPr>
        <w:pStyle w:val="BodyText"/>
        <w:spacing w:line="361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opción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respuesta.</w:t>
      </w:r>
    </w:p>
    <w:p w:rsidR="00126461" w:rsidRPr="00FC5E68" w:rsidRDefault="00126461">
      <w:pPr>
        <w:pStyle w:val="BodyText"/>
        <w:spacing w:before="4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suspira)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venir.</w:t>
      </w:r>
    </w:p>
    <w:p w:rsidR="00126461" w:rsidRPr="00FC5E68" w:rsidRDefault="00126461">
      <w:pPr>
        <w:pStyle w:val="BodyText"/>
        <w:spacing w:line="361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pidiendo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micrófono...</w:t>
      </w:r>
      <w:r w:rsidRPr="00FC5E68">
        <w:rPr>
          <w:rFonts w:ascii="Arial" w:hAnsi="Arial" w:cs="Arial"/>
          <w:spacing w:val="3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¡Maldita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sea!</w:t>
      </w:r>
    </w:p>
    <w:p w:rsidR="00126461" w:rsidRPr="00FC5E68" w:rsidRDefault="00126461">
      <w:pPr>
        <w:pStyle w:val="BodyText"/>
        <w:spacing w:before="4"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qué.</w:t>
      </w:r>
      <w:r w:rsidRPr="00FC5E68">
        <w:rPr>
          <w:rFonts w:ascii="Arial" w:hAnsi="Arial" w:cs="Arial"/>
          <w:spacing w:val="2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¡Maldita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sea!</w:t>
      </w:r>
    </w:p>
    <w:p w:rsidR="00126461" w:rsidRPr="00FC5E68" w:rsidRDefault="00126461">
      <w:pPr>
        <w:pStyle w:val="BodyText"/>
        <w:spacing w:before="0"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Trataba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protegerte.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spacing w:before="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principio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Locas,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emocionalmente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caóticas,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abrumadoras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hermosas,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regalos</w:t>
      </w:r>
      <w:r w:rsidRPr="00FC5E68">
        <w:rPr>
          <w:rFonts w:ascii="Arial" w:hAnsi="Arial" w:cs="Arial"/>
          <w:spacing w:val="8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proporcionado.</w:t>
      </w:r>
    </w:p>
    <w:p w:rsidR="00126461" w:rsidRPr="00FC5E68" w:rsidRDefault="00126461">
      <w:pPr>
        <w:pStyle w:val="BodyText"/>
        <w:spacing w:before="120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¿Harías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compromiso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contigo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misma?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¡Sí!</w:t>
      </w:r>
    </w:p>
    <w:p w:rsidR="00126461" w:rsidRPr="00FC5E68" w:rsidRDefault="00126461">
      <w:pPr>
        <w:pStyle w:val="BodyText"/>
        <w:spacing w:before="0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lecciones.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locura.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sé!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¿Correcto?</w:t>
      </w:r>
    </w:p>
    <w:p w:rsidR="00126461" w:rsidRPr="00FC5E68" w:rsidRDefault="00126461">
      <w:pPr>
        <w:pStyle w:val="BodyText"/>
        <w:spacing w:before="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claro!</w:t>
      </w:r>
    </w:p>
    <w:p w:rsidR="00126461" w:rsidRPr="00FC5E68" w:rsidRDefault="00126461">
      <w:pPr>
        <w:pStyle w:val="BodyText"/>
        <w:spacing w:before="128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dije,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yo...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¡sí!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haré.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haré.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locura,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locura.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hizo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encontrar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"despertar",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"pre-despertar".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raya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makyo.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supone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tenía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aprender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eso".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(¡Spit!)</w:t>
      </w:r>
      <w:r w:rsidRPr="00FC5E68">
        <w:rPr>
          <w:rFonts w:ascii="Arial" w:hAnsi="Arial" w:cs="Arial"/>
          <w:i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meterte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patrón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lecciones",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</w:p>
    <w:p w:rsidR="00126461" w:rsidRPr="00FC5E68" w:rsidRDefault="00126461">
      <w:pPr>
        <w:pStyle w:val="BodyText"/>
        <w:spacing w:before="116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pasando...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TERESA: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igual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caballero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anterior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futuro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deslizando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reuniendo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bailando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otro,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escupiendo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jugando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  uno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otro,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tendrá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sentido,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mediados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60’s!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</w:p>
    <w:p w:rsidR="00126461" w:rsidRPr="00FC5E68" w:rsidRDefault="00126461">
      <w:pPr>
        <w:pStyle w:val="BodyText"/>
        <w:spacing w:before="128"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vestida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exactamente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2015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mismo.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¿Esto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2015?</w:t>
      </w:r>
    </w:p>
    <w:p w:rsidR="00126461" w:rsidRPr="00FC5E68" w:rsidRDefault="00126461">
      <w:pPr>
        <w:pStyle w:val="BodyText"/>
        <w:spacing w:before="0" w:line="361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Acabas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mediados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60’s.</w:t>
      </w:r>
      <w:r w:rsidRPr="00FC5E68">
        <w:rPr>
          <w:rFonts w:ascii="Arial" w:hAnsi="Arial" w:cs="Arial"/>
          <w:spacing w:val="3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</w:p>
    <w:p w:rsidR="00126461" w:rsidRPr="00FC5E68" w:rsidRDefault="00126461">
      <w:pPr>
        <w:spacing w:line="361" w:lineRule="auto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alegro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tocaras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</w:p>
    <w:p w:rsidR="00126461" w:rsidRPr="00FC5E68" w:rsidRDefault="00126461">
      <w:pPr>
        <w:pStyle w:val="BodyText"/>
        <w:spacing w:before="13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apego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viejo?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Buda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categoría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necesariamente.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¡Muchísimo!</w:t>
      </w:r>
    </w:p>
    <w:p w:rsidR="00126461" w:rsidRPr="00FC5E68" w:rsidRDefault="00126461">
      <w:pPr>
        <w:pStyle w:val="BodyText"/>
        <w:spacing w:before="128"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viajero.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clasificaba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alto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ahí.</w:t>
      </w:r>
    </w:p>
    <w:p w:rsidR="00126461" w:rsidRPr="00FC5E68" w:rsidRDefault="00126461">
      <w:pPr>
        <w:pStyle w:val="BodyText"/>
        <w:spacing w:before="128" w:line="252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época...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valiosas.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estatuas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altares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altar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temerosos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dejar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ir.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honrar,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honrar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genial.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encontrar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esos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accesorios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cambian,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esperan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Acéptenlos.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Permítanlos.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se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aferrado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relevancia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relación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ellas.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desaparecer,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tenido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conexión,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cambiar.</w:t>
      </w:r>
    </w:p>
    <w:p w:rsidR="00126461" w:rsidRPr="00FC5E68" w:rsidRDefault="00126461">
      <w:pPr>
        <w:pStyle w:val="BodyText"/>
        <w:spacing w:before="116" w:line="252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vamos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continuar.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principio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de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año.</w:t>
      </w:r>
    </w:p>
    <w:p w:rsidR="00126461" w:rsidRPr="00FC5E68" w:rsidRDefault="00126461">
      <w:pPr>
        <w:pStyle w:val="BodyText"/>
        <w:spacing w:before="120" w:line="361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multidimensional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maravilloso.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físico?</w:t>
      </w:r>
    </w:p>
    <w:p w:rsidR="00126461" w:rsidRPr="00FC5E68" w:rsidRDefault="00126461">
      <w:pPr>
        <w:pStyle w:val="BodyText"/>
        <w:spacing w:before="4"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enloqueciendo.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í!</w:t>
      </w:r>
    </w:p>
    <w:p w:rsidR="00126461" w:rsidRPr="00FC5E68" w:rsidRDefault="00126461">
      <w:pPr>
        <w:pStyle w:val="BodyText"/>
        <w:spacing w:before="0" w:line="361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como...</w:t>
      </w:r>
      <w:r w:rsidRPr="00FC5E68">
        <w:rPr>
          <w:rFonts w:ascii="Arial" w:hAnsi="Arial" w:cs="Arial"/>
          <w:spacing w:val="2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</w:p>
    <w:p w:rsidR="00126461" w:rsidRPr="00FC5E68" w:rsidRDefault="00126461">
      <w:pPr>
        <w:pStyle w:val="BodyText"/>
        <w:spacing w:before="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Ehh...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volviendo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esencialmente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mismo.</w:t>
      </w:r>
    </w:p>
    <w:p w:rsidR="00126461" w:rsidRPr="00FC5E68" w:rsidRDefault="00126461">
      <w:pPr>
        <w:pStyle w:val="BodyText"/>
        <w:spacing w:before="12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transf...</w:t>
      </w:r>
    </w:p>
    <w:p w:rsidR="00126461" w:rsidRPr="00FC5E68" w:rsidRDefault="00126461">
      <w:pPr>
        <w:pStyle w:val="BodyText"/>
        <w:spacing w:line="361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¿Se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cámara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observando?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¡Hola!</w:t>
      </w:r>
    </w:p>
    <w:p w:rsidR="00126461" w:rsidRPr="00FC5E68" w:rsidRDefault="00126461">
      <w:pPr>
        <w:pStyle w:val="BodyText"/>
        <w:spacing w:before="4" w:line="365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multidimensional.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raro?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poco.</w:t>
      </w:r>
    </w:p>
    <w:p w:rsidR="00126461" w:rsidRPr="00FC5E68" w:rsidRDefault="00126461">
      <w:pPr>
        <w:pStyle w:val="BodyText"/>
        <w:spacing w:before="0" w:line="361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poco.</w:t>
      </w:r>
      <w:r w:rsidRPr="00FC5E68">
        <w:rPr>
          <w:rFonts w:ascii="Arial" w:hAnsi="Arial" w:cs="Arial"/>
          <w:spacing w:val="23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pacing w:val="2"/>
          <w:sz w:val="20"/>
          <w:szCs w:val="20"/>
        </w:rPr>
        <w:t>MM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4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¿Ves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acabo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hacer?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¡Distraerme!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¡Distracción!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ibas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llevarme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compartas.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cuerpo?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transformándose.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365" w:lineRule="auto"/>
        <w:ind w:right="739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  <w:r w:rsidRPr="00FC5E68">
        <w:rPr>
          <w:rFonts w:ascii="Arial" w:hAnsi="Arial" w:cs="Arial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pacing w:val="2"/>
          <w:sz w:val="20"/>
          <w:szCs w:val="20"/>
        </w:rPr>
        <w:t>MM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duele?</w:t>
      </w:r>
      <w:r w:rsidRPr="00FC5E68">
        <w:rPr>
          <w:rFonts w:ascii="Arial" w:hAnsi="Arial" w:cs="Arial"/>
          <w:spacing w:val="2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0" w:line="365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tus,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cerebro?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menos!</w:t>
      </w:r>
    </w:p>
    <w:p w:rsidR="00126461" w:rsidRPr="00FC5E68" w:rsidRDefault="00126461">
      <w:pPr>
        <w:pStyle w:val="BodyText"/>
        <w:spacing w:before="0" w:line="361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¿No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así?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absoluto.</w:t>
      </w:r>
    </w:p>
    <w:p w:rsidR="00126461" w:rsidRPr="00FC5E68" w:rsidRDefault="00126461">
      <w:pPr>
        <w:pStyle w:val="BodyText"/>
        <w:spacing w:before="4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¡Ahh!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ves?</w:t>
      </w:r>
      <w:r w:rsidRPr="00FC5E68">
        <w:rPr>
          <w:rFonts w:ascii="Arial" w:hAnsi="Arial" w:cs="Arial"/>
          <w:spacing w:val="2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Mm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hmm.</w:t>
      </w:r>
    </w:p>
    <w:p w:rsidR="00126461" w:rsidRPr="00FC5E68" w:rsidRDefault="00126461">
      <w:pPr>
        <w:pStyle w:val="BodyText"/>
        <w:spacing w:before="0" w:line="365" w:lineRule="auto"/>
        <w:ind w:right="60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única...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únicos.</w:t>
      </w:r>
    </w:p>
    <w:p w:rsidR="00126461" w:rsidRPr="00FC5E68" w:rsidRDefault="00126461">
      <w:pPr>
        <w:pStyle w:val="BodyText"/>
        <w:spacing w:before="0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Créeme.</w:t>
      </w:r>
    </w:p>
    <w:p w:rsidR="00126461" w:rsidRPr="00FC5E68" w:rsidRDefault="00126461">
      <w:pPr>
        <w:pStyle w:val="BodyText"/>
        <w:spacing w:before="0" w:line="251" w:lineRule="exac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line="250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experiencia,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¿Has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tenido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llamo,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apertura?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¡Ahh!</w:t>
      </w:r>
      <w:r w:rsidRPr="00FC5E68">
        <w:rPr>
          <w:rFonts w:ascii="Arial" w:hAnsi="Arial" w:cs="Arial"/>
          <w:i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repente...</w:t>
      </w:r>
    </w:p>
    <w:p w:rsidR="00126461" w:rsidRPr="00FC5E68" w:rsidRDefault="00126461">
      <w:pPr>
        <w:pStyle w:val="BodyText"/>
        <w:spacing w:before="122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supuesto.</w:t>
      </w:r>
      <w:r w:rsidRPr="00FC5E68">
        <w:rPr>
          <w:rFonts w:ascii="Arial" w:hAnsi="Arial" w:cs="Arial"/>
          <w:spacing w:val="2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0" w:line="251" w:lineRule="exac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pacing w:val="2"/>
          <w:sz w:val="20"/>
          <w:szCs w:val="20"/>
        </w:rPr>
        <w:t>MM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revelando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misma.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Mm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hmm.</w:t>
      </w:r>
    </w:p>
    <w:p w:rsidR="00126461" w:rsidRPr="00FC5E68" w:rsidRDefault="00126461">
      <w:pPr>
        <w:pStyle w:val="BodyText"/>
        <w:spacing w:before="0" w:line="365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dificultades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explicárselo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personas.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Algo.</w:t>
      </w:r>
    </w:p>
    <w:p w:rsidR="00126461" w:rsidRPr="00FC5E68" w:rsidRDefault="00126461">
      <w:pPr>
        <w:pStyle w:val="BodyText"/>
        <w:spacing w:before="0" w:line="361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pacing w:val="2"/>
          <w:sz w:val="20"/>
          <w:szCs w:val="20"/>
        </w:rPr>
        <w:t>MM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4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Así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tengas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dificultad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ello.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Simplemente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ríndete.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(Ella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</w:p>
    <w:p w:rsidR="00126461" w:rsidRPr="00FC5E68" w:rsidRDefault="00126461">
      <w:pPr>
        <w:pStyle w:val="BodyText"/>
        <w:spacing w:before="120" w:line="363" w:lineRule="auto"/>
        <w:ind w:right="480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Dejé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explicarlo.</w:t>
      </w:r>
      <w:r w:rsidRPr="00FC5E68">
        <w:rPr>
          <w:rFonts w:ascii="Arial" w:hAnsi="Arial" w:cs="Arial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así?</w:t>
      </w:r>
      <w:r w:rsidRPr="00FC5E68">
        <w:rPr>
          <w:rFonts w:ascii="Arial" w:hAnsi="Arial" w:cs="Arial"/>
          <w:spacing w:val="2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funciona.</w:t>
      </w:r>
    </w:p>
    <w:p w:rsidR="00126461" w:rsidRPr="00FC5E68" w:rsidRDefault="00126461">
      <w:pPr>
        <w:pStyle w:val="BodyText"/>
        <w:spacing w:before="2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es...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sopla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beso)</w:t>
      </w:r>
    </w:p>
    <w:p w:rsidR="00126461" w:rsidRPr="00FC5E68" w:rsidRDefault="00126461">
      <w:pPr>
        <w:pStyle w:val="BodyText"/>
        <w:spacing w:line="365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es...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sopla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vuelta)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EMMA: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magnífica.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voltea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mirar)</w:t>
      </w:r>
    </w:p>
    <w:p w:rsidR="00126461" w:rsidRPr="00FC5E68" w:rsidRDefault="00126461">
      <w:pPr>
        <w:pStyle w:val="BodyText"/>
        <w:spacing w:before="0" w:line="251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atención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tratado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explicárselo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familia,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preferiría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radiancia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mantenerlo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para 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sí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mismos.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Sentirlo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mismos.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empiecen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dejarlo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escapar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makyo;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enredarse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frustrados.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tonto,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luego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todos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están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mirándolos,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"Hm,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bien".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"Gah,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hago?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mantendré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72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boca..."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sz w:val="20"/>
          <w:szCs w:val="20"/>
        </w:rPr>
        <w:t>¡whheewww!</w:t>
      </w:r>
      <w:r w:rsidRPr="00FC5E68">
        <w:rPr>
          <w:rFonts w:ascii="Arial" w:hAnsi="Arial" w:cs="Arial"/>
          <w:i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(Succiona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aliento)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karisma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irradiando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adentro 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emanando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interior,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"wah,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wah,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wah,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wah".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escucharse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futuro.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mirar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atrás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"Sólo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'wrahh,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wrahh,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wrahh,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wrahh'"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"Lo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que...</w:t>
      </w:r>
    </w:p>
    <w:p w:rsidR="00126461" w:rsidRPr="00FC5E68" w:rsidRDefault="00126461">
      <w:pPr>
        <w:pStyle w:val="BodyText"/>
        <w:spacing w:before="1" w:line="248" w:lineRule="auto"/>
        <w:ind w:right="6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 xml:space="preserve">¡no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había  nada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saliendo!"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van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sólo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estar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parados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como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  Maestro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son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hmmmm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–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no.  (Algunas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risas)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Incluso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así,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sí,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pero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simplemente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su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karisma.</w:t>
      </w:r>
    </w:p>
    <w:p w:rsidR="00126461" w:rsidRPr="00FC5E68" w:rsidRDefault="00126461">
      <w:pPr>
        <w:pStyle w:val="BodyText"/>
        <w:spacing w:before="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¡Wooo!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¡Ahhh!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interior.</w:t>
      </w:r>
    </w:p>
    <w:p w:rsidR="00126461" w:rsidRPr="00FC5E68" w:rsidRDefault="00126461">
      <w:pPr>
        <w:pStyle w:val="BodyText"/>
        <w:spacing w:line="361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(hombre):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explicar.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dicho.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(Sonriendo)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4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(Pequeña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pausa)…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¿Alto?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¿Bajo?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¿Oscuro?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¿Luminoso?</w:t>
      </w:r>
    </w:p>
    <w:p w:rsidR="00126461" w:rsidRPr="00FC5E68" w:rsidRDefault="00126461">
      <w:pPr>
        <w:pStyle w:val="BodyText"/>
        <w:spacing w:before="128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ambos.</w:t>
      </w:r>
      <w:r w:rsidRPr="00FC5E68">
        <w:rPr>
          <w:rFonts w:ascii="Arial" w:hAnsi="Arial" w:cs="Arial"/>
          <w:spacing w:val="3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 w:line="361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mezcolanza.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4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pregunta?</w:t>
      </w:r>
    </w:p>
    <w:p w:rsidR="00126461" w:rsidRPr="00FC5E68" w:rsidRDefault="00126461">
      <w:pPr>
        <w:pStyle w:val="BodyText"/>
        <w:spacing w:before="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(Asintiendo)</w:t>
      </w:r>
    </w:p>
    <w:p w:rsidR="00126461" w:rsidRPr="00FC5E68" w:rsidRDefault="00126461">
      <w:pPr>
        <w:pStyle w:val="BodyText"/>
        <w:spacing w:before="128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Siempre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preguntarme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modos.</w:t>
      </w:r>
    </w:p>
    <w:p w:rsidR="00126461" w:rsidRPr="00FC5E68" w:rsidRDefault="00126461">
      <w:pPr>
        <w:pStyle w:val="BodyText"/>
        <w:spacing w:before="1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¿Correcto?</w:t>
      </w:r>
    </w:p>
    <w:p w:rsidR="00126461" w:rsidRPr="00FC5E68" w:rsidRDefault="00126461">
      <w:pPr>
        <w:pStyle w:val="BodyText"/>
        <w:spacing w:before="128"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personalmente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adormecido,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entumecido?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cuando.</w:t>
      </w:r>
    </w:p>
    <w:p w:rsidR="00126461" w:rsidRPr="00FC5E68" w:rsidRDefault="00126461">
      <w:pPr>
        <w:pStyle w:val="BodyText"/>
        <w:spacing w:before="0" w:line="361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preguntándote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qué...</w:t>
      </w:r>
      <w:r w:rsidRPr="00FC5E68">
        <w:rPr>
          <w:rFonts w:ascii="Arial" w:hAnsi="Arial" w:cs="Arial"/>
          <w:spacing w:val="3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eso?</w:t>
      </w:r>
    </w:p>
    <w:p w:rsidR="00126461" w:rsidRPr="00FC5E68" w:rsidRDefault="00126461">
      <w:pPr>
        <w:spacing w:line="361" w:lineRule="auto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eso?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cerebro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entumecido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adormecido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sensibilidad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sensación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entumecimiento.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ocasiones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sintiéndote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abierto</w:t>
      </w:r>
      <w:r w:rsidRPr="00FC5E68">
        <w:rPr>
          <w:rFonts w:ascii="Arial" w:hAnsi="Arial" w:cs="Arial"/>
          <w:spacing w:val="6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deseabas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insensible.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</w:t>
      </w:r>
    </w:p>
    <w:p w:rsidR="00126461" w:rsidRPr="00FC5E68" w:rsidRDefault="00126461">
      <w:pPr>
        <w:pStyle w:val="BodyText"/>
        <w:spacing w:before="128"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llegado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tener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todo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adormecimiento.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"¿Dónde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sea?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roca.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sólo...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ehh,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entusiasmarse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nada.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comida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cualquier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Ehh,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nah.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Sólo..."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riendo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línea.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broma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"¿Eh?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¿Huhh?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recuerdo.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60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lógico"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teniendo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relaciones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sexuales...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muestra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parándose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rígido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una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mirada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blanco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rostro,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breve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cándida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sonrisa;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muchas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1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serio?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serio?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</w:p>
    <w:p w:rsidR="00126461" w:rsidRPr="00FC5E68" w:rsidRDefault="00126461">
      <w:pPr>
        <w:pStyle w:val="BodyText"/>
        <w:spacing w:line="363" w:lineRule="auto"/>
        <w:ind w:right="217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compartir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teniendo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muestra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nuevo)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¿Con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quién?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¿Cómo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sabes?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</w:p>
    <w:p w:rsidR="00126461" w:rsidRPr="00FC5E68" w:rsidRDefault="00126461">
      <w:pPr>
        <w:pStyle w:val="BodyText"/>
        <w:spacing w:before="2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única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vistió.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única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actuando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pieza.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sólo...</w:t>
      </w:r>
    </w:p>
    <w:p w:rsidR="00126461" w:rsidRPr="00FC5E68" w:rsidRDefault="00126461">
      <w:pPr>
        <w:pStyle w:val="BodyText"/>
        <w:spacing w:before="115"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relacionarme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muuucho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Vulcana.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personaje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perfecto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maestría.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siento.</w:t>
      </w:r>
    </w:p>
    <w:p w:rsidR="00126461" w:rsidRPr="00FC5E68" w:rsidRDefault="00126461">
      <w:pPr>
        <w:pStyle w:val="BodyText"/>
        <w:spacing w:before="0"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insensibles,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reírse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broma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broma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Spock;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sintiéndose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crudos,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severos,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sonido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abeja</w:t>
      </w:r>
      <w:r w:rsidRPr="00FC5E68">
        <w:rPr>
          <w:rFonts w:ascii="Arial" w:hAnsi="Arial" w:cs="Arial"/>
          <w:spacing w:val="59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cerca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perturbador,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mariposa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cerca.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demasiado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intenso, 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colores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</w:p>
    <w:p w:rsidR="00126461" w:rsidRPr="00FC5E68" w:rsidRDefault="00126461">
      <w:pPr>
        <w:pStyle w:val="BodyText"/>
        <w:spacing w:before="121" w:line="252" w:lineRule="auto"/>
        <w:ind w:right="139" w:firstLine="42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esto?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Insensibles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hipersensibles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esto?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¿Nueva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Energía?</w:t>
      </w:r>
    </w:p>
    <w:p w:rsidR="00126461" w:rsidRPr="00FC5E68" w:rsidRDefault="00126461">
      <w:pPr>
        <w:pStyle w:val="BodyText"/>
        <w:spacing w:line="250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(Riendo)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Energía.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explicaré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creándolo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perfectas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explicaciones.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haciendo.</w:t>
      </w:r>
    </w:p>
    <w:p w:rsidR="00126461" w:rsidRPr="00FC5E68" w:rsidRDefault="00126461">
      <w:pPr>
        <w:pStyle w:val="BodyText"/>
        <w:spacing w:before="12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SHAUBRA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mezclarlo.</w:t>
      </w:r>
    </w:p>
    <w:p w:rsidR="00126461" w:rsidRPr="00FC5E68" w:rsidRDefault="00126461">
      <w:pPr>
        <w:pStyle w:val="BodyText"/>
        <w:spacing w:line="251" w:lineRule="auto"/>
        <w:ind w:right="104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futuro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llegando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presente.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integración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perfecta.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siéntanse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cómodos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traten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controlarlo.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¿Eh?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buenos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controladores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controlarlo.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spacing w:line="251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¿Estás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disfrutando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reunión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momento?</w:t>
      </w:r>
    </w:p>
    <w:p w:rsidR="00126461" w:rsidRPr="00FC5E68" w:rsidRDefault="00126461">
      <w:pPr>
        <w:pStyle w:val="BodyText"/>
        <w:spacing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cámara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vídeo.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í!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</w:p>
    <w:p w:rsidR="00126461" w:rsidRPr="00FC5E68" w:rsidRDefault="00126461">
      <w:pPr>
        <w:pStyle w:val="BodyText"/>
        <w:spacing w:before="128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cámara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vídeo?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Estuvo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¡Ehh!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estuvo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8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4: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sabes,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estuvo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8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cooperar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Adamus.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pacing w:val="2"/>
          <w:sz w:val="20"/>
          <w:szCs w:val="20"/>
        </w:rPr>
        <w:t>H</w:t>
      </w:r>
      <w:r w:rsidRPr="00FC5E68">
        <w:rPr>
          <w:rFonts w:ascii="Arial" w:hAnsi="Arial" w:cs="Arial"/>
          <w:spacing w:val="1"/>
          <w:sz w:val="20"/>
          <w:szCs w:val="20"/>
        </w:rPr>
        <w:t>AU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BR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4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sintiendo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un...</w:t>
      </w:r>
    </w:p>
    <w:p w:rsidR="00126461" w:rsidRPr="00FC5E68" w:rsidRDefault="00126461">
      <w:pPr>
        <w:pStyle w:val="BodyText"/>
        <w:spacing w:before="128" w:line="365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(Imitándolo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palabras)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sintiendo...</w:t>
      </w:r>
      <w:r w:rsidRPr="00FC5E68">
        <w:rPr>
          <w:rFonts w:ascii="Arial" w:hAnsi="Arial" w:cs="Arial"/>
          <w:spacing w:val="53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¿Cuántas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eso?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terminado.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 xml:space="preserve">SAM: 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¿Lo 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hice?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¡Yay!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¡Muy 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bien!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(Algunas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risas)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Zafándome 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mí 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mismo 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percepción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masas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adornos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internos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identidad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permitiéndome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frustrado,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dijiste?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</w:p>
    <w:p w:rsidR="00126461" w:rsidRPr="00FC5E68" w:rsidRDefault="00126461">
      <w:pPr>
        <w:pStyle w:val="BodyText"/>
        <w:spacing w:before="128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¿Fue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murmullo?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siento.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escuchando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wrah,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wrah,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eso...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salga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54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corazón).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casa,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decir.</w:t>
      </w:r>
    </w:p>
    <w:p w:rsidR="00126461" w:rsidRPr="00FC5E68" w:rsidRDefault="00126461">
      <w:pPr>
        <w:pStyle w:val="BodyText"/>
        <w:spacing w:before="1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hago.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(Haciendo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pausa)…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las...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</w:p>
    <w:p w:rsidR="00126461" w:rsidRPr="00FC5E68" w:rsidRDefault="00126461">
      <w:pPr>
        <w:pStyle w:val="BodyText"/>
        <w:spacing w:line="361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ideas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supone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vivirla.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letargo.</w:t>
      </w:r>
    </w:p>
    <w:p w:rsidR="00126461" w:rsidRPr="00FC5E68" w:rsidRDefault="00126461">
      <w:pPr>
        <w:pStyle w:val="BodyText"/>
        <w:spacing w:before="4" w:line="365" w:lineRule="auto"/>
        <w:ind w:right="217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</w:t>
      </w:r>
      <w:r w:rsidRPr="00FC5E68">
        <w:rPr>
          <w:rFonts w:ascii="Arial" w:hAnsi="Arial" w:cs="Arial"/>
          <w:i/>
          <w:sz w:val="20"/>
          <w:szCs w:val="20"/>
        </w:rPr>
        <w:t>He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durmiendo!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sueño.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¡Ahora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parte!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spacing w:line="365" w:lineRule="auto"/>
        <w:rPr>
          <w:rFonts w:ascii="Arial" w:hAnsi="Arial" w:cs="Arial"/>
          <w:sz w:val="20"/>
          <w:szCs w:val="20"/>
        </w:rPr>
        <w:sectPr w:rsidR="00126461" w:rsidRPr="00FC5E68">
          <w:headerReference w:type="default" r:id="rId8"/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durmiendo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toneladas.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parte.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8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Mira,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conseguimos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basura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superficial.</w:t>
      </w:r>
    </w:p>
    <w:p w:rsidR="00126461" w:rsidRPr="00FC5E68" w:rsidRDefault="00126461">
      <w:pPr>
        <w:pStyle w:val="BodyText"/>
        <w:spacing w:before="1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durmiendo?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ocurriendo?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inspirarme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contacto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comprometida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menos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interesada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decir.</w:t>
      </w:r>
    </w:p>
    <w:p w:rsidR="00126461" w:rsidRPr="00FC5E68" w:rsidRDefault="00126461">
      <w:pPr>
        <w:pStyle w:val="BodyText"/>
        <w:spacing w:before="12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sueño?</w:t>
      </w:r>
    </w:p>
    <w:p w:rsidR="00126461" w:rsidRPr="00FC5E68" w:rsidRDefault="00126461">
      <w:pPr>
        <w:pStyle w:val="BodyText"/>
        <w:spacing w:line="361" w:lineRule="auto"/>
        <w:ind w:right="480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Correcto.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Hablemos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sueño.</w:t>
      </w:r>
    </w:p>
    <w:p w:rsidR="00126461" w:rsidRPr="00FC5E68" w:rsidRDefault="00126461">
      <w:pPr>
        <w:pStyle w:val="BodyText"/>
        <w:spacing w:line="361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sueño?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asunto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tuyo.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activo,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fantástico.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Reinos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Cercanos.</w:t>
      </w:r>
    </w:p>
    <w:p w:rsidR="00126461" w:rsidRPr="00FC5E68" w:rsidRDefault="00126461">
      <w:pPr>
        <w:pStyle w:val="BodyText"/>
        <w:spacing w:before="12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sucediendo?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duermes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mucho?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aquí?</w:t>
      </w:r>
    </w:p>
    <w:p w:rsidR="00126461" w:rsidRPr="00FC5E68" w:rsidRDefault="00126461">
      <w:pPr>
        <w:pStyle w:val="BodyText"/>
        <w:spacing w:before="1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limitado.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ánimos.</w:t>
      </w:r>
    </w:p>
    <w:p w:rsidR="00126461" w:rsidRPr="00FC5E68" w:rsidRDefault="00126461">
      <w:pPr>
        <w:pStyle w:val="BodyText"/>
        <w:spacing w:line="363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vista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ello?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3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</w:p>
    <w:p w:rsidR="00126461" w:rsidRPr="00FC5E68" w:rsidRDefault="00126461">
      <w:pPr>
        <w:pStyle w:val="BodyText"/>
        <w:spacing w:before="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Dormir.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situaciones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aburridas.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Muchas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viejas</w:t>
      </w:r>
      <w:r w:rsidRPr="00FC5E68">
        <w:rPr>
          <w:rFonts w:ascii="Arial" w:hAnsi="Arial" w:cs="Arial"/>
          <w:spacing w:val="8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vienen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muchas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como...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continúan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continúan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continúan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continúan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desean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sexy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existe.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patrones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intensos.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su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tranquilicen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renovación.</w:t>
      </w:r>
    </w:p>
    <w:p w:rsidR="00126461" w:rsidRPr="00FC5E68" w:rsidRDefault="00126461">
      <w:pPr>
        <w:pStyle w:val="BodyText"/>
        <w:spacing w:before="12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8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Renovación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casa,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headerReference w:type="default" r:id="rId9"/>
          <w:pgSz w:w="12240" w:h="15840"/>
          <w:pgMar w:top="920" w:right="1140" w:bottom="280" w:left="1140" w:header="740" w:footer="0" w:gutter="0"/>
          <w:pgNumType w:start="11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SAM: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Mm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hmm.</w:t>
      </w:r>
    </w:p>
    <w:p w:rsidR="00126461" w:rsidRPr="00FC5E68" w:rsidRDefault="00126461">
      <w:pPr>
        <w:pStyle w:val="BodyText"/>
        <w:spacing w:line="365" w:lineRule="auto"/>
        <w:ind w:right="887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ocurriendo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año?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levantó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mano.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perspectivas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internas.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preguntas.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espiritual.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50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contar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que...</w:t>
      </w:r>
    </w:p>
    <w:p w:rsidR="00126461" w:rsidRPr="00FC5E68" w:rsidRDefault="00126461">
      <w:pPr>
        <w:pStyle w:val="BodyText"/>
        <w:spacing w:before="120" w:line="363" w:lineRule="auto"/>
        <w:ind w:right="652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sólo…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contando.</w:t>
      </w:r>
    </w:p>
    <w:p w:rsidR="00126461" w:rsidRPr="00FC5E68" w:rsidRDefault="00126461">
      <w:pPr>
        <w:pStyle w:val="BodyText"/>
        <w:spacing w:before="2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cuatro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cambié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Dejé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Cristiana,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pasado.</w:t>
      </w:r>
    </w:p>
    <w:p w:rsidR="00126461" w:rsidRPr="00FC5E68" w:rsidRDefault="00126461">
      <w:pPr>
        <w:pStyle w:val="BodyText"/>
        <w:spacing w:before="12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no!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ríen)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padres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respecto!</w:t>
      </w:r>
    </w:p>
    <w:p w:rsidR="00126461" w:rsidRPr="00FC5E68" w:rsidRDefault="00126461">
      <w:pPr>
        <w:pStyle w:val="BodyText"/>
        <w:spacing w:line="361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pregunta?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¿Cómo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Cristiana?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Tú...</w:t>
      </w:r>
    </w:p>
    <w:p w:rsidR="00126461" w:rsidRPr="00FC5E68" w:rsidRDefault="00126461">
      <w:pPr>
        <w:pStyle w:val="BodyText"/>
        <w:spacing w:before="4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¿Sólo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firmas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papel?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Cristiana".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tema.</w:t>
      </w:r>
    </w:p>
    <w:p w:rsidR="00126461" w:rsidRPr="00FC5E68" w:rsidRDefault="00126461">
      <w:pPr>
        <w:pStyle w:val="BodyText"/>
        <w:spacing w:before="0" w:line="251" w:lineRule="exac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</w:p>
    <w:p w:rsidR="00126461" w:rsidRPr="00FC5E68" w:rsidRDefault="00126461">
      <w:pPr>
        <w:pStyle w:val="BodyText"/>
        <w:spacing w:line="365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aferré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10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15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allá...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tema.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</w:p>
    <w:p w:rsidR="00126461" w:rsidRPr="00FC5E68" w:rsidRDefault="00126461">
      <w:pPr>
        <w:pStyle w:val="BodyText"/>
        <w:spacing w:before="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crecimos.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Cristiana,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calificar?</w:t>
      </w:r>
    </w:p>
    <w:p w:rsidR="00126461" w:rsidRPr="00FC5E68" w:rsidRDefault="00126461">
      <w:pPr>
        <w:pStyle w:val="BodyText"/>
        <w:spacing w:before="120" w:line="363" w:lineRule="auto"/>
        <w:ind w:right="73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adecuadas.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Cristo?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¿qué...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creer?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</w:p>
    <w:p w:rsidR="00126461" w:rsidRPr="00FC5E68" w:rsidRDefault="00126461">
      <w:pPr>
        <w:pStyle w:val="BodyText"/>
        <w:spacing w:before="2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Crecí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estábamos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arraigados.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renunciar.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encontré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este...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</w:p>
    <w:p w:rsidR="00126461" w:rsidRPr="00FC5E68" w:rsidRDefault="00126461">
      <w:pPr>
        <w:pStyle w:val="BodyText"/>
        <w:spacing w:line="361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durante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cuatro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años.</w:t>
      </w:r>
      <w:r w:rsidRPr="00FC5E68">
        <w:rPr>
          <w:rFonts w:ascii="Arial" w:hAnsi="Arial" w:cs="Arial"/>
          <w:spacing w:val="3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Y...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Cristiano?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creo.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como...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pregunta.</w:t>
      </w:r>
    </w:p>
    <w:p w:rsidR="00126461" w:rsidRPr="00FC5E68" w:rsidRDefault="00126461">
      <w:pPr>
        <w:pStyle w:val="BodyText"/>
        <w:spacing w:before="120" w:line="363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¡Vamos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ahí!</w:t>
      </w:r>
      <w:r w:rsidRPr="00FC5E68">
        <w:rPr>
          <w:rFonts w:ascii="Arial" w:hAnsi="Arial" w:cs="Arial"/>
          <w:spacing w:val="29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pregunta.</w:t>
      </w:r>
      <w:r w:rsidRPr="00FC5E68">
        <w:rPr>
          <w:rFonts w:ascii="Arial" w:hAnsi="Arial" w:cs="Arial"/>
          <w:spacing w:val="29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</w:p>
    <w:p w:rsidR="00126461" w:rsidRPr="00FC5E68" w:rsidRDefault="00126461">
      <w:pPr>
        <w:pStyle w:val="BodyText"/>
        <w:spacing w:before="2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divino.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crónico.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borde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lágrimas)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Seguro.</w:t>
      </w:r>
    </w:p>
    <w:p w:rsidR="00126461" w:rsidRPr="00FC5E68" w:rsidRDefault="00126461">
      <w:pPr>
        <w:pStyle w:val="BodyText"/>
        <w:spacing w:before="0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físicamente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saliendo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manera?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tan...</w:t>
      </w:r>
    </w:p>
    <w:p w:rsidR="00126461" w:rsidRPr="00FC5E68" w:rsidRDefault="00126461">
      <w:pPr>
        <w:pStyle w:val="BodyText"/>
        <w:spacing w:before="125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dijiste!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Justo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dicho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crónico.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"Estoy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duro".</w:t>
      </w:r>
    </w:p>
    <w:p w:rsidR="00126461" w:rsidRPr="00FC5E68" w:rsidRDefault="00126461">
      <w:pPr>
        <w:pStyle w:val="BodyText"/>
        <w:spacing w:before="120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crónico.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divino.</w:t>
      </w:r>
    </w:p>
    <w:p w:rsidR="00126461" w:rsidRPr="00FC5E68" w:rsidRDefault="00126461">
      <w:pPr>
        <w:pStyle w:val="BodyText"/>
        <w:spacing w:before="125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divinidad.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querida.</w:t>
      </w:r>
    </w:p>
    <w:p w:rsidR="00126461" w:rsidRPr="00FC5E68" w:rsidRDefault="00126461">
      <w:pPr>
        <w:pStyle w:val="BodyText"/>
        <w:spacing w:before="1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(Ahora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llorando)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presenta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dolor?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Debido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cargando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52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Cristo.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Baja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Cristo,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baja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cruz.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Correcto.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misma.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Duele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arriba.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duele.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intenté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vez.</w:t>
      </w:r>
    </w:p>
    <w:p w:rsidR="00126461" w:rsidRPr="00FC5E68" w:rsidRDefault="00126461">
      <w:pPr>
        <w:pStyle w:val="BodyText"/>
        <w:spacing w:before="120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entiendo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intentando,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hubieras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viviendo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esclavitud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creencias...</w:t>
      </w:r>
    </w:p>
    <w:p w:rsidR="00126461" w:rsidRPr="00FC5E68" w:rsidRDefault="00126461">
      <w:pPr>
        <w:pStyle w:val="BodyText"/>
        <w:spacing w:before="125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2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</w:p>
    <w:p w:rsidR="00126461" w:rsidRPr="00FC5E68" w:rsidRDefault="00126461">
      <w:pPr>
        <w:pStyle w:val="BodyText"/>
        <w:spacing w:before="0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Alto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ahí.</w:t>
      </w:r>
      <w:r w:rsidRPr="00FC5E68">
        <w:rPr>
          <w:rFonts w:ascii="Arial" w:hAnsi="Arial" w:cs="Arial"/>
          <w:spacing w:val="2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0" w:line="363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ahora?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Pensé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estaba...</w:t>
      </w:r>
      <w:r w:rsidRPr="00FC5E68">
        <w:rPr>
          <w:rFonts w:ascii="Arial" w:hAnsi="Arial" w:cs="Arial"/>
          <w:spacing w:val="23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Bueno...</w:t>
      </w:r>
    </w:p>
    <w:p w:rsidR="00126461" w:rsidRPr="00FC5E68" w:rsidRDefault="00126461">
      <w:pPr>
        <w:pStyle w:val="BodyText"/>
        <w:spacing w:before="2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dolor.</w:t>
      </w:r>
    </w:p>
    <w:p w:rsidR="00126461" w:rsidRPr="00FC5E68" w:rsidRDefault="00126461">
      <w:pPr>
        <w:pStyle w:val="BodyText"/>
        <w:spacing w:line="250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taaan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dicho,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justo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¡Jesús!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spacing w:line="250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seca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lágrimas)</w:t>
      </w:r>
    </w:p>
    <w:p w:rsidR="00126461" w:rsidRPr="00FC5E68" w:rsidRDefault="00126461">
      <w:pPr>
        <w:pStyle w:val="BodyText"/>
        <w:spacing w:line="252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¡Lo</w:t>
      </w:r>
      <w:r w:rsidRPr="00FC5E68">
        <w:rPr>
          <w:rFonts w:ascii="Arial" w:hAnsi="Arial" w:cs="Arial"/>
          <w:i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dijiste!</w:t>
      </w:r>
      <w:r w:rsidRPr="00FC5E68">
        <w:rPr>
          <w:rFonts w:ascii="Arial" w:hAnsi="Arial" w:cs="Arial"/>
          <w:i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justo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desapareciste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"Estoy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trabajando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divinidad".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iglesia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sinagoga.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mezquita.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duro.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quiero...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oído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dije.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indicativo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de...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(Ella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Nosotros...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¡ohhhh!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Nosotros</w:t>
      </w:r>
      <w:r w:rsidRPr="00FC5E68">
        <w:rPr>
          <w:rFonts w:ascii="Arial" w:hAnsi="Arial" w:cs="Arial"/>
          <w:i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no</w:t>
      </w:r>
      <w:r w:rsidRPr="00FC5E68">
        <w:rPr>
          <w:rFonts w:ascii="Arial" w:hAnsi="Arial" w:cs="Arial"/>
          <w:i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trabajamos</w:t>
      </w:r>
      <w:r w:rsidRPr="00FC5E68">
        <w:rPr>
          <w:rFonts w:ascii="Arial" w:hAnsi="Arial" w:cs="Arial"/>
          <w:i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en</w:t>
      </w:r>
      <w:r w:rsidRPr="00FC5E68">
        <w:rPr>
          <w:rFonts w:ascii="Arial" w:hAnsi="Arial" w:cs="Arial"/>
          <w:i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ello</w:t>
      </w:r>
      <w:r w:rsidRPr="00FC5E68">
        <w:rPr>
          <w:rFonts w:ascii="Arial" w:hAnsi="Arial" w:cs="Arial"/>
          <w:sz w:val="20"/>
          <w:szCs w:val="20"/>
        </w:rPr>
        <w:t>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trabajamos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divinidad,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natural.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considera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antinatural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ello.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Cuando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ellos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consideran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Cuando...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(Él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descansa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cabeza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alguien;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LaDonna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ríe;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besa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cabeza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persona)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incluida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lucha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creencias...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line="251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incluida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lucha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Cristiandad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demás;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permites,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permites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tormenta,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tormenta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huracanada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torrencial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principio,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limpia.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tormenta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entender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tormenta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"¿Por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envió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tormenta?"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permites,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quiere</w:t>
      </w:r>
      <w:r w:rsidRPr="00FC5E68">
        <w:rPr>
          <w:rFonts w:ascii="Arial" w:hAnsi="Arial" w:cs="Arial"/>
          <w:i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resistencia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causa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los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viejos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implantes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es...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ooh,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whoo,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malas".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fornica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</w:p>
    <w:p w:rsidR="00126461" w:rsidRPr="00FC5E68" w:rsidRDefault="00126461">
      <w:pPr>
        <w:pStyle w:val="BodyText"/>
        <w:spacing w:before="122" w:line="252" w:lineRule="auto"/>
        <w:ind w:right="139" w:firstLine="42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descifrarlas.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llevarlas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hacerlo.</w:t>
      </w:r>
    </w:p>
    <w:p w:rsidR="00126461" w:rsidRPr="00FC5E68" w:rsidRDefault="00126461">
      <w:pPr>
        <w:pStyle w:val="BodyText"/>
        <w:spacing w:before="115" w:line="252" w:lineRule="auto"/>
        <w:ind w:right="139" w:firstLine="42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eliges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detener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intentar,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esfuerzo,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"¿Qué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mal?"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cosa.</w:t>
      </w:r>
    </w:p>
    <w:p w:rsidR="00126461" w:rsidRPr="00FC5E68" w:rsidRDefault="00126461">
      <w:pPr>
        <w:pStyle w:val="BodyText"/>
        <w:spacing w:before="120" w:line="248" w:lineRule="auto"/>
        <w:ind w:right="139" w:firstLine="42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tiempo?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</w:t>
      </w:r>
      <w:r w:rsidRPr="00FC5E68">
        <w:rPr>
          <w:rFonts w:ascii="Arial" w:hAnsi="Arial" w:cs="Arial"/>
          <w:spacing w:val="42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divino.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permitas.</w:t>
      </w:r>
    </w:p>
    <w:p w:rsidR="00126461" w:rsidRPr="00FC5E68" w:rsidRDefault="00126461">
      <w:pPr>
        <w:pStyle w:val="BodyText"/>
        <w:spacing w:before="1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serio.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Llegaste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camino.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8" w:line="365" w:lineRule="auto"/>
        <w:ind w:right="345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recibas...</w:t>
      </w:r>
      <w:r w:rsidRPr="00FC5E68">
        <w:rPr>
          <w:rFonts w:ascii="Arial" w:hAnsi="Arial" w:cs="Arial"/>
          <w:spacing w:val="33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mañana.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eh.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desafiarte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¡Nos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dijiste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hiciéramos!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Adelante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añades</w:t>
      </w:r>
      <w:r w:rsidRPr="00FC5E68">
        <w:rPr>
          <w:rFonts w:ascii="Arial" w:hAnsi="Arial" w:cs="Arial"/>
          <w:spacing w:val="3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sobresalta)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escucho.</w:t>
      </w:r>
    </w:p>
    <w:p w:rsidR="00126461" w:rsidRPr="00FC5E68" w:rsidRDefault="00126461">
      <w:pPr>
        <w:spacing w:line="252" w:lineRule="auto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dios!</w:t>
      </w:r>
    </w:p>
    <w:p w:rsidR="00126461" w:rsidRPr="00FC5E68" w:rsidRDefault="00126461">
      <w:pPr>
        <w:pStyle w:val="BodyText"/>
        <w:spacing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Jesús!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de...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¡Cállate!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"¡Yahng,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yahng,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yahng!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abundante.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porque..."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sobresalta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nuevo)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wow!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teniendo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completo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espiritual,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partes,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conseguido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soleado.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porque..."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¡Cállate!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exactamente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decir.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hago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días.</w:t>
      </w:r>
    </w:p>
    <w:p w:rsidR="00126461" w:rsidRPr="00FC5E68" w:rsidRDefault="00126461">
      <w:pPr>
        <w:pStyle w:val="BodyText"/>
        <w:spacing w:before="128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lista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larga!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solía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Cristiana,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soy".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¡¿Qué?!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Existo..."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¡Agh!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grito.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hagas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Yo</w:t>
      </w:r>
      <w:r w:rsidRPr="00FC5E68">
        <w:rPr>
          <w:rFonts w:ascii="Arial" w:hAnsi="Arial" w:cs="Arial"/>
          <w:i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Existo</w:t>
      </w:r>
      <w:r w:rsidRPr="00FC5E68">
        <w:rPr>
          <w:rFonts w:ascii="Arial" w:hAnsi="Arial" w:cs="Arial"/>
          <w:sz w:val="20"/>
          <w:szCs w:val="20"/>
        </w:rPr>
        <w:t>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¿Bien?</w:t>
      </w:r>
    </w:p>
    <w:p w:rsidR="00126461" w:rsidRPr="00FC5E68" w:rsidRDefault="00126461">
      <w:pPr>
        <w:pStyle w:val="BodyText"/>
        <w:spacing w:before="120" w:line="363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LADONNA: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Wow.</w:t>
      </w:r>
    </w:p>
    <w:p w:rsidR="00126461" w:rsidRPr="00FC5E68" w:rsidRDefault="00126461">
      <w:pPr>
        <w:pStyle w:val="BodyText"/>
        <w:spacing w:before="2" w:line="251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sacuda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estremezca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detén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mierda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Existo".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demasiado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qué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falta?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perdiendo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él.</w:t>
      </w:r>
    </w:p>
    <w:p w:rsidR="00126461" w:rsidRPr="00FC5E68" w:rsidRDefault="00126461">
      <w:pPr>
        <w:pStyle w:val="BodyText"/>
        <w:spacing w:before="116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sentimiento.</w:t>
      </w:r>
    </w:p>
    <w:p w:rsidR="00126461" w:rsidRPr="00FC5E68" w:rsidRDefault="00126461">
      <w:pPr>
        <w:pStyle w:val="BodyText"/>
        <w:spacing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loco.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Pero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una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vez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consigas,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sientas,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casa.</w:t>
      </w:r>
    </w:p>
    <w:p w:rsidR="00126461" w:rsidRPr="00FC5E68" w:rsidRDefault="00126461">
      <w:pPr>
        <w:pStyle w:val="BodyText"/>
        <w:spacing w:before="115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</w:p>
    <w:p w:rsidR="00126461" w:rsidRPr="00FC5E68" w:rsidRDefault="00126461">
      <w:pPr>
        <w:pStyle w:val="BodyText"/>
        <w:spacing w:line="250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no...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privados,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privados,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sólo...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algunos.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medios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grabar,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SART: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¡Sólo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ojo!</w:t>
      </w:r>
    </w:p>
    <w:p w:rsidR="00126461" w:rsidRPr="00FC5E68" w:rsidRDefault="00126461">
      <w:pPr>
        <w:pStyle w:val="BodyText"/>
        <w:spacing w:line="252" w:lineRule="auto"/>
        <w:ind w:right="108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planta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mirada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tonta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cara;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15" w:line="365" w:lineRule="auto"/>
        <w:ind w:right="480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Fueron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difíciles.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difíciles.</w:t>
      </w:r>
    </w:p>
    <w:p w:rsidR="00126461" w:rsidRPr="00FC5E68" w:rsidRDefault="00126461">
      <w:pPr>
        <w:pStyle w:val="BodyText"/>
        <w:spacing w:before="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8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</w:p>
    <w:p w:rsidR="00126461" w:rsidRPr="00FC5E68" w:rsidRDefault="00126461">
      <w:pPr>
        <w:pStyle w:val="BodyText"/>
        <w:spacing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tos.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nariz.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oídos,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ojos.</w:t>
      </w:r>
    </w:p>
    <w:p w:rsidR="00126461" w:rsidRPr="00FC5E68" w:rsidRDefault="00126461">
      <w:pPr>
        <w:spacing w:line="251" w:lineRule="exact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estómago.</w:t>
      </w:r>
    </w:p>
    <w:p w:rsidR="00126461" w:rsidRPr="00FC5E68" w:rsidRDefault="00126461">
      <w:pPr>
        <w:pStyle w:val="BodyText"/>
        <w:spacing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9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diferente.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D</w:t>
      </w:r>
      <w:r w:rsidRPr="00FC5E68">
        <w:rPr>
          <w:rFonts w:ascii="Arial" w:hAnsi="Arial" w:cs="Arial"/>
          <w:spacing w:val="1"/>
          <w:sz w:val="20"/>
          <w:szCs w:val="20"/>
        </w:rPr>
        <w:t>A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US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line="365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reconocer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reacción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antes.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embargo.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también...</w:t>
      </w:r>
    </w:p>
    <w:p w:rsidR="00126461" w:rsidRPr="00FC5E68" w:rsidRDefault="00126461">
      <w:pPr>
        <w:pStyle w:val="BodyText"/>
        <w:spacing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Adelante.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interrumpa.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También...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es...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 xml:space="preserve">CRISTIAN: 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… 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mente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también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gran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tensión, 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también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tendencia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relaciones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rechazarlos,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a...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(suspira)</w:t>
      </w:r>
    </w:p>
    <w:p w:rsidR="00126461" w:rsidRPr="00FC5E68" w:rsidRDefault="00126461">
      <w:pPr>
        <w:pStyle w:val="BodyText"/>
        <w:spacing w:before="120" w:line="361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directo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aquí?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4" w:line="251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pero...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¿Has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temores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abrumadores,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profundos,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profundos,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inexplicables?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¡Ohh!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oscuridad,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temor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cosas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oscuras,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¿pero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temores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profundo?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¿Alguien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más?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(Algunos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miembros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audiencia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coinciden)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¿De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eso?</w:t>
      </w:r>
    </w:p>
    <w:p w:rsidR="00126461" w:rsidRPr="00FC5E68" w:rsidRDefault="00126461">
      <w:pPr>
        <w:pStyle w:val="BodyText"/>
        <w:spacing w:before="125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temores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preocupan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8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dinero.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preocupan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salud.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preocupan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esposa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marido,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tipo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mujer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marido.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abrumador,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viene?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tendencia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encerrarse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62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podían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mierda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regulares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fobias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buscando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nadie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fobias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miedos.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manejable.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temor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saben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manejarlo.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suposición.</w:t>
      </w:r>
    </w:p>
    <w:p w:rsidR="00126461" w:rsidRPr="00FC5E68" w:rsidRDefault="00126461">
      <w:pPr>
        <w:pStyle w:val="BodyText"/>
        <w:spacing w:before="121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fobias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reúnen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averiguar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posibilidad.</w:t>
      </w:r>
    </w:p>
    <w:p w:rsidR="00126461" w:rsidRPr="00FC5E68" w:rsidRDefault="00126461">
      <w:pPr>
        <w:pStyle w:val="BodyText"/>
        <w:spacing w:before="115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abrazo?</w:t>
      </w:r>
      <w:r w:rsidRPr="00FC5E68">
        <w:rPr>
          <w:rFonts w:ascii="Arial" w:hAnsi="Arial" w:cs="Arial"/>
          <w:spacing w:val="2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0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abrazan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cariñosamente)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Extraño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tierra.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(Christian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Rumania)</w:t>
      </w:r>
    </w:p>
    <w:p w:rsidR="00126461" w:rsidRPr="00FC5E68" w:rsidRDefault="00126461">
      <w:pPr>
        <w:spacing w:line="248" w:lineRule="auto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  <w:r w:rsidRPr="00FC5E68">
        <w:rPr>
          <w:rFonts w:ascii="Arial" w:hAnsi="Arial" w:cs="Arial"/>
          <w:spacing w:val="2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 Transilvania.</w:t>
      </w:r>
      <w:r w:rsidRPr="00FC5E68">
        <w:rPr>
          <w:rFonts w:ascii="Arial" w:hAnsi="Arial" w:cs="Arial"/>
          <w:spacing w:val="2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CRISTIAN: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spacing w:before="0" w:line="250" w:lineRule="auto"/>
        <w:ind w:right="104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Mmm.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¡Ohhh!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una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cantidad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propias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transformaciones.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llevarte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regreso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contigo.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hago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preguntas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enfadar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algunos?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sientan,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escuchen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suyo,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decirles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algo;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pasando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cambio,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proceso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imagen.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desafíos.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luchar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controlarlo.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hacerlo.</w:t>
      </w:r>
    </w:p>
    <w:p w:rsidR="00126461" w:rsidRPr="00FC5E68" w:rsidRDefault="00126461">
      <w:pPr>
        <w:pStyle w:val="BodyText"/>
        <w:spacing w:before="122" w:line="251" w:lineRule="auto"/>
        <w:ind w:right="103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asumir 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responsabilidad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como...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¡ustedes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crearon!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hicieron,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trabajando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sesión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merabh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no-trabajar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</w:p>
    <w:p w:rsidR="00126461" w:rsidRPr="00FC5E68" w:rsidRDefault="00126461">
      <w:pPr>
        <w:spacing w:before="5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1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Realización</w:t>
      </w:r>
    </w:p>
    <w:p w:rsidR="00126461" w:rsidRPr="00FC5E68" w:rsidRDefault="00126461">
      <w:pPr>
        <w:pStyle w:val="BodyText"/>
        <w:spacing w:before="127"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prefiero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"realización"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rompecabezas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pieza.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rompecabezas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pieza,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embargo,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erudito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laberinto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difícil.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laberinto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como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están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siendo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probados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sometidos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rigores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dignos.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preguntándose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colgándoles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diciendo,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"¿Soy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digno?"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"¿Qué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pruebas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pasar?"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</w:p>
    <w:p w:rsidR="00126461" w:rsidRPr="00FC5E68" w:rsidRDefault="00126461">
      <w:pPr>
        <w:pStyle w:val="BodyText"/>
        <w:spacing w:before="122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Podemos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cortar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momento.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auto-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comprobarse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"¿Soy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suficientemente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digno?"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"¿Soy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suficientemente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fuerte?"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"¿Tengo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suficiente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luz?"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podemos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cortar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cortar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colocando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Cristianismo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tengan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demostrarse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</w:p>
    <w:p w:rsidR="00126461" w:rsidRPr="00FC5E68" w:rsidRDefault="00126461">
      <w:pPr>
        <w:pStyle w:val="BodyText"/>
        <w:spacing w:before="121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Ascendidos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hicimos,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intentaron.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trataron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Intentaron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entenderlo.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Trataron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probándose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colapsaron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agotamiento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murieron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ambos,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dieron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"Todo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tenía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luego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allí".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salen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permiten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venga.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doler.</w:t>
      </w:r>
    </w:p>
    <w:p w:rsidR="00126461" w:rsidRPr="00FC5E68" w:rsidRDefault="00126461">
      <w:pPr>
        <w:spacing w:line="251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7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lejos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mayor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entrando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ciclo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astrológico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"su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doler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infierno",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durar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probablemente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mediados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verano.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malo.</w:t>
      </w:r>
    </w:p>
    <w:p w:rsidR="00126461" w:rsidRPr="00FC5E68" w:rsidRDefault="00126461">
      <w:pPr>
        <w:pStyle w:val="BodyText"/>
        <w:spacing w:before="115" w:line="365" w:lineRule="auto"/>
        <w:ind w:right="630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SART: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comido!</w:t>
      </w:r>
    </w:p>
    <w:p w:rsidR="00126461" w:rsidRPr="00FC5E68" w:rsidRDefault="00126461">
      <w:pPr>
        <w:pStyle w:val="BodyText"/>
        <w:spacing w:before="0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apropiado,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vaya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doler,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cambios.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llegado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enfermos,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cambios.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traicionándolos.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decirles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Duele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empiezan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preocuparse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"¿Qué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estoy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haciendo 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mal?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lección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ahí?"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comienzan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levantando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viejas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creencias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basura.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transformación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básica,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resistencia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sintiendo.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dolor?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Debido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resistencia.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fácil.</w:t>
      </w:r>
    </w:p>
    <w:p w:rsidR="00126461" w:rsidRPr="00FC5E68" w:rsidRDefault="00126461">
      <w:pPr>
        <w:pStyle w:val="BodyText"/>
        <w:spacing w:before="116" w:line="251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cuenta,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fuente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cantidad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sentimientos,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consideran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aspecto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relación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extraña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seguro,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al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integración,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deshacerse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basura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ha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colocada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él.</w:t>
      </w:r>
    </w:p>
    <w:p w:rsidR="00126461" w:rsidRPr="00FC5E68" w:rsidRDefault="00126461">
      <w:pPr>
        <w:pStyle w:val="BodyText"/>
        <w:spacing w:before="121" w:line="250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caos.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cosas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pasando,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fresco.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mostraré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minuto.</w:t>
      </w:r>
    </w:p>
    <w:p w:rsidR="00126461" w:rsidRPr="00FC5E68" w:rsidRDefault="00126461">
      <w:pPr>
        <w:pStyle w:val="BodyText"/>
        <w:spacing w:before="122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rompecabezas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pieza.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entender,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comiencen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resolverlo,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volverlo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descifrar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volver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mentales.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haciéndolo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días.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"Whoa".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suceso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suceder.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cuanto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resistan,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entenderlo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tipo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ceremonias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extrañas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alrededor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doler.</w:t>
      </w:r>
    </w:p>
    <w:p w:rsidR="00126461" w:rsidRPr="00FC5E68" w:rsidRDefault="00126461">
      <w:pPr>
        <w:pStyle w:val="BodyText"/>
        <w:spacing w:before="121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durante,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digamos,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6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estadía...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predecir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cuándo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irme.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"¿Cuánto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aquí?"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tengamos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cinco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realización.</w:t>
      </w:r>
    </w:p>
    <w:p w:rsidR="00126461" w:rsidRPr="00FC5E68" w:rsidRDefault="00126461">
      <w:pPr>
        <w:pStyle w:val="BodyText"/>
        <w:spacing w:before="116" w:line="252" w:lineRule="auto"/>
        <w:ind w:right="107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próxima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fase,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Spock...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escribir,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Spock?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¿O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piensas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muestra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pantalla?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Puedes...</w:t>
      </w:r>
    </w:p>
    <w:p w:rsidR="00126461" w:rsidRPr="00FC5E68" w:rsidRDefault="00126461">
      <w:pPr>
        <w:pStyle w:val="BodyText"/>
        <w:spacing w:before="115" w:line="365" w:lineRule="auto"/>
        <w:ind w:right="480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Depende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3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Sólo...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eres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disfracemos,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hagamos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roles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juegas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conmigo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manera?</w:t>
      </w:r>
    </w:p>
    <w:p w:rsidR="00126461" w:rsidRPr="00FC5E68" w:rsidRDefault="00126461">
      <w:pPr>
        <w:pStyle w:val="BodyText"/>
        <w:spacing w:before="1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Actúen.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feliz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atención?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picardía...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atención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nada.</w:t>
      </w:r>
    </w:p>
    <w:p w:rsidR="00126461" w:rsidRPr="00FC5E68" w:rsidRDefault="00126461">
      <w:pPr>
        <w:pStyle w:val="BodyText"/>
        <w:spacing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picardía.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picardía.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próximo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medio</w:t>
      </w:r>
      <w:r w:rsidRPr="00FC5E68">
        <w:rPr>
          <w:rFonts w:ascii="Arial" w:hAnsi="Arial" w:cs="Arial"/>
          <w:spacing w:val="5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venir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disfrazados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alguien.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admiran.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"¡Ohhh,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caramba!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llegó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disfrazarse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muerta.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grandioso?"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¡Dijiste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disfrazáramos!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encanta.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encanta,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(Aplausos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audiencia)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line="248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socio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teniendo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pone 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completamente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erguido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inmóvil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blanco)</w:t>
      </w:r>
    </w:p>
    <w:p w:rsidR="00126461" w:rsidRPr="00FC5E68" w:rsidRDefault="00126461">
      <w:pPr>
        <w:pStyle w:val="BodyText"/>
        <w:spacing w:before="125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¿Qué?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clamores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audiencia;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descanso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malvados.</w:t>
      </w:r>
    </w:p>
    <w:p w:rsidR="00126461" w:rsidRPr="00FC5E68" w:rsidRDefault="00126461">
      <w:pPr>
        <w:pStyle w:val="BodyText"/>
        <w:spacing w:before="115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Bien.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Incluso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estoy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sorprendiendo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Cauldre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hoy.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Normalmente,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está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pánico.</w:t>
      </w:r>
    </w:p>
    <w:p w:rsidR="00126461" w:rsidRPr="00FC5E68" w:rsidRDefault="00126461">
      <w:pPr>
        <w:spacing w:before="3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1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-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-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-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-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Tres</w:t>
      </w:r>
      <w:r w:rsidRPr="00FC5E68">
        <w:rPr>
          <w:rFonts w:ascii="Arial" w:hAnsi="Arial" w:cs="Arial"/>
          <w:spacing w:val="-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</w:p>
    <w:p w:rsidR="00126461" w:rsidRPr="00FC5E68" w:rsidRDefault="00126461">
      <w:pPr>
        <w:pStyle w:val="BodyText"/>
        <w:spacing w:before="127" w:line="250" w:lineRule="auto"/>
        <w:ind w:right="105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tres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escribirlo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pensarlo.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ponerlo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tablero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digital,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aquellos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oyen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palabras,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menos,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dibujos.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</w:p>
    <w:p w:rsidR="00126461" w:rsidRPr="00FC5E68" w:rsidRDefault="00126461">
      <w:pPr>
        <w:spacing w:before="11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2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~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</w:p>
    <w:p w:rsidR="00126461" w:rsidRPr="00FC5E68" w:rsidRDefault="00126461">
      <w:pPr>
        <w:pStyle w:val="BodyText"/>
        <w:spacing w:before="128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primero,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¡Ahh!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marearse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palabra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Cauldre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escribió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artículo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fuerte,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</w:p>
    <w:p w:rsidR="00126461" w:rsidRPr="00FC5E68" w:rsidRDefault="00126461">
      <w:pPr>
        <w:pStyle w:val="BodyText"/>
        <w:spacing w:before="120" w:line="363" w:lineRule="auto"/>
        <w:ind w:right="508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¿Quieres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tablero?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deletrearla?</w:t>
      </w:r>
      <w:r w:rsidRPr="00FC5E68">
        <w:rPr>
          <w:rFonts w:ascii="Arial" w:hAnsi="Arial" w:cs="Arial"/>
          <w:spacing w:val="3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tú?</w:t>
      </w:r>
    </w:p>
    <w:p w:rsidR="00126461" w:rsidRPr="00FC5E68" w:rsidRDefault="00126461">
      <w:pPr>
        <w:pStyle w:val="BodyText"/>
        <w:spacing w:before="2" w:line="361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explicar,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especialmente...</w:t>
      </w:r>
      <w:r w:rsidRPr="00FC5E68">
        <w:rPr>
          <w:rFonts w:ascii="Arial" w:hAnsi="Arial" w:cs="Arial"/>
          <w:spacing w:val="3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¡No,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es!</w:t>
      </w:r>
    </w:p>
    <w:p w:rsidR="00126461" w:rsidRPr="00FC5E68" w:rsidRDefault="00126461">
      <w:pPr>
        <w:pStyle w:val="BodyText"/>
        <w:spacing w:before="4" w:line="250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alguien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escribir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frustrado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conmigo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ortográficas.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Olvidaste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"s".</w:t>
      </w:r>
    </w:p>
    <w:p w:rsidR="00126461" w:rsidRPr="00FC5E68" w:rsidRDefault="00126461">
      <w:pPr>
        <w:pStyle w:val="BodyText"/>
        <w:spacing w:before="122"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olvide.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espacio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deletrea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"Consciencia")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¡Eso  no  es  cierto!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(Muchas  risas)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Eres  tan  malo.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¡Malo,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malo,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malo!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¡Zzzzzzz!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deletrear.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¡Zzzz!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0" w:line="390" w:lineRule="atLeast"/>
        <w:ind w:left="533"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página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borrar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quieras.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conocimiento,</w:t>
      </w:r>
    </w:p>
    <w:p w:rsidR="00126461" w:rsidRPr="00FC5E68" w:rsidRDefault="00126461">
      <w:pPr>
        <w:pStyle w:val="BodyText"/>
        <w:spacing w:before="8"/>
        <w:ind w:left="533" w:hanging="42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realización,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imaginado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lógica.</w:t>
      </w:r>
    </w:p>
    <w:p w:rsidR="00126461" w:rsidRPr="00FC5E68" w:rsidRDefault="00126461">
      <w:pPr>
        <w:pStyle w:val="BodyText"/>
        <w:spacing w:line="252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nivel,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reino.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8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conocimiento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hechos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cifras. 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Eso 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bien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tiene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sentido.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sólo 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el</w:t>
      </w:r>
    </w:p>
    <w:p w:rsidR="00126461" w:rsidRPr="00FC5E68" w:rsidRDefault="00126461">
      <w:pPr>
        <w:spacing w:line="252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conocimiento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sentada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lado.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obvio.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cuál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ricas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satisfactorias.</w:t>
      </w:r>
    </w:p>
    <w:p w:rsidR="00126461" w:rsidRPr="00FC5E68" w:rsidRDefault="00126461">
      <w:pPr>
        <w:pStyle w:val="BodyText"/>
        <w:spacing w:before="120"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"¡Oh!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entiendo.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Existo".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entienden,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contrario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estarían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diciendo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Estarían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radiantes,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carismáticos.</w:t>
      </w:r>
    </w:p>
    <w:p w:rsidR="00126461" w:rsidRPr="00FC5E68" w:rsidRDefault="00126461">
      <w:pPr>
        <w:pStyle w:val="BodyText"/>
        <w:spacing w:before="12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</w:p>
    <w:p w:rsidR="00126461" w:rsidRPr="00FC5E68" w:rsidRDefault="00126461">
      <w:pPr>
        <w:pStyle w:val="BodyText"/>
        <w:spacing w:before="128" w:line="252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mantra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aburrirse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sí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forma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para 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aburrirse.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imita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nuevamente)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SART: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¡Wow!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(Él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ojos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corriendo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rápidamente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lado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preguntara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sucediendo;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gracioso!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gracioso!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¡Eres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travieso!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</w:p>
    <w:p w:rsidR="00126461" w:rsidRPr="00FC5E68" w:rsidRDefault="00126461">
      <w:pPr>
        <w:pStyle w:val="BodyText"/>
        <w:spacing w:before="128" w:line="251" w:lineRule="auto"/>
        <w:ind w:right="104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reírse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grandioso,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grandioso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capacidad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reír,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humor.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conflicto,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algún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largo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convirtieron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humor,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en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culebrón.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conflicto,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desafío,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reír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maestría.</w:t>
      </w:r>
    </w:p>
    <w:p w:rsidR="00126461" w:rsidRPr="00FC5E68" w:rsidRDefault="00126461">
      <w:pPr>
        <w:pStyle w:val="BodyText"/>
        <w:spacing w:before="121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activo.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hay 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necesidad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necesidad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definición,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eso.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aprende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luego,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comunica.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allí,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mientras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comunicando,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oyendo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especialmente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Inglés.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"¡Ynah,</w:t>
      </w:r>
      <w:r w:rsidRPr="00FC5E68">
        <w:rPr>
          <w:rFonts w:ascii="Arial" w:hAnsi="Arial" w:cs="Arial"/>
          <w:i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ynah,</w:t>
      </w:r>
      <w:r w:rsidRPr="00FC5E68">
        <w:rPr>
          <w:rFonts w:ascii="Arial" w:hAnsi="Arial" w:cs="Arial"/>
          <w:i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ynah!"</w:t>
      </w:r>
      <w:r w:rsidRPr="00FC5E68">
        <w:rPr>
          <w:rFonts w:ascii="Arial" w:hAnsi="Arial" w:cs="Arial"/>
          <w:i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ojos,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gestos.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proviene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conexión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profunda.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distracción.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escuchando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viendo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sintiendo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tacto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diferente.</w:t>
      </w:r>
    </w:p>
    <w:p w:rsidR="00126461" w:rsidRPr="00FC5E68" w:rsidRDefault="00126461">
      <w:pPr>
        <w:pStyle w:val="BodyText"/>
        <w:spacing w:before="116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elegante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distraerlos,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y...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helado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frío.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coincide)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frío.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¿Vieron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distracción?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distracción.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útil.</w:t>
      </w:r>
    </w:p>
    <w:p w:rsidR="00126461" w:rsidRPr="00FC5E68" w:rsidRDefault="00126461">
      <w:pPr>
        <w:pStyle w:val="BodyText"/>
        <w:spacing w:before="121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estaba?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"Comunicación")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8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recuerdan,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¿verdad?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Comunicando.</w:t>
      </w:r>
    </w:p>
    <w:p w:rsidR="00126461" w:rsidRPr="00FC5E68" w:rsidRDefault="00126461">
      <w:pPr>
        <w:pStyle w:val="BodyText"/>
        <w:spacing w:before="120" w:line="248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distrayéndolos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doble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distracción.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cerca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cinco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seis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capas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profundas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distracción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los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humanos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antes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desmayen.</w:t>
      </w:r>
    </w:p>
    <w:p w:rsidR="00126461" w:rsidRPr="00FC5E68" w:rsidRDefault="00126461">
      <w:pPr>
        <w:spacing w:line="248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headerReference w:type="default" r:id="rId10"/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comunicando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</w:p>
    <w:p w:rsidR="00126461" w:rsidRPr="00FC5E68" w:rsidRDefault="00126461">
      <w:pPr>
        <w:pStyle w:val="BodyText"/>
        <w:spacing w:before="120"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faltando?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enigma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camisetas,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verlas.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suceder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comunicándose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</w:p>
    <w:p w:rsidR="00126461" w:rsidRPr="00FC5E68" w:rsidRDefault="00126461">
      <w:pPr>
        <w:pStyle w:val="BodyText"/>
        <w:spacing w:before="122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conscientes.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conscientes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de...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sentarme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y...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silla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pretende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manejar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equipo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sonido)</w:t>
      </w:r>
    </w:p>
    <w:p w:rsidR="00126461" w:rsidRPr="00FC5E68" w:rsidRDefault="00126461">
      <w:pPr>
        <w:pStyle w:val="BodyText"/>
        <w:spacing w:before="12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¡Ohh!</w:t>
      </w:r>
    </w:p>
    <w:p w:rsidR="00126461" w:rsidRPr="00FC5E68" w:rsidRDefault="00126461">
      <w:pPr>
        <w:pStyle w:val="BodyText"/>
        <w:spacing w:line="251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sean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conscientes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comunicando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mientras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distrayendo.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beneficio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reuniones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reunimos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analizando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diciendo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pensando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diciendo,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rumbo.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¿Se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6%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capacidad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atención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algún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tipo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desorden?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digo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algún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tipo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desorden,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porque...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negativo,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divertido.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egh,</w:t>
      </w:r>
      <w:r w:rsidRPr="00FC5E68">
        <w:rPr>
          <w:rFonts w:ascii="Arial" w:hAnsi="Arial" w:cs="Arial"/>
          <w:i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egh</w:t>
      </w:r>
      <w:r w:rsidRPr="00FC5E68">
        <w:rPr>
          <w:rFonts w:ascii="Arial" w:hAnsi="Arial" w:cs="Arial"/>
          <w:sz w:val="20"/>
          <w:szCs w:val="20"/>
        </w:rPr>
        <w:t>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bleghh</w:t>
      </w:r>
      <w:r w:rsidRPr="00FC5E68">
        <w:rPr>
          <w:rFonts w:ascii="Arial" w:hAnsi="Arial" w:cs="Arial"/>
          <w:i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descifrar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oh,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teniendo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recuerdos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hicieron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mecanismo,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Rube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Goldberg-ish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(historietas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cómicas)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especie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artilugio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extraño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ocurriendo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con...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alrededor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94%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"¡Oh!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numerito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Bien".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</w:p>
    <w:p w:rsidR="00126461" w:rsidRPr="00FC5E68" w:rsidRDefault="00126461">
      <w:pPr>
        <w:pStyle w:val="BodyText"/>
        <w:spacing w:before="11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serio?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haré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¿Qué...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dirías,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cómo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planeta?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Vulcanos.</w:t>
      </w:r>
    </w:p>
    <w:p w:rsidR="00126461" w:rsidRPr="00FC5E68" w:rsidRDefault="00126461">
      <w:pPr>
        <w:pStyle w:val="BodyText"/>
        <w:spacing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Vulcanos.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"¡Oh,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no!")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sí!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"Cada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años")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siete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o...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¿cómo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relaciones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sexuales?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(Él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silla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audiencia)</w:t>
      </w:r>
    </w:p>
    <w:p w:rsidR="00126461" w:rsidRPr="00FC5E68" w:rsidRDefault="00126461">
      <w:pPr>
        <w:pStyle w:val="BodyText"/>
        <w:spacing w:before="115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plenamente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evolucionada.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mono.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0" w:line="361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¿Como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humano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Vulcano?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mitad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humano.</w:t>
      </w:r>
    </w:p>
    <w:p w:rsidR="00126461" w:rsidRPr="00FC5E68" w:rsidRDefault="00126461">
      <w:pPr>
        <w:pStyle w:val="BodyText"/>
        <w:spacing w:before="4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Muy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bien,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muéstranos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cómo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Vulcano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humano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tienen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relaciones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sexuales.</w:t>
      </w:r>
    </w:p>
    <w:p w:rsidR="00126461" w:rsidRPr="00FC5E68" w:rsidRDefault="00126461">
      <w:pPr>
        <w:pStyle w:val="BodyText"/>
        <w:spacing w:before="115" w:line="365" w:lineRule="auto"/>
        <w:ind w:right="191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Geoff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aplausos)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Geoff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oiría.</w:t>
      </w:r>
    </w:p>
    <w:p w:rsidR="00126461" w:rsidRPr="00FC5E68" w:rsidRDefault="00126461">
      <w:pPr>
        <w:spacing w:line="365" w:lineRule="auto"/>
        <w:rPr>
          <w:rFonts w:ascii="Arial" w:hAnsi="Arial" w:cs="Arial"/>
          <w:sz w:val="20"/>
          <w:szCs w:val="20"/>
        </w:rPr>
        <w:sectPr w:rsidR="00126461" w:rsidRPr="00FC5E68">
          <w:headerReference w:type="default" r:id="rId11"/>
          <w:pgSz w:w="12240" w:h="15840"/>
          <w:pgMar w:top="920" w:right="1140" w:bottom="280" w:left="1140" w:header="740" w:footer="0" w:gutter="0"/>
          <w:pgNumType w:start="21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365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olvidara...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manejarlo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tampoco.</w:t>
      </w:r>
    </w:p>
    <w:p w:rsidR="00126461" w:rsidRPr="00FC5E68" w:rsidRDefault="00126461">
      <w:pPr>
        <w:pStyle w:val="BodyText"/>
        <w:spacing w:before="0" w:line="365" w:lineRule="auto"/>
        <w:ind w:right="508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cientos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9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manejarlo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tampoco.</w:t>
      </w:r>
    </w:p>
    <w:p w:rsidR="00126461" w:rsidRPr="00FC5E68" w:rsidRDefault="00126461">
      <w:pPr>
        <w:pStyle w:val="BodyText"/>
        <w:spacing w:before="0" w:line="251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¿Y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esto?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manos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sobre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hombros,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resiste)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acá.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haremos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foto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lado.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actúa)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tal?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¡nnnnnhhh!</w:t>
      </w:r>
      <w:r w:rsidRPr="00FC5E68">
        <w:rPr>
          <w:rFonts w:ascii="Arial" w:hAnsi="Arial" w:cs="Arial"/>
          <w:i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cerca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frente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ella)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¡Ahh!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¡Ahh!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line="250" w:lineRule="auto"/>
        <w:ind w:right="104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aún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sonriendo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uno.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siquiera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"¡Ahhhh!"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"Eso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sentido".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(Hablado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robot;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Intentaremos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tarde.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tablero?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destaque.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oh!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Espera,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espera.</w:t>
      </w:r>
    </w:p>
    <w:p w:rsidR="00126461" w:rsidRPr="00FC5E68" w:rsidRDefault="00126461">
      <w:pPr>
        <w:pStyle w:val="BodyText"/>
        <w:spacing w:before="128"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disciplina.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práctica.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</w:p>
    <w:p w:rsidR="00126461" w:rsidRPr="00FC5E68" w:rsidRDefault="00126461">
      <w:pPr>
        <w:pStyle w:val="BodyText"/>
        <w:spacing w:before="120" w:line="251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dicho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recientemente,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de...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como...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(risas,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problemas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escribir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correctamente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palabra)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atención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escritura,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fingir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pantalla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Simulen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pantalla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TV)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universo,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físico.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como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hay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un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(Linda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finalmente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"Conciencia",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"¡Yay!"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aplausos)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adentro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haz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pequeño,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tanto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vive.</w:t>
      </w:r>
    </w:p>
    <w:p w:rsidR="00126461" w:rsidRPr="00FC5E68" w:rsidRDefault="00126461">
      <w:pPr>
        <w:pStyle w:val="BodyText"/>
        <w:spacing w:before="121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"Aquí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universo",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"Aquí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mota"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¿Se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diminuta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grande,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esto,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ver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dónde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esa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cosa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llevarme".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gente.</w:t>
      </w:r>
    </w:p>
    <w:p w:rsidR="00126461" w:rsidRPr="00FC5E68" w:rsidRDefault="00126461">
      <w:pPr>
        <w:pStyle w:val="BodyText"/>
        <w:spacing w:before="122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¿Están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calurosos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ahora?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"Sí")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¿Están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demasiado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calientes?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"No")</w:t>
      </w:r>
    </w:p>
    <w:p w:rsidR="00126461" w:rsidRPr="00FC5E68" w:rsidRDefault="00126461">
      <w:pPr>
        <w:pStyle w:val="BodyText"/>
        <w:spacing w:before="115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todavía.</w:t>
      </w:r>
      <w:r w:rsidRPr="00FC5E68">
        <w:rPr>
          <w:rFonts w:ascii="Arial" w:hAnsi="Arial" w:cs="Arial"/>
          <w:spacing w:val="2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0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vuelta.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una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pequeña,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diminuta,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diminuta</w:t>
      </w:r>
      <w:r w:rsidRPr="00FC5E68">
        <w:rPr>
          <w:rFonts w:ascii="Arial" w:hAnsi="Arial" w:cs="Arial"/>
          <w:i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mancha,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llamada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miles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millones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miles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millones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alienígenas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</w:p>
    <w:p w:rsidR="00126461" w:rsidRPr="00FC5E68" w:rsidRDefault="00126461">
      <w:pPr>
        <w:spacing w:line="251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ustedes</w:t>
      </w:r>
      <w:r w:rsidRPr="00FC5E68">
        <w:rPr>
          <w:rFonts w:ascii="Arial" w:hAnsi="Arial" w:cs="Arial"/>
          <w:sz w:val="20"/>
          <w:szCs w:val="20"/>
        </w:rPr>
        <w:t>.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pantalla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pantalla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pequeño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</w:p>
    <w:p w:rsidR="00126461" w:rsidRPr="00FC5E68" w:rsidRDefault="00126461">
      <w:pPr>
        <w:pStyle w:val="BodyText"/>
        <w:spacing w:before="120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faltando?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desgracia,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quizás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afortunadamente,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desgracia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¿Saben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eso?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  estado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tratando.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experimentada.</w:t>
      </w:r>
    </w:p>
    <w:p w:rsidR="00126461" w:rsidRPr="00FC5E68" w:rsidRDefault="00126461">
      <w:pPr>
        <w:pStyle w:val="BodyText"/>
        <w:spacing w:before="121" w:line="251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estar,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Cauldre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sugirió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ideas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marketing,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contrario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Estaremos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aplicando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el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"Gracias")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spacing w:before="116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desafíos.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batallar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aterricen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sacarlos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mismos.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mismos.</w:t>
      </w:r>
    </w:p>
    <w:p w:rsidR="00126461" w:rsidRPr="00FC5E68" w:rsidRDefault="00126461">
      <w:pPr>
        <w:pStyle w:val="BodyText"/>
        <w:spacing w:before="120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</w:p>
    <w:p w:rsidR="00126461" w:rsidRPr="00FC5E68" w:rsidRDefault="00126461">
      <w:pPr>
        <w:pStyle w:val="BodyText"/>
        <w:spacing w:before="128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conciencia?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estado?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  la  conciencia.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  por  eso  que  comencé  pidiéndoles  cuál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  sido  el</w:t>
      </w:r>
      <w:r w:rsidRPr="00FC5E68">
        <w:rPr>
          <w:rFonts w:ascii="Arial" w:hAnsi="Arial" w:cs="Arial"/>
          <w:spacing w:val="66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últimos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meses.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muchos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empezaron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sentido?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¿Han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garras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profundamente?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Espero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espero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comiencen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significa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abriendo.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oh,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miedo,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abrumadora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oscuridad,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un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imán,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imán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oscuridad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tirando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</w:p>
    <w:p w:rsidR="00126461" w:rsidRPr="00FC5E68" w:rsidRDefault="00126461">
      <w:pPr>
        <w:pStyle w:val="BodyText"/>
        <w:spacing w:before="116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"¡estoy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vivo!",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porque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sienten 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eso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intensamente.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segundo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"Sólo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permitirlo,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mío".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algún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coco,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demonio,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diablo,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Satanás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cualquier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cosa.</w:t>
      </w:r>
    </w:p>
    <w:p w:rsidR="00126461" w:rsidRPr="00FC5E68" w:rsidRDefault="00126461">
      <w:pPr>
        <w:pStyle w:val="BodyText"/>
        <w:spacing w:before="121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¿Pueden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mismos?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decir?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imán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halar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pleno,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mío".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experiencia.</w:t>
      </w:r>
    </w:p>
    <w:p w:rsidR="00126461" w:rsidRPr="00FC5E68" w:rsidRDefault="00126461">
      <w:pPr>
        <w:pStyle w:val="BodyText"/>
        <w:spacing w:before="115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no-mental.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triviales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hacerse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cinco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jóvenes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perder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cinco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kilos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cualquier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esas.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juego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niños.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distracción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deliberada.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distracción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intencional.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juego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niños,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alquimia,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consideración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alquimia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"voy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convertir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piedra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oro".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agradecido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aprendimos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truco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deshacernos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interesados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realización.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estaban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interesados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jugar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juego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retorcida.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deshicimos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distracciones.</w:t>
      </w:r>
    </w:p>
    <w:p w:rsidR="00126461" w:rsidRPr="00FC5E68" w:rsidRDefault="00126461">
      <w:pPr>
        <w:pStyle w:val="BodyText"/>
        <w:spacing w:before="116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dentro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mundos.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posible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ayuda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ortografía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(Burlándose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Linda)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página.</w:t>
      </w:r>
    </w:p>
    <w:p w:rsidR="00126461" w:rsidRPr="00FC5E68" w:rsidRDefault="00126461">
      <w:pPr>
        <w:pStyle w:val="BodyText"/>
        <w:spacing w:before="120" w:line="365" w:lineRule="auto"/>
        <w:ind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¡whooosh!</w:t>
      </w:r>
    </w:p>
    <w:p w:rsidR="00126461" w:rsidRPr="00FC5E68" w:rsidRDefault="00126461">
      <w:pPr>
        <w:pStyle w:val="BodyText"/>
        <w:spacing w:before="0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rara.</w:t>
      </w:r>
      <w:r w:rsidRPr="00FC5E68">
        <w:rPr>
          <w:rFonts w:ascii="Arial" w:hAnsi="Arial" w:cs="Arial"/>
          <w:spacing w:val="3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¡Whoooosh!</w:t>
      </w:r>
    </w:p>
    <w:p w:rsidR="00126461" w:rsidRPr="00FC5E68" w:rsidRDefault="00126461">
      <w:pPr>
        <w:pStyle w:val="BodyText"/>
        <w:spacing w:before="0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(Susurra)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vengo.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vengo.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(Corre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pasillo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John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Kuderka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por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ayuda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técnica)</w:t>
      </w:r>
    </w:p>
    <w:p w:rsidR="00126461" w:rsidRPr="00FC5E68" w:rsidRDefault="00126461">
      <w:pPr>
        <w:pStyle w:val="BodyText"/>
        <w:spacing w:before="125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ayuda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Vulcano.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"¡Ohhh!")</w:t>
      </w:r>
    </w:p>
    <w:p w:rsidR="00126461" w:rsidRPr="00FC5E68" w:rsidRDefault="00126461">
      <w:pPr>
        <w:pStyle w:val="BodyText"/>
        <w:spacing w:before="115" w:line="251" w:lineRule="auto"/>
        <w:ind w:right="103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revelarlo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revelar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comentado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es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profundamente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conocían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planeta,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alienígena;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relativamente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descifrarlo.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vínculo,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  de  Spock  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lazo  fantasma  presentándose.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  se  ríe)</w:t>
      </w:r>
    </w:p>
    <w:p w:rsidR="00126461" w:rsidRPr="00FC5E68" w:rsidRDefault="00126461">
      <w:pPr>
        <w:pStyle w:val="BodyText"/>
        <w:spacing w:before="1" w:line="250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¿Estoy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no?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responde)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"Gracias",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esposa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(Refiriéndose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esposa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John;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¡Sí!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bajar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temperatura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poco.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jugar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temperatura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hoy.</w:t>
      </w:r>
    </w:p>
    <w:p w:rsidR="00126461" w:rsidRPr="00FC5E68" w:rsidRDefault="00126461">
      <w:pPr>
        <w:spacing w:before="11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2"/>
        <w:ind w:left="185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~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</w:p>
    <w:p w:rsidR="00126461" w:rsidRPr="00FC5E68" w:rsidRDefault="00126461">
      <w:pPr>
        <w:pStyle w:val="BodyText"/>
        <w:spacing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acuerdo,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cómo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deletrear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palabra?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"Ni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conocemos")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sabemos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sigue,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una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Hemos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llegará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aún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vocabulario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permitirá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riqueza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alegría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</w:t>
      </w:r>
      <w:r w:rsidRPr="00FC5E68">
        <w:rPr>
          <w:rFonts w:ascii="Arial" w:hAnsi="Arial" w:cs="Arial"/>
          <w:spacing w:val="1"/>
          <w:sz w:val="20"/>
          <w:szCs w:val="20"/>
        </w:rPr>
        <w:t>Y</w:t>
      </w:r>
      <w:r w:rsidRPr="00FC5E68">
        <w:rPr>
          <w:rFonts w:ascii="Arial" w:hAnsi="Arial" w:cs="Arial"/>
          <w:sz w:val="20"/>
          <w:szCs w:val="20"/>
        </w:rPr>
        <w:t>".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Y</w:t>
      </w:r>
      <w:r w:rsidRPr="00FC5E68">
        <w:rPr>
          <w:rFonts w:ascii="Arial" w:hAnsi="Arial" w:cs="Arial"/>
          <w:sz w:val="20"/>
          <w:szCs w:val="20"/>
        </w:rPr>
        <w:t>.</w:t>
      </w:r>
    </w:p>
    <w:p w:rsidR="00126461" w:rsidRPr="00FC5E68" w:rsidRDefault="00126461">
      <w:pPr>
        <w:spacing w:before="116"/>
        <w:ind w:left="10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¡Pfft!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A...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N…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(Linda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escribe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tablero)</w:t>
      </w:r>
    </w:p>
    <w:p w:rsidR="00126461" w:rsidRPr="00FC5E68" w:rsidRDefault="00126461">
      <w:pPr>
        <w:pStyle w:val="BodyText"/>
        <w:spacing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tengan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increíbles.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singulares.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sensuales.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garras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magnético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sentados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lago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observando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mariposas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cantar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canciones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disfrutar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botella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vino.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humanos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son...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aburriendo?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Difícilmente.</w:t>
      </w:r>
    </w:p>
    <w:p w:rsidR="00126461" w:rsidRPr="00FC5E68" w:rsidRDefault="00126461">
      <w:pPr>
        <w:pStyle w:val="BodyText"/>
        <w:spacing w:before="128" w:line="365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humanos...</w:t>
      </w:r>
      <w:r w:rsidRPr="00FC5E68">
        <w:rPr>
          <w:rFonts w:ascii="Arial" w:hAnsi="Arial" w:cs="Arial"/>
          <w:spacing w:val="3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parece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irritada?</w:t>
      </w:r>
    </w:p>
    <w:p w:rsidR="00126461" w:rsidRPr="00FC5E68" w:rsidRDefault="00126461">
      <w:pPr>
        <w:pStyle w:val="BodyText"/>
        <w:spacing w:before="0" w:line="250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conocen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singulares.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¿Estás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molesta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Encantada.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Molesta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enamorada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</w:p>
    <w:p w:rsidR="00126461" w:rsidRPr="00FC5E68" w:rsidRDefault="00126461">
      <w:pPr>
        <w:spacing w:line="250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explicárselo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mirarían.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viviendo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significa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teniendo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igualmente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día.</w:t>
      </w:r>
    </w:p>
    <w:p w:rsidR="00126461" w:rsidRPr="00FC5E68" w:rsidRDefault="00126461">
      <w:pPr>
        <w:pStyle w:val="BodyText"/>
        <w:spacing w:before="120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</w:p>
    <w:p w:rsidR="00126461" w:rsidRPr="00FC5E68" w:rsidRDefault="00126461">
      <w:pPr>
        <w:pStyle w:val="BodyText"/>
        <w:spacing w:before="128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hace.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¡Lo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hace!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(Adamus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ríe)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Eso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tiene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sentido,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pero 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absolutamente</w:t>
      </w:r>
      <w:r w:rsidRPr="00FC5E68">
        <w:rPr>
          <w:rFonts w:ascii="Arial" w:hAnsi="Arial" w:cs="Arial"/>
          <w:spacing w:val="53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gracioso?</w:t>
      </w:r>
    </w:p>
    <w:p w:rsidR="00126461" w:rsidRPr="00FC5E68" w:rsidRDefault="00126461">
      <w:pPr>
        <w:pStyle w:val="BodyText"/>
        <w:spacing w:before="115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encajonados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restringidos.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alineados.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alineados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acciones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¡Ohhh!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agotador,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relacionado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exactamente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alineados.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hipnotizado,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controlado.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Controlarse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calculadores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poder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exprimirle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</w:p>
    <w:p w:rsidR="00126461" w:rsidRPr="00FC5E68" w:rsidRDefault="00126461">
      <w:pPr>
        <w:pStyle w:val="BodyText"/>
        <w:spacing w:before="121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Peor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sacan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faltando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tiempo?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misma.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dándonos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ja,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ja!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comprensión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termina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propia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estupidez,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inocencia,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propia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vulnerabilidad.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comprensión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inteligencia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inteligentes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estúpidos.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vulnerables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abiertos.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</w:p>
    <w:p w:rsidR="00126461" w:rsidRPr="00FC5E68" w:rsidRDefault="00126461">
      <w:pPr>
        <w:pStyle w:val="BodyText"/>
        <w:spacing w:before="121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general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piensa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lineal.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Lanzan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pimienta,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unidimensionalidad,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enfoque,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sólo 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1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suficiente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evitar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mortalmente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aburridos.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arrojan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poco 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luz,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oscuridad,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placer,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dolor,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singularidad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poco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mayoría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blanco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negro,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arriba-abajo.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</w:p>
    <w:p w:rsidR="00126461" w:rsidRPr="00FC5E68" w:rsidRDefault="00126461">
      <w:pPr>
        <w:pStyle w:val="BodyText"/>
        <w:spacing w:before="121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¿Se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límites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lejanos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conciencia?</w:t>
      </w:r>
    </w:p>
    <w:p w:rsidR="00126461" w:rsidRPr="00FC5E68" w:rsidRDefault="00126461">
      <w:pPr>
        <w:pStyle w:val="BodyText"/>
        <w:spacing w:before="1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¡Ohhh!</w:t>
      </w:r>
    </w:p>
    <w:p w:rsidR="00126461" w:rsidRPr="00FC5E68" w:rsidRDefault="00126461">
      <w:pPr>
        <w:pStyle w:val="BodyText"/>
        <w:spacing w:line="365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¡Los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límites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lejanos!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no!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¡Ohh!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Guauu!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afuera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límites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lejanos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Zona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Crepuscular.</w:t>
      </w:r>
    </w:p>
    <w:p w:rsidR="00126461" w:rsidRPr="00FC5E68" w:rsidRDefault="00126461">
      <w:pPr>
        <w:pStyle w:val="BodyText"/>
        <w:spacing w:before="120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¡Ohhh!</w:t>
      </w:r>
    </w:p>
    <w:p w:rsidR="00126461" w:rsidRPr="00FC5E68" w:rsidRDefault="00126461">
      <w:pPr>
        <w:pStyle w:val="BodyText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Hice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cantando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canción.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¿Quieres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sexo?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(Muchas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line="25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mayoría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humanos...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(Él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muestra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sonrisa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nerviosa,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¡Ohh!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que...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Sinvergüenza.</w:t>
      </w:r>
    </w:p>
    <w:p w:rsidR="00126461" w:rsidRPr="00FC5E68" w:rsidRDefault="00126461">
      <w:pPr>
        <w:pStyle w:val="BodyText"/>
        <w:spacing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imaginar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singularidad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dualidad?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realidad,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</w:t>
      </w:r>
    </w:p>
    <w:p w:rsidR="00126461" w:rsidRPr="00FC5E68" w:rsidRDefault="00126461">
      <w:pPr>
        <w:pStyle w:val="BodyText"/>
        <w:spacing w:before="115" w:line="252" w:lineRule="auto"/>
        <w:ind w:right="108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"¿Qué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dualidad?"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diría.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"¿Qué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oscuridad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luz?"</w:t>
      </w:r>
    </w:p>
    <w:p w:rsidR="00126461" w:rsidRPr="00FC5E68" w:rsidRDefault="00126461">
      <w:pPr>
        <w:pStyle w:val="BodyText"/>
        <w:spacing w:before="120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dualidad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código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programación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básico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realidades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necesitan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código,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necesitan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programación.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experimentados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</w:p>
    <w:p w:rsidR="00126461" w:rsidRPr="00FC5E68" w:rsidRDefault="00126461">
      <w:pPr>
        <w:pStyle w:val="BodyText"/>
        <w:spacing w:before="121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Imaginen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momento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atributos.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asombrosa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capacidad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inocentes,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ingenuos,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estúpidos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saber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todo.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Increíble.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Increíble.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Ahí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yendo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sería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</w:p>
    <w:p w:rsidR="00126461" w:rsidRPr="00FC5E68" w:rsidRDefault="00126461">
      <w:pPr>
        <w:pStyle w:val="BodyText"/>
        <w:spacing w:before="8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Maestro.</w:t>
      </w:r>
    </w:p>
    <w:p w:rsidR="00126461" w:rsidRPr="00FC5E68" w:rsidRDefault="00126461">
      <w:pPr>
        <w:pStyle w:val="BodyText"/>
        <w:spacing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limita,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mismos.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</w:p>
    <w:p w:rsidR="00126461" w:rsidRPr="00FC5E68" w:rsidRDefault="00126461">
      <w:pPr>
        <w:pStyle w:val="BodyText"/>
        <w:spacing w:before="120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incómodo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principio.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atisbo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incómodo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principio,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acostumbrada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"Sigue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Haz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cosa"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"Ve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dormir"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acostumbrada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múltiple.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acostumbrada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</w:p>
    <w:p w:rsidR="00126461" w:rsidRPr="00FC5E68" w:rsidRDefault="00126461">
      <w:pPr>
        <w:pStyle w:val="BodyText"/>
        <w:spacing w:before="116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incómodos?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"¡Ah!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incómodo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maldita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56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Heh.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luz".</w:t>
      </w:r>
    </w:p>
    <w:p w:rsidR="00126461" w:rsidRPr="00FC5E68" w:rsidRDefault="00126461">
      <w:pPr>
        <w:pStyle w:val="BodyText"/>
        <w:spacing w:before="115" w:line="252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básicamente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esquizofrénico.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Por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terapeuta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acerca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nosotros.</w:t>
      </w:r>
    </w:p>
    <w:p w:rsidR="00126461" w:rsidRPr="00FC5E68" w:rsidRDefault="00126461">
      <w:pPr>
        <w:pStyle w:val="BodyText"/>
        <w:spacing w:before="120" w:line="248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fragmentado,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capaces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aspectos</w:t>
      </w:r>
    </w:p>
    <w:p w:rsidR="00126461" w:rsidRPr="00FC5E68" w:rsidRDefault="00126461">
      <w:pPr>
        <w:pStyle w:val="BodyText"/>
        <w:spacing w:before="5"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ahuyentarlos,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crearlos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empezar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hermosa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combinación,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multidimensional,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espectada,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ser.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limitados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camiseta,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multi-tú.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Multi-tú.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verdad?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realidad?"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buscar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verdad.</w:t>
      </w:r>
    </w:p>
    <w:p w:rsidR="00126461" w:rsidRPr="00FC5E68" w:rsidRDefault="00126461">
      <w:pPr>
        <w:spacing w:line="251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centro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universo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escondida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verdad.</w:t>
      </w:r>
    </w:p>
    <w:p w:rsidR="00126461" w:rsidRPr="00FC5E68" w:rsidRDefault="00126461">
      <w:pPr>
        <w:pStyle w:val="BodyText"/>
        <w:spacing w:before="120" w:line="250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realmente: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"Pero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encuentro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base,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equilibrio?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caótico,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encontrar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placentero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cuando".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"y".</w:t>
      </w:r>
    </w:p>
    <w:p w:rsidR="00126461" w:rsidRPr="00FC5E68" w:rsidRDefault="00126461">
      <w:pPr>
        <w:pStyle w:val="BodyText"/>
        <w:spacing w:before="122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experimentando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"y."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Van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definitivamente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incómodos,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molestos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conmigo,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cuando,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iba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loco".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decirlo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mostrarse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promedio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supermercado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molestarlos.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divertirse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6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sz w:val="20"/>
          <w:szCs w:val="20"/>
        </w:rPr>
        <w:t>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supermercado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frutas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verduras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estarán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hablándoles.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problema 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tienda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hambre.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estar...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visto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comer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tienda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abarrotes,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degustaciones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agarrar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comida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comerla.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tienda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supermercado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comer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energéticamente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hambre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</w:p>
    <w:p w:rsidR="00126461" w:rsidRPr="00FC5E68" w:rsidRDefault="00126461">
      <w:pPr>
        <w:pStyle w:val="BodyText"/>
        <w:spacing w:before="121" w:line="251" w:lineRule="auto"/>
        <w:ind w:right="105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dirían: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hambre,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satisfacerme,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comer".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saben,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hambre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cóctel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hambre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tiene 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esa 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sensación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saliendo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pista.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</w:p>
    <w:p w:rsidR="00126461" w:rsidRPr="00FC5E68" w:rsidRDefault="00126461">
      <w:pPr>
        <w:spacing w:before="11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2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~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Sincrónico</w:t>
      </w:r>
    </w:p>
    <w:p w:rsidR="00126461" w:rsidRPr="00FC5E68" w:rsidRDefault="00126461">
      <w:pPr>
        <w:pStyle w:val="BodyText"/>
        <w:spacing w:before="128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tercer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nah,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alegría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juntos.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finalmente,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elemento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junto.</w:t>
      </w:r>
    </w:p>
    <w:p w:rsidR="00126461" w:rsidRPr="00FC5E68" w:rsidRDefault="00126461">
      <w:pPr>
        <w:pStyle w:val="BodyText"/>
        <w:spacing w:before="115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analogía,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metáfora;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muchos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ordenador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portátil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escritorio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teléfono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móvil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tableta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GPSs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relojes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relojes.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dispositivos.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infierno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estén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fase.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estén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sincronizados.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frustraciones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sincronizados?...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(Hace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pausa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escrito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Linda)</w:t>
      </w:r>
    </w:p>
    <w:p w:rsidR="00126461" w:rsidRPr="00FC5E68" w:rsidRDefault="00126461">
      <w:pPr>
        <w:pStyle w:val="BodyText"/>
        <w:spacing w:before="121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 xml:space="preserve">LINDA: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Dijiste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sincronizados.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(Ella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deletreó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"Sincronía")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Eso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ni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siquiera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¿N-o-u-s?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sea.</w:t>
      </w:r>
    </w:p>
    <w:p w:rsidR="00126461" w:rsidRPr="00FC5E68" w:rsidRDefault="00126461">
      <w:pPr>
        <w:pStyle w:val="BodyText"/>
        <w:spacing w:before="125" w:line="365" w:lineRule="auto"/>
        <w:ind w:left="533" w:right="1916" w:hanging="42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siempre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sincronizados.</w:t>
      </w:r>
    </w:p>
    <w:p w:rsidR="00126461" w:rsidRPr="00FC5E68" w:rsidRDefault="00126461">
      <w:pPr>
        <w:pStyle w:val="BodyText"/>
        <w:spacing w:before="0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usando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analogía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dispositivos,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enojan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enojan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quienes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fabrican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hizo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software.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como: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"Jesús,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nadie..."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nadie..."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utilizan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eso?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¡Jesús!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</w:p>
    <w:p w:rsidR="00126461" w:rsidRPr="00FC5E68" w:rsidRDefault="00126461">
      <w:pPr>
        <w:spacing w:line="252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8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Jeez-...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disfrazan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nuestros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Shauds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María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Magdalena.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Dios.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mes.</w:t>
      </w:r>
    </w:p>
    <w:p w:rsidR="00126461" w:rsidRPr="00FC5E68" w:rsidRDefault="00126461">
      <w:pPr>
        <w:pStyle w:val="BodyText"/>
        <w:spacing w:line="248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Sincronizados,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agrupados.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integrados.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Integración,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sincronizados.</w:t>
      </w:r>
    </w:p>
    <w:p w:rsidR="00126461" w:rsidRPr="00FC5E68" w:rsidRDefault="00126461">
      <w:pPr>
        <w:pStyle w:val="BodyText"/>
        <w:spacing w:before="125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situación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móviles.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calendarios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contactos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datos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indicativo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humanos?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solución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sorprendido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ello,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¡snap!</w:t>
      </w:r>
      <w:r w:rsidRPr="00FC5E68">
        <w:rPr>
          <w:rFonts w:ascii="Arial" w:hAnsi="Arial" w:cs="Arial"/>
          <w:i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asumirlo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oh,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software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comprar...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adquirirlo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sincronizar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sincronizar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  dispositivo  ya  no  se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  muy  bien  con  los  demás,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  luego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soporte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cliente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compró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deshacerse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dispositivos". 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"¡Pero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dispositivo!"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dicen:"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sincronía".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Wow.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"Sí,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dispositivos".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¿toda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mierda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sincronía?"</w:t>
      </w:r>
    </w:p>
    <w:p w:rsidR="00126461" w:rsidRPr="00FC5E68" w:rsidRDefault="00126461">
      <w:pPr>
        <w:pStyle w:val="BodyText"/>
        <w:spacing w:before="121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"Sincronizado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nada",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tengo...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¿ya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más?"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"¡Ah!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resuelto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problema".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0"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dispositivos.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basura,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mierda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van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eterno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inalterable,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imaginen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siendo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fragmentos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aspectos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Ser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realizado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"Guau.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diversión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saliendo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sincronización",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aplican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su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conciencia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"¡Oh!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regresar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¡guau,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ahh!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integración".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siempre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funciona.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ahí,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"Me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levanto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mañana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saludable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dinero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aparece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tráfico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guau,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peso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perfecto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envejecido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cansado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planeta".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</w:p>
    <w:p w:rsidR="00126461" w:rsidRPr="00FC5E68" w:rsidRDefault="00126461">
      <w:pPr>
        <w:pStyle w:val="BodyText"/>
        <w:spacing w:before="122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Vulcano.</w:t>
      </w:r>
    </w:p>
    <w:p w:rsidR="00126461" w:rsidRPr="00FC5E68" w:rsidRDefault="00126461">
      <w:pPr>
        <w:pStyle w:val="BodyText"/>
        <w:spacing w:before="128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"Deseo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golpeado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coche,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perfecto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va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suceder.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Estaré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durante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500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años.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reunirme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vampiros,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saben".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aburrido.</w:t>
      </w:r>
    </w:p>
    <w:p w:rsidR="00126461" w:rsidRPr="00FC5E68" w:rsidRDefault="00126461">
      <w:pPr>
        <w:pStyle w:val="BodyText"/>
        <w:spacing w:before="120" w:line="250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imaginen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sincronía.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mierda!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divertido.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quemó.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importa,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sin 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embargo, 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porque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hay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otra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más 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grande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está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construyendo. 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</w:p>
    <w:p w:rsidR="00126461" w:rsidRPr="00FC5E68" w:rsidRDefault="00126461">
      <w:pPr>
        <w:spacing w:line="250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preocupo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tampoco".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encarnada.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emociones.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dicho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hijos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puta.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Son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intolerantes.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soportan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mierda.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locos.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sz w:val="20"/>
          <w:szCs w:val="20"/>
        </w:rPr>
        <w:t>.</w:t>
      </w:r>
    </w:p>
    <w:p w:rsidR="00126461" w:rsidRPr="00FC5E68" w:rsidRDefault="00126461">
      <w:pPr>
        <w:pStyle w:val="BodyText"/>
        <w:spacing w:before="115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¿Realmente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imaginarse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agarrarse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alguien?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(Se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expresa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enfadado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ellos)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limitan.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malo".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Eh,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realidad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algo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divertido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vez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cuando.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 xml:space="preserve">"¡Oooohhhh!" </w:t>
      </w:r>
      <w:r w:rsidRPr="00FC5E68">
        <w:rPr>
          <w:rFonts w:ascii="Arial" w:hAnsi="Arial" w:cs="Arial"/>
          <w:i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piensan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ustedes,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"Pero</w:t>
      </w:r>
    </w:p>
    <w:p w:rsidR="00126461" w:rsidRPr="00FC5E68" w:rsidRDefault="00126461">
      <w:pPr>
        <w:pStyle w:val="BodyText"/>
        <w:spacing w:before="0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¿hasta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punto?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matarlos?"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Pregúntenle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primero.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0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habilidad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cosas,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deseen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aplicar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llegarán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quedar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atascados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allí.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Ni 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siquiera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perfección.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Confía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diversión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</w:p>
    <w:p w:rsidR="00126461" w:rsidRPr="00FC5E68" w:rsidRDefault="00126461">
      <w:pPr>
        <w:pStyle w:val="BodyText"/>
        <w:spacing w:before="122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empiezan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deslizarse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atrás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adelante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Comienzan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recorrer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dimensiones.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Comienzan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8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comienza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aprender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aún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inventar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empiezan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capaces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separar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piensan: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"Está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aquí".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repente,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ambos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vez.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allá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sincronización,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siguen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adelante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siguen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siguen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habilidad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multi-conciencia,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multi-conscientes.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increíble.</w:t>
      </w:r>
    </w:p>
    <w:p w:rsidR="00126461" w:rsidRPr="00FC5E68" w:rsidRDefault="00126461">
      <w:pPr>
        <w:pStyle w:val="BodyText"/>
        <w:spacing w:before="121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</w:p>
    <w:p w:rsidR="00126461" w:rsidRPr="00FC5E68" w:rsidRDefault="00126461">
      <w:pPr>
        <w:pStyle w:val="BodyText"/>
        <w:spacing w:before="128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naturalmente.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quieran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"permitir".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único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Permitir,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mayoría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gente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verá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"¡Oh!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hoy".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levanten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en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mañana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"¡Yo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Existo!"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tarde,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frase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diferente,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"Yo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Permito"?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levanta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mano)</w:t>
      </w:r>
    </w:p>
    <w:p w:rsidR="00126461" w:rsidRPr="00FC5E68" w:rsidRDefault="00126461">
      <w:pPr>
        <w:pStyle w:val="BodyText"/>
        <w:spacing w:before="121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Pregunta.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correr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tomarías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(una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frase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Spock)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tele-transportarlo?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0" w:line="361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acuerdo.</w:t>
      </w:r>
      <w:r w:rsidRPr="00FC5E68">
        <w:rPr>
          <w:rFonts w:ascii="Arial" w:hAnsi="Arial" w:cs="Arial"/>
          <w:spacing w:val="2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acaso.</w:t>
      </w:r>
    </w:p>
    <w:p w:rsidR="00126461" w:rsidRPr="00FC5E68" w:rsidRDefault="00126461">
      <w:pPr>
        <w:pStyle w:val="BodyText"/>
        <w:spacing w:before="4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5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(hombre):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¿Llegas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sincronización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deseas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desincronizarte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aburrido?</w:t>
      </w:r>
    </w:p>
    <w:p w:rsidR="00126461" w:rsidRPr="00FC5E68" w:rsidRDefault="00126461">
      <w:pPr>
        <w:pStyle w:val="BodyText"/>
        <w:spacing w:before="115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ambas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imaginar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ambas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vez?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¿Cómo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sincronizado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vez?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no?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5: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no?</w:t>
      </w:r>
    </w:p>
    <w:p w:rsidR="00126461" w:rsidRPr="00FC5E68" w:rsidRDefault="00126461">
      <w:pPr>
        <w:pStyle w:val="BodyText"/>
        <w:spacing w:before="128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no?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evite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suceda.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emoción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evite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suceda.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nadie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pensó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antes.</w:t>
      </w:r>
    </w:p>
    <w:p w:rsidR="00126461" w:rsidRPr="00FC5E68" w:rsidRDefault="00126461">
      <w:pPr>
        <w:pStyle w:val="BodyText"/>
        <w:spacing w:before="120" w:line="248" w:lineRule="auto"/>
        <w:ind w:right="11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5: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definitivamente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vuelve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luego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das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cuenta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como,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"¡Oh!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eso".</w:t>
      </w:r>
    </w:p>
    <w:p w:rsidR="00126461" w:rsidRPr="00FC5E68" w:rsidRDefault="00126461">
      <w:pPr>
        <w:spacing w:line="248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365" w:lineRule="auto"/>
        <w:ind w:right="4918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</w:t>
      </w:r>
      <w:r w:rsidRPr="00FC5E68">
        <w:rPr>
          <w:rFonts w:ascii="Arial" w:hAnsi="Arial" w:cs="Arial"/>
          <w:spacing w:val="25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SHAUMBRA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5: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duda...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</w:p>
    <w:p w:rsidR="00126461" w:rsidRPr="00FC5E68" w:rsidRDefault="00126461">
      <w:pPr>
        <w:pStyle w:val="BodyText"/>
        <w:spacing w:before="0" w:line="365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vuelve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aburrido.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pacing w:val="2"/>
          <w:sz w:val="20"/>
          <w:szCs w:val="20"/>
        </w:rPr>
        <w:t>H</w:t>
      </w:r>
      <w:r w:rsidRPr="00FC5E68">
        <w:rPr>
          <w:rFonts w:ascii="Arial" w:hAnsi="Arial" w:cs="Arial"/>
          <w:spacing w:val="1"/>
          <w:sz w:val="20"/>
          <w:szCs w:val="20"/>
        </w:rPr>
        <w:t>AU</w:t>
      </w:r>
      <w:r w:rsidRPr="00FC5E68">
        <w:rPr>
          <w:rFonts w:ascii="Arial" w:hAnsi="Arial" w:cs="Arial"/>
          <w:spacing w:val="2"/>
          <w:sz w:val="20"/>
          <w:szCs w:val="20"/>
        </w:rPr>
        <w:t>M</w:t>
      </w:r>
      <w:r w:rsidRPr="00FC5E68">
        <w:rPr>
          <w:rFonts w:ascii="Arial" w:hAnsi="Arial" w:cs="Arial"/>
          <w:spacing w:val="1"/>
          <w:sz w:val="20"/>
          <w:szCs w:val="20"/>
        </w:rPr>
        <w:t>BR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5</w:t>
      </w:r>
      <w:r w:rsidRPr="00FC5E68">
        <w:rPr>
          <w:rFonts w:ascii="Arial" w:hAnsi="Arial" w:cs="Arial"/>
          <w:sz w:val="20"/>
          <w:szCs w:val="20"/>
        </w:rPr>
        <w:t>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</w:t>
      </w:r>
      <w:r w:rsidRPr="00FC5E68">
        <w:rPr>
          <w:rFonts w:ascii="Arial" w:hAnsi="Arial" w:cs="Arial"/>
          <w:sz w:val="20"/>
          <w:szCs w:val="20"/>
        </w:rPr>
        <w:t>í.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Así 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intencionalmente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cagarán 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las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cosas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para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puedan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reconstruirlas.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¿Qué?</w:t>
      </w:r>
    </w:p>
    <w:p w:rsidR="00126461" w:rsidRPr="00FC5E68" w:rsidRDefault="00126461">
      <w:pPr>
        <w:pStyle w:val="BodyText"/>
        <w:spacing w:before="128" w:line="251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hacen,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cansan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singularidad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drama,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drama,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drama,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drama.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maestría,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"Voy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drama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no-drama.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a..."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</w:p>
    <w:p w:rsidR="00126461" w:rsidRPr="00FC5E68" w:rsidRDefault="00126461">
      <w:pPr>
        <w:pStyle w:val="BodyText"/>
        <w:spacing w:before="121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libres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elegir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aplicar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múltiples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maestría.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Maestría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encarnada.</w:t>
      </w:r>
    </w:p>
    <w:p w:rsidR="00126461" w:rsidRPr="00FC5E68" w:rsidRDefault="00126461">
      <w:pPr>
        <w:pStyle w:val="BodyText"/>
        <w:spacing w:before="115" w:line="251" w:lineRule="auto"/>
        <w:ind w:right="102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podrían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categorías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creando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experimentando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sintiendo.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quieren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"¿Debería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quedarme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el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Crimson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Circle?"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esquema,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spacing w:before="11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2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Keahak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descargar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nota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Cauldre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comentaron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antes.</w:t>
      </w:r>
    </w:p>
    <w:p w:rsidR="00126461" w:rsidRPr="00FC5E68" w:rsidRDefault="00126461">
      <w:pPr>
        <w:pStyle w:val="BodyText"/>
        <w:spacing w:line="250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Keahak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Aplicada.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pedido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58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haga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"espíritu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movimiento",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reunirnos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debates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discusiones,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ahondar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profundamente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en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acabo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hablar.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Keahak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oportunidad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compromiso 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vamos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juntos,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título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hacemos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nuestras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reuniones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grupo,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punta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iceberg.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esto,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básicamente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diciendo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dispuestos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tenerme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lado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días.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Suena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segundo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(risas),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provoco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pocas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personas.</w:t>
      </w:r>
    </w:p>
    <w:p w:rsidR="00126461" w:rsidRPr="00FC5E68" w:rsidRDefault="00126461">
      <w:pPr>
        <w:pStyle w:val="BodyText"/>
        <w:spacing w:before="11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¿En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serio?</w:t>
      </w:r>
    </w:p>
    <w:p w:rsidR="00126461" w:rsidRPr="00FC5E68" w:rsidRDefault="00126461">
      <w:pPr>
        <w:pStyle w:val="BodyText"/>
        <w:spacing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Molesto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otras.</w:t>
      </w:r>
      <w:r w:rsidRPr="00FC5E68">
        <w:rPr>
          <w:rFonts w:ascii="Arial" w:hAnsi="Arial" w:cs="Arial"/>
          <w:spacing w:val="3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Wow.</w:t>
      </w:r>
    </w:p>
    <w:p w:rsidR="00126461" w:rsidRPr="00FC5E68" w:rsidRDefault="00126461">
      <w:pPr>
        <w:pStyle w:val="BodyText"/>
        <w:spacing w:before="0"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expresión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constante,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"Déjalo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esforzarte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Detente..."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dolor,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resistencia.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razón.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resistiendo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algo.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cállense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tomen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respiración </w:t>
      </w:r>
      <w:r w:rsidRPr="00FC5E68">
        <w:rPr>
          <w:rFonts w:ascii="Arial" w:hAnsi="Arial" w:cs="Arial"/>
          <w:spacing w:val="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permitan.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simple.</w:t>
      </w:r>
    </w:p>
    <w:p w:rsidR="00126461" w:rsidRPr="00FC5E68" w:rsidRDefault="00126461">
      <w:pPr>
        <w:pStyle w:val="BodyText"/>
        <w:spacing w:before="121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Facilitador.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cabeza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del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trabajo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Facilitador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distraerse.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introducir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montón</w:t>
      </w:r>
    </w:p>
    <w:p w:rsidR="00126461" w:rsidRPr="00FC5E68" w:rsidRDefault="00126461">
      <w:pPr>
        <w:spacing w:line="252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headerReference w:type="default" r:id="rId12"/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caos.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abrumarse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bastón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Facilitador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parece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mazo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cuencos),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largo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voy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ayudarlos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simplificar.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"simplifícalo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daremos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estos".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Interesante.</w:t>
      </w:r>
    </w:p>
    <w:p w:rsidR="00126461" w:rsidRPr="00FC5E68" w:rsidRDefault="00126461">
      <w:pPr>
        <w:pStyle w:val="BodyText"/>
        <w:spacing w:line="252" w:lineRule="auto"/>
        <w:ind w:right="103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Simplificador.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siempre?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Einat)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spacing w:before="115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unirse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Shaumbra.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ningún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modo.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hecho, realmente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cuestionen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  deben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ello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sólo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adecuado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que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</w:p>
    <w:p w:rsidR="00126461" w:rsidRPr="00FC5E68" w:rsidRDefault="00126461">
      <w:pPr>
        <w:pStyle w:val="BodyText"/>
        <w:spacing w:before="121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yo...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¿podrías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irradiar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afuera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minuto?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(Linda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suspira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profundamente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salón)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disuadiría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repente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grupo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Keahak,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cuesta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dinero,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compromiso.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metan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desalentarlos,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invitarlos,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involucran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"¡Ohhh!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gastar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dinero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arreglar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vida"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razones,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hacerles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daño.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dispuestos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renovación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importante,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venir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simplificarlo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considérenlo.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Sientan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profundamente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ello.</w:t>
      </w:r>
    </w:p>
    <w:p w:rsidR="00126461" w:rsidRPr="00FC5E68" w:rsidRDefault="00126461">
      <w:pPr>
        <w:pStyle w:val="BodyText"/>
        <w:spacing w:before="116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viaje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alrededor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mundo,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veces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–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durante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nuestras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sesiones,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pero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en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otras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ocasiones,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puede 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ser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muy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</w:p>
    <w:p w:rsidR="00126461" w:rsidRPr="00FC5E68" w:rsidRDefault="00126461">
      <w:pPr>
        <w:pStyle w:val="BodyText"/>
        <w:spacing w:before="0" w:line="248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¿cómo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dirías,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Linda?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abrumador. 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Sí.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Una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buena 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manera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decirlo.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</w:p>
    <w:p w:rsidR="00126461" w:rsidRPr="00FC5E68" w:rsidRDefault="00126461">
      <w:pPr>
        <w:pStyle w:val="BodyText"/>
        <w:spacing w:before="125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acuerdo,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merabh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tarde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temprano.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(Linda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mueve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Adamus)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sobornarme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galletas.</w:t>
      </w:r>
    </w:p>
    <w:p w:rsidR="00126461" w:rsidRPr="00FC5E68" w:rsidRDefault="00126461">
      <w:pPr>
        <w:pStyle w:val="BodyText"/>
        <w:spacing w:before="120" w:line="250" w:lineRule="auto"/>
        <w:ind w:right="105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empezando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quedarnos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cortos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conseguir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hecho.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10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minutos,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20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minutos,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30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minutos,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</w:p>
    <w:p w:rsidR="00126461" w:rsidRPr="00FC5E68" w:rsidRDefault="00126461">
      <w:pPr>
        <w:spacing w:before="5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1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pacing w:val="-1"/>
          <w:sz w:val="20"/>
          <w:szCs w:val="20"/>
        </w:rPr>
        <w:t>Mundos</w:t>
      </w:r>
      <w:r w:rsidRPr="00FC5E68">
        <w:rPr>
          <w:rFonts w:ascii="Arial" w:hAnsi="Arial" w:cs="Arial"/>
          <w:spacing w:val="-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-1"/>
          <w:sz w:val="20"/>
          <w:szCs w:val="20"/>
        </w:rPr>
        <w:t>que</w:t>
      </w:r>
      <w:r w:rsidRPr="00FC5E68">
        <w:rPr>
          <w:rFonts w:ascii="Arial" w:hAnsi="Arial" w:cs="Arial"/>
          <w:spacing w:val="-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-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-1"/>
          <w:sz w:val="20"/>
          <w:szCs w:val="20"/>
        </w:rPr>
        <w:t>Rodean</w:t>
      </w:r>
    </w:p>
    <w:p w:rsidR="00126461" w:rsidRPr="00FC5E68" w:rsidRDefault="00126461">
      <w:pPr>
        <w:pStyle w:val="BodyText"/>
        <w:spacing w:before="122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Siguiente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rodean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alrededor.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falta.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rodean,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magníficos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mariposas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hadas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estilo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creativas,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sensuales,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alrededor.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múltiples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también,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indescriptibles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humanas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humana.</w:t>
      </w:r>
    </w:p>
    <w:p w:rsidR="00126461" w:rsidRPr="00FC5E68" w:rsidRDefault="00126461">
      <w:pPr>
        <w:pStyle w:val="BodyText"/>
        <w:spacing w:before="121" w:line="248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embargo,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"Pero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¿dónde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están?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nada".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Entiendan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rodean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finalmente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cuestión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permitir,</w:t>
      </w:r>
    </w:p>
    <w:p w:rsidR="00126461" w:rsidRPr="00FC5E68" w:rsidRDefault="00126461">
      <w:pPr>
        <w:spacing w:line="248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headerReference w:type="default" r:id="rId13"/>
          <w:pgSz w:w="12240" w:h="15840"/>
          <w:pgMar w:top="920" w:right="1140" w:bottom="280" w:left="1140" w:header="740" w:footer="0" w:gutter="0"/>
          <w:pgNumType w:start="31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conciencias,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sentirse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volver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locos.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realidad,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probablemente,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señal,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rompiendo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muchas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viejas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limitaciones,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confinamientos.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tantos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de...</w:t>
      </w:r>
    </w:p>
    <w:p w:rsidR="00126461" w:rsidRPr="00FC5E68" w:rsidRDefault="00126461">
      <w:pPr>
        <w:pStyle w:val="BodyText"/>
        <w:spacing w:before="115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Déjenme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manera.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esperar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8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amanecer,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hacerlo.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puesta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sol.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tormentas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nubes.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viento.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viviendo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pensamiento.</w:t>
      </w:r>
    </w:p>
    <w:p w:rsidR="00126461" w:rsidRPr="00FC5E68" w:rsidRDefault="00126461">
      <w:pPr>
        <w:pStyle w:val="BodyText"/>
        <w:spacing w:before="121" w:line="250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subyacente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afuera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sentimiento,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  deseo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profundo.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  hasta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salgan  a  caminar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afuera  de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obvio.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simple.</w:t>
      </w:r>
    </w:p>
    <w:p w:rsidR="00126461" w:rsidRPr="00FC5E68" w:rsidRDefault="00126461">
      <w:pPr>
        <w:pStyle w:val="BodyText"/>
        <w:spacing w:before="122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decir: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salir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cueva".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consideren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puerta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cueva.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cabreado.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vieja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masas.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tigres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dinosaurios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herido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trampas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explosivas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inesperado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serpientes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insectos.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malas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afuera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puerta.</w:t>
      </w:r>
    </w:p>
    <w:p w:rsidR="00126461" w:rsidRPr="00FC5E68" w:rsidRDefault="00126461">
      <w:pPr>
        <w:pStyle w:val="BodyText"/>
        <w:spacing w:before="116" w:line="251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infierno,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el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amanecer",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razón.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puerta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todavía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muchos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obstáculos.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quedan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6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sentirlo,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después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esos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ido.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entumecimiento.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pintura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paredes.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Barren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afuera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poco.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Intentan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cavar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profundo,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amplia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perdiendo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pasión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dicen: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averiguarlo".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regresan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excavar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limpiar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engalanar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olvidan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amanecer.</w:t>
      </w:r>
    </w:p>
    <w:p w:rsidR="00126461" w:rsidRPr="00FC5E68" w:rsidRDefault="00126461">
      <w:pPr>
        <w:pStyle w:val="BodyText"/>
        <w:spacing w:before="122" w:line="251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salir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caminando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directo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caminar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Jesús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demonios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malos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daño,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sentirlo.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terror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tapete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través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amanecer.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regresar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cueva.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Oye,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puerta,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puerta"</w:t>
      </w:r>
      <w:r w:rsidRPr="00FC5E68">
        <w:rPr>
          <w:rFonts w:ascii="Arial" w:hAnsi="Arial" w:cs="Arial"/>
          <w:i/>
          <w:sz w:val="20"/>
          <w:szCs w:val="20"/>
        </w:rPr>
        <w:t>.</w:t>
      </w:r>
      <w:r w:rsidRPr="00FC5E68">
        <w:rPr>
          <w:rFonts w:ascii="Arial" w:hAnsi="Arial" w:cs="Arial"/>
          <w:i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sz w:val="20"/>
          <w:szCs w:val="20"/>
        </w:rPr>
        <w:t>¡Whewww!</w:t>
      </w:r>
      <w:r w:rsidRPr="00FC5E68">
        <w:rPr>
          <w:rFonts w:ascii="Arial" w:hAnsi="Arial" w:cs="Arial"/>
          <w:i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al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regresar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él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loca".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amanecer.</w:t>
      </w:r>
    </w:p>
    <w:p w:rsidR="00126461" w:rsidRPr="00FC5E68" w:rsidRDefault="00126461">
      <w:pPr>
        <w:pStyle w:val="BodyText"/>
        <w:spacing w:before="121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rodean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salir,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fobias,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sus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adicciones,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justo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umbral,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entrada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cueva;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parados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cruzarla.</w:t>
      </w:r>
    </w:p>
    <w:p w:rsidR="00126461" w:rsidRPr="00FC5E68" w:rsidRDefault="00126461">
      <w:pPr>
        <w:pStyle w:val="BodyText"/>
        <w:spacing w:before="121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provocarlos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incomodarlos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entretenerlos,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necesario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digan,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vuelvo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loco.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infierno.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pierdo.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grandísimo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'y'".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grandísimo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Miedos,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fobias,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alegrías,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sensualidades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iluminación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estupidez.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</w:p>
    <w:p w:rsidR="00126461" w:rsidRPr="00FC5E68" w:rsidRDefault="00126461">
      <w:pPr>
        <w:spacing w:line="251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anterior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vivir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cueva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fuera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míos,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realización.</w:t>
      </w:r>
    </w:p>
    <w:p w:rsidR="00126461" w:rsidRPr="00FC5E68" w:rsidRDefault="00126461">
      <w:pPr>
        <w:pStyle w:val="BodyText"/>
        <w:spacing w:before="120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Tomemos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¡Ohh!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Mmm,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mm.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Hm.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15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logro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musical,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música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poco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conversación.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belleza,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merabh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 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queramos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llamarlo.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merabh.</w:t>
      </w:r>
    </w:p>
    <w:p w:rsidR="00126461" w:rsidRPr="00FC5E68" w:rsidRDefault="00126461">
      <w:pPr>
        <w:pStyle w:val="BodyText"/>
        <w:spacing w:before="115" w:line="252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prepararnos.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de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abajo,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viendo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línea,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favor,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únanse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merabh.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nosotros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Louisville,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Colorado.</w:t>
      </w:r>
    </w:p>
    <w:p w:rsidR="00126461" w:rsidRPr="00FC5E68" w:rsidRDefault="00126461">
      <w:pPr>
        <w:pStyle w:val="BodyText"/>
        <w:spacing w:before="11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pequeña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pregunta?</w:t>
      </w:r>
    </w:p>
    <w:p w:rsidR="00126461" w:rsidRPr="00FC5E68" w:rsidRDefault="00126461">
      <w:pPr>
        <w:pStyle w:val="BodyText"/>
        <w:spacing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¿Quieres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romper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respuesta?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8" w:line="365" w:lineRule="auto"/>
        <w:ind w:right="575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Adelante.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preguntaba...</w:t>
      </w:r>
    </w:p>
    <w:p w:rsidR="00126461" w:rsidRPr="00FC5E68" w:rsidRDefault="00126461">
      <w:pPr>
        <w:pStyle w:val="BodyText"/>
        <w:spacing w:before="0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Micrófono.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Tenemos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micrófono.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necesitaremos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regresen.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cambiar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</w:p>
    <w:p w:rsidR="00126461" w:rsidRPr="00FC5E68" w:rsidRDefault="00126461">
      <w:pPr>
        <w:pStyle w:val="BodyText"/>
        <w:spacing w:before="125" w:line="365" w:lineRule="auto"/>
        <w:ind w:right="508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¿Cuál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ent-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...</w:t>
      </w:r>
      <w:r w:rsidRPr="00FC5E68">
        <w:rPr>
          <w:rFonts w:ascii="Arial" w:hAnsi="Arial" w:cs="Arial"/>
          <w:spacing w:val="27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importaría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pie?</w:t>
      </w:r>
      <w:r w:rsidRPr="00FC5E68">
        <w:rPr>
          <w:rFonts w:ascii="Arial" w:hAnsi="Arial" w:cs="Arial"/>
          <w:spacing w:val="29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absoluto.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¿Cuál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ilusión?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¡Ahh!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ilusión;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¿cuál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diferencia?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</w:p>
    <w:p w:rsidR="00126461" w:rsidRPr="00FC5E68" w:rsidRDefault="00126461">
      <w:pPr>
        <w:pStyle w:val="BodyText"/>
        <w:spacing w:before="1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pregunté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primero.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</w:p>
    <w:p w:rsidR="00126461" w:rsidRPr="00FC5E68" w:rsidRDefault="00126461">
      <w:pPr>
        <w:pStyle w:val="BodyText"/>
        <w:spacing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pregunté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segunda,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tercera,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cuarta,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quinta,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sexta,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séptima,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octava,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novena,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décima,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números.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que...</w:t>
      </w:r>
    </w:p>
    <w:p w:rsidR="00126461" w:rsidRPr="00FC5E68" w:rsidRDefault="00126461">
      <w:pPr>
        <w:pStyle w:val="BodyText"/>
        <w:spacing w:before="1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5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Ninguna.</w:t>
      </w:r>
    </w:p>
    <w:p w:rsidR="00126461" w:rsidRPr="00FC5E68" w:rsidRDefault="00126461">
      <w:pPr>
        <w:pStyle w:val="BodyText"/>
        <w:spacing w:line="251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Ninguna.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gustaría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pensar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diferencia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realidad.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tanto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duele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chocan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ella.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LINDA: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¡Ouw!</w:t>
      </w:r>
    </w:p>
    <w:p w:rsidR="00126461" w:rsidRPr="00FC5E68" w:rsidRDefault="00126461">
      <w:pPr>
        <w:pStyle w:val="BodyText"/>
        <w:spacing w:before="128" w:line="251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literal,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una 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</w:t>
      </w:r>
      <w:r w:rsidRPr="00FC5E68">
        <w:rPr>
          <w:rFonts w:ascii="Arial" w:hAnsi="Arial" w:cs="Arial"/>
          <w:spacing w:val="3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absoluta,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pared.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chocan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dimensión,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chocan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duele.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luego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reponen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otras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ilusiones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físicas,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singularidad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"Si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</w:p>
    <w:p w:rsidR="00126461" w:rsidRPr="00FC5E68" w:rsidRDefault="00126461">
      <w:pPr>
        <w:spacing w:line="251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sólido,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real.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existe".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supuesto,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respuesta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sobre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días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escritor,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amor?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tiene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masa.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No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verterlo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vaso,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aún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duele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correr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estrellarse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cabeza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pared.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idea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maravillosa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¿no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así?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(Algunas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15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¿Pero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real?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ilusión?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"Y".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ilusiones.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real,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ninguna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falsa.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proposición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nuevo.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darte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ilusión.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acto</w:t>
      </w:r>
      <w:r w:rsidRPr="00FC5E68">
        <w:rPr>
          <w:rFonts w:ascii="Arial" w:hAnsi="Arial" w:cs="Arial"/>
          <w:spacing w:val="3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interesante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llegando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más;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</w:t>
      </w:r>
      <w:r w:rsidRPr="00FC5E68">
        <w:rPr>
          <w:rFonts w:ascii="Arial" w:hAnsi="Arial" w:cs="Arial"/>
          <w:spacing w:val="51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otros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mundos.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allí?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responder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puedes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responder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mejor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</w:t>
      </w: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z w:val="20"/>
          <w:szCs w:val="20"/>
        </w:rPr>
        <w:t>)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¿Así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baño?</w:t>
      </w:r>
    </w:p>
    <w:p w:rsidR="00126461" w:rsidRPr="00FC5E68" w:rsidRDefault="00126461">
      <w:pPr>
        <w:pStyle w:val="BodyText"/>
        <w:spacing w:line="361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puedo...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baño.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llevaré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baño.</w:t>
      </w:r>
      <w:r w:rsidRPr="00FC5E68">
        <w:rPr>
          <w:rFonts w:ascii="Arial" w:hAnsi="Arial" w:cs="Arial"/>
          <w:spacing w:val="2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</w:p>
    <w:p w:rsidR="00126461" w:rsidRPr="00FC5E68" w:rsidRDefault="00126461">
      <w:pPr>
        <w:pStyle w:val="BodyText"/>
        <w:spacing w:before="4" w:line="365" w:lineRule="auto"/>
        <w:ind w:right="704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favor.</w:t>
      </w:r>
      <w:r w:rsidRPr="00FC5E68">
        <w:rPr>
          <w:rFonts w:ascii="Arial" w:hAnsi="Arial" w:cs="Arial"/>
          <w:spacing w:val="23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mucho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llevé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dama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baño.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vas.</w:t>
      </w:r>
    </w:p>
    <w:p w:rsidR="00126461" w:rsidRPr="00FC5E68" w:rsidRDefault="00126461">
      <w:pPr>
        <w:pStyle w:val="BodyText"/>
        <w:spacing w:before="120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</w:p>
    <w:p w:rsidR="00126461" w:rsidRPr="00FC5E68" w:rsidRDefault="00126461">
      <w:pPr>
        <w:pStyle w:val="BodyText"/>
        <w:spacing w:line="361" w:lineRule="auto"/>
        <w:ind w:right="3634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primero.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Iré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segundo.</w:t>
      </w:r>
      <w:r w:rsidRPr="00FC5E68">
        <w:rPr>
          <w:rFonts w:ascii="Arial" w:hAnsi="Arial" w:cs="Arial"/>
          <w:spacing w:val="3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qué?</w:t>
      </w:r>
    </w:p>
    <w:p w:rsidR="00126461" w:rsidRPr="00FC5E68" w:rsidRDefault="00126461">
      <w:pPr>
        <w:pStyle w:val="BodyText"/>
        <w:spacing w:before="4" w:line="365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Debido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ir.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avergonzarte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delante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todos.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EDITH: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baño.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ir.</w:t>
      </w:r>
    </w:p>
    <w:p w:rsidR="00126461" w:rsidRPr="00FC5E68" w:rsidRDefault="00126461">
      <w:pPr>
        <w:pStyle w:val="BodyText"/>
        <w:spacing w:before="0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ir.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mismo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0" w:line="248" w:lineRule="auto"/>
        <w:ind w:right="105" w:firstLine="4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Ahora,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¿podemos...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Edith?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bajar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intensidad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salón.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5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</w:p>
    <w:p w:rsidR="00126461" w:rsidRPr="00FC5E68" w:rsidRDefault="00126461">
      <w:pPr>
        <w:spacing w:before="8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Heading1"/>
        <w:jc w:val="both"/>
        <w:rPr>
          <w:rFonts w:ascii="Arial" w:hAnsi="Arial" w:cs="Arial"/>
          <w:b w:val="0"/>
          <w:bCs w:val="0"/>
          <w:i w:val="0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-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Merabh</w:t>
      </w:r>
      <w:r w:rsidRPr="00FC5E68">
        <w:rPr>
          <w:rFonts w:ascii="Arial" w:hAnsi="Arial" w:cs="Arial"/>
          <w:spacing w:val="-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</w:p>
    <w:p w:rsidR="00126461" w:rsidRPr="00FC5E68" w:rsidRDefault="00126461">
      <w:pPr>
        <w:pStyle w:val="BodyText"/>
        <w:spacing w:before="127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Vale,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Profunda,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</w:p>
    <w:p w:rsidR="00126461" w:rsidRPr="00FC5E68" w:rsidRDefault="00126461">
      <w:pPr>
        <w:pStyle w:val="BodyText"/>
        <w:spacing w:line="248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música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comience,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quiero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hacerles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pregunta,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bajé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intensidad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luces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salón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avergüencen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mí.</w:t>
      </w:r>
    </w:p>
    <w:p w:rsidR="00126461" w:rsidRPr="00FC5E68" w:rsidRDefault="00126461">
      <w:pPr>
        <w:pStyle w:val="BodyText"/>
        <w:spacing w:before="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sensual?</w:t>
      </w:r>
    </w:p>
    <w:p w:rsidR="00126461" w:rsidRPr="00FC5E68" w:rsidRDefault="00126461">
      <w:pPr>
        <w:pStyle w:val="BodyText"/>
        <w:spacing w:before="13" w:line="248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¿Cuándo?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(Alguien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"Hace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instantes";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fondo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salón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pantalones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"Hace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instantes".</w:t>
      </w:r>
    </w:p>
    <w:p w:rsidR="00126461" w:rsidRPr="00FC5E68" w:rsidRDefault="00126461">
      <w:pPr>
        <w:pStyle w:val="BodyText"/>
        <w:spacing w:before="125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SART: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vida?</w:t>
      </w:r>
    </w:p>
    <w:p w:rsidR="00126461" w:rsidRPr="00FC5E68" w:rsidRDefault="00126461">
      <w:pPr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7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Déjenme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volver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conmovedor.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¿Otras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observaciones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audiencia?</w:t>
      </w:r>
      <w:r w:rsidRPr="00FC5E68">
        <w:rPr>
          <w:rFonts w:ascii="Arial" w:hAnsi="Arial" w:cs="Arial"/>
          <w:spacing w:val="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¿Alguien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usar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baño 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tener </w:t>
      </w:r>
      <w:r w:rsidRPr="00FC5E68">
        <w:rPr>
          <w:rFonts w:ascii="Arial" w:hAnsi="Arial" w:cs="Arial"/>
          <w:spacing w:val="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que…? </w:t>
      </w:r>
      <w:r w:rsidRPr="00FC5E68">
        <w:rPr>
          <w:rFonts w:ascii="Arial" w:hAnsi="Arial" w:cs="Arial"/>
          <w:spacing w:val="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bien.</w:t>
      </w:r>
    </w:p>
    <w:p w:rsidR="00126461" w:rsidRPr="00FC5E68" w:rsidRDefault="00126461">
      <w:pPr>
        <w:pStyle w:val="BodyText"/>
        <w:spacing w:before="120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introducirnos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momento.</w:t>
      </w:r>
    </w:p>
    <w:p w:rsidR="00126461" w:rsidRPr="00FC5E68" w:rsidRDefault="00126461">
      <w:pPr>
        <w:pStyle w:val="BodyText"/>
        <w:spacing w:before="128" w:line="251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ola,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algo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así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abrumadora,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modo,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brisa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vida.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largo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cuerpo.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Aquieta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siente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estuviera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armonía.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oleada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atrevería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frecuencia.</w:t>
      </w:r>
    </w:p>
    <w:p w:rsidR="00126461" w:rsidRPr="00FC5E68" w:rsidRDefault="00126461">
      <w:pPr>
        <w:pStyle w:val="BodyText"/>
        <w:spacing w:before="116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(La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música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comienza)</w:t>
      </w:r>
    </w:p>
    <w:p w:rsidR="00126461" w:rsidRPr="00FC5E68" w:rsidRDefault="00126461">
      <w:pPr>
        <w:pStyle w:val="BodyText"/>
        <w:spacing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culpa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dispuestos.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Tienen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estar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dispuestos.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invade,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sexual,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sí.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Supongo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preguntar,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preguntar,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6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físico?</w:t>
      </w:r>
    </w:p>
    <w:p w:rsidR="00126461" w:rsidRPr="00FC5E68" w:rsidRDefault="00126461">
      <w:pPr>
        <w:pStyle w:val="BodyText"/>
        <w:spacing w:before="121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GERHARD: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Ayer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noche.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audiencia)</w:t>
      </w:r>
    </w:p>
    <w:p w:rsidR="00126461" w:rsidRPr="00FC5E68" w:rsidRDefault="00126461">
      <w:pPr>
        <w:pStyle w:val="BodyText"/>
        <w:spacing w:before="128" w:line="252" w:lineRule="auto"/>
        <w:ind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z w:val="20"/>
          <w:szCs w:val="20"/>
        </w:rPr>
        <w:t xml:space="preserve">  Muy  bien,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paren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 música,  activen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las  luces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y  vamos  a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hablar  de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esto.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(Risas)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broma.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mío?</w:t>
      </w:r>
    </w:p>
    <w:p w:rsidR="00126461" w:rsidRPr="00FC5E68" w:rsidRDefault="00126461">
      <w:pPr>
        <w:pStyle w:val="BodyText"/>
        <w:spacing w:before="120" w:line="365" w:lineRule="auto"/>
        <w:ind w:right="440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GERHARD: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noche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anterior.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(Más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  <w:r w:rsidRPr="00FC5E68">
        <w:rPr>
          <w:rFonts w:ascii="Arial" w:hAnsi="Arial" w:cs="Arial"/>
          <w:spacing w:val="2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eso?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GERHARD: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acuerdo.</w:t>
      </w:r>
    </w:p>
    <w:p w:rsidR="00126461" w:rsidRPr="00FC5E68" w:rsidRDefault="00126461">
      <w:pPr>
        <w:pStyle w:val="BodyText"/>
        <w:spacing w:line="365" w:lineRule="auto"/>
        <w:ind w:right="1615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ADMAUS: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sonriendo.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sonriendo.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ti.</w:t>
      </w:r>
      <w:r w:rsidRPr="00FC5E68">
        <w:rPr>
          <w:rFonts w:ascii="Arial" w:hAnsi="Arial" w:cs="Arial"/>
          <w:spacing w:val="4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extraño.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sonríe)</w:t>
      </w:r>
    </w:p>
    <w:p w:rsidR="00126461" w:rsidRPr="00FC5E68" w:rsidRDefault="00126461">
      <w:pPr>
        <w:pStyle w:val="BodyText"/>
        <w:spacing w:before="0" w:line="251" w:lineRule="exact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pacing w:val="1"/>
          <w:sz w:val="20"/>
          <w:szCs w:val="20"/>
        </w:rPr>
        <w:t>ADAMUS: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ti.</w:t>
      </w:r>
    </w:p>
    <w:p w:rsidR="00126461" w:rsidRPr="00FC5E68" w:rsidRDefault="00126461">
      <w:pPr>
        <w:pStyle w:val="BodyText"/>
        <w:spacing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No con bastante frecuencia,  diría,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 sea la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 noche o cualquiera,  no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frecuencia.</w:t>
      </w:r>
    </w:p>
    <w:p w:rsidR="00126461" w:rsidRPr="00FC5E68" w:rsidRDefault="00126461">
      <w:pPr>
        <w:pStyle w:val="BodyText"/>
        <w:spacing w:before="115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continuar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línea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preguntas,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la 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última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vez 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mental?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¿Qué,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descubriendo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mental?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¿Cómo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nadie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hablado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de 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esto?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¿Cómo? 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Sí, </w:t>
      </w:r>
      <w:r w:rsidRPr="00FC5E68">
        <w:rPr>
          <w:rFonts w:ascii="Arial" w:hAnsi="Arial" w:cs="Arial"/>
          <w:spacing w:val="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un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reúnen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Sentirse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cómodos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podrían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decir: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necesito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mantenerlo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ordenado.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dejarlo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ir".</w:t>
      </w:r>
    </w:p>
    <w:p w:rsidR="00126461" w:rsidRPr="00FC5E68" w:rsidRDefault="00126461">
      <w:pPr>
        <w:pStyle w:val="BodyText"/>
        <w:spacing w:before="121" w:line="251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¿Se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cuenta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alivio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pobre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dicen?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resolver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haré.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escrito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acuerdo.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parte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contrato.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solucionarlo".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lógico.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tendrá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nunca.</w:t>
      </w:r>
    </w:p>
    <w:p w:rsidR="00126461" w:rsidRPr="00FC5E68" w:rsidRDefault="00126461">
      <w:pPr>
        <w:pStyle w:val="BodyText"/>
        <w:spacing w:before="116" w:line="252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descubierto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eso.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¡Oh!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ellos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trabajaron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duro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–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filósofos,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darle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cosas,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poner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y</w:t>
      </w:r>
      <w:r w:rsidRPr="00FC5E68">
        <w:rPr>
          <w:rFonts w:ascii="Arial" w:hAnsi="Arial" w:cs="Arial"/>
          <w:i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verbo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"y"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sentido.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</w:p>
    <w:p w:rsidR="00126461" w:rsidRPr="00FC5E68" w:rsidRDefault="00126461">
      <w:pPr>
        <w:spacing w:line="252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Entonces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empiezan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mentales.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liberación,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configuración,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norma.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veces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poderosa,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reprimidas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interior.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enorme;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enorme,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usar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Linda.</w:t>
      </w:r>
    </w:p>
    <w:p w:rsidR="00126461" w:rsidRPr="00FC5E68" w:rsidRDefault="00126461">
      <w:pPr>
        <w:pStyle w:val="BodyText"/>
        <w:spacing w:before="115" w:line="251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espíritu?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gustaría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mentes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medida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juegan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"¿Cómo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1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espíritu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tiene </w:t>
      </w:r>
      <w:r w:rsidRPr="00FC5E68">
        <w:rPr>
          <w:rFonts w:ascii="Arial" w:hAnsi="Arial" w:cs="Arial"/>
          <w:spacing w:val="1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orgasmo?"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Spock.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ríe)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interno</w:t>
      </w:r>
      <w:r w:rsidRPr="00FC5E68">
        <w:rPr>
          <w:rFonts w:ascii="Arial" w:hAnsi="Arial" w:cs="Arial"/>
          <w:spacing w:val="6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difícilmente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sucediendo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interior.</w:t>
      </w:r>
    </w:p>
    <w:p w:rsidR="00126461" w:rsidRPr="00FC5E68" w:rsidRDefault="00126461">
      <w:pPr>
        <w:pStyle w:val="BodyText"/>
        <w:spacing w:before="121" w:line="250" w:lineRule="auto"/>
        <w:ind w:right="107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desconfiguración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espíritu,</w:t>
      </w:r>
      <w:r w:rsidRPr="00FC5E68">
        <w:rPr>
          <w:rFonts w:ascii="Arial" w:hAnsi="Arial" w:cs="Arial"/>
          <w:spacing w:val="4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</w:t>
      </w:r>
      <w:r w:rsidRPr="00FC5E68">
        <w:rPr>
          <w:rFonts w:ascii="Arial" w:hAnsi="Arial" w:cs="Arial"/>
          <w:spacing w:val="7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religiosas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incluso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espirituales,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porque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verdaderamente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estreñimiento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religiones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filosofías,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creencias.</w:t>
      </w:r>
    </w:p>
    <w:p w:rsidR="00126461" w:rsidRPr="00FC5E68" w:rsidRDefault="00126461">
      <w:pPr>
        <w:pStyle w:val="BodyText"/>
        <w:spacing w:before="122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espiritual?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3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4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tenido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camino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3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algunas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realizaciones,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percepciones,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algunos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8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momentos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"ahh",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frecuencia.</w:t>
      </w:r>
    </w:p>
    <w:p w:rsidR="00126461" w:rsidRPr="00FC5E68" w:rsidRDefault="00126461">
      <w:pPr>
        <w:pStyle w:val="BodyText"/>
        <w:spacing w:before="115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Debería ser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tiempo; el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 físico,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espiritual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 de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completa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liberación,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apertura,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liberación,</w:t>
      </w:r>
      <w:r w:rsidRPr="00FC5E68">
        <w:rPr>
          <w:rFonts w:ascii="Arial" w:hAnsi="Arial" w:cs="Arial"/>
          <w:spacing w:val="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alegría</w:t>
      </w:r>
      <w:r w:rsidRPr="00FC5E68">
        <w:rPr>
          <w:rFonts w:ascii="Arial" w:hAnsi="Arial" w:cs="Arial"/>
          <w:spacing w:val="7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abrir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corazón.</w:t>
      </w:r>
    </w:p>
    <w:p w:rsidR="00126461" w:rsidRPr="00FC5E68" w:rsidRDefault="00126461">
      <w:pPr>
        <w:pStyle w:val="BodyText"/>
        <w:spacing w:before="115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esas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grandes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olas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sensuales</w:t>
      </w:r>
      <w:r w:rsidRPr="00FC5E68">
        <w:rPr>
          <w:rFonts w:ascii="Arial" w:hAnsi="Arial" w:cs="Arial"/>
          <w:spacing w:val="6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</w:t>
      </w:r>
      <w:r w:rsidRPr="00FC5E68">
        <w:rPr>
          <w:rFonts w:ascii="Arial" w:hAnsi="Arial" w:cs="Arial"/>
          <w:spacing w:val="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interior?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mentales,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solucionarlo,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sólo</w:t>
      </w:r>
      <w:r w:rsidRPr="00FC5E68">
        <w:rPr>
          <w:rFonts w:ascii="Arial" w:hAnsi="Arial" w:cs="Arial"/>
          <w:spacing w:val="1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permitiendo</w:t>
      </w:r>
      <w:r w:rsidRPr="00FC5E68">
        <w:rPr>
          <w:rFonts w:ascii="Arial" w:hAnsi="Arial" w:cs="Arial"/>
          <w:spacing w:val="1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54"/>
          <w:w w:val="10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hasta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punto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casi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termina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pies?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frecuencia.</w:t>
      </w:r>
    </w:p>
    <w:p w:rsidR="00126461" w:rsidRPr="00FC5E68" w:rsidRDefault="00126461">
      <w:pPr>
        <w:pStyle w:val="BodyText"/>
        <w:spacing w:before="115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ganado.</w:t>
      </w:r>
    </w:p>
    <w:p w:rsidR="00126461" w:rsidRPr="00FC5E68" w:rsidRDefault="00126461">
      <w:pPr>
        <w:pStyle w:val="BodyText"/>
        <w:spacing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abrumadora,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sabiduría?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sabiduría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Donde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más.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Nada</w:t>
      </w:r>
      <w:r w:rsidRPr="00FC5E68">
        <w:rPr>
          <w:rFonts w:ascii="Arial" w:hAnsi="Arial" w:cs="Arial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"qué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tan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inteligente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soy",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sabiduría. 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El 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</w:t>
      </w:r>
      <w:r w:rsidRPr="00FC5E68">
        <w:rPr>
          <w:rFonts w:ascii="Arial" w:hAnsi="Arial" w:cs="Arial"/>
          <w:spacing w:val="5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sensual,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"Yo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diablos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realidad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importa.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siquiera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tengo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tratar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saberlo".</w:t>
      </w:r>
    </w:p>
    <w:p w:rsidR="00126461" w:rsidRPr="00FC5E68" w:rsidRDefault="00126461">
      <w:pPr>
        <w:pStyle w:val="BodyText"/>
        <w:spacing w:before="116"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Pero,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saben,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cosas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deberían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corrientes,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cuando,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físico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cada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tres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años,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preguntarse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mental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6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espiritual;</w:t>
      </w:r>
      <w:r w:rsidRPr="00FC5E68">
        <w:rPr>
          <w:rFonts w:ascii="Arial" w:hAnsi="Arial" w:cs="Arial"/>
          <w:spacing w:val="5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</w:p>
    <w:p w:rsidR="00126461" w:rsidRPr="00FC5E68" w:rsidRDefault="00126461">
      <w:pPr>
        <w:pStyle w:val="BodyText"/>
        <w:spacing w:before="115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sentirlo.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Sé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desean.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¿Pueden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permitirlo?</w:t>
      </w:r>
    </w:p>
    <w:p w:rsidR="00126461" w:rsidRPr="00FC5E68" w:rsidRDefault="00126461">
      <w:pPr>
        <w:pStyle w:val="BodyText"/>
        <w:spacing w:line="250" w:lineRule="auto"/>
        <w:ind w:right="103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tiene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con: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"Bueno,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demasiado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ocupado"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"estoy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cuidando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demás".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No.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excusas.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makyo.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excusas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para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darse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sí</w:t>
      </w:r>
      <w:r w:rsidRPr="00FC5E68">
        <w:rPr>
          <w:rFonts w:ascii="Arial" w:hAnsi="Arial" w:cs="Arial"/>
          <w:spacing w:val="4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merecen.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sabiduría;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pensamiento.</w:t>
      </w:r>
    </w:p>
    <w:p w:rsidR="00126461" w:rsidRPr="00FC5E68" w:rsidRDefault="00126461">
      <w:pPr>
        <w:pStyle w:val="BodyText"/>
        <w:spacing w:line="361" w:lineRule="auto"/>
        <w:ind w:left="533" w:right="1916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cuerpo,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limitándolo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confinándolo.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lugar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restringir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juzgar.</w:t>
      </w:r>
    </w:p>
    <w:p w:rsidR="00126461" w:rsidRPr="00FC5E68" w:rsidRDefault="00126461">
      <w:pPr>
        <w:pStyle w:val="BodyText"/>
        <w:spacing w:before="4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esencial.</w:t>
      </w:r>
    </w:p>
    <w:p w:rsidR="00126461" w:rsidRPr="00FC5E68" w:rsidRDefault="00126461">
      <w:pPr>
        <w:pStyle w:val="BodyText"/>
        <w:spacing w:line="252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¿Cuándo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olas 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 xml:space="preserve">abrumadoras 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5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entraron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sueños,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corazón?</w:t>
      </w:r>
    </w:p>
    <w:p w:rsidR="00126461" w:rsidRPr="00FC5E68" w:rsidRDefault="00126461">
      <w:pPr>
        <w:spacing w:line="252" w:lineRule="auto"/>
        <w:jc w:val="both"/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ser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natural.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debería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fluir.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permitir.</w:t>
      </w:r>
    </w:p>
    <w:p w:rsidR="00126461" w:rsidRPr="00FC5E68" w:rsidRDefault="00126461">
      <w:pPr>
        <w:pStyle w:val="BodyText"/>
        <w:spacing w:before="120" w:line="250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Sensualidad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significado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niveles.</w:t>
      </w:r>
      <w:r w:rsidRPr="00FC5E68">
        <w:rPr>
          <w:rFonts w:ascii="Arial" w:hAnsi="Arial" w:cs="Arial"/>
          <w:spacing w:val="7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Hablo</w:t>
      </w:r>
      <w:r w:rsidRPr="00FC5E68">
        <w:rPr>
          <w:rFonts w:ascii="Arial" w:hAnsi="Arial" w:cs="Arial"/>
          <w:spacing w:val="7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7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conciencia.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conocimiento,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6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sensualidad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ese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podrían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decir,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aplicado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experimentado.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Sensualidad...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ahí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realmente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experimentada.</w:t>
      </w:r>
    </w:p>
    <w:p w:rsidR="00126461" w:rsidRPr="00FC5E68" w:rsidRDefault="00126461">
      <w:pPr>
        <w:pStyle w:val="BodyText"/>
        <w:spacing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orgasmo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exigirlo,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4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esté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permitirlo.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forzarse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través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tener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pensamientos.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abrirse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permitirlo,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recibirlo.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hacer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ahora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mismo.</w:t>
      </w:r>
    </w:p>
    <w:p w:rsidR="00126461" w:rsidRPr="00FC5E68" w:rsidRDefault="00126461">
      <w:pPr>
        <w:pStyle w:val="BodyText"/>
        <w:spacing w:before="128" w:line="365" w:lineRule="auto"/>
        <w:ind w:left="533" w:right="139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tratando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configurar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sensualidad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aquí.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permitirla.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</w:p>
    <w:p w:rsidR="00126461" w:rsidRPr="00FC5E68" w:rsidRDefault="00126461">
      <w:pPr>
        <w:pStyle w:val="BodyText"/>
        <w:spacing w:before="0" w:line="365" w:lineRule="auto"/>
        <w:ind w:left="533" w:right="2861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medida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música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suena,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libérense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mismos.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Libérense.</w:t>
      </w:r>
    </w:p>
    <w:p w:rsidR="00126461" w:rsidRPr="00FC5E68" w:rsidRDefault="00126461">
      <w:pPr>
        <w:pStyle w:val="BodyText"/>
        <w:spacing w:before="0" w:line="251" w:lineRule="exac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(Pausa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larga)…</w:t>
      </w:r>
    </w:p>
    <w:p w:rsidR="00126461" w:rsidRPr="00FC5E68" w:rsidRDefault="00126461">
      <w:pPr>
        <w:pStyle w:val="BodyText"/>
        <w:spacing w:line="252" w:lineRule="auto"/>
        <w:ind w:right="106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¿Pueden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sin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palabras?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7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sensualidad.</w:t>
      </w:r>
    </w:p>
    <w:p w:rsidR="00126461" w:rsidRPr="00FC5E68" w:rsidRDefault="00126461">
      <w:pPr>
        <w:pStyle w:val="BodyText"/>
        <w:spacing w:before="115" w:line="251" w:lineRule="auto"/>
        <w:ind w:right="10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conciencia,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dónde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vamos,</w:t>
      </w:r>
      <w:r w:rsidRPr="00FC5E68">
        <w:rPr>
          <w:rFonts w:ascii="Arial" w:hAnsi="Arial" w:cs="Arial"/>
          <w:spacing w:val="4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4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trata</w:t>
      </w:r>
      <w:r w:rsidRPr="00FC5E68">
        <w:rPr>
          <w:rFonts w:ascii="Arial" w:hAnsi="Arial" w:cs="Arial"/>
          <w:spacing w:val="4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también</w:t>
      </w:r>
      <w:r w:rsidRPr="00FC5E68">
        <w:rPr>
          <w:rFonts w:ascii="Arial" w:hAnsi="Arial" w:cs="Arial"/>
          <w:spacing w:val="4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comunicación.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dije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estamos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comunicando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hablándote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ti,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querida</w:t>
      </w:r>
      <w:r w:rsidRPr="00FC5E68">
        <w:rPr>
          <w:rFonts w:ascii="Arial" w:hAnsi="Arial" w:cs="Arial"/>
          <w:spacing w:val="8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Linda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Eesa,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hablándoles,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Gerhard,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comunicándonos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través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hermosa</w:t>
      </w:r>
      <w:r w:rsidRPr="00FC5E68">
        <w:rPr>
          <w:rFonts w:ascii="Arial" w:hAnsi="Arial" w:cs="Arial"/>
          <w:spacing w:val="8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resonancia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música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–</w:t>
      </w:r>
      <w:r w:rsidRPr="00FC5E68">
        <w:rPr>
          <w:rFonts w:ascii="Arial" w:hAnsi="Arial" w:cs="Arial"/>
          <w:spacing w:val="6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¿pero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pueden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oír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z w:val="20"/>
          <w:szCs w:val="20"/>
        </w:rPr>
        <w:t>verdadera</w:t>
      </w:r>
      <w:r w:rsidRPr="00FC5E68">
        <w:rPr>
          <w:rFonts w:ascii="Arial" w:hAnsi="Arial" w:cs="Arial"/>
          <w:i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comunicación?</w:t>
      </w:r>
      <w:r w:rsidRPr="00FC5E68">
        <w:rPr>
          <w:rFonts w:ascii="Arial" w:hAnsi="Arial" w:cs="Arial"/>
          <w:spacing w:val="6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6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estoy</w:t>
      </w:r>
      <w:r w:rsidRPr="00FC5E68">
        <w:rPr>
          <w:rFonts w:ascii="Arial" w:hAnsi="Arial" w:cs="Arial"/>
          <w:spacing w:val="7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hablando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sus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pensamientos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cabeza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ustedes,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pero</w:t>
      </w:r>
      <w:r w:rsidRPr="00FC5E68">
        <w:rPr>
          <w:rFonts w:ascii="Arial" w:hAnsi="Arial" w:cs="Arial"/>
          <w:spacing w:val="3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tú.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¡Ah!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5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sensual.</w:t>
      </w:r>
    </w:p>
    <w:p w:rsidR="00126461" w:rsidRPr="00FC5E68" w:rsidRDefault="00126461">
      <w:pPr>
        <w:pStyle w:val="BodyText"/>
        <w:spacing w:before="121" w:line="248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Escuchen.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Escuchen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expresión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lleva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cabo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2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niveles,</w:t>
      </w:r>
      <w:r w:rsidRPr="00FC5E68">
        <w:rPr>
          <w:rFonts w:ascii="Arial" w:hAnsi="Arial" w:cs="Arial"/>
          <w:spacing w:val="68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z w:val="20"/>
          <w:szCs w:val="20"/>
        </w:rPr>
        <w:t>n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</w:t>
      </w:r>
      <w:r w:rsidRPr="00FC5E68">
        <w:rPr>
          <w:rFonts w:ascii="Arial" w:hAnsi="Arial" w:cs="Arial"/>
          <w:sz w:val="20"/>
          <w:szCs w:val="20"/>
        </w:rPr>
        <w:t>l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</w:t>
      </w:r>
      <w:r w:rsidRPr="00FC5E68">
        <w:rPr>
          <w:rFonts w:ascii="Arial" w:hAnsi="Arial" w:cs="Arial"/>
          <w:spacing w:val="1"/>
          <w:sz w:val="20"/>
          <w:szCs w:val="20"/>
        </w:rPr>
        <w:t>y</w:t>
      </w:r>
      <w:r w:rsidRPr="00FC5E68">
        <w:rPr>
          <w:rFonts w:ascii="Arial" w:hAnsi="Arial" w:cs="Arial"/>
          <w:sz w:val="20"/>
          <w:szCs w:val="20"/>
        </w:rPr>
        <w:t>".</w:t>
      </w:r>
    </w:p>
    <w:p w:rsidR="00126461" w:rsidRPr="00FC5E68" w:rsidRDefault="00126461">
      <w:pPr>
        <w:pStyle w:val="BodyText"/>
        <w:spacing w:before="125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(Pausa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larga)…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Tomen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</w:p>
    <w:p w:rsidR="00126461" w:rsidRPr="00FC5E68" w:rsidRDefault="00126461">
      <w:pPr>
        <w:pStyle w:val="BodyText"/>
        <w:spacing w:before="128" w:line="252" w:lineRule="auto"/>
        <w:ind w:right="102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¿Cuánto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pasado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desde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tuvieron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ola</w:t>
      </w:r>
      <w:r w:rsidRPr="00FC5E68">
        <w:rPr>
          <w:rFonts w:ascii="Arial" w:hAnsi="Arial" w:cs="Arial"/>
          <w:spacing w:val="6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profunda,</w:t>
      </w:r>
      <w:r w:rsidRPr="00FC5E68">
        <w:rPr>
          <w:rFonts w:ascii="Arial" w:hAnsi="Arial" w:cs="Arial"/>
          <w:spacing w:val="63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profundamente</w:t>
      </w:r>
      <w:r w:rsidRPr="00FC5E68">
        <w:rPr>
          <w:rFonts w:ascii="Arial" w:hAnsi="Arial" w:cs="Arial"/>
          <w:spacing w:val="6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personal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experiencia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interior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cuerpo,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mente,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espíritu,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7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el</w:t>
      </w:r>
      <w:r w:rsidRPr="00FC5E68">
        <w:rPr>
          <w:rFonts w:ascii="Arial" w:hAnsi="Arial" w:cs="Arial"/>
          <w:spacing w:val="6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Soy?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demasiado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tiempo.</w:t>
      </w:r>
    </w:p>
    <w:p w:rsidR="00126461" w:rsidRPr="00FC5E68" w:rsidRDefault="00126461">
      <w:pPr>
        <w:pStyle w:val="BodyText"/>
        <w:spacing w:before="120" w:line="250" w:lineRule="auto"/>
        <w:ind w:right="10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pregunté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antes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cómo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habían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dos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meses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año,</w:t>
      </w:r>
      <w:r w:rsidRPr="00FC5E68">
        <w:rPr>
          <w:rFonts w:ascii="Arial" w:hAnsi="Arial" w:cs="Arial"/>
          <w:spacing w:val="56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me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atrevo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decir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que,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probablemente,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tal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vez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algo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como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último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o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cinco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años</w:t>
      </w:r>
      <w:r w:rsidRPr="00FC5E68">
        <w:rPr>
          <w:rFonts w:ascii="Arial" w:hAnsi="Arial" w:cs="Arial"/>
          <w:spacing w:val="60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cierto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modo.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Simplemente,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no</w:t>
      </w:r>
      <w:r w:rsidRPr="00FC5E68">
        <w:rPr>
          <w:rFonts w:ascii="Arial" w:hAnsi="Arial" w:cs="Arial"/>
          <w:spacing w:val="5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bastante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frecuencia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esa</w:t>
      </w:r>
      <w:r w:rsidRPr="00FC5E68">
        <w:rPr>
          <w:rFonts w:ascii="Arial" w:hAnsi="Arial" w:cs="Arial"/>
          <w:spacing w:val="4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verdadera</w:t>
      </w:r>
      <w:r w:rsidRPr="00FC5E68">
        <w:rPr>
          <w:rFonts w:ascii="Arial" w:hAnsi="Arial" w:cs="Arial"/>
          <w:spacing w:val="4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sensualidad,</w:t>
      </w:r>
      <w:r w:rsidRPr="00FC5E68">
        <w:rPr>
          <w:rFonts w:ascii="Arial" w:hAnsi="Arial" w:cs="Arial"/>
          <w:spacing w:val="7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sentimiento,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conocimiento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los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niveles</w:t>
      </w:r>
      <w:r w:rsidRPr="00FC5E68">
        <w:rPr>
          <w:rFonts w:ascii="Arial" w:hAnsi="Arial" w:cs="Arial"/>
          <w:spacing w:val="5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íntimos,</w:t>
      </w:r>
      <w:r w:rsidRPr="00FC5E68">
        <w:rPr>
          <w:rFonts w:ascii="Arial" w:hAnsi="Arial" w:cs="Arial"/>
          <w:spacing w:val="5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creativos,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sabiduría,</w:t>
      </w:r>
      <w:r w:rsidRPr="00FC5E68">
        <w:rPr>
          <w:rFonts w:ascii="Arial" w:hAnsi="Arial" w:cs="Arial"/>
          <w:spacing w:val="5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Yo</w:t>
      </w:r>
      <w:r w:rsidRPr="00FC5E68">
        <w:rPr>
          <w:rFonts w:ascii="Arial" w:hAnsi="Arial" w:cs="Arial"/>
          <w:spacing w:val="5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Soy-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pacing w:val="1"/>
          <w:sz w:val="20"/>
          <w:szCs w:val="20"/>
        </w:rPr>
        <w:t>dad.</w:t>
      </w:r>
    </w:p>
    <w:p w:rsidR="00126461" w:rsidRPr="00FC5E68" w:rsidRDefault="00126461">
      <w:pPr>
        <w:pStyle w:val="BodyText"/>
        <w:spacing w:before="122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Vamos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tomar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una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buena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2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profunda</w:t>
      </w:r>
      <w:r w:rsidRPr="00FC5E68">
        <w:rPr>
          <w:rFonts w:ascii="Arial" w:hAnsi="Arial" w:cs="Arial"/>
          <w:spacing w:val="2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respiración.</w:t>
      </w:r>
    </w:p>
    <w:p w:rsidR="00126461" w:rsidRPr="00FC5E68" w:rsidRDefault="00126461">
      <w:pPr>
        <w:pStyle w:val="BodyText"/>
        <w:ind w:left="53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sido.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Qué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sido.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muy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especiales</w:t>
      </w:r>
      <w:r w:rsidRPr="00FC5E68">
        <w:rPr>
          <w:rFonts w:ascii="Arial" w:hAnsi="Arial" w:cs="Arial"/>
          <w:spacing w:val="19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Maestro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</w:t>
      </w:r>
      <w:r w:rsidRPr="00FC5E68">
        <w:rPr>
          <w:rFonts w:ascii="Arial" w:hAnsi="Arial" w:cs="Arial"/>
          <w:spacing w:val="2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Einat.</w:t>
      </w:r>
    </w:p>
    <w:p w:rsidR="00126461" w:rsidRPr="00FC5E68" w:rsidRDefault="00126461">
      <w:pPr>
        <w:rPr>
          <w:rFonts w:ascii="Arial" w:hAnsi="Arial" w:cs="Arial"/>
          <w:sz w:val="20"/>
          <w:szCs w:val="20"/>
        </w:rPr>
        <w:sectPr w:rsidR="00126461" w:rsidRPr="00FC5E68">
          <w:pgSz w:w="12240" w:h="15840"/>
          <w:pgMar w:top="920" w:right="1140" w:bottom="280" w:left="1140" w:header="740" w:footer="0" w:gutter="0"/>
          <w:cols w:space="720"/>
        </w:sect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pStyle w:val="BodyText"/>
        <w:spacing w:before="67" w:line="252" w:lineRule="auto"/>
        <w:ind w:left="127" w:right="125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Así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pregunta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al</w:t>
      </w:r>
      <w:r w:rsidRPr="00FC5E68">
        <w:rPr>
          <w:rFonts w:ascii="Arial" w:hAnsi="Arial" w:cs="Arial"/>
          <w:spacing w:val="3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final</w:t>
      </w:r>
      <w:r w:rsidRPr="00FC5E68">
        <w:rPr>
          <w:rFonts w:ascii="Arial" w:hAnsi="Arial" w:cs="Arial"/>
          <w:spacing w:val="34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día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haciendo,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voy</w:t>
      </w:r>
      <w:r w:rsidRPr="00FC5E68">
        <w:rPr>
          <w:rFonts w:ascii="Arial" w:hAnsi="Arial" w:cs="Arial"/>
          <w:spacing w:val="3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3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responderla;</w:t>
      </w:r>
      <w:r w:rsidRPr="00FC5E68">
        <w:rPr>
          <w:rFonts w:ascii="Arial" w:hAnsi="Arial" w:cs="Arial"/>
          <w:spacing w:val="54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probablemente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están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diciendo: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"¿Cómo</w:t>
      </w:r>
      <w:r w:rsidRPr="00FC5E68">
        <w:rPr>
          <w:rFonts w:ascii="Arial" w:hAnsi="Arial" w:cs="Arial"/>
          <w:spacing w:val="3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cuando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Adamus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hace</w:t>
      </w:r>
      <w:r w:rsidRPr="00FC5E68">
        <w:rPr>
          <w:rFonts w:ascii="Arial" w:hAnsi="Arial" w:cs="Arial"/>
          <w:spacing w:val="3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el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amor?"</w:t>
      </w:r>
      <w:r w:rsidRPr="00FC5E68">
        <w:rPr>
          <w:rFonts w:ascii="Arial" w:hAnsi="Arial" w:cs="Arial"/>
          <w:spacing w:val="30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(Adamus</w:t>
      </w:r>
      <w:r w:rsidRPr="00FC5E68">
        <w:rPr>
          <w:rFonts w:ascii="Arial" w:hAnsi="Arial" w:cs="Arial"/>
          <w:spacing w:val="8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vuelta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y</w:t>
      </w:r>
      <w:r w:rsidRPr="00FC5E68">
        <w:rPr>
          <w:rFonts w:ascii="Arial" w:hAnsi="Arial" w:cs="Arial"/>
          <w:spacing w:val="1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se</w:t>
      </w:r>
      <w:r w:rsidRPr="00FC5E68">
        <w:rPr>
          <w:rFonts w:ascii="Arial" w:hAnsi="Arial" w:cs="Arial"/>
          <w:spacing w:val="1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abraza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sí</w:t>
      </w:r>
      <w:r w:rsidRPr="00FC5E68">
        <w:rPr>
          <w:rFonts w:ascii="Arial" w:hAnsi="Arial" w:cs="Arial"/>
          <w:spacing w:val="15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mismo;</w:t>
      </w:r>
      <w:r w:rsidRPr="00FC5E68">
        <w:rPr>
          <w:rFonts w:ascii="Arial" w:hAnsi="Arial" w:cs="Arial"/>
          <w:spacing w:val="17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risas)</w:t>
      </w:r>
    </w:p>
    <w:p w:rsidR="00126461" w:rsidRPr="00FC5E68" w:rsidRDefault="00126461">
      <w:pPr>
        <w:pStyle w:val="BodyText"/>
        <w:spacing w:before="120" w:line="361" w:lineRule="auto"/>
        <w:ind w:left="553" w:right="453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sz w:val="20"/>
          <w:szCs w:val="20"/>
        </w:rPr>
        <w:t>Con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eso,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mis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queridos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amigos,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recuerden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que</w:t>
      </w:r>
      <w:r w:rsidRPr="00FC5E68">
        <w:rPr>
          <w:rFonts w:ascii="Arial" w:hAnsi="Arial" w:cs="Arial"/>
          <w:spacing w:val="21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está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bien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en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creación.</w:t>
      </w:r>
      <w:r w:rsidRPr="00FC5E68">
        <w:rPr>
          <w:rFonts w:ascii="Arial" w:hAnsi="Arial" w:cs="Arial"/>
          <w:spacing w:val="72"/>
          <w:w w:val="102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Gracias.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Bendiciones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todos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ustedes.</w:t>
      </w:r>
      <w:r w:rsidRPr="00FC5E68">
        <w:rPr>
          <w:rFonts w:ascii="Arial" w:hAnsi="Arial" w:cs="Arial"/>
          <w:spacing w:val="26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(Aplausos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de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la</w:t>
      </w:r>
      <w:r w:rsidRPr="00FC5E68">
        <w:rPr>
          <w:rFonts w:ascii="Arial" w:hAnsi="Arial" w:cs="Arial"/>
          <w:spacing w:val="28"/>
          <w:sz w:val="20"/>
          <w:szCs w:val="20"/>
        </w:rPr>
        <w:t xml:space="preserve"> </w:t>
      </w:r>
      <w:r w:rsidRPr="00FC5E68">
        <w:rPr>
          <w:rFonts w:ascii="Arial" w:hAnsi="Arial" w:cs="Arial"/>
          <w:sz w:val="20"/>
          <w:szCs w:val="20"/>
        </w:rPr>
        <w:t>audiencia)</w:t>
      </w:r>
    </w:p>
    <w:p w:rsidR="00126461" w:rsidRPr="00FC5E68" w:rsidRDefault="00126461">
      <w:pPr>
        <w:spacing w:before="12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line="30" w:lineRule="atLeast"/>
        <w:ind w:left="112"/>
        <w:rPr>
          <w:rFonts w:ascii="Arial" w:hAnsi="Arial" w:cs="Arial"/>
          <w:sz w:val="20"/>
          <w:szCs w:val="20"/>
        </w:rPr>
      </w:pPr>
      <w:r>
        <w:rPr>
          <w:noProof/>
          <w:lang w:val="es-AR" w:eastAsia="es-AR"/>
        </w:rPr>
      </w:r>
      <w:r w:rsidRPr="00FC5E68">
        <w:rPr>
          <w:rFonts w:ascii="Arial" w:hAnsi="Arial" w:cs="Arial"/>
          <w:sz w:val="20"/>
          <w:szCs w:val="20"/>
        </w:rPr>
        <w:pict>
          <v:group id="_x0000_s1040" style="width:488.75pt;height:1.55pt;mso-position-horizontal-relative:char;mso-position-vertical-relative:line" coordsize="9775,31">
            <v:group id="_x0000_s1041" style="position:absolute;left:15;top:15;width:9744;height:2" coordorigin="15,15" coordsize="9744,2">
              <v:shape id="_x0000_s1042" style="position:absolute;left:15;top:15;width:9744;height:2" coordorigin="15,15" coordsize="9744,0" path="m15,15r9744,e" filled="f" strokecolor="maroon" strokeweight="1.54pt">
                <v:path arrowok="t"/>
              </v:shape>
            </v:group>
            <w10:anchorlock/>
          </v:group>
        </w:pict>
      </w:r>
    </w:p>
    <w:p w:rsidR="00126461" w:rsidRPr="00FC5E68" w:rsidRDefault="00126461">
      <w:pPr>
        <w:spacing w:before="10"/>
        <w:rPr>
          <w:rFonts w:ascii="Arial" w:hAnsi="Arial" w:cs="Arial"/>
          <w:sz w:val="20"/>
          <w:szCs w:val="20"/>
        </w:rPr>
      </w:pPr>
    </w:p>
    <w:p w:rsidR="00126461" w:rsidRPr="00FC5E68" w:rsidRDefault="00126461">
      <w:pPr>
        <w:spacing w:before="76" w:line="254" w:lineRule="auto"/>
        <w:ind w:left="127" w:right="12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Adamus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del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Concejo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Carmesí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presentado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Geoffrey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Hoppe,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también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conocido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como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“Cauldre”,</w:t>
      </w:r>
      <w:r w:rsidRPr="00FC5E68">
        <w:rPr>
          <w:rFonts w:ascii="Arial" w:hAnsi="Arial" w:cs="Arial"/>
          <w:i/>
          <w:spacing w:val="98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Golden,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Colorado.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El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Crimson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Circle</w:t>
      </w:r>
      <w:r w:rsidRPr="00FC5E68">
        <w:rPr>
          <w:rFonts w:ascii="Arial" w:hAnsi="Arial" w:cs="Arial"/>
          <w:i/>
          <w:spacing w:val="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–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Círculo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Carmesí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–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una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red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global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ángeles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humanos</w:t>
      </w:r>
      <w:r w:rsidRPr="00FC5E68">
        <w:rPr>
          <w:rFonts w:ascii="Arial" w:hAnsi="Arial" w:cs="Arial"/>
          <w:i/>
          <w:spacing w:val="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quienes</w:t>
      </w:r>
      <w:r w:rsidRPr="00FC5E68">
        <w:rPr>
          <w:rFonts w:ascii="Arial" w:hAnsi="Arial" w:cs="Arial"/>
          <w:i/>
          <w:spacing w:val="104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están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entre</w:t>
      </w:r>
      <w:r w:rsidRPr="00FC5E68">
        <w:rPr>
          <w:rFonts w:ascii="Arial" w:hAnsi="Arial" w:cs="Arial"/>
          <w:i/>
          <w:spacing w:val="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los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primeros</w:t>
      </w:r>
      <w:r w:rsidRPr="00FC5E68">
        <w:rPr>
          <w:rFonts w:ascii="Arial" w:hAnsi="Arial" w:cs="Arial"/>
          <w:i/>
          <w:spacing w:val="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hacer</w:t>
      </w:r>
      <w:r w:rsidRPr="00FC5E68">
        <w:rPr>
          <w:rFonts w:ascii="Arial" w:hAnsi="Arial" w:cs="Arial"/>
          <w:i/>
          <w:spacing w:val="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transición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Nueva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Energía.</w:t>
      </w:r>
      <w:r w:rsidRPr="00FC5E68">
        <w:rPr>
          <w:rFonts w:ascii="Arial" w:hAnsi="Arial" w:cs="Arial"/>
          <w:i/>
          <w:spacing w:val="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Conforme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experimentan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las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alegrías</w:t>
      </w:r>
      <w:r w:rsidRPr="00FC5E68">
        <w:rPr>
          <w:rFonts w:ascii="Arial" w:hAnsi="Arial" w:cs="Arial"/>
          <w:i/>
          <w:spacing w:val="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124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los</w:t>
      </w:r>
      <w:r w:rsidRPr="00FC5E68">
        <w:rPr>
          <w:rFonts w:ascii="Arial" w:hAnsi="Arial" w:cs="Arial"/>
          <w:i/>
          <w:spacing w:val="2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retos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del</w:t>
      </w:r>
      <w:r w:rsidRPr="00FC5E68">
        <w:rPr>
          <w:rFonts w:ascii="Arial" w:hAnsi="Arial" w:cs="Arial"/>
          <w:i/>
          <w:spacing w:val="2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estatus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ascensión,</w:t>
      </w:r>
      <w:r w:rsidRPr="00FC5E68">
        <w:rPr>
          <w:rFonts w:ascii="Arial" w:hAnsi="Arial" w:cs="Arial"/>
          <w:i/>
          <w:spacing w:val="2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ellos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ayudan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</w:t>
      </w:r>
      <w:r w:rsidRPr="00FC5E68">
        <w:rPr>
          <w:rFonts w:ascii="Arial" w:hAnsi="Arial" w:cs="Arial"/>
          <w:i/>
          <w:spacing w:val="2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otros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humanos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2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sus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viajes</w:t>
      </w:r>
      <w:r w:rsidRPr="00FC5E68">
        <w:rPr>
          <w:rFonts w:ascii="Arial" w:hAnsi="Arial" w:cs="Arial"/>
          <w:i/>
          <w:spacing w:val="2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través</w:t>
      </w:r>
      <w:r w:rsidRPr="00FC5E68">
        <w:rPr>
          <w:rFonts w:ascii="Arial" w:hAnsi="Arial" w:cs="Arial"/>
          <w:i/>
          <w:spacing w:val="2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2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compartir,</w:t>
      </w:r>
      <w:r w:rsidRPr="00FC5E68">
        <w:rPr>
          <w:rFonts w:ascii="Arial" w:hAnsi="Arial" w:cs="Arial"/>
          <w:i/>
          <w:spacing w:val="86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cuidar</w:t>
      </w:r>
      <w:r w:rsidRPr="00FC5E68">
        <w:rPr>
          <w:rFonts w:ascii="Arial" w:hAnsi="Arial" w:cs="Arial"/>
          <w:i/>
          <w:spacing w:val="1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guiar.</w:t>
      </w:r>
      <w:r w:rsidRPr="00FC5E68">
        <w:rPr>
          <w:rFonts w:ascii="Arial" w:hAnsi="Arial" w:cs="Arial"/>
          <w:i/>
          <w:spacing w:val="-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Más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100.000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visitantes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vienen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al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sitio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Web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del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Crimson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Circle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cada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mes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para</w:t>
      </w:r>
      <w:r w:rsidRPr="00FC5E68">
        <w:rPr>
          <w:rFonts w:ascii="Arial" w:hAnsi="Arial" w:cs="Arial"/>
          <w:i/>
          <w:spacing w:val="21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leer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los</w:t>
      </w:r>
      <w:r w:rsidRPr="00FC5E68">
        <w:rPr>
          <w:rFonts w:ascii="Arial" w:hAnsi="Arial" w:cs="Arial"/>
          <w:i/>
          <w:spacing w:val="84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últimos</w:t>
      </w:r>
      <w:r w:rsidRPr="00FC5E68">
        <w:rPr>
          <w:rFonts w:ascii="Arial" w:hAnsi="Arial" w:cs="Arial"/>
          <w:i/>
          <w:spacing w:val="-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materiales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discutir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sus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propias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experiencias.</w:t>
      </w:r>
    </w:p>
    <w:p w:rsidR="00126461" w:rsidRPr="00FC5E68" w:rsidRDefault="00126461">
      <w:pPr>
        <w:spacing w:before="117" w:line="254" w:lineRule="auto"/>
        <w:ind w:left="127" w:right="121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i/>
          <w:w w:val="105"/>
          <w:sz w:val="20"/>
          <w:szCs w:val="20"/>
        </w:rPr>
        <w:t>Si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están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leyendo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esto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tienen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una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sensación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verdad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6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conexión,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ustedes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son</w:t>
      </w:r>
      <w:r w:rsidRPr="00FC5E68">
        <w:rPr>
          <w:rFonts w:ascii="Arial" w:hAnsi="Arial" w:cs="Arial"/>
          <w:i/>
          <w:spacing w:val="5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ciertamente</w:t>
      </w:r>
      <w:r w:rsidRPr="00FC5E68">
        <w:rPr>
          <w:rFonts w:ascii="Arial" w:hAnsi="Arial" w:cs="Arial"/>
          <w:i/>
          <w:spacing w:val="114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Shaumbra.</w:t>
      </w:r>
      <w:r w:rsidRPr="00FC5E68">
        <w:rPr>
          <w:rFonts w:ascii="Arial" w:hAnsi="Arial" w:cs="Arial"/>
          <w:i/>
          <w:spacing w:val="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Son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un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maestro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un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guía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humano.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Permitan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que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semilla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divinidad</w:t>
      </w:r>
      <w:r w:rsidRPr="00FC5E68">
        <w:rPr>
          <w:rFonts w:ascii="Arial" w:hAnsi="Arial" w:cs="Arial"/>
          <w:i/>
          <w:spacing w:val="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florezca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dentro</w:t>
      </w:r>
      <w:r w:rsidRPr="00FC5E68">
        <w:rPr>
          <w:rFonts w:ascii="Arial" w:hAnsi="Arial" w:cs="Arial"/>
          <w:i/>
          <w:spacing w:val="1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71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ustedes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este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momento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1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todos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los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tiempos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1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venir.</w:t>
      </w:r>
      <w:r w:rsidRPr="00FC5E68">
        <w:rPr>
          <w:rFonts w:ascii="Arial" w:hAnsi="Arial" w:cs="Arial"/>
          <w:i/>
          <w:spacing w:val="1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Nunca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están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solos,</w:t>
      </w:r>
      <w:r w:rsidRPr="00FC5E68">
        <w:rPr>
          <w:rFonts w:ascii="Arial" w:hAnsi="Arial" w:cs="Arial"/>
          <w:i/>
          <w:spacing w:val="1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ya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que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hay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familia</w:t>
      </w:r>
      <w:r w:rsidRPr="00FC5E68">
        <w:rPr>
          <w:rFonts w:ascii="Arial" w:hAnsi="Arial" w:cs="Arial"/>
          <w:i/>
          <w:spacing w:val="20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89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todo</w:t>
      </w:r>
      <w:r w:rsidRPr="00FC5E68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el</w:t>
      </w:r>
      <w:r w:rsidRPr="00FC5E68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mundo</w:t>
      </w:r>
      <w:r w:rsidRPr="00FC5E68">
        <w:rPr>
          <w:rFonts w:ascii="Arial" w:hAnsi="Arial" w:cs="Arial"/>
          <w:i/>
          <w:spacing w:val="-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y</w:t>
      </w:r>
      <w:r w:rsidRPr="00FC5E68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ángeles</w:t>
      </w:r>
      <w:r w:rsidRPr="00FC5E68">
        <w:rPr>
          <w:rFonts w:ascii="Arial" w:hAnsi="Arial" w:cs="Arial"/>
          <w:i/>
          <w:spacing w:val="-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-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los</w:t>
      </w:r>
      <w:r w:rsidRPr="00FC5E68">
        <w:rPr>
          <w:rFonts w:ascii="Arial" w:hAnsi="Arial" w:cs="Arial"/>
          <w:i/>
          <w:spacing w:val="-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reinos</w:t>
      </w:r>
      <w:r w:rsidRPr="00FC5E68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alrededor</w:t>
      </w:r>
      <w:r w:rsidRPr="00FC5E68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-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ustedes.</w:t>
      </w:r>
    </w:p>
    <w:p w:rsidR="00126461" w:rsidRPr="00FC5E68" w:rsidRDefault="00126461">
      <w:pPr>
        <w:spacing w:before="116" w:line="254" w:lineRule="auto"/>
        <w:ind w:left="127" w:right="124" w:firstLine="426"/>
        <w:jc w:val="both"/>
        <w:rPr>
          <w:rFonts w:ascii="Arial" w:hAnsi="Arial" w:cs="Arial"/>
          <w:sz w:val="20"/>
          <w:szCs w:val="20"/>
        </w:rPr>
      </w:pP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1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favor,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distribuyan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este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texto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una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base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no-comercial,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no-costo.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favor,</w:t>
      </w:r>
      <w:r w:rsidRPr="00FC5E68">
        <w:rPr>
          <w:rFonts w:ascii="Arial" w:hAnsi="Arial" w:cs="Arial"/>
          <w:i/>
          <w:spacing w:val="13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incluyan</w:t>
      </w:r>
      <w:r w:rsidRPr="00FC5E68">
        <w:rPr>
          <w:rFonts w:ascii="Arial" w:hAnsi="Arial" w:cs="Arial"/>
          <w:i/>
          <w:spacing w:val="12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</w:t>
      </w:r>
      <w:r w:rsidRPr="00FC5E68">
        <w:rPr>
          <w:rFonts w:ascii="Arial" w:hAnsi="Arial" w:cs="Arial"/>
          <w:i/>
          <w:spacing w:val="98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información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su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totalidad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incluyendo</w:t>
      </w:r>
      <w:r w:rsidRPr="00FC5E68">
        <w:rPr>
          <w:rFonts w:ascii="Arial" w:hAnsi="Arial" w:cs="Arial"/>
          <w:i/>
          <w:spacing w:val="1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estas</w:t>
      </w:r>
      <w:r w:rsidRPr="00FC5E68">
        <w:rPr>
          <w:rFonts w:ascii="Arial" w:hAnsi="Arial" w:cs="Arial"/>
          <w:i/>
          <w:spacing w:val="1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notas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al</w:t>
      </w:r>
      <w:r w:rsidRPr="00FC5E68">
        <w:rPr>
          <w:rFonts w:ascii="Arial" w:hAnsi="Arial" w:cs="Arial"/>
          <w:i/>
          <w:spacing w:val="1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pie.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Todos</w:t>
      </w:r>
      <w:r w:rsidRPr="00FC5E68">
        <w:rPr>
          <w:rFonts w:ascii="Arial" w:hAnsi="Arial" w:cs="Arial"/>
          <w:i/>
          <w:spacing w:val="1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los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otros</w:t>
      </w:r>
      <w:r w:rsidRPr="00FC5E68">
        <w:rPr>
          <w:rFonts w:ascii="Arial" w:hAnsi="Arial" w:cs="Arial"/>
          <w:i/>
          <w:spacing w:val="14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usos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deben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ser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aprobados</w:t>
      </w:r>
      <w:r w:rsidRPr="00FC5E68">
        <w:rPr>
          <w:rFonts w:ascii="Arial" w:hAnsi="Arial" w:cs="Arial"/>
          <w:i/>
          <w:spacing w:val="15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108"/>
          <w:w w:val="104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escrito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por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Geoffrey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Hoppe,</w:t>
      </w:r>
      <w:r w:rsidRPr="00FC5E68">
        <w:rPr>
          <w:rFonts w:ascii="Arial" w:hAnsi="Arial" w:cs="Arial"/>
          <w:i/>
          <w:spacing w:val="3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Golden,</w:t>
      </w:r>
      <w:r w:rsidRPr="00FC5E68">
        <w:rPr>
          <w:rFonts w:ascii="Arial" w:hAnsi="Arial" w:cs="Arial"/>
          <w:i/>
          <w:spacing w:val="3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Colorado.</w:t>
      </w:r>
      <w:r w:rsidRPr="00FC5E68">
        <w:rPr>
          <w:rFonts w:ascii="Arial" w:hAnsi="Arial" w:cs="Arial"/>
          <w:i/>
          <w:spacing w:val="3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Vean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la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página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contactos</w:t>
      </w:r>
      <w:r w:rsidRPr="00FC5E68">
        <w:rPr>
          <w:rFonts w:ascii="Arial" w:hAnsi="Arial" w:cs="Arial"/>
          <w:i/>
          <w:spacing w:val="39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en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el</w:t>
      </w:r>
      <w:r w:rsidRPr="00FC5E68">
        <w:rPr>
          <w:rFonts w:ascii="Arial" w:hAnsi="Arial" w:cs="Arial"/>
          <w:i/>
          <w:spacing w:val="3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sitio</w:t>
      </w:r>
      <w:r w:rsidRPr="00FC5E68">
        <w:rPr>
          <w:rFonts w:ascii="Arial" w:hAnsi="Arial" w:cs="Arial"/>
          <w:i/>
          <w:spacing w:val="38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spacing w:val="1"/>
          <w:w w:val="105"/>
          <w:sz w:val="20"/>
          <w:szCs w:val="20"/>
        </w:rPr>
        <w:t>Web:</w:t>
      </w:r>
      <w:r w:rsidRPr="00FC5E68">
        <w:rPr>
          <w:rFonts w:ascii="Arial" w:hAnsi="Arial" w:cs="Arial"/>
          <w:i/>
          <w:spacing w:val="98"/>
          <w:w w:val="104"/>
          <w:sz w:val="20"/>
          <w:szCs w:val="20"/>
        </w:rPr>
        <w:t xml:space="preserve"> </w:t>
      </w:r>
      <w:hyperlink r:id="rId14">
        <w:r w:rsidRPr="00FC5E68">
          <w:rPr>
            <w:rFonts w:ascii="Arial" w:hAnsi="Arial" w:cs="Arial"/>
            <w:i/>
            <w:color w:val="003366"/>
            <w:w w:val="105"/>
            <w:sz w:val="20"/>
            <w:szCs w:val="20"/>
          </w:rPr>
          <w:t>http://</w:t>
        </w:r>
        <w:r w:rsidRPr="00FC5E68">
          <w:rPr>
            <w:rFonts w:ascii="Arial" w:hAnsi="Arial" w:cs="Arial"/>
            <w:i/>
            <w:color w:val="0000FF"/>
            <w:w w:val="105"/>
            <w:sz w:val="20"/>
            <w:szCs w:val="20"/>
          </w:rPr>
          <w:t>www.crimsoncircle.com</w:t>
        </w:r>
      </w:hyperlink>
      <w:r w:rsidRPr="00FC5E68">
        <w:rPr>
          <w:rFonts w:ascii="Arial" w:hAnsi="Arial" w:cs="Arial"/>
          <w:i/>
          <w:color w:val="0000FF"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©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Derechos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de</w:t>
      </w:r>
      <w:r w:rsidRPr="00FC5E68">
        <w:rPr>
          <w:rFonts w:ascii="Arial" w:hAnsi="Arial" w:cs="Arial"/>
          <w:i/>
          <w:spacing w:val="-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Autor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2015</w:t>
      </w:r>
      <w:r w:rsidRPr="00FC5E68">
        <w:rPr>
          <w:rFonts w:ascii="Arial" w:hAnsi="Arial" w:cs="Arial"/>
          <w:i/>
          <w:spacing w:val="-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Geoffrey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Hoppe,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Golden,</w:t>
      </w:r>
      <w:r w:rsidRPr="00FC5E68">
        <w:rPr>
          <w:rFonts w:ascii="Arial" w:hAnsi="Arial" w:cs="Arial"/>
          <w:i/>
          <w:spacing w:val="-7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CO</w:t>
      </w:r>
      <w:r w:rsidRPr="00FC5E68">
        <w:rPr>
          <w:rFonts w:ascii="Arial" w:hAnsi="Arial" w:cs="Arial"/>
          <w:i/>
          <w:spacing w:val="-6"/>
          <w:w w:val="105"/>
          <w:sz w:val="20"/>
          <w:szCs w:val="20"/>
        </w:rPr>
        <w:t xml:space="preserve"> </w:t>
      </w:r>
      <w:r w:rsidRPr="00FC5E68">
        <w:rPr>
          <w:rFonts w:ascii="Arial" w:hAnsi="Arial" w:cs="Arial"/>
          <w:i/>
          <w:w w:val="105"/>
          <w:sz w:val="20"/>
          <w:szCs w:val="20"/>
        </w:rPr>
        <w:t>80403.</w:t>
      </w:r>
    </w:p>
    <w:sectPr w:rsidR="00126461" w:rsidRPr="00FC5E68" w:rsidSect="006A5E72">
      <w:pgSz w:w="12240" w:h="15840"/>
      <w:pgMar w:top="920" w:right="1120" w:bottom="280" w:left="1120" w:header="7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461" w:rsidRDefault="00126461" w:rsidP="006A5E72">
      <w:r>
        <w:separator/>
      </w:r>
    </w:p>
  </w:endnote>
  <w:endnote w:type="continuationSeparator" w:id="0">
    <w:p w:rsidR="00126461" w:rsidRDefault="00126461" w:rsidP="006A5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461" w:rsidRDefault="00126461" w:rsidP="006A5E72">
      <w:r>
        <w:separator/>
      </w:r>
    </w:p>
  </w:footnote>
  <w:footnote w:type="continuationSeparator" w:id="0">
    <w:p w:rsidR="00126461" w:rsidRDefault="00126461" w:rsidP="006A5E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1.4pt;margin-top:36.15pt;width:171.5pt;height:11.85pt;z-index:-251656192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50" type="#_x0000_t202" style="position:absolute;margin-left:507.8pt;margin-top:36.15pt;width:36.4pt;height:11.85pt;z-index:-251655168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4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begin"/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instrText xml:space="preserve"> PAGE </w:instrTex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separate"/>
                </w:r>
                <w:r>
                  <w:rPr>
                    <w:rFonts w:ascii="Arial" w:eastAsia="Times New Roman"/>
                    <w:noProof/>
                    <w:color w:val="7F7F7F"/>
                    <w:w w:val="105"/>
                    <w:sz w:val="19"/>
                  </w:rPr>
                  <w:t>3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end"/>
                </w:r>
                <w:r>
                  <w:rPr>
                    <w:rFonts w:ascii="Arial" w:eastAsia="Times New Roman"/>
                    <w:color w:val="7F7F7F"/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1.4pt;margin-top:36.15pt;width:171.5pt;height:11.85pt;z-index:-251653120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52" type="#_x0000_t202" style="position:absolute;margin-left:508.8pt;margin-top:36.15pt;width:40.95pt;height:11.85pt;z-index:-251652096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10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1.4pt;margin-top:36.15pt;width:171.5pt;height:11.85pt;z-index:-251650048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54" type="#_x0000_t202" style="position:absolute;margin-left:507.8pt;margin-top:36.15pt;width:41.95pt;height:11.85pt;z-index:-251649024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4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begin"/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instrText xml:space="preserve"> PAGE </w:instrTex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separate"/>
                </w:r>
                <w:r>
                  <w:rPr>
                    <w:rFonts w:ascii="Arial" w:eastAsia="Times New Roman"/>
                    <w:noProof/>
                    <w:color w:val="7F7F7F"/>
                    <w:w w:val="105"/>
                    <w:sz w:val="19"/>
                  </w:rPr>
                  <w:t>12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end"/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1.4pt;margin-top:36.15pt;width:171.5pt;height:11.85pt;z-index:-251646976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56" type="#_x0000_t202" style="position:absolute;margin-left:508.8pt;margin-top:36.15pt;width:40.95pt;height:11.85pt;z-index:-251645952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20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1.4pt;margin-top:36.15pt;width:171.5pt;height:11.85pt;z-index:-251643904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58" type="#_x0000_t202" style="position:absolute;margin-left:507.8pt;margin-top:36.15pt;width:41.95pt;height:11.85pt;z-index:-251642880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4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begin"/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instrText xml:space="preserve"> PAGE </w:instrTex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separate"/>
                </w:r>
                <w:r>
                  <w:rPr>
                    <w:rFonts w:ascii="Arial" w:eastAsia="Times New Roman"/>
                    <w:noProof/>
                    <w:color w:val="7F7F7F"/>
                    <w:w w:val="105"/>
                    <w:sz w:val="19"/>
                  </w:rPr>
                  <w:t>22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end"/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1.4pt;margin-top:36.15pt;width:171.5pt;height:11.85pt;z-index:-251640832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60" type="#_x0000_t202" style="position:absolute;margin-left:508.8pt;margin-top:36.15pt;width:40.95pt;height:11.85pt;z-index:-251639808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30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461" w:rsidRDefault="00126461">
    <w:pPr>
      <w:spacing w:line="14" w:lineRule="auto"/>
      <w:rPr>
        <w:sz w:val="20"/>
        <w:szCs w:val="20"/>
      </w:rPr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61.4pt;margin-top:36.15pt;width:171.5pt;height:11.85pt;z-index:-251637760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2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/>
                    <w:color w:val="7F7F7F"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/>
                    <w:color w:val="7F7F7F"/>
                    <w:spacing w:val="-8"/>
                    <w:w w:val="105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w w:val="105"/>
                    <w:sz w:val="19"/>
                    <w:szCs w:val="19"/>
                  </w:rPr>
                  <w:t>7</w:t>
                </w:r>
              </w:p>
            </w:txbxContent>
          </v:textbox>
          <w10:wrap anchorx="page" anchory="page"/>
        </v:shape>
      </w:pict>
    </w:r>
    <w:r>
      <w:rPr>
        <w:noProof/>
        <w:lang w:val="es-AR" w:eastAsia="es-AR"/>
      </w:rPr>
      <w:pict>
        <v:shape id="_x0000_s2062" type="#_x0000_t202" style="position:absolute;margin-left:507.8pt;margin-top:36.15pt;width:41.95pt;height:11.85pt;z-index:-251636736;mso-position-horizontal-relative:page;mso-position-vertical-relative:page" filled="f" stroked="f">
          <v:textbox inset="0,0,0,0">
            <w:txbxContent>
              <w:p w:rsidR="00126461" w:rsidRDefault="00126461">
                <w:pPr>
                  <w:spacing w:before="1"/>
                  <w:ind w:left="40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begin"/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instrText xml:space="preserve"> PAGE </w:instrTex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separate"/>
                </w:r>
                <w:r>
                  <w:rPr>
                    <w:rFonts w:ascii="Arial" w:eastAsia="Times New Roman"/>
                    <w:noProof/>
                    <w:color w:val="7F7F7F"/>
                    <w:w w:val="105"/>
                    <w:sz w:val="19"/>
                  </w:rPr>
                  <w:t>38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fldChar w:fldCharType="end"/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 w:eastAsia="Times New Roman"/>
                    <w:color w:val="7F7F7F"/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rFonts w:ascii="Arial" w:eastAsia="Times New Roman"/>
                    <w:color w:val="7F7F7F"/>
                    <w:spacing w:val="1"/>
                    <w:w w:val="105"/>
                    <w:sz w:val="19"/>
                  </w:rPr>
                  <w:t>38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E72"/>
    <w:rsid w:val="00126461"/>
    <w:rsid w:val="001B00E4"/>
    <w:rsid w:val="00401D6B"/>
    <w:rsid w:val="006A5E72"/>
    <w:rsid w:val="00FC5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6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72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6A5E72"/>
    <w:pPr>
      <w:ind w:left="107"/>
      <w:outlineLvl w:val="0"/>
    </w:pPr>
    <w:rPr>
      <w:rFonts w:ascii="Verdana" w:hAnsi="Verdana"/>
      <w:b/>
      <w:bCs/>
      <w:i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6A5E72"/>
    <w:pPr>
      <w:ind w:left="107"/>
      <w:outlineLvl w:val="1"/>
    </w:pPr>
    <w:rPr>
      <w:rFonts w:ascii="Verdana" w:hAnsi="Verdana"/>
      <w:b/>
      <w:bCs/>
      <w:i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BA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BA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A5E72"/>
    <w:pPr>
      <w:spacing w:before="133"/>
      <w:ind w:left="107"/>
    </w:pPr>
    <w:rPr>
      <w:rFonts w:ascii="Verdana" w:hAnsi="Verdan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83BA6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6A5E72"/>
  </w:style>
  <w:style w:type="paragraph" w:customStyle="1" w:styleId="TableParagraph">
    <w:name w:val="Table Paragraph"/>
    <w:basedOn w:val="Normal"/>
    <w:uiPriority w:val="99"/>
    <w:rsid w:val="006A5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rimsoncircle.com/" TargetMode="Externa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yperlink" Target="http://www.crimsoncirc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38</Pages>
  <Words>13938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Shaud 7 - K7.doc</dc:title>
  <dc:subject/>
  <dc:creator/>
  <cp:keywords/>
  <dc:description/>
  <cp:lastModifiedBy>Graciela</cp:lastModifiedBy>
  <cp:revision>2</cp:revision>
  <dcterms:created xsi:type="dcterms:W3CDTF">2015-03-28T01:52:00Z</dcterms:created>
  <dcterms:modified xsi:type="dcterms:W3CDTF">2015-03-28T01:52:00Z</dcterms:modified>
</cp:coreProperties>
</file>