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DFA" w:rsidRDefault="000E3DFA">
      <w:pPr>
        <w:pStyle w:val="BodyText"/>
        <w:kinsoku w:val="0"/>
        <w:overflowPunct w:val="0"/>
        <w:spacing w:before="1"/>
        <w:ind w:left="0"/>
        <w:rPr>
          <w:rFonts w:ascii="Times New Roman" w:hAnsi="Times New Roman" w:cs="Times New Roman"/>
          <w:sz w:val="14"/>
          <w:szCs w:val="14"/>
        </w:rPr>
      </w:pPr>
    </w:p>
    <w:p w:rsidR="000E3DFA" w:rsidRDefault="000E3DFA">
      <w:pPr>
        <w:pStyle w:val="BodyText"/>
        <w:kinsoku w:val="0"/>
        <w:overflowPunct w:val="0"/>
        <w:spacing w:before="50"/>
        <w:ind w:left="2872" w:right="2872"/>
        <w:jc w:val="center"/>
        <w:rPr>
          <w:sz w:val="31"/>
          <w:szCs w:val="31"/>
        </w:rPr>
      </w:pPr>
      <w:r>
        <w:rPr>
          <w:b/>
          <w:bCs/>
          <w:sz w:val="31"/>
          <w:szCs w:val="31"/>
        </w:rPr>
        <w:t>Serie</w:t>
      </w:r>
      <w:r>
        <w:rPr>
          <w:b/>
          <w:bCs/>
          <w:spacing w:val="52"/>
          <w:sz w:val="31"/>
          <w:szCs w:val="31"/>
        </w:rPr>
        <w:t xml:space="preserve"> </w:t>
      </w:r>
      <w:r>
        <w:rPr>
          <w:b/>
          <w:bCs/>
          <w:sz w:val="31"/>
          <w:szCs w:val="31"/>
        </w:rPr>
        <w:t>del</w:t>
      </w:r>
      <w:r>
        <w:rPr>
          <w:b/>
          <w:bCs/>
          <w:spacing w:val="52"/>
          <w:sz w:val="31"/>
          <w:szCs w:val="31"/>
        </w:rPr>
        <w:t xml:space="preserve"> </w:t>
      </w:r>
      <w:r>
        <w:rPr>
          <w:b/>
          <w:bCs/>
          <w:sz w:val="31"/>
          <w:szCs w:val="31"/>
        </w:rPr>
        <w:t>Transhumano</w:t>
      </w:r>
    </w:p>
    <w:p w:rsidR="000E3DFA" w:rsidRDefault="000E3DFA">
      <w:pPr>
        <w:pStyle w:val="BodyText"/>
        <w:kinsoku w:val="0"/>
        <w:overflowPunct w:val="0"/>
        <w:spacing w:before="1"/>
        <w:ind w:left="2872" w:right="2871"/>
        <w:jc w:val="center"/>
        <w:rPr>
          <w:sz w:val="24"/>
          <w:szCs w:val="24"/>
        </w:rPr>
      </w:pPr>
      <w:r>
        <w:rPr>
          <w:b/>
          <w:bCs/>
          <w:sz w:val="24"/>
          <w:szCs w:val="24"/>
        </w:rPr>
        <w:t>Shaud</w:t>
      </w:r>
      <w:r>
        <w:rPr>
          <w:b/>
          <w:bCs/>
          <w:spacing w:val="-3"/>
          <w:sz w:val="24"/>
          <w:szCs w:val="24"/>
        </w:rPr>
        <w:t xml:space="preserve"> </w:t>
      </w:r>
      <w:r>
        <w:rPr>
          <w:b/>
          <w:bCs/>
          <w:sz w:val="24"/>
          <w:szCs w:val="24"/>
        </w:rPr>
        <w:t>8</w:t>
      </w:r>
    </w:p>
    <w:p w:rsidR="000E3DFA" w:rsidRDefault="000E3DFA">
      <w:pPr>
        <w:pStyle w:val="BodyText"/>
        <w:kinsoku w:val="0"/>
        <w:overflowPunct w:val="0"/>
        <w:ind w:left="0"/>
        <w:rPr>
          <w:b/>
          <w:bCs/>
          <w:sz w:val="24"/>
          <w:szCs w:val="24"/>
        </w:rPr>
      </w:pPr>
    </w:p>
    <w:p w:rsidR="000E3DFA" w:rsidRDefault="000E3DFA">
      <w:pPr>
        <w:pStyle w:val="BodyText"/>
        <w:kinsoku w:val="0"/>
        <w:overflowPunct w:val="0"/>
        <w:ind w:left="0"/>
        <w:rPr>
          <w:b/>
          <w:bCs/>
          <w:sz w:val="24"/>
          <w:szCs w:val="24"/>
        </w:rPr>
      </w:pPr>
    </w:p>
    <w:p w:rsidR="000E3DFA" w:rsidRDefault="000E3DFA">
      <w:pPr>
        <w:pStyle w:val="BodyText"/>
        <w:kinsoku w:val="0"/>
        <w:overflowPunct w:val="0"/>
        <w:spacing w:before="4"/>
        <w:ind w:left="0"/>
        <w:rPr>
          <w:b/>
          <w:bCs/>
          <w:sz w:val="35"/>
          <w:szCs w:val="35"/>
        </w:rPr>
      </w:pPr>
    </w:p>
    <w:p w:rsidR="000E3DFA" w:rsidRDefault="000E3DFA">
      <w:pPr>
        <w:pStyle w:val="BodyText"/>
        <w:kinsoku w:val="0"/>
        <w:overflowPunct w:val="0"/>
        <w:ind w:left="3671" w:right="2844" w:hanging="10"/>
        <w:rPr>
          <w:sz w:val="16"/>
          <w:szCs w:val="16"/>
        </w:rPr>
      </w:pPr>
      <w:r>
        <w:rPr>
          <w:noProof/>
          <w:lang w:val="es-AR" w:eastAsia="es-AR"/>
        </w:rPr>
        <w:pict>
          <v:rect id="_x0000_s1028" style="position:absolute;left:0;text-align:left;margin-left:65.1pt;margin-top:-17.15pt;width:159pt;height:167pt;z-index:-251658240;mso-position-horizontal-relative:page" o:allowincell="f" filled="f" stroked="f">
            <v:textbox inset="0,0,0,0">
              <w:txbxContent>
                <w:p w:rsidR="000E3DFA" w:rsidRDefault="000E3DFA">
                  <w:pPr>
                    <w:widowControl/>
                    <w:autoSpaceDE/>
                    <w:autoSpaceDN/>
                    <w:adjustRightInd/>
                    <w:spacing w:line="334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9pt;height:166.5pt">
                        <v:imagedata r:id="rId6" o:title=""/>
                      </v:shape>
                    </w:pict>
                  </w:r>
                </w:p>
                <w:p w:rsidR="000E3DFA" w:rsidRDefault="000E3DFA"/>
              </w:txbxContent>
            </v:textbox>
            <w10:wrap anchorx="page"/>
          </v:rect>
        </w:pict>
      </w:r>
      <w:r>
        <w:rPr>
          <w:b/>
          <w:bCs/>
          <w:i/>
          <w:iCs/>
          <w:sz w:val="16"/>
          <w:szCs w:val="16"/>
        </w:rPr>
        <w:t>Presentando</w:t>
      </w:r>
      <w:r>
        <w:rPr>
          <w:b/>
          <w:bCs/>
          <w:i/>
          <w:iCs/>
          <w:spacing w:val="-14"/>
          <w:sz w:val="16"/>
          <w:szCs w:val="16"/>
        </w:rPr>
        <w:t xml:space="preserve"> </w:t>
      </w:r>
      <w:r>
        <w:rPr>
          <w:b/>
          <w:bCs/>
          <w:i/>
          <w:iCs/>
          <w:sz w:val="16"/>
          <w:szCs w:val="16"/>
        </w:rPr>
        <w:t>a</w:t>
      </w:r>
      <w:r>
        <w:rPr>
          <w:b/>
          <w:bCs/>
          <w:i/>
          <w:iCs/>
          <w:spacing w:val="-14"/>
          <w:sz w:val="16"/>
          <w:szCs w:val="16"/>
        </w:rPr>
        <w:t xml:space="preserve"> </w:t>
      </w:r>
      <w:r>
        <w:rPr>
          <w:b/>
          <w:bCs/>
          <w:i/>
          <w:iCs/>
          <w:sz w:val="16"/>
          <w:szCs w:val="16"/>
        </w:rPr>
        <w:t>Adamus</w:t>
      </w:r>
      <w:r>
        <w:rPr>
          <w:b/>
          <w:bCs/>
          <w:i/>
          <w:iCs/>
          <w:spacing w:val="-15"/>
          <w:sz w:val="16"/>
          <w:szCs w:val="16"/>
        </w:rPr>
        <w:t xml:space="preserve"> </w:t>
      </w:r>
      <w:r>
        <w:rPr>
          <w:b/>
          <w:bCs/>
          <w:i/>
          <w:iCs/>
          <w:sz w:val="16"/>
          <w:szCs w:val="16"/>
        </w:rPr>
        <w:t>Saint-Germain</w:t>
      </w:r>
      <w:r>
        <w:rPr>
          <w:b/>
          <w:bCs/>
          <w:i/>
          <w:iCs/>
          <w:spacing w:val="40"/>
          <w:w w:val="99"/>
          <w:sz w:val="16"/>
          <w:szCs w:val="16"/>
        </w:rPr>
        <w:t xml:space="preserve"> </w:t>
      </w:r>
      <w:r>
        <w:rPr>
          <w:b/>
          <w:bCs/>
          <w:i/>
          <w:iCs/>
          <w:sz w:val="16"/>
          <w:szCs w:val="16"/>
        </w:rPr>
        <w:t>Canalizado</w:t>
      </w:r>
      <w:r>
        <w:rPr>
          <w:b/>
          <w:bCs/>
          <w:i/>
          <w:iCs/>
          <w:spacing w:val="-13"/>
          <w:sz w:val="16"/>
          <w:szCs w:val="16"/>
        </w:rPr>
        <w:t xml:space="preserve"> </w:t>
      </w:r>
      <w:r>
        <w:rPr>
          <w:b/>
          <w:bCs/>
          <w:i/>
          <w:iCs/>
          <w:sz w:val="16"/>
          <w:szCs w:val="16"/>
        </w:rPr>
        <w:t>por</w:t>
      </w:r>
      <w:r>
        <w:rPr>
          <w:b/>
          <w:bCs/>
          <w:i/>
          <w:iCs/>
          <w:spacing w:val="-13"/>
          <w:sz w:val="16"/>
          <w:szCs w:val="16"/>
        </w:rPr>
        <w:t xml:space="preserve"> </w:t>
      </w:r>
      <w:r>
        <w:rPr>
          <w:b/>
          <w:bCs/>
          <w:i/>
          <w:iCs/>
          <w:sz w:val="16"/>
          <w:szCs w:val="16"/>
        </w:rPr>
        <w:t>Geoffrey</w:t>
      </w:r>
      <w:r>
        <w:rPr>
          <w:b/>
          <w:bCs/>
          <w:i/>
          <w:iCs/>
          <w:spacing w:val="-13"/>
          <w:sz w:val="16"/>
          <w:szCs w:val="16"/>
        </w:rPr>
        <w:t xml:space="preserve"> </w:t>
      </w:r>
      <w:r>
        <w:rPr>
          <w:b/>
          <w:bCs/>
          <w:i/>
          <w:iCs/>
          <w:spacing w:val="1"/>
          <w:sz w:val="16"/>
          <w:szCs w:val="16"/>
        </w:rPr>
        <w:t>Hoppe</w:t>
      </w:r>
      <w:r>
        <w:rPr>
          <w:b/>
          <w:bCs/>
          <w:i/>
          <w:iCs/>
          <w:spacing w:val="27"/>
          <w:w w:val="99"/>
          <w:sz w:val="16"/>
          <w:szCs w:val="16"/>
        </w:rPr>
        <w:t xml:space="preserve"> </w:t>
      </w:r>
      <w:r>
        <w:rPr>
          <w:b/>
          <w:bCs/>
          <w:i/>
          <w:iCs/>
          <w:sz w:val="16"/>
          <w:szCs w:val="16"/>
        </w:rPr>
        <w:t xml:space="preserve">Abril </w:t>
      </w:r>
      <w:r>
        <w:rPr>
          <w:b/>
          <w:bCs/>
          <w:i/>
          <w:iCs/>
          <w:spacing w:val="-7"/>
          <w:sz w:val="16"/>
          <w:szCs w:val="16"/>
        </w:rPr>
        <w:t xml:space="preserve"> </w:t>
      </w:r>
      <w:r>
        <w:rPr>
          <w:b/>
          <w:bCs/>
          <w:i/>
          <w:iCs/>
          <w:sz w:val="16"/>
          <w:szCs w:val="16"/>
        </w:rPr>
        <w:t>1</w:t>
      </w:r>
      <w:r>
        <w:rPr>
          <w:b/>
          <w:bCs/>
          <w:i/>
          <w:iCs/>
          <w:spacing w:val="-7"/>
          <w:sz w:val="16"/>
          <w:szCs w:val="16"/>
        </w:rPr>
        <w:t xml:space="preserve"> </w:t>
      </w:r>
      <w:r>
        <w:rPr>
          <w:b/>
          <w:bCs/>
          <w:i/>
          <w:iCs/>
          <w:sz w:val="16"/>
          <w:szCs w:val="16"/>
        </w:rPr>
        <w:t>de</w:t>
      </w:r>
      <w:r>
        <w:rPr>
          <w:b/>
          <w:bCs/>
          <w:i/>
          <w:iCs/>
          <w:spacing w:val="-6"/>
          <w:sz w:val="16"/>
          <w:szCs w:val="16"/>
        </w:rPr>
        <w:t xml:space="preserve"> </w:t>
      </w:r>
      <w:r>
        <w:rPr>
          <w:b/>
          <w:bCs/>
          <w:i/>
          <w:iCs/>
          <w:sz w:val="16"/>
          <w:szCs w:val="16"/>
        </w:rPr>
        <w:t>2017</w:t>
      </w:r>
    </w:p>
    <w:p w:rsidR="000E3DFA" w:rsidRDefault="000E3DFA">
      <w:pPr>
        <w:pStyle w:val="BodyText"/>
        <w:kinsoku w:val="0"/>
        <w:overflowPunct w:val="0"/>
        <w:spacing w:line="242" w:lineRule="auto"/>
        <w:ind w:left="3671" w:right="2182"/>
        <w:rPr>
          <w:color w:val="000000"/>
          <w:sz w:val="16"/>
          <w:szCs w:val="16"/>
        </w:rPr>
      </w:pPr>
      <w:r>
        <w:rPr>
          <w:b/>
          <w:bCs/>
          <w:i/>
          <w:iCs/>
          <w:sz w:val="16"/>
          <w:szCs w:val="16"/>
        </w:rPr>
        <w:t>Crimson</w:t>
      </w:r>
      <w:r>
        <w:rPr>
          <w:b/>
          <w:bCs/>
          <w:i/>
          <w:iCs/>
          <w:spacing w:val="-15"/>
          <w:sz w:val="16"/>
          <w:szCs w:val="16"/>
        </w:rPr>
        <w:t xml:space="preserve"> </w:t>
      </w:r>
      <w:r>
        <w:rPr>
          <w:b/>
          <w:bCs/>
          <w:i/>
          <w:iCs/>
          <w:sz w:val="16"/>
          <w:szCs w:val="16"/>
        </w:rPr>
        <w:t>Circle</w:t>
      </w:r>
      <w:r>
        <w:rPr>
          <w:b/>
          <w:bCs/>
          <w:i/>
          <w:iCs/>
          <w:spacing w:val="-15"/>
          <w:sz w:val="16"/>
          <w:szCs w:val="16"/>
        </w:rPr>
        <w:t xml:space="preserve"> </w:t>
      </w:r>
      <w:r>
        <w:rPr>
          <w:b/>
          <w:bCs/>
          <w:i/>
          <w:iCs/>
          <w:sz w:val="16"/>
          <w:szCs w:val="16"/>
        </w:rPr>
        <w:t>–</w:t>
      </w:r>
      <w:r>
        <w:rPr>
          <w:b/>
          <w:bCs/>
          <w:i/>
          <w:iCs/>
          <w:spacing w:val="-15"/>
          <w:sz w:val="16"/>
          <w:szCs w:val="16"/>
        </w:rPr>
        <w:t xml:space="preserve"> </w:t>
      </w:r>
      <w:hyperlink r:id="rId7" w:history="1">
        <w:r>
          <w:rPr>
            <w:b/>
            <w:bCs/>
            <w:i/>
            <w:iCs/>
            <w:color w:val="800080"/>
            <w:sz w:val="16"/>
            <w:szCs w:val="16"/>
            <w:u w:val="single"/>
          </w:rPr>
          <w:t>www.crimsoncircle.com</w:t>
        </w:r>
      </w:hyperlink>
      <w:r>
        <w:rPr>
          <w:b/>
          <w:bCs/>
          <w:i/>
          <w:iCs/>
          <w:color w:val="800080"/>
          <w:spacing w:val="24"/>
          <w:w w:val="99"/>
          <w:sz w:val="16"/>
          <w:szCs w:val="16"/>
        </w:rPr>
        <w:t xml:space="preserve"> </w:t>
      </w:r>
      <w:r>
        <w:rPr>
          <w:b/>
          <w:bCs/>
          <w:i/>
          <w:iCs/>
          <w:color w:val="000000"/>
          <w:sz w:val="16"/>
          <w:szCs w:val="16"/>
        </w:rPr>
        <w:t>Traducción:</w:t>
      </w:r>
      <w:r>
        <w:rPr>
          <w:b/>
          <w:bCs/>
          <w:i/>
          <w:iCs/>
          <w:color w:val="000000"/>
          <w:spacing w:val="-16"/>
          <w:sz w:val="16"/>
          <w:szCs w:val="16"/>
        </w:rPr>
        <w:t xml:space="preserve"> </w:t>
      </w:r>
      <w:r>
        <w:rPr>
          <w:b/>
          <w:bCs/>
          <w:i/>
          <w:iCs/>
          <w:color w:val="000000"/>
          <w:sz w:val="16"/>
          <w:szCs w:val="16"/>
        </w:rPr>
        <w:t>Yezid</w:t>
      </w:r>
      <w:r>
        <w:rPr>
          <w:b/>
          <w:bCs/>
          <w:i/>
          <w:iCs/>
          <w:color w:val="000000"/>
          <w:spacing w:val="-14"/>
          <w:sz w:val="16"/>
          <w:szCs w:val="16"/>
        </w:rPr>
        <w:t xml:space="preserve"> </w:t>
      </w:r>
      <w:r>
        <w:rPr>
          <w:b/>
          <w:bCs/>
          <w:i/>
          <w:iCs/>
          <w:color w:val="000000"/>
          <w:sz w:val="16"/>
          <w:szCs w:val="16"/>
        </w:rPr>
        <w:t>Varón</w:t>
      </w:r>
    </w:p>
    <w:p w:rsidR="000E3DFA" w:rsidRDefault="000E3DFA">
      <w:pPr>
        <w:pStyle w:val="BodyText"/>
        <w:kinsoku w:val="0"/>
        <w:overflowPunct w:val="0"/>
        <w:ind w:left="0"/>
        <w:rPr>
          <w:b/>
          <w:bCs/>
          <w:i/>
          <w:iCs/>
          <w:sz w:val="16"/>
          <w:szCs w:val="16"/>
        </w:rPr>
      </w:pPr>
    </w:p>
    <w:p w:rsidR="000E3DFA" w:rsidRDefault="000E3DFA">
      <w:pPr>
        <w:pStyle w:val="BodyText"/>
        <w:kinsoku w:val="0"/>
        <w:overflowPunct w:val="0"/>
        <w:ind w:left="0"/>
        <w:rPr>
          <w:b/>
          <w:bCs/>
          <w:i/>
          <w:iCs/>
          <w:sz w:val="16"/>
          <w:szCs w:val="16"/>
        </w:rPr>
      </w:pPr>
    </w:p>
    <w:p w:rsidR="000E3DFA" w:rsidRDefault="000E3DFA">
      <w:pPr>
        <w:pStyle w:val="BodyText"/>
        <w:kinsoku w:val="0"/>
        <w:overflowPunct w:val="0"/>
        <w:ind w:left="0"/>
        <w:rPr>
          <w:b/>
          <w:bCs/>
          <w:i/>
          <w:iCs/>
          <w:sz w:val="16"/>
          <w:szCs w:val="16"/>
        </w:rPr>
      </w:pPr>
    </w:p>
    <w:p w:rsidR="000E3DFA" w:rsidRDefault="000E3DFA">
      <w:pPr>
        <w:pStyle w:val="BodyText"/>
        <w:kinsoku w:val="0"/>
        <w:overflowPunct w:val="0"/>
        <w:spacing w:before="12"/>
        <w:ind w:left="0"/>
        <w:rPr>
          <w:b/>
          <w:bCs/>
          <w:i/>
          <w:iCs/>
          <w:sz w:val="11"/>
          <w:szCs w:val="11"/>
        </w:rPr>
      </w:pPr>
    </w:p>
    <w:p w:rsidR="000E3DFA" w:rsidRDefault="000E3DFA">
      <w:pPr>
        <w:pStyle w:val="BodyText"/>
        <w:kinsoku w:val="0"/>
        <w:overflowPunct w:val="0"/>
        <w:spacing w:line="252" w:lineRule="auto"/>
        <w:ind w:left="3671" w:right="868"/>
        <w:jc w:val="both"/>
        <w:rPr>
          <w:sz w:val="18"/>
          <w:szCs w:val="18"/>
        </w:rPr>
      </w:pPr>
      <w:r>
        <w:rPr>
          <w:b/>
          <w:bCs/>
          <w:i/>
          <w:iCs/>
          <w:spacing w:val="1"/>
          <w:w w:val="105"/>
          <w:sz w:val="18"/>
          <w:szCs w:val="18"/>
        </w:rPr>
        <w:t>NOTA</w:t>
      </w:r>
      <w:r>
        <w:rPr>
          <w:b/>
          <w:bCs/>
          <w:i/>
          <w:iCs/>
          <w:spacing w:val="-6"/>
          <w:w w:val="105"/>
          <w:sz w:val="18"/>
          <w:szCs w:val="18"/>
        </w:rPr>
        <w:t xml:space="preserve"> </w:t>
      </w:r>
      <w:r>
        <w:rPr>
          <w:b/>
          <w:bCs/>
          <w:i/>
          <w:iCs/>
          <w:spacing w:val="1"/>
          <w:w w:val="105"/>
          <w:sz w:val="18"/>
          <w:szCs w:val="18"/>
        </w:rPr>
        <w:t>IMPORTANTE:</w:t>
      </w:r>
      <w:r>
        <w:rPr>
          <w:b/>
          <w:bCs/>
          <w:i/>
          <w:iCs/>
          <w:spacing w:val="-6"/>
          <w:w w:val="105"/>
          <w:sz w:val="18"/>
          <w:szCs w:val="18"/>
        </w:rPr>
        <w:t xml:space="preserve"> </w:t>
      </w:r>
      <w:r>
        <w:rPr>
          <w:i/>
          <w:iCs/>
          <w:w w:val="105"/>
          <w:sz w:val="18"/>
          <w:szCs w:val="18"/>
        </w:rPr>
        <w:t>Esta</w:t>
      </w:r>
      <w:r>
        <w:rPr>
          <w:i/>
          <w:iCs/>
          <w:spacing w:val="-7"/>
          <w:w w:val="105"/>
          <w:sz w:val="18"/>
          <w:szCs w:val="18"/>
        </w:rPr>
        <w:t xml:space="preserve"> </w:t>
      </w:r>
      <w:r>
        <w:rPr>
          <w:i/>
          <w:iCs/>
          <w:w w:val="105"/>
          <w:sz w:val="18"/>
          <w:szCs w:val="18"/>
        </w:rPr>
        <w:t>información</w:t>
      </w:r>
      <w:r>
        <w:rPr>
          <w:i/>
          <w:iCs/>
          <w:spacing w:val="-6"/>
          <w:w w:val="105"/>
          <w:sz w:val="18"/>
          <w:szCs w:val="18"/>
        </w:rPr>
        <w:t xml:space="preserve"> </w:t>
      </w:r>
      <w:r>
        <w:rPr>
          <w:i/>
          <w:iCs/>
          <w:w w:val="105"/>
          <w:sz w:val="18"/>
          <w:szCs w:val="18"/>
        </w:rPr>
        <w:t>probablemente</w:t>
      </w:r>
      <w:r>
        <w:rPr>
          <w:i/>
          <w:iCs/>
          <w:spacing w:val="60"/>
          <w:w w:val="103"/>
          <w:sz w:val="18"/>
          <w:szCs w:val="18"/>
        </w:rPr>
        <w:t xml:space="preserve"> </w:t>
      </w:r>
      <w:r>
        <w:rPr>
          <w:i/>
          <w:iCs/>
          <w:w w:val="105"/>
          <w:sz w:val="18"/>
          <w:szCs w:val="18"/>
        </w:rPr>
        <w:t>no</w:t>
      </w:r>
      <w:r>
        <w:rPr>
          <w:i/>
          <w:iCs/>
          <w:spacing w:val="-6"/>
          <w:w w:val="105"/>
          <w:sz w:val="18"/>
          <w:szCs w:val="18"/>
        </w:rPr>
        <w:t xml:space="preserve"> </w:t>
      </w:r>
      <w:r>
        <w:rPr>
          <w:i/>
          <w:iCs/>
          <w:w w:val="105"/>
          <w:sz w:val="18"/>
          <w:szCs w:val="18"/>
        </w:rPr>
        <w:t>es</w:t>
      </w:r>
      <w:r>
        <w:rPr>
          <w:i/>
          <w:iCs/>
          <w:spacing w:val="-6"/>
          <w:w w:val="105"/>
          <w:sz w:val="18"/>
          <w:szCs w:val="18"/>
        </w:rPr>
        <w:t xml:space="preserve"> </w:t>
      </w:r>
      <w:r>
        <w:rPr>
          <w:i/>
          <w:iCs/>
          <w:w w:val="105"/>
          <w:sz w:val="18"/>
          <w:szCs w:val="18"/>
        </w:rPr>
        <w:t>para</w:t>
      </w:r>
      <w:r>
        <w:rPr>
          <w:i/>
          <w:iCs/>
          <w:spacing w:val="-6"/>
          <w:w w:val="105"/>
          <w:sz w:val="18"/>
          <w:szCs w:val="18"/>
        </w:rPr>
        <w:t xml:space="preserve"> </w:t>
      </w:r>
      <w:r>
        <w:rPr>
          <w:i/>
          <w:iCs/>
          <w:w w:val="105"/>
          <w:sz w:val="18"/>
          <w:szCs w:val="18"/>
        </w:rPr>
        <w:t>ti,</w:t>
      </w:r>
      <w:r>
        <w:rPr>
          <w:i/>
          <w:iCs/>
          <w:spacing w:val="-6"/>
          <w:w w:val="105"/>
          <w:sz w:val="18"/>
          <w:szCs w:val="18"/>
        </w:rPr>
        <w:t xml:space="preserve"> </w:t>
      </w:r>
      <w:r>
        <w:rPr>
          <w:i/>
          <w:iCs/>
          <w:w w:val="105"/>
          <w:sz w:val="18"/>
          <w:szCs w:val="18"/>
        </w:rPr>
        <w:t>a</w:t>
      </w:r>
      <w:r>
        <w:rPr>
          <w:i/>
          <w:iCs/>
          <w:spacing w:val="-6"/>
          <w:w w:val="105"/>
          <w:sz w:val="18"/>
          <w:szCs w:val="18"/>
        </w:rPr>
        <w:t xml:space="preserve"> </w:t>
      </w:r>
      <w:r>
        <w:rPr>
          <w:i/>
          <w:iCs/>
          <w:spacing w:val="1"/>
          <w:w w:val="105"/>
          <w:sz w:val="18"/>
          <w:szCs w:val="18"/>
        </w:rPr>
        <w:t>menos</w:t>
      </w:r>
      <w:r>
        <w:rPr>
          <w:i/>
          <w:iCs/>
          <w:spacing w:val="-5"/>
          <w:w w:val="105"/>
          <w:sz w:val="18"/>
          <w:szCs w:val="18"/>
        </w:rPr>
        <w:t xml:space="preserve"> </w:t>
      </w:r>
      <w:r>
        <w:rPr>
          <w:i/>
          <w:iCs/>
          <w:w w:val="105"/>
          <w:sz w:val="18"/>
          <w:szCs w:val="18"/>
        </w:rPr>
        <w:t>que</w:t>
      </w:r>
      <w:r>
        <w:rPr>
          <w:i/>
          <w:iCs/>
          <w:spacing w:val="-6"/>
          <w:w w:val="105"/>
          <w:sz w:val="18"/>
          <w:szCs w:val="18"/>
        </w:rPr>
        <w:t xml:space="preserve"> </w:t>
      </w:r>
      <w:r>
        <w:rPr>
          <w:i/>
          <w:iCs/>
          <w:spacing w:val="1"/>
          <w:w w:val="105"/>
          <w:sz w:val="18"/>
          <w:szCs w:val="18"/>
        </w:rPr>
        <w:t>tomes</w:t>
      </w:r>
      <w:r>
        <w:rPr>
          <w:i/>
          <w:iCs/>
          <w:spacing w:val="-6"/>
          <w:w w:val="105"/>
          <w:sz w:val="18"/>
          <w:szCs w:val="18"/>
        </w:rPr>
        <w:t xml:space="preserve"> </w:t>
      </w:r>
      <w:r>
        <w:rPr>
          <w:i/>
          <w:iCs/>
          <w:w w:val="105"/>
          <w:sz w:val="18"/>
          <w:szCs w:val="18"/>
        </w:rPr>
        <w:t>plena</w:t>
      </w:r>
      <w:r>
        <w:rPr>
          <w:i/>
          <w:iCs/>
          <w:spacing w:val="-6"/>
          <w:w w:val="105"/>
          <w:sz w:val="18"/>
          <w:szCs w:val="18"/>
        </w:rPr>
        <w:t xml:space="preserve"> </w:t>
      </w:r>
      <w:r>
        <w:rPr>
          <w:i/>
          <w:iCs/>
          <w:w w:val="105"/>
          <w:sz w:val="18"/>
          <w:szCs w:val="18"/>
        </w:rPr>
        <w:t>responsabilidad</w:t>
      </w:r>
      <w:r>
        <w:rPr>
          <w:i/>
          <w:iCs/>
          <w:spacing w:val="44"/>
          <w:w w:val="104"/>
          <w:sz w:val="18"/>
          <w:szCs w:val="18"/>
        </w:rPr>
        <w:t xml:space="preserve"> </w:t>
      </w:r>
      <w:r>
        <w:rPr>
          <w:i/>
          <w:iCs/>
          <w:w w:val="105"/>
          <w:sz w:val="18"/>
          <w:szCs w:val="18"/>
        </w:rPr>
        <w:t>por</w:t>
      </w:r>
      <w:r>
        <w:rPr>
          <w:i/>
          <w:iCs/>
          <w:spacing w:val="-8"/>
          <w:w w:val="105"/>
          <w:sz w:val="18"/>
          <w:szCs w:val="18"/>
        </w:rPr>
        <w:t xml:space="preserve"> </w:t>
      </w:r>
      <w:r>
        <w:rPr>
          <w:i/>
          <w:iCs/>
          <w:w w:val="105"/>
          <w:sz w:val="18"/>
          <w:szCs w:val="18"/>
        </w:rPr>
        <w:t>tu</w:t>
      </w:r>
      <w:r>
        <w:rPr>
          <w:i/>
          <w:iCs/>
          <w:spacing w:val="-7"/>
          <w:w w:val="105"/>
          <w:sz w:val="18"/>
          <w:szCs w:val="18"/>
        </w:rPr>
        <w:t xml:space="preserve"> </w:t>
      </w:r>
      <w:r>
        <w:rPr>
          <w:i/>
          <w:iCs/>
          <w:w w:val="105"/>
          <w:sz w:val="18"/>
          <w:szCs w:val="18"/>
        </w:rPr>
        <w:t>vida</w:t>
      </w:r>
      <w:r>
        <w:rPr>
          <w:i/>
          <w:iCs/>
          <w:spacing w:val="-7"/>
          <w:w w:val="105"/>
          <w:sz w:val="18"/>
          <w:szCs w:val="18"/>
        </w:rPr>
        <w:t xml:space="preserve"> </w:t>
      </w:r>
      <w:r>
        <w:rPr>
          <w:i/>
          <w:iCs/>
          <w:w w:val="105"/>
          <w:sz w:val="18"/>
          <w:szCs w:val="18"/>
        </w:rPr>
        <w:t>y</w:t>
      </w:r>
      <w:r>
        <w:rPr>
          <w:i/>
          <w:iCs/>
          <w:spacing w:val="-7"/>
          <w:w w:val="105"/>
          <w:sz w:val="18"/>
          <w:szCs w:val="18"/>
        </w:rPr>
        <w:t xml:space="preserve"> </w:t>
      </w:r>
      <w:r>
        <w:rPr>
          <w:i/>
          <w:iCs/>
          <w:w w:val="105"/>
          <w:sz w:val="18"/>
          <w:szCs w:val="18"/>
        </w:rPr>
        <w:t>tus</w:t>
      </w:r>
      <w:r>
        <w:rPr>
          <w:i/>
          <w:iCs/>
          <w:spacing w:val="-8"/>
          <w:w w:val="105"/>
          <w:sz w:val="18"/>
          <w:szCs w:val="18"/>
        </w:rPr>
        <w:t xml:space="preserve"> </w:t>
      </w:r>
      <w:r>
        <w:rPr>
          <w:i/>
          <w:iCs/>
          <w:w w:val="105"/>
          <w:sz w:val="18"/>
          <w:szCs w:val="18"/>
        </w:rPr>
        <w:t>creaciones.</w:t>
      </w:r>
    </w:p>
    <w:p w:rsidR="000E3DFA" w:rsidRDefault="000E3DFA" w:rsidP="003D47D2">
      <w:pPr>
        <w:widowControl/>
        <w:autoSpaceDE/>
        <w:autoSpaceDN/>
        <w:adjustRightInd/>
        <w:spacing w:before="100" w:beforeAutospacing="1" w:after="100" w:afterAutospacing="1"/>
        <w:outlineLvl w:val="1"/>
        <w:rPr>
          <w:rFonts w:ascii="Tahoma" w:hAnsi="Tahoma" w:cs="Tahoma"/>
          <w:b/>
          <w:bCs/>
          <w:sz w:val="20"/>
          <w:szCs w:val="20"/>
        </w:rPr>
      </w:pPr>
    </w:p>
    <w:p w:rsidR="000E3DFA" w:rsidRDefault="000E3DFA" w:rsidP="003D47D2">
      <w:pPr>
        <w:widowControl/>
        <w:autoSpaceDE/>
        <w:autoSpaceDN/>
        <w:adjustRightInd/>
        <w:spacing w:before="100" w:beforeAutospacing="1" w:after="100" w:afterAutospacing="1"/>
        <w:outlineLvl w:val="1"/>
        <w:rPr>
          <w:rFonts w:ascii="Tahoma" w:hAnsi="Tahoma" w:cs="Tahoma"/>
          <w:b/>
          <w:bCs/>
          <w:sz w:val="20"/>
          <w:szCs w:val="20"/>
        </w:rPr>
      </w:pPr>
    </w:p>
    <w:p w:rsidR="000E3DFA" w:rsidRDefault="000E3DFA" w:rsidP="003D47D2">
      <w:pPr>
        <w:widowControl/>
        <w:autoSpaceDE/>
        <w:autoSpaceDN/>
        <w:adjustRightInd/>
        <w:spacing w:before="100" w:beforeAutospacing="1" w:after="100" w:afterAutospacing="1"/>
        <w:ind w:firstLine="426"/>
        <w:jc w:val="both"/>
      </w:pP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Yo Soy lo que Yo Soy, Adamus de Dominio Soberano.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tomar una buena respiración profunda juntos al comenzar este Shaud. Una buena respiración profunda.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 xml:space="preserve">¿Sintieron algún cambio en el salón? Algo cambió dondequiera que se encuentren. Entrando en el Shaud con el muy hermoso video sensual y la música, cuando simplemente dejan que todas las preocupaciones y ansiedades se vayan por un momento, su atención se distrae, se enfocaron en las imágenes en la pantalla, trayendo muchos recuerdos; su amor por este planeta (en referencia a </w:t>
      </w:r>
      <w:hyperlink r:id="rId8" w:history="1">
        <w:r w:rsidRPr="003D47D2">
          <w:rPr>
            <w:rFonts w:ascii="Verdana" w:hAnsi="Verdana"/>
            <w:sz w:val="20"/>
            <w:szCs w:val="20"/>
            <w:u w:val="single" w:color="8CFF08"/>
          </w:rPr>
          <w:t>este vídeo</w:t>
        </w:r>
      </w:hyperlink>
      <w:r w:rsidRPr="003D47D2">
        <w:rPr>
          <w:rFonts w:ascii="Verdana" w:hAnsi="Verdana"/>
          <w:sz w:val="20"/>
          <w:szCs w:val="20"/>
        </w:rPr>
        <w:t xml:space="preserve"> ) – algo que Shaumbra dice que es lo que más va a extrañar en esta última vida. Lo que más van a extrañar, pero queridos Shaumbra, un comentario sobre esa misma cosa que creen que van a extrañar más, más allá de su familia o los seres queridos o las mascotas o cualquier otra cosa, la naturaleza. Hay esa naturaleza, esa Gaia en ustedes siempre. Dondequiera que vayan, incluso a los reinos no físicos, van a traer eso con ustedes.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Esa es la belleza de ser un Maestro Ascendido. Una vez que hayan estado en este planeta, una vez que hayan sentido las vibraciones de la naturaleza – la naturaleza, el dar vida a la vida, llevan con ustedes esa expresión, incluso de una manera muy enfocada, singular, pero la llevan a la expresión – la naturaleza, van a llevarla con ustedes dondequiera que vayan.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Si sólo quieren dar un paseo en el bosque, incluso si están en una galaxia lejana, si están en las otras dimensiones, siempre pueden traer eso de vuelta. Esa es la belleza de lo que han hecho aquí, especialmente en esta vida. Traerla, integrarla.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Tomemos una buena y profunda respiración con eso, por este cambio que ocurrió, mientras este hermoso video musical estaba sonando, por el cambio que ocurrió, y simplemente lo permitieron por un momento. Permitieron muchas cosas. Se permitieron a sí mismos calmarse, salir de su mente, detener ese pensamiento incesante, ese poderoso proceso mental que tienden a hacer tan a menudo. Se permitieron a sí mismos ser sensuales. Mientras el video estaba sonando, no era sólo el enfoque – el sentido del enfoque, el enfoque sobre el enfoque; por un momento permitieron que los otros sentidos comenzaran a entrar.</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He estado hablando mucho últimamente acerca de los sentidos, porque eso es lo que finalmente le sucede a un Maestro que sale del despertar entrando en la iluminación encarnada. Se dan cuenta de que no se trata de estudiar textos antiguos o escrituras, ni de hacer disciplinas que realmente no les gustan hacer, sino simplemente abrirse a sus otros sentidos naturalmente, fácilmente.</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Atravesando por Cambios</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Sé que están en cierto modo en un estado de fluctuación en este momento – “Fluctuación”, dije. Un estado de fluctuación, un estado de, oh, de cierta confusión, un estado de cambio ahora mismo, y eso es totalmente natural, totalmente esperado. Realmente lo están haciendo mucho más fácilmente que lo que muchos de los Maestros Ascendidos lo hicieron alguna vez. Lo están haciendo de una manera mucho más integrada que cualquiera de los Maestros Ascendidos sentados en el club pudieron haberlo esperado.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 difícil. Es desafiante. No hay duda de eso. Es casi como si estuvieran siendo absorbidos por la gravedad, una gravedad que quisiera llevarlos de regreso a la mente, un solo sentido de enfoque; una gravedad que los chuparía de regreso a las viejas maneras y entonces tendrán que seguir intentando en perfeccionar esas viejas maneras de hacer las cosas, pensando que de alguna manera los va a llevar a su realización. Están en este punto donde están volviendo a sus sentidos mientras están todavía en el cuerpo físico, mientras están integrando cosas como la naturaleza, mientras están integrando las experiencias físicas en su vida.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 verdaderamente profundo. Realmente no hay palabras humanas para describirlo, pero están pasando por una transición. Y lo más significativo que escucho en sus discusiones nocturnas conmigo, en sus discusiones nocturnas conmigo; lo más significativo que oigo, incluso en sus momentos privados cuando están solos, se están preguntando una y otra vez: "¿Qué pasa conmigo?" Tienen un poco de dolor de cabeza, "¿Qué pasa conmigo?" Les duele un dedo, "¿Qué pasa conmigo?" Sus pensamientos están desequilibrados, "¿Qué pasa conmigo?" No tienen ese flujo regular y la sincronicidad en su vida, en realidad no tienen el viejo aburrimiento en su vida, "¿Qué pasa conmigo?", se preguntan. Y les digo una y otra vez: "Absolutamente nada".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Están pasando por tantos cambios a la vez, profundos cambios en el cuerpo y en la mente. No hay nada malo. Si pudieran respirar eso y permitirlo la próxima vez que están pasando por una de sus cosas – "¿Por qué está todo en mi vida cayéndose? ¿Por qué me duele el cuerpo? ¿Por qué me siento tan confundido?" – porque están pasando por el mayor cambio de cualquier vida, en más de mil vidas. De todas las cosas por las que han estado pasado, están pasando por el mayor cambio mientras están en este cuerpo físico, mientras están trascendiendo la mente, entrando en los sentidos.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No hay nada mal, pero es casi como una profecía auto-cumplida. Es casi como si quisieran que algo estuviera mal. De cierta manera, quizás. Un poco. Bueno sí. De una manera enferma – "Necesitas terapia" (unas pocas risas). "¿Qué pasa conmigo?" ¿Realmente quieres la respuesta a eso? ¿Qué sucede contigo? "¿Por qué mi cuerpo se desmorona? ¡Oh, Dios mío! Tengo que tener una terrible enfermedad. Me estoy haciendo viejo. Ya no puedo pensar más". No hay nada malo. Están pasando por una transición. Toma su cuota en su cuerpo. Toma su cuota en los pensamientos y la mente y todo lo demás, todo lo que pensaba que eran, todo con lo que se identificaban. Toma su cuota.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Pero si toman una profunda respiración y de la manera más magistral – respiran hondo y como dice un Maestro – "Todo es parte de esta misma cosa que elegí llamada iluminación encarnada”. Eso es todo. Eso es todo.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Así que la próxima vez que obtengan una multa por exceso de velocidad, ni siquiera sabían que estaban moviéndose velozmente; la próxima vez que un plato se cae de su mano y cae y se rompe; la próxima vez que se resbalen y se lastimen el codo o lo que sea que pueda ser; la próxima vez que tengan una noche totalmente sin dormir; la próxima vez que consigan un resfriado o una gripe, la próxima vez que su pareja se largue, cualquier cosa que suceda, tomen una profunda respiración. No hay nada malo en ustedes. Simplemente están entrando en su maestría. Y tarde o temprano el humano reconocerá eso, tarde o temprano el humano permitirá el "y" – "Ah, y no hay nada malo, todo es parte de esta transformación, expansión, integración, conciencia multidimensional", cualquier cosa que sea – la próxima vez que suceda, tómenlo como un Maestro. Respiran como un Maestro. Estén en la gracia como un Maestro y simplemente permitan.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 humano, sí, probablemente deseará gritar y, "¡Oh! Pero estoy haciendo todo mal". No. Su vida está siendo cambiada.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Se los he dicho antes, ¿cuál es el peor, el peor escenario posible? Que nada cambie. El peor escenario es que sigan haciendo lo que han estado haciendo durante mil vidas. ¿Cuántos años serían, mil vidas? Son muchos años. Cien mil años o algo así, algunos más, otros menos. Pero ¿realmente quieren seguir haciendo lo mismo una y otra vez? ¿Es eso – en realidad una gran pregunta – ¿es eso realmente seguridad? ¿Es eso realmente seguridad? Seguir haciendo lo mismo, levantándose a la misma hora todos los días, comiendo la misma comida, teniendo las mismas charlas con los mismos amigos, yendo a los mismos trabajos y las mismas preocupaciones humanas.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Hay una percepción de que, "Bueno, es seguro. Conozco al diablo. Ya sé el resultado de ello, así que me quedo con eso". Pero en realidad no es seguro. En realidad, es una de las más, podrían decir, cosas peligrosas que podrían hacerse a sí mismos – estancarse en una rutina aún más profunda.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Lo curioso es – lo curioso para mí, no para ustedes – lo curioso es que cuando tratan de estancarse, cuando intentan entrar en sus patrones porque están cómodos y saben qué anticipar, hay otra parte de ustedes llamada la "Patada-en-el-Trasero-del-Maestro" – AKM (Ass-Kicking Master) – que viene y los ve en esa rutina apestosa sobre la que el humano ha estado quejándose y hará que las cosas realmente se muevan, porque el Maestro no quiere que caigan en una rutina. No quiere meterse en una rutina. Así que la Patada-en-el-Trasero-del-Maestro vendrá y los sacará de eso.</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Tomemos una buena y profunda respiración con eso, mientras empezamos con nuestra pregunta del día, la pregunta de Shaud. Linda, lista con el micrófono.</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La Pregunta de Hoy</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Lo tengo.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tienes. Aquí vamos. ¿Cuál es la cosa más irritante en su vida en este momento y por qué? Enciendan las luces, por favor.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 ¿puedo responder a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en realidad, iba a preguntarte. Tú eres la primera. ¿Cuál es la cosa más irritante en tu vida en este momento y por qué? Adelante. Si no te importa levantarte.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(mujer): De acuerdo. Manchas en todo mi cuerpo.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Manchas. ¿Podríamos ver las manchas en tu cuerpo? (risa)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(Sonríe)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¡Ay yi yi! Manchas. Manchas, ¿son manchas de picazón?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¿Son púrpuras o verdes?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(Riéndose) Rosa brillante.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Rosa brillante. Eso no es tan malo. Cuando se pongan verdes, tenemos problemas, pero... y te dices a ti misma, "¿Qué pasa conmigo?"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Sí, lo hago.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"Tengo manchas en mi cuerpo." ¿Y por qué las manchas en tu cuerpo?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tengo ni idea. Es nuevo.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(Suspira) ¡Ay! (Alguien grita "¡Ohh!")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(Riéndose) ¡Ohhh!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Muy bien, eso estuvo muy cerca.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Eso fue...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Eso estuvo demasiado cerca. Quiero decir, si hubieras dicho algo como "No sé..."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Siento que 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¡Uf!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Siento que estoy pasando por alguna transformación,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Absolutamente.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¿Qué estás haciendo por las manchas? ¿Estás tomando sales antimanchas o algo así?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Nada.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Nada.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Estás dejando que las manchas salgan.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¿Qué piensas que es la, bien, la causa raíz y luego la causa física? ¿Cuál es la causa raíz de ello?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Hmmm, la causa raíz.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¿Qué tan grandes son las manchas?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¡Dios mío!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Eh, esas son manchas. ¡Estamos en familia! Podemos hablar de estas cosas. Podemos hablarlo y decirlo aquí mismo.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lo hagas! ¡No lo hagas!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¡Bien! (ellas se ríen)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¿Quieres ver la mía? (Más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¡Claro!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Así que cuál es la causa raíz. La causa principal.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Uhhh...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Oh, me encanta esto.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Un poco... probablemente ...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Las chinches.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 irritación.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Irritaciones. ¿Qué tipo de irritaciones?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como en ciertas partes.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Puedo ver a través de tu ropa. Puedo ver las manchas. Oh. No es tan malo (ella sonríe).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Yo...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Ella me creyó.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Creo que son pequeñas irritaciones de la vida.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Grandes irritaciones de la vida,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Pequeñas y grandes.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pondrías algún nombre en esas irritaciones?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(Se ríe) Preguntándome qué sigue.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Quiero decir, ¿hay un nombre asociado con la irritación como Bob o Mary o alguien así? ¿Algo así sucede?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Un poco – bueno, tal vez.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ahora que lo mencionas (ella se ríe). Nunca lo pensaste así, pero sí. Y en realidad, la verdadera razón – alergias a los alimentos con los que todavía no estás sintonizada. Pero hay algo sucediendo...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¿En serio?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con todo el proceso digestivo de los alimentos. Las personas en tu vida están de cierta forma añadiendo algo a eso. Pero, no, es una alergia a los alimentos.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¿En serio?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¡Oh!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¿Y qué tipo de alimentos te gustan?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Frutas y vegetales.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Ah, mierda (ella se ríe). Frutas y vegetales. No, eso es realmente bueno.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Y un poco de azúcar.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un poco de azúcar, ah, un poco de azúcar (ella se sonríe). ¿Qué pasa con los granos naturales 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Sí, eso también.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¿El helado?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Mm, a veces.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De vez en cuando. Bueno. ¿Carne?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qué?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me gusta, nunca la he comido.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¿Pescado? ¿El pescado?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Lo hago, pero ya no me gusta.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¿El cordero?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En absoluto.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te gustan los pinchos de cordero?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¡Me gusta vestirlo!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¡Vaya! ¡Guauu! ¿Qué tal los pollos? Los pollos.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En ocasiones.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En ocasiones. Si, vale. Así que tienes algunas alergias a los alimentos. Demasiado ácido en el cuerpo causando... bueno, no es sólo ácido, sino alergias alimentarias. Cambia tu comida.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La cambio.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Cámbiala. No cambies de plátanos a manzanas. Estoy hablando de cambiar de una fruta, la dieta orgánica y sana a una dieta realmente mala – pizza y pollo frito (algunas risas). Cambia los alimentos.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Está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Ahora, ahora digo eso y al principio tu estómago se va a rebelar porque lo tienes programado en tu mente que ciertos alimentos son buenos, ciertos alimentos son malos. Prueba un poco. Camarón. ¿Te gustan los camarones?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Comerlo (risas). Es bueno para ti. Algunos camarones. Y Sandra, haz una nota. Camarones la próxima vez. Sí, y vamos a ver cómo comes camarones. Jean, harías una nota, vamos a hacer un segmento de video sobre comer camarones. Y un poco de pollo. Algunas pequeñas pechugas de pollo...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Puedo hacer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o algo así, ya sabes. Y sólo... tienes alergias a los alimentos que están asociados con tus creencias y como parte de esto – no voy a revelarlo aún – pero esto es genial. Gracias (ella sonríe).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esas cosas con las manchas.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Manchones.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Y baños de sal.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Está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Pero en el baño de sal, haz un bonito – ¿tienes una bonita bañera, verdad?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Sí, un jacuzzi.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Haz un buen baño y pon un poco de sal marina natural en él y luego pon algunos de esos camarones allí (risas) y míralos flotar. Ellos picarán todas esas pequeñas manchas y las comerán. Sí, es genial. ¡Oh! Un baño de camarones. No he tenido uno de esos en mucho tiempo. Aún extraño cosas sobre ser humano. Un baño de camarones. Hazlo, sí. Protege tus partes privadas, pero aparte de eso (más risas), el baño de camarones es simplemente genial. Bien. Gracias. Pero las alergias por alimentos es la respuesta.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Eso es fácil.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Eso es fácil. Sí. Ahora, ¿realmente vas a hacer esto o es algo como una inocentada para el Tío Adamus al que dices que vas a cambiar tu dieta? ¿Realmente intentarás empezar a poner otros grupos de comida ahí?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Claro, puedo hacer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un poco de lasaña, tal vez, con un buen chorizo y... (ella hace una mueca) No, intenta... ¿Ves? ¿Ves? ¿Qué digo? Empiezo, doy esta conferencia profunda – podríamos haber terminado el Shaud aquí mismo – y decir cambios en tu vida y tú dirías, "¿Qué hay de malo en mí?" Estás pasando por cambios. ¿Podrías no entrar en una rutina?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Está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¿Tratarás de cambiar la comida un poco?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Absolutamente. Lo haré.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Un poco. Bueno. Sí, sí. Bueno.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Gracias. Te gusta un…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 no ha terminado contigo. Nunca lo hace (risas). Nunca lo hace.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¡Estoy pensando en todas las cosas que amaba! ¿Te gusta el pato?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¡El pato te gusta! Sí, inténtalo. Inténtalo. Bueno. Un pequeño pato Pekín.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Quack.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Han pasado siglos.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Quack.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Ojala, Cauldre y Linda...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SHAUMBRA 1: ¡Quack!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me saquen más a menudo por comida interesante (algunas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soy el problema.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Sé que no lo eres (risas y Adamus señala a Cauldre y gesticula "¡Aburrido!") Pizza y hamburguesas, sí. Es sorprendente que no tenga una gran mancha por todas partes (Linda se ríe). Pero gracias. Gracias. Una buena manera de empezar. Siguiente.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Bueno, las mentes inquietantes quieren saber.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¿Cuál es la cosa más irritante en su vida y por qué?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¿Levantarse en medio de la noche para ir al baño? (Linda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es natural?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Lo hago más que natural.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Más que natural.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Bueno, ¿qué está pasando?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Bueno, umm...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¡Ohhh! Cuidado. Congela la imagen. Simplemente se puso mental. ¿Vieron eso? Empezó a pensar sobre lo que él cree que es el problema con tener que levantarse en medio de la noche e ir al baño. Ahora toma una respiración profunda. ¿Qué pasa con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Virus de la energía sexual, libertad ancestral.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Estás muy jodido.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¡Vaya!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Irritación de, como, ya sabes, a veces la duda...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¡Ehhhh! ¿Dónde está mi timbre? Estás equivocado en todos los aspectos.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Estás pensando demasiado. Estás haciendo mucho el "¿Qué pasa conmigo?" "¿Qué me pasa?" y "Debe ser esto". Olvídate de todo. Estamos más allá de las cosas del SES. ¿Bien? Estamos más allá de las cosas ancestrales. Supongo que ya los has visto, has pasado por ellos, los has hecho.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Te formaste.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Así que estamos más allá de eso. Ahora, ¿qué está pasando?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(David hace una pausa y suspira)…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Sí.</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 un – y espera hasta que haga mi gran revelación – pero tienes un trastorno de sensibilidad al sueño. Realmente no es un desorden; es una sensibilidad al sueño. Llegas a ser  muy sensible en tu estado de sueño. Lo haces de todas formas, pero no lo dejas salir lo suficiente, aunque algunas personas creen que lo agrandas demasiado. No dejas salir lo suficiente – tu sensibilidad real, tu conciencia real. Entras en estado de sueño, te vuelves muy sensible, muy consciente de las cosas. Te resistes a todo esto para dormir, pero no lo haces de verdad. Así que es tan sensual que te despiertas y piensas que estás despertando porque tienes que ir a hacer pis, lo que probablemente haces, pero en ese momento realmente no importa. Es más acerca de tu sensibilidad al sueño, y es algo bueno, David. Es realmente una buena cosa, especialmente cuando no tienes que levantarte en un momento determinado por la mañana. ¿Es eso correcto?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Creo que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Podrías tomar siestas todo el día, si quieres.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Y tomo una siesta por lo general.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Y podrías poner una cacerola debajo de la cama o algo por el estilo (risas), y no tendrías que ni siquiera salir de la comodidad de tu colchón. Es un poco fétido, pero...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un poco fétido.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 un poco asqueroso, sí. Pero no es... y quiero puntualizarlo a todos ustedes, a todos ustedes, que las cosas que creen que son, probablemente, no lo son. ¡Yo diría que el 87% de lo que tienen no lo es! Lo tienen equivocado. Y se dicen, "¡Oh, caramba! Tengo que levantarme por causa de mi próstata y, oh, ¡esa frágil próstata! ¿Por qué tengo una?" Y es como, no, no es eso, David. Tienes sensibilidad al sueño. Eso es. Y te vuelves muy consciente y expansivo en tu sueño y después despiertas, porque eres tan consciente. Y luego te dices, "¡Oh! Tengo que irme al baño”.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Toma una profunda respiración. No hay nada malo en ti. Deja de trabajar en ello como lo has hecho. Deja de pensar en eso como lo has estado haciendo. Es casi obsesivo.</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Un poco aburrido.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Aburrido.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Aburrido (David sonríe).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Es un verdadero meadero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¡Eso fue bueno! Sí, sí (David se ríe en voz alta). Eso fue muy bueno, David. ¿Ves? Simplemente surge.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Quiero decir, el humor. Bueno.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Siguiente.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DAVID: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Siguiente. ¿Cuál es la cosa más irritante en tu vida ahora mismo? Y si alguien dice Adamus, eh... (algunas risas) Eh. Eso es lo que ella iba a decir.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en realidad no lo pensaba.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Oh. Sí, lo más irritante.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Estaba tratando de encontrar algo intelectual, pero para ser honesta contigo cuando me meto en mi coche y me siento frustrada con la vida, empiezo a gritar.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¿Llegas a estar frustrada por conducir o sólo utilizas tu coche como el vehículo? No planeo un juego de palabras.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Para sacar a la gente de mi camino.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Es decir, es la conducción lo que te molesta o estás frustrada con un montón de cosas en la vida, pero no es hasta llegar a tu coche, un arma letal, ¿dónde comienzas a sentir que está bien expresar tu ira?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No. Ahí es donde puedo expresar mi enojo. Nadie puede oírme porque soy bastante –puedo ser bastante violenta.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sí. Así que esperas hasta que entras al auto, como si fuera un lugar donde no vas a hacerle daño a nadie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No voy a pegarle a nadie. ¡Oh, no! (Ella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Correcto, correcto. No. Un lugar realmente bueno para que tu ira salga es cuando estás conduciendo por la carretera (algunas risas). Así que te permites...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Cautelosamente.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el enojo salga y realmente no es por el tráfico. ¿Por qué la ira?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(Haciendo una pausa) ¿Por qué la ira?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qué la ira?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Me hiciste una pregunta difícil.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no es una pregunta difícil. Esa es muy fácil.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Pienso que es por algo que no quiero en mi vida. No quiero tener que expresarla y sentirla, pero sin embargo siento que viene a mí mucho.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Así que trato de resolverlo cómo expresándola sin...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¿Cuál es tu mayor frustración en la vida, además de ti misma? Eso sería obvio. ¿Cuál es la mayor frustración?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Ser capaz de comunicarme...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Eso es mierda.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 claramente. Así como…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¡La gente!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De acuerdo.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La gente.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La gente...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 por eso que no te comunicas.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 mi familia.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Tu familia y la gente y los maridos y más familia y amigos y todo lo demás. La gente. Una gran frustración. Cierra la comunicación que es uno de los principales sentidos.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Es la familia.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entonces qué haces?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Me callo.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¿Cómo te callas?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Me callo.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qué más? Te callas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Lo saco y luego lloro y me enfurezco.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¿Qué más sucede como resultado de cerrarte a los humanos que han abusado de ti en tu vida? ¿Qué más sucede?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Lo saco de mí misma.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Lo saco de mi misma.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Dejas de oír. Dejas de escuchar. Dejas de comunicarte. El sentido de la Comunicación es tan hermoso. Es un sentido. No es sólo el acto de hablar o escuchar. Es un sentido, y has hecho un trabajo realmente bueno en apagarlo, hasta que entras en tu coche. ¿Puedes oírte en el auto?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Oh,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Oh, sí. ¿No es asombroso cómo puedes incluso oírte en el coche? Así que terminemos con eso. Haremos una pequeña cosa hoy para terminar con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Muy bien. No mas juegos. Sí, la gente va a hacerte daño. Lo hacen. La gente va a burlarse de ti. Se van a reír de ti. Van a tomar todo lo que tienes. Ellos tratarán de tomar tu alma, si pueden. Pero no pueden.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Oh, no. Ellos no van a tomar mi alma (ella se sonríe).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Van a intentarlo.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Lo van a intentar, pero...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van a intentar, pero no pueden.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Creo que por eso la protejo.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Quiero decir, incluso si se las ofrecieras, no podrían. Pero hay esta cosa enorme, y luego te preguntas: "¿Qué pasa conmigo? ¿Qué pasa conmigo?" Es sólo gente. No eres tú, ¿de acuerdo?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DENISE: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Un par más aquí. Es mi parte favorita de todo la fiesta (Adamus se sonríe). Si querida.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¿Te importa si me siento...?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Te ves tan hermosa como siempre. Quédate sentada, por favor. Sí (ella suelta un poco el micrófono).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¿Te molesta si me siento?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me molesta.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¿Podría venir y sentarme a tu lado? (Ella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Sí, puedes.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Bien. Bueno. Bien (él viene a sentarse junto a ella).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Te das cuenta de que hay cámaras por todas partes por aquí (se ríen).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¡Oh, dispara! (Ella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podríamos tener un momento privado si lo intentáramos. Entonces, ¿cuál es la cosa más irritante en tu vida?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Mi espalda.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Tu espalda.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Mi espalda. Hm mm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¿Qué pasa con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Bueno, rompí una vértebra sin siquiera intentarlo (ella se sonríe).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Y ha sanado, pero me ha dejado lisiada.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¿Con dolor?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¿Mucho dolor?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No mucho ahora.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Sí. Así que la espalda. ¿Qué dirías que representa la espalda en tu vida?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Fuerza.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 fuerza, es verdad – ¿y qué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Estabilidad.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qué más?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(Hace una pausa)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¿Rigidez?</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Correcto.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Quiero decir, es fuerza. La espalda es la fuerza.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Pero también es un poco de rigidez. En otras palabras, las cosas tienen que ser de cierta manera.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la espalda se resiente cuando llevas demasiadas cargas, estás tratando de mantener el mundo unido – no sólo a tus seres queridos, sino que tratas de mantener el mundo unido – y cuando... eres tan rígida a veces – quiero decir, encantadora, hermosa, pero a veces tan rígida, ajustada a tus maneras. ¿Dirías que eres un poco terca de vez en cuando?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VINCE (su esposo): Terca,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obstinada, sí. Ahora, me estoy alejando, porque está haciendo un poco de calor aquí (algunas risas). Pero obstinada, rígida. Y es casi como lo que dije, tu Ser Maestro, la "Patada-en-el-Trasero-del-Maestro" entra y dice: "No más rigidez. No más ser obstinado. Es hora de abrirse". Tienes un sentido natural de creatividad, pero incluso has tratado de que sea muy estructurada. Y tu cuerpo dice: "No. No. Ya no podemos hacer eso.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Realmente estás bien; tu cuerpo sólo está diciendo: "Tienes que dejar ir eso, toda esa rigidez". Haz algunas cosas locas de vez en cuando. Has sido excesivamente correcta en tu vida (ella se ríe suavemente). Sí. Sí, y deja que eso se vaya. Hay varios de ustedes aquí en el salón que tienen eso, pero no voy a mirar. Déjenlo ir. Y sé que hay una tendencia a pensar, "Oh, mi espalda se ha ido. Nunca va a sanar. Y los doctores me han dicho todas estas condiciones y se ha ido hace tiempo". No lo es en absoluto. Hay una cosa llamada el cuerpo de luz, y se hace a través de permitir. Pero tú y yo necesitamos hablar un poco sobre permitirlo en algún momento. Ven a la Simpleza del Maestro este verano. Incluso tratas de controlar el permitir, y eso no funciona. Permitir es simplemente permitir.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Por lo tanto, toma una buena respiración profunda. Lo traeremos de regreso juntos, así que no tienes dolor, no tienes dificultad para caminar, porque te encanta caminar. Amas tu libertad, y esto ciertamente te ha limitado.</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CAROLINA: Mm hmm.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Muy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Puedes apostar.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CAROLINE: Mm (la besa).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Gracias.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Muy bien. Sí, vamos a hacer dos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De acuerdo.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¡Puedo ver que viene! (Linda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¿Cuál es la cosa más irritante en tu vida...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¿Tan predecible, eh?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excepto cuando...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¡Tan predecible! (Linda se sonríe)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 cuando alguien te da el micrófono?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Estoy igual, como, ella lo dijo, ya sabes. Tengo problemas de espalda. Así que.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más irritante en tu vida?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(Riéndose) Ahora mismo es este problema de salud periódico con los pulmones lo que causó que la espalda se resintiera.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Bien. Guau.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(Cantando) La columna está conectado a la... bien (algunas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Así que se siente muy – es como si alguien me golpeara en el hombro, despertándome.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¿De qué se trata?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Bueno, se trata de no vivir la vida, creo. Esa respiración de estar realmente en el momento, estando allí.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Entonces, ¿qué sucede cuando eres un hombre muy sensible y tienes un deseo de vida, un gusto por la vida, pero has estado muy estructurado, por las expectativas y todo lo demás? ¿Qué sucede cuando una parte de ti desea tanto esa libertad – esa libertad y expresión – pero parte de ti está reteniéndolo y manteniéndolo tan estructurado, en el patrón? Vas a tener algunos problemas.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Cosas que no quiero sacar.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¿Y cómo tratas de sacarlas?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Bueno, al parecer tosiendo.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Tos. Tos, tos. Intentas sacarlos. Que finalmente repercute en tu espalda porque estás poniendo una tremenda presión en ella cada vez que toses. Pero simplemente es una cuestión de permitir que esa parte sensual y creativa de ti sólo vaya a la columna. Haz algo mitad loca o completamente loca. Consiga un pote de pintura en aerosol y ve por el interior de tu casa (risas, su esposa Patricia está sorprendida).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Bien,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 en la casa de otra persona.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¡Sí! Sí. Podré hacerlo en el garaje tal vez.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digo en broma, pero no lo es en absoluto. ¿Qué es más importante? Dejar eso... tienes tal sentido natural de creatividad, vidas de verdad orientadas a los esfuerzos creativos y de ser creativo tú mismo, y luego llegas a estar tan bloqueado internamente ahora y esa tos está tratando de sacarla, conseguir que salga. Está afectando tu espalda, muy pronto comenzará a afectar tus hombros, después de eso 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Ya está hecho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luego los dolores de cabeza y todo lo demás. No vale la pena. No vale la pena. Y vuelvo al punto con el que abrí. Se están preguntando, todos ustedes, ¿qué pasa conmigo? Realmente, no hay nada. Hay algunos de lo que llamarían síntomas superficiales que están surgiendo, y si simplemente dejan de ser tan mentales, de pensar... dejen de hacerse el auto-diagnóstico, como un médico o un psicólogo y simplemente sientan en ello. Y llegaré a mi revelación en un momento, pero la espalda, la tos, todo lo demás. Se creativo. Diablos, eres un poco francés. Quiero decir, que tendrías...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Todavía tengo el pasaporte la última vez que miré.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Todavía tienes el pasaporte. Así que has sido consumido por el Estado, consumido por Estados Unidos y te ha quitado algo de eso. Pero sólo se creativo de nuevo. De Verdad. Bueno. Cauldre me está diciendo que me calle, pero me estoy divirtiendo (Alain se ríe). Bueno. Bueno. Gracias. Uno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ALAIN: Gracias.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Uno más. ¿Cuál es la cosa más irritante en tu vida ahora mismo. Linda? Lo más irritante.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Está bien, voy a buscarlo aquí.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favor.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Vagina seca. (Alguien pregunta "¿Qué dijo ella?") Vagina seca.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¡Ohhh!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¡Ohh! (Linda se 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Pensé que dijiste...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Pensé que dijiste: "¡Conducir a China!"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Pensé que dijiste: "Conducir a China" e iba a decir, "Bien".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¡Así es,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¡Oh,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puedes conducir a China!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¡Oh, no! Quiero decir…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Vamos a hablar de "conducir a China" sin embargo (más risas).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Ya sabes, después de la menopausia. Sabes, las partes de la chica...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qué? ¿Por qué, por qué, por qué?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 hacia el sur.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¿por qué?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¿Por qué tienes esta condición?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Toda mujer de mi edad tiene esta condición.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 mierda.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deseas?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¡No! (Adamus se sonríe)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qué crees... aparte de que todas las demás mujeres tienen todo el resto de eso, qué crees que está pasando con eso?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Bueno, creo que hay un defecto de diseño en la menopausia.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no lo hay, y francamente – oh, tengo que esperar hasta mi revelación en realidad, no entrar en ella, sino para discutirla con más detalle – pero hay... bueno. Hay abuso sexual. La mayoría de la gente lo tenía en cierto grado, algunas más que otras. Hay el cierre de la sensualidad al sexo. No es el "Yo soy demasiado viejo para el sexo. Nunca fue divertido de todos modos, nunca tuve la pareja adecuada, tenía más diversión conmigo misma, al hacerlo conmigo misma, a Dios no le gusta eso“, y todas estas otras cosas.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¿Qué crees que va a pasar? Es decir, ¿crees que va a haber una tormenta allá abajo? ¡No! (algunas risas) va a secarse y es como, ya no es necesaria. Ya no es útil, así que sólo “Está bien, me estoy yendo”. Es hora de volver a la sexualidad, pero van a tener un tiempo muy difícil con eso. La sexualidad, volver a la sexualidad. Ser... (alguien dice: “Suena como un Taller”) Es regresar... sí, sí. Un taller que Cauldre no enseñaría, pero a Alain le encantaría enseñar (risas) en su nuevo enfoque francés creativo. Sí, “El Retorno a la Sexualidad”. Entonces, no, es el cierre del ser sensual. ¿Por qué? ¿Por qué?</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Dado que las mujeres de mi edad no son deseables.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¡Mierda! Eso no es cierto en absoluto. Algunas de mis mejores experiencias de amor, y Cauldre se pone tan incómodo cuando hablo... (algunas risas) Mis grandes amantes eran lo que yo llamaría mujeres maduras. Las mujeres jóvenes, no saben lo que están haciendo. Gritan mucho. Hablan demasiado, y luego... (algunas risas) No fue diversión y se acabó enseguida. Y te dicen, “¡Oh, Adamus! ¡Oh! Me has agotado”. La mujer más madura, te dice, ‘Bebe, bebe, vamos a pasar otra noche juntos’.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No, la sensualidad en hombres y mujeres aumenta con la edad. Debe aumentar con la edad. Llegan a ser más sensuales, tienen más experiencia, son más libres con su cuerpo, con menos inhibiciones acerca de lo que la gente piensa. En un momento determinado, simplemente ya no les importa un bledo, y es como ir por ella, ya sea con uno mismo, un socio, muchos socios, no importa. Realmente no importa. Pero no hay razón para.. la sensualidad aumenta con la sabiduría. Miren lo que sucede hoy, más tarde. La sensualidad... (Adamus se ríe)</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SART: ¡Sí, bebé!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La sensualidad aumenta con la sabiduría. Ahora tomen una profunda respiración, tengan un poco de agua y tráiganla de vuelta, bebé (más risas). Esa es una nueva camiseta para Sart. “Tráiganla de vuelta, bebé.”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VICKI: Tráiganla de vuelta, bebé.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Sabremos lo que significa la camiseta. Bien, gracias. Gracias por tu franqueza.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Sensibilidad</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Abrí con la pregunta – “¿Qué es lo más irritante en este momento en su vida?” – y tuvimos una gran cantidad de muy buenas respuestas.  Gracias. Básicamente, ¡es todo! (Adamus se ríe) Lo que está pasando en este momento en su vida es que se están convirtiendo en un ser sensual, multi-sentidos, ya no es sólo el Enfoque. Este ha sido un tema mío durante bastante tiempo. Vamos a salir de Enfoque singular.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 Enfoque es un sentido. Es un sentido angélico. En realidad, en los otros reinos, otros diferentes para aquello que han estado aquí en la Tierra, no son muy buenos en enfocarse. En los reinos angélicos, ellos de cierta forma, dirían ustedes, rebotan en las paredes. Ustedes llegan a estar molestos al estar rodeados de un montón de seres angélicos vacíos que nunca han estado en la Tierra. ¡¿Qué?! Traten de anclarlos. ¡Vamos! ¿Podrías simplemente permanecer en un tema a la vez?” Y son una especie etérea y son algo así como, ya saben, una cosa u otra. Han conocido algunas personas así, pero es peor. Es peor en los otros reinos. Ustedes han llegado a ser buenos en Enfocarse. Pero vamos más allá de eso ahora.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Así que lo que está sucediendo es que se han vuelto muy sensibles. Es engorroso en este momento, debido a que están abriendo otros sentidos. He hablado recientemente en Keahak o en La Vida del Maestro 4 sobre el sentido de U, por ejemplo. Es un sentido, lo que significa que son capaces de percibir partículas de energía, que no son partículas físicas, pero son capaces de percibir las partículas de energía en unidad. En lugar de todos estos pequeños – supongo que los llamarían – puntos, son capaces de percibir una silla. Eso es increíble. Ese es un sentido. En lugar de ver millones de pequeños puntos de energía, han desarrollado la capacidad a través del sentido de la Unidad de juntarlos.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 una sentido muy juguetón. Ya no tienen que ver sólo una silla. Su sentido de Unidad les permite ver una silla en esta dimensión. Pero ese mismo sentido de Unidad les permite ver el árbol que se origina y se siente el árbol que se origina; ven y sienten una entidad que está sentada allí ahora mismo – si se pusiera en mi silla – lo presentaré en un momento. Ese es el sentido de Unidad.</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Se están abriendo a una gran cantidad de sentidos, y es un momento muy difícil. Es como pasar por la pubertad en su camino hacia la maestría. Esto es como la pubertad espiritual. Al mismo tiempo, se han vuelto muy sensibles, sensibles a muchas cosas diferentes en la Tierra, y es un tiempo muy irritante y molesto para estar. Y quería señalar que van a tener cosas como erupciones y cualquier resequedad, y van a pasar por todo tipo de tos y dolor y todos estos otros problemas, porque han llegado a ser muy sensibles.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hablar de algunos de ellos, y voy a hablar de lo que podríamos llamar el lado molesto, pero también el lado bendito al que van a estar llegando. Creo que deberíamos tener un tablero o algo para escribir.</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Justo aquí mismo.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¡Ah! Pide y recibirás. Viene a ti, ¿verdad? Está justo ahí. No tenemos nuestra pequeña pizarra mágica hoy, pero sí tenemos mi favorito – la buena vieja tableta fabricada para Moisés.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La Comida</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Bien, así que la comida. La comida. He mencionado los alimentos antes. Están llegando a ser más sensibles a ellos. Esto va a afectar a su cuerpo. Ciertos alimentos que piensan que son buenos para ustedes, cambiarán, porque su cuerpo ha cambiado. Su química, su pH, los equilibrios internos de lo que llaman energías de luz y oscuridad están cambiando.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Hay ciertos alimentos que van a desencadenar eso en este momento, incluso si creen que están saludables. Cada comida es saludable. Todos los alimentos. Los gusanos son sanos (algunas risas). Me gustan los gusanos.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EDITH: Bien por ti.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Sí, los pequeños gusanos de goma. Son muy... (más risas) Bueno, no importa. Toda comida es saludable para ustedes, pero depende de ustedes detectarlas. Algunas van a afectarlos. Incluso si dicen, “Oh, estoy comiendo bien hoy. Estoy consumiendo yogur y bananas”, tal vez no. Tal vez no. Podría sacar algunas creencias antiguas que necesitan irse ahora. Bien, así que la comida. Escribe eso en el tablero.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Por otro lado, los alimentos van a gustarles como nunca antes. Van a degustar la riqueza de la profundidad en los alimentos como nunca antes, incluso en la avena. Uno de mis favoritos (Linda gesticula). Linda se estremece cuando digo eso. Incluso en la avena, hay tanta riqueza, tal sabor al abrir sus sentidos. Por lo tanto una sensibilidad a los alimentos. Obtienen más de todo lo que han pensado. Eso es casi un mandato para avanzar. Superen sus viejas formas de alimentarse.</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Señor, ¿hay un tema para esto?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Tema. ¿En qué crees que estamos Enfocados aquí? (Algunas risas) Sensibilidad. Sensibilidad. ¿Qué pasa con el ruido?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¡Oh, sí!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El Ruido</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Dios, ¡el ruido! Es decir, de repente, irritante, y piensan, “Oh, me estoy poniendo como una de esas personas viejas, ya saben, '¡Salgan de mi patio, pequeños bastardos!'” (Linda suspira) “¡Oh, ese ruido! No puedo soportarlo. Bajen el volumen de su equipo de música”. (Algunas risas) Se están volviendo muy sensibles a cualquier tipo de sonido, y puede ser molesto. Ciertas frecuencias para algunos de ustedes, simplemente, es horrible lidiar con ellas. Sonidos fuertes. Como este – voy a implantarlo en todos ustedes – el goteo del agua por la noche desde el grifo y que no pueden arreglar. ¡Goteo! ¡Goteo! ¡Goteo! Es como, “¡Ohh!” Entonces usan su mente para superarlo, “no voy a pensar en ese goteo”. Acaban de conseguir que gotee, porque se va a poner peor que nunca.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 xml:space="preserve">Y esos sonidos molestos de... Cauldre tiene fobia a las personas que hacen ruido cuando comen (Adamus hace el sonido de alimentarse ruidosamente y Linda se ríe). Y ahora, tal vez piensan que él es una persona equilibrada, pero cuando se descubre, resulta que él es un poco excéntrico por los ruidos de los alimentos. Así que por favor, por favor todos ustedes, cuando estén con Cauldre, estén compartiendo una mesa en la cena, no coman (risas). No coman. Pobre Linda que ha tenido que lidiar con esto por años. Él puede oírla comer un galleta a una milla de distancia (más risas). Y la pobre, ya ni siquiera puede comer en la casa nunca. No es de extrañar que ella esté tan delgada. Es decir, ella no puede comer. Ella tiene que comer cuando él sale de la casa. Ella lo ve conduciendo por el camino de entrada – “Oh, bueno. Ahora voy a tener un plato de cereal”. </w:t>
      </w:r>
      <w:r w:rsidRPr="003D47D2">
        <w:rPr>
          <w:rFonts w:ascii="Verdana" w:hAnsi="Verdana"/>
          <w:i/>
          <w:iCs/>
          <w:sz w:val="20"/>
          <w:szCs w:val="20"/>
        </w:rPr>
        <w:t>¡Errrrr!</w:t>
      </w:r>
      <w:r w:rsidRPr="003D47D2">
        <w:rPr>
          <w:rFonts w:ascii="Verdana" w:hAnsi="Verdana"/>
          <w:sz w:val="20"/>
          <w:szCs w:val="20"/>
        </w:rPr>
        <w:t xml:space="preserve"> Él se da la vuelta, regresa – “deja de comer tan fuerte”. (Risas)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está exagerando mucho.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El ruido. Ahora por el otro lado de eso está la belleza del sonido, como nunca lo han escuchado antes, en la música, en la naturaleza. Un pájaro que canta por la mañana temprano. Es tan rico y sensual. Están un poco como en el medio. Van desde los sonidos aburridos grises a todos los sonidos, pero van a experimentar algunos de estos incómodos y molestos sonidos con algunos de los sentidos.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Pensamientos Negativos</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¿Cuáles son algunos de los otros que podemos hablar? ¿Qué hay de los pensamientos negativos? Pensamientos negativos. Sensibilidad a los pensamientos negativos, sus propios para empezar. Están llegando a ser más conscientes, “¡Oh, mi Dios, mi cabeza está llena de tantos pensamientos negativos. Debo ser una mala persona”. No, son sólo más conscientes. Todo el mundo los tiene y la mayoría de ellos no son suyos. Hemos hablado de ello, no quiero tener que entrar en ello de nuevo. Pero se han vuelto tan sensibles a los pensamientos negativos, las cosas que están viniendo de otras personas. Es agotador – peor cuando los toman como propios –  pero es agotador, estos pensamientos negativos.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Quiero hacer una película con Michael Conti algún día sobre los recovecos de su mente. Lo que sucede allí y cómo sólo estos pensamientos, ya saben, de cierta forma entran; ni siquiera son necesariamente suyos, pero han llegado a batallarlos y luchar contra ellos, y no van a ganar. No hay ningún ganador. Sólo permítanles entrar. Pero están ahí moliéndose con todos estos pensamientos – “Tengo que controlar mis pensamientos. Tengo que manejar mis pensamientos. Tengo que pensar buenos pensamientos, porque soy una persona espiritual. Estoy en mi camino a la iluminación. ¿Por qué estoy pensando en tomar un bote de basura y arrojarlo al patio de mi vecino? ¿Que pasa conmigo? Algo está mal. Tengo que volver atrás y escuchar la Libertad Ancestral, porque no debo haberla entendido”. ¡Se trata de los pensamientos locos del vecino acerca de su propia basura! No son lo suyos, para empezar. Por lo que están llegando a ser tan conscientes, y en particular con lo que llamarían los pensamientos negativos. Bailen con ellos. Diviértanse con ellos. Revuélquense en la basura de su vecino en sus pensamientos. Abrácenlos.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Encontrarán que en realidad, no era realmente un pensamiento negativo. No había más que tomar un bote de basura, descargarlo en el patio de su vecino. En realidad es sensual. En realidad es algo digno de contemplar y no hay más que lo que estaban pensando en la superficie. En realidad no había pensamientos negativos. Vuélvanse seductores con los pensamientos negativos. En verdad. Permítanse entrar en ellos. Han sido tan temerosos de ellos – “Tengo que mantenerlos al margen. Oh, los pensamientos negativos llegan. Voy a matar a alguien”. Ya basta. Vuélvanse sensuales con ellos. Siéntanlos. Si llegan y dicen, “¡Oh, el lado oscuro! ¡Lucifer! Me van a cautivar”. No, no lo harán. Ustedes están llegando a ser sensuales, y en esa sensualidad, retiran la fachada de lo que llamarían un pensamiento negativo o malo. La retiran y de repente ven todo, todo es rico y sensual. No hay ni negativo o positivo en ello. Es sólo una sensibilidad pasando por ustedes. Y entonces no van a tener miedo de ellos nunca más. No van a tratar de luchar contra ellos. No van a tratar de superar la negatividad.</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Se están volviendo más sensibles.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Las Multitudes</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¿Qué más queremos poner en la lista? Hay una obvia. La gente. Las multitudes. Las multitudes. La gente – puedes abrir eso en dos corchetes – pero multitudes.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¿Qué deseas?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Las multitudes. Están llegando a ser tan sensibles a las multitudes y a la gente y se dicen a sí mismos: “¡Oh! Soy un solitario”. No, no lo son. Son sólo sensibles, y las multitudes tienen un enorme sentimiento. ¿Qué hacen? Bueno, pueden tomar un paseo por la naturaleza o siéntanla. Ahora, eso es un poco abrumador al principio, porque hay una gran cantidad de energía en eso. Pero sientan en esa multitud. Sientan en lo repugnante que quizás sea, lo hermoso que puede ser. Sientan dentro de la unidad de esa multitud de personas. Sientan en la muy parecida condición de las ovejas, sin hacer juicios, pero sientan en esas personas.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 a ser más difícil y más difícil, por un tiempo, estar cerca de las multitudes. Y muchos de ustedes solían ser una especie de, lo que yo llamaría, personas sociales, y luego en algún punto a lo largo de la línea con su sensibilidad llegaron a des-socializarse. Así que sientan en ellos.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La belleza de las multitudes o incluso de las personas individuales, la belleza es lo que ustedes están buscando, la sienten, van a ser conscientes en sus corazones. No va haber esa separación, esa gran pared entre ustedes y ellos nunca más. No van a tener que preocuparse por lo que están pensando o sintiendo. No estoy hablando de ser psíquicos y leer su mente. Van a ser capaces de sentir a esa persona, su vida, su viaje, incluso si todavía están dormidos; su belleza que tienen. Incluso los humanos más despreciables tienen una belleza en ellos.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Ellos están en un viaje. Son diferentes a ustedes. Puede que les resulte difícil estar cerca de ellos durante mucho tiempo, pero comenzarán a reconocer la conexión alma a alma. No es el viejo “Namaste” con makyo superficial, pero la persona real y el alma detrás de esa cara y ese cuerpo. Se están volviendo más sensibles. Si cariño.</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¿Quiere decir que de alguna manera tendremos que ser capaces de tolerar a las personas insensibles y despreciables?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Por supuesto.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Guau.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He aquí por qué, porque ustedes han sido una persona despreciable.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Así no más.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Así no más, es correcto. No, tendrán tanta empatía y compasión, sin sentir pena por ellos, sin sentir la necesidad de comenzar a predicar y despertarlos y cosas como esas. Su nueva sensibilidad les permitirá estar simplemente en su presencia, mostrándoles su totalidad, lo que llamarían, la historia, pero no es una historia lineal, toda su existencia – </w:t>
      </w:r>
      <w:r w:rsidRPr="003D47D2">
        <w:rPr>
          <w:rFonts w:ascii="Verdana" w:hAnsi="Verdana"/>
          <w:i/>
          <w:iCs/>
          <w:sz w:val="20"/>
          <w:szCs w:val="20"/>
        </w:rPr>
        <w:t>¡snap!</w:t>
      </w:r>
      <w:r w:rsidRPr="003D47D2">
        <w:rPr>
          <w:rFonts w:ascii="Verdana" w:hAnsi="Verdana"/>
          <w:sz w:val="20"/>
          <w:szCs w:val="20"/>
        </w:rPr>
        <w:t xml:space="preserve"> – así. No en forma de juicios, pero en conciencia. Van a entender a un nivel tal, que no sentirán pena por la persona que duerme en las calles por la noche. Van a honrarlos. Van a tener un reconocimiento de cualquiera con discapacidad física. Dejarán de sentir el dolor alrededor de ellos, si saben lo que quiero decir; dejarán de sentir la vergüenza o la culpa que los rodea. Los van a honrar de una manera tan profunda. Eso es la sensibilidad. Pero ustedes están en el medio, estando como: “No puedo soportar multitudes. No me gusta la gente. Soy un solitario”, y de repente siendo el gran ser empático que son.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Los Olores</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 xml:space="preserve">¿Qué más? ¿Qué otra cosa va en la lista? Sí. (Una mujer dice “los olores”) ¡Los olores! ¡Oh, si! Lo olores. ¿Alguien aquí tiene una sensibilidad a los olores? Sí. Todos deberían haber levantado su mano. Y si no lo hacen, esta se abre muy rápido y de repente los olores, las aves de gallinero y, de cierta forma el retrete, lo que llaman, su orinal portátil de olores. Ohhh, sí, y ese fue sólo el de la persona que está a tu lado (algunas risas). Comienzan a oler la energía, y eso es algo en realidad ofensivo al principio. Es abrumador. En realidad, no tiene por qué ser un olor físico causado por algo anaeróbico o por actividad aeróbica. Es simplemente oler la energía, y oh, es a veces fuerte. </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La belleza de esto es que se puede oler la energía. Tienen esa apreciación de la energía en el aire, de la energía alrededor de la gente. De repente, en realidad no están verdaderamente abriendo el sentido del olfato; están abriendo algunos otros sentidos y lo perciben como un olor, pero esa es la belleza de ello. Esa es la belleza.</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sz w:val="20"/>
          <w:szCs w:val="20"/>
        </w:rPr>
        <w:t>~ La Naturaleza</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Otras cosas. La naturaleza puede ir en la lista. Las alergias. De repente, en toda su vida realmente no han tenido algún tipo de alergia y sorpresivamente están estornudando. Los árboles. El polen. La caspa de perro. Es todas estas cosas, y se dicen, “¿Qué hay de malo en mí? De repente, ya no puedo manejar nada. Debo estar débil”. ¡No! Se están volviendo muy sensibles.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La naturaleza tiene una de las más fuertes energías de todas. Y cuando la naturaleza está pasando por sus cambios – las flores están floreciendo, los árboles, las hojas están brotando – es muy, muy fuerte. Muy fuerte. Hace que mis ojos lagrimeen de vez en cuando. Muy fuerte. Y combinen esto con el hecho de que están volviéndose más sensibles, pero aman la naturaleza, pero van a estar yéndose, como si estuvieran traicionando la naturaleza o a Gaia o lo que sea – por cierto, Gaia está yéndose también, así que no importa – y eso desencadena una sensibilidad en su ser y de repente están estornudando todo el tiempo. Y luego, “¿Qué es esto? ¿Que pasa conmigo? Ya no puedo apreciar la naturaleza. Ni siquiera puedo salir a la calle, porque estoy estornudando todo el tiempo“. Están realmente integrando la naturaleza en su estado de ser para que puedan llevársela con ustedes, y es abrumador – abrumador a veces.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Ahora, podríamos seguir y seguir con sus sensibilidades, y seguir con todas las diferentes sensibilidades, ya se trate de los alimentos, ya se trate de los sonidos, los olores, cualquiera de estas cosas. El punto que quería hacer aquí es que simplemente se están volviendo más sensuales. Eso es. Están ahora mismo en esa zona intermedia y es muy, muy, muy desafiante para su viejo cuerpo y su mente.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Su cuerpo y mente en este momento no entienden cómo integrar su nueva sensibilidad. Es abrumador para sus sistemas. Es tan abrumador energéticamente que va a fundir las tomas de corriente eléctrica. Va a afectar un poco su ordenador y equipos electrónicos, sólo porque, en la analogía, también es hacer volar algunos de sus viejos sistemas en el cuerpo.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 cuerpo y la mente no saben cómo manejar un sentido más allá del enfoque – el sentido de Unidad, el sentido de la Imaginación, algunos de los otros sentidos de los que ya hemos hablado hace poco y que vamos a seguir hablando más. El cuerpo y la mente tienen este gran signo de interrogación – “¿Qué pasa conmigo? ¿Por qué es diferente todo? ¿Por qué cambia todo?” No hay nada, nada, nada mal. No hay nada malo, y a pesar de que puedo oír a algunos de ustedes diciendo: “Bueno, sí, pero Adamus, no entiendes”.</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Les voy a contar la historia, porque entiendo, y cualquiera de ustedes pueden pensar que su problema es más especial o que no puede ser superado por nada, están equivocados. Simplemente están pasando de ser una persona aburrida, una persona que está muy atrapada en la rutina, una persona muy incolora, a llegar a ser muy sensibles y muy sensuales.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Lord Ventor</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Les voy a contar una historia de uno de mis compañeros en los Maestros Ascendidos. Estaba sentado aquí antes, hice que se moviera. Su nombre es Lord Ventor.</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w:t>
      </w:r>
      <w:r w:rsidRPr="003D47D2">
        <w:rPr>
          <w:rFonts w:ascii="Verdana" w:hAnsi="Verdana"/>
          <w:i/>
          <w:iCs/>
          <w:sz w:val="20"/>
          <w:szCs w:val="20"/>
        </w:rPr>
        <w:t>¡Pff!</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Fue británico en su última vida. Lord Ventor. Estaba sentado en mi silla. Es como, “¡Señor! ¡Buen señor! Sal de mi silla. Esta es para mi. Ve a sentarte en la silla de Linda”. (Algunas risas)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Lord Ventor es un Maestro Ascendido. Como dije, fue Inglés en su vida pasada. Lo llamamos el Siete de Espadas en el Club de Maestros Ascendidos. El Siete de Espadas. Le tomó siete vidas de verdadera agonía y sufrimiento antes de que él consiguiera su iluminación. Y quiero decir que estaba tan cerca. Estaba tan cerca de su iluminación, pero cada vez no funcionó. Murió antes de la iluminación.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Menciono esto porque algunos de ustedes están tan cerca y algunos de ustedes están cruzando, y es... ¿realmente? ¿Van a volver de nuevo y hacer esto en el año 2042 y tratar de nuevo? No, no, no, no.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Así que Lord Ventor estuvo tan cerca siete veces, casi allí, como si pudiera haberla probado. Él podría haberla tocado. Como si esto (el papelógrafo) fuera la iluminación, el portal hacia la iluminación, estaba como ahiiii mismo (prácticamente tocándola), y luego no funcionó. Su sistema explotaba cada vez, su cuerpo y su mente.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Se estaba volviendo muy, muy sensible. Llegó a ser muy sensible de los alimentos Ingleses (risas).</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Eso es fácil.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Y casi dejó de comer (Adamus se ríe). Nunca lo he entendido. Tan cerca de Francia. Tan cerca, pero a la vez tan lejos.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Llegó a ser muy sensible a la contaminación. Mucho de los niveles de contaminación en sus días se presentaban cuando solían quemar carbón todo el tiempo y la gente se preguntaba por qué tenían problemas pulmonares. Era debido a que estaban quemando carbón y lo respiraban. Llegó a ser muy sensible a los animales, y tenía una gran cantidad de caballos. Llegó a ser demasiado sensible a los caballos. Eso lo mató una vez. Sólo la sensibilidad a los caballos lo mató. Sí. Sí.</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Siete veces estuvo tan cerca de la iluminación, pero cada vez entraba en una sensibilidad agobiante y trataba de resolverlo haciendo las cosas que los humanos tratan de hacer, que ustedes intentan hacer. Él trató de superarla con ciertos remedios herbales. Trató de superarla a través de la hipnosis. Eso fue un chiste. Trató de superarla a través de sesiones espiritistas, brujería y todo eso, en lugar de entender que estaba pasando de un aburrimiento muy lineal y local a la sensibilidad.</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 xml:space="preserve">Por último, lo consiguió. Finalmente, supongo que de cierta forma, bueno, llegó al punto de no tener en realidad ninguna otra opción. Tuvo su séptimo intento hacia la iluminación. Es decir, trabajó duro. Trabajó muy duro en ello. Estaba en su séptimo intento, y en realidad no le quedaba nada, y sabía que se estaba muriendo. Estaba tosiendo. Estaba estornudando. Ya no podía comer esa horrible comida nunca más. No le gustaba la gente, por lo que no les permitía que se acercaran. Creo que tenía que levantarse e ir al baño durante toda la noche, y todas estas otras cosas que había que hacer y que finalmente sólo tenía que dejar ir.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Tuvo que dejar de intentar tan duro. Y cuando lo hizo, se sintió abrumado, en cierto modo, con la sensibilidad. Pero en vez de lo que se llama el lado duro de la sensibilidad, también abrió el lado sensual, el lado que podría encontrar la sensualidad, incluso en los alimentos Ingleses; la parte en que podría oír la belleza en cualquier tipo de ruido. Abrió ese otro lado, y en eso hubo como una avalancha a la verdadera sensualidad, de cierto modo casi un equilibrio para todo lo demás, y abrió algunos de sus otros sentidos y dejó de luchar. Y de repente vio, sintió y experimentó la belleza de todas estas cosas. De repente se dio cuenta, “¡Oh! Esto es parte de la iluminación. Pasas de ser aburrido y no ser consciente y cerrarse, a la sensibilidad y la sensualidad“.</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Sí, es irritante cuando tienen erupciones en el cuerpo. Es irritante la tos. Es irritante el síndrome de la boca seca y todo lo demás. Todos estos son irritantes, y todo es parte de su entrada a la maestría.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No hay errores en ello. No hay nada que estén haciendo mal. No hay cambios equivocados. Si hubiera algo que me gustaría recomendarles de nuevo es dejar de preocuparse por ello, y eso va a ser difícil para ustedes. A muchos de ustedes les gusta preocuparse. Dejen de preocuparse por ello y dejen de tomar todas estas cosas para tratar de superarla. Dejen de correr a las brujas y los brujos para todo tipo de remedios extraños. Sólo sean sensibles. No estoy diciendo que nunca se tomen –  Cauldre y Linda dijeron al mismo tiempo, “¿No se puede tomar una aspirina o una píldora para la alergia?” No se excedan. No se desensibilicen a sí mismos. Van a tener algunos días incómodos, años, pero en realidad no importa (algunas risas). Se están abriendo a su sensualidad.</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Lord Ventor finalmente la consiguió. Finalmente la permitió, y en eso, experimentó tal sensación exquisita, energía exquisita, exquisita sensualidad, y se dio cuenta, oh, Dios mío, había sido un viejo tonto por muchas vidas. Había estado trabajando muy duro por algo que se llama iluminación, una cosa que no pueden trabajar. Sólo pueden permitirla. Punto.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Así que veo a muchos de ustedes, oigo a muchos de ustedes. Están con comezón, están con tos, se están rascando, están eructando, están con gases, están haciendo todas estas cosas y otras cosas que están pasando en su cuerpo, y eso está bien en este momento. No pueden soportar estar cerca de otras personas, pero no se pueden soportar estando solos. ¿Qué es peor? ¿Estar consigo mismos? ¿Estar con otras personas? No pueden dormir en la noche.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David, esta sensibilidad hacia el sueño que tienes es una bendición, no una maldición. Sí, te levantas y vas al baño también, pero cuando rompes los viejos hábitos de dormir ocho horas y que eres capaz de dormir poco, levantarte, dormir un poco más, estás rompiendo viejos ritmos. Es una bendición levantarse – lo es – levantarse a las dos de la mañana o a las cuatro o dos y cuatro y seis veces. ¿Y qué? ¿Qué importa en la iluminación? ¿Así que, qué importa?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Están maldiciendo la humanidad y la condición humana, por supuesto, y se está volviendo más intenso en este momento. Pero lo que viene con ello también es una bendición. Y éstas no son sólo palabras, porque sé que muchos de ustedes han estado teniendo un verdadero sentimiento sensual, experiencias últimamente. Un poco aquí, un poco allá, un poco como la sensación de sentirse de nuevo, abrirse de nuevo. Pero luego la apagan. Tienen miedo de ella. Está bien. Se va a abrir sin importar qué.</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Estoy tomando una dirección un poco diferente en este Shaud, porque quiero que entiendan que cada vez llegan a ser más sensibles y más sensuales. Esta bien. Es un poco incómodo, pero eso está bien.</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Configurando el Merabh de Hoy</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Ahora, me gustaría hacer algo. Me gustaría hacer un merabh, pero me gustaría hacerlo un poco diferente. Y quiero que escuchen muy cuidadosamente y luego no hablen después de eso hasta que todo esté listo. (Adamus hace una pausa, y luego se ríe) Tengo que ir a hablar con Cauldre un minuto. (Risas cuando él va detrás de la silla y pretende que están discutiendo) Está bien, hemos hablado.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Esto es lo que vamos a hacer. Número uno, vamos a subir las luces de la audiencia, y todos, en su casa, sientan en esto. ¿Que está pasando aquí? Y las luces del escenario. Bueno. Suban la intensidad de todas estas luces, no es tan intenso. "¡Oh! Bajen la intensidad de las luces” No, las necesitamos.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Número dos, en un momento, voy a tener que poner todos sus sillas en un círculo, sin hablar. Ni una palabra. Ni una palabra. Las sillas adicionales, amontónenlas, pónganlas contra la pared, pónganlas allí. Sólo sillas suficientes para el número de personas en el círculo. Aún no. Aún no. Y todo ello sin hablar, y tengo que ser capaz de caminar alrededor de la parte de atrás del círculo y la entrada aquí para ingresar al círculo. Así que sólo esas sillas. El personal de producción, por favor, no participan en esto. Mantengan lista la cámara sin embargo. Necesito que todos sean muy conscientes. Vamos a estar principalmente usando la cámara dos, tres y cuatro en esto, sean muy conscientes.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Así que ahora, sin una sola palabra, y vamos a hacerlo con tiempo. ¿Quién va a ser nuestro temporizador? Bueno. Vamos a medir el tiempo en esto. ¿Tienes un reloj?</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¡Duh!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Duh. Bueno. ¿Tienes un reloj de la marca 'duh'. Mira, “¡Duh!” (Algunas risas) Es como un Timex, “¡Duh!” Bien, a la cuenta de tres, sin hablar. Vamos a cronometrar, las sillas en círculo.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(Pausa, mientras todos empiezan a mover las sillas alrededor)…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Y Crash, querrás estar tomando fotografías adentro y fuera del círculo.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Oigo voces y no es la mía. Un lugar para mi para pasar por el medio, justo allí donde colocaste tu silla. Necesito un lugar para transitar.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¿Cómo vamos de tiempo, Linda?</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empezaste.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Lo sé, pero ¿dónde estamos? ¿Edith?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EDITH: Diez a cuatro.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Nada de teléfonos celulares. No hay bocas. ¿Cuánto tiempo ha pasado desde que hemos estado haciendo esto?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Un minuto.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Dos minutos.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No, no tomaste el tiempo.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LINDA: ¡No dijiste cuándo empezar! </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sz w:val="20"/>
          <w:szCs w:val="20"/>
        </w:rPr>
        <w:t xml:space="preserve">ADAMUS: Estamos casi listos.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(Pausa)…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Casi allí. Apilen algunas de estas sillas aquí. Denme espacio para caminar.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(Pausa más larga)…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Bueno. Ciento cuarenta y ocho segundos. No está mal. No está mal. Bueno. Ahora se pueden relajar.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Un par de cosas a observar. En primer lugar, estamos haciendo algo diferente. Están acostumbrados a sentarse en las mismas sillas de la misma manera todo el tiempo. Hicimos algo diferente. no fue tan malo, ¿verdad? Pueden hablar ahora (Adamus se ríe). Pueden reírse. Si sí. No tan mal. Bien, esto es lo primero – la vida cambia cuando van a entrar a la iluminación. No esperen las mismas viejas sillas, las mismas viejas filas todo el tiempo.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Número dos, si hubieran estado hablando – realmente queremos que se sientan en esto – si hubieran estado hablando mientras estábamos tratando de hacer esto, tendríamos aproximadamente otros cinco minutos más para salir. Cuando hablan mucho, están realmente en la distracción. Su boca se abre, su cerebro se va, luego algunos de ustedes les han dicho a los demás qué deben hacer y algunos de ustedes se han sentado y socializado por un tiempo. Algunos de ustedes han ido a hacer pee y hacen todas estas otras cosas. Es increíble lo que puede suceder, especialmente, con el proceso creativo, que es esto, cuando esa boca humana no se abre. Esto es un punto tan importante.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Si quieren hacer algo en su vida – un proyecto, moverse a otro nivel en su iluminación – callen y permitan. Eso es. Empiezan a hablar – hablar y pensar son de cierta forma simultáneos, son muy similares – empiezan a hablar, empiezan a pensar y de repente se ha estropeado un proceso por lo demás muy suave. Este fue tranquilo, si tenemos en cuenta que nunca lo hemos hecho antes. Lo hicimos una vez en un barco en Egipto. Ese fue difícil, pero funcionó.</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Al detener el habla y todo el pensamiento y sólo permiten, hay un flujo que se lleva a cabo y de repente miren lo que pasa. No es lo que yo llamo un círculo perfecto, pero bastante bueno. Es como un huevo. Estoy en la mitad de un huevo aquí, una forma de huevo grande. Así que esto es muy, muy importante.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Cambiaron las energías en la habitación, ¿no es cierto? Cambiaron mucho, y en realidad trae más sensualidad. Más sentidos comienzan a abrirse. Algunos de ustedes piensan que vamos a comenzar de repente a cantar Kumbaya en un momento. No lo haremos. No se trata de eso. Sólo quería hacer algo diferente para este merabh.</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Todos ustedes viendo en línea – ¿dónde están? (Está buscando la cámara adecuada) Oh, todos ustedes viendo en línea, tráiganse a sí mismos en este momento. Shh. Dejen de hablar. Tráiganse a sí mismos a este círculo, en lo que estamos haciendo y experimentando aquí.</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Ahora, sólo... están pensando en ello. Simplemente lo hacen. “Yo Estoy Aquí”, ¿recuerdan? “Yo Estoy Aquí”, entonces están aquí. De acuerdo,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Ahora, ponemos un poco de música y luz merabh y toman una profunda respiración. Esto es divertido. Esto es como ir de camping (algunas risas).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(Comienza la música)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Y no me gusta – quiero decir, me gusta este (una olla pequeña), porque dice St. Germain, me gusta este - pero no me gusta todo esto aquí, así que vamos a pasar de que (alguien se mueve el pedestal de distancia). Oh, acaba de tomar una respiración profunda y se siente en la belleza de la música y de este día.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¡Ah! Tomen una buena y profunda respiración y vamos a mantener la intensidad de las luces. Ustedes se divierten allá atrás (al personal de producción). Nunca se ha hecho esto, ¿o sí? Sí. ¿Pero no es divertido? Es creativo. Si lo hubiera contado de antemano, estarían preocupados –“Bueno, ¿cómo llegamos a esto y cómo lo hacemos?” Pero están sólo en el momento. Hay un flujo en él. Hay una especie de sensualidad en él.</w:t>
      </w:r>
    </w:p>
    <w:p w:rsidR="000E3DFA" w:rsidRPr="003D47D2" w:rsidRDefault="000E3DFA" w:rsidP="003D47D2">
      <w:pPr>
        <w:widowControl/>
        <w:autoSpaceDE/>
        <w:autoSpaceDN/>
        <w:adjustRightInd/>
        <w:spacing w:before="100" w:beforeAutospacing="1" w:after="100" w:afterAutospacing="1"/>
        <w:ind w:firstLine="425"/>
        <w:jc w:val="both"/>
        <w:rPr>
          <w:rFonts w:ascii="Verdana" w:hAnsi="Verdana"/>
          <w:sz w:val="20"/>
          <w:szCs w:val="20"/>
        </w:rPr>
      </w:pPr>
      <w:r w:rsidRPr="003D47D2">
        <w:rPr>
          <w:rFonts w:ascii="Verdana" w:hAnsi="Verdana"/>
          <w:sz w:val="20"/>
          <w:szCs w:val="20"/>
        </w:rPr>
        <w:t>Así que tomen una buena y profunda respiración. Vamos a empezar.</w:t>
      </w:r>
    </w:p>
    <w:p w:rsidR="000E3DFA" w:rsidRPr="003D47D2" w:rsidRDefault="000E3DFA" w:rsidP="003D47D2">
      <w:pPr>
        <w:widowControl/>
        <w:autoSpaceDE/>
        <w:autoSpaceDN/>
        <w:adjustRightInd/>
        <w:spacing w:before="100" w:beforeAutospacing="1" w:after="100" w:afterAutospacing="1"/>
        <w:jc w:val="both"/>
        <w:rPr>
          <w:rFonts w:ascii="Verdana" w:hAnsi="Verdana"/>
          <w:sz w:val="20"/>
          <w:szCs w:val="20"/>
        </w:rPr>
      </w:pPr>
      <w:r w:rsidRPr="003D47D2">
        <w:rPr>
          <w:rFonts w:ascii="Verdana" w:hAnsi="Verdana"/>
          <w:b/>
          <w:bCs/>
          <w:i/>
          <w:iCs/>
          <w:sz w:val="20"/>
          <w:szCs w:val="20"/>
        </w:rPr>
        <w:t>Un Merabh para Dejar Ir</w:t>
      </w:r>
      <w:r w:rsidRPr="003D47D2">
        <w:rPr>
          <w:rFonts w:ascii="Verdana" w:hAnsi="Verdana"/>
          <w:sz w:val="20"/>
          <w:szCs w:val="20"/>
        </w:rPr>
        <w:t xml:space="preserve"> </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Se trata de un merabh para soltar un montón de heridas. Yo sé que hemos liberado herida, tras herida, tras herida, pero todavía hay algunas heridas. Pero vamos a hacerlo ahora un poco diferente. En lugar de luchar contra ellas y tratar de entenderlas, sólo vamos a hacerlo con sensualidad. Simplemente dejarlas ir. Y la parte más importante en este merabh, dejar que esas heridas se vayan, pero abrácenlas en sabiduría.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Vean, en cada experiencia que han tenido alguna vez, no importa lo difícil, no importa si ha causado dolor y muerte, hay sabiduría. Eso es lo que el alma ama. Ama la sabiduría. No se preocupa por el resto de las cosas. Realmente no lo hace. No se preocupa por todas las dificultades, todas las historias. Ama la sabiduría.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Casi que podría transponer la palabra “sabiduría” y “sensualidad.” Están tan cerca. Sabiduría. Es esa esencia de lo que el alma saca de cualquier cosa que le ha pasado a ella, experimentado a través de ustedes en algún momento. Sabiduría. No significa inteligente. Significa, bueno, es la esencia, la sensualidad.</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En lugar de luchar contra sus heridas, en lugar de tratar de curar sus heridas ahora, ustedes sólo dejan que se vayan y luego abracen la sabiduría, el sentimiento.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Y antes de seguir adelante con esto, quiero recordarles a todos que todas estas cosas que hemos hablado – la sensualidad, la sabiduría, cualquiera de estas, la iluminación – no hay trabajo envuelto en ellas. Si están trabajando en ello, no está sucediendo. No hay trabajo involucrado en esto. Si están tratando, si están luchando, si están luchando dentro de sí mismos, si están maquinando, si están conspirando consigo mismos, si están preocupados, si están ansiosos y si están en todo el resto de estas cosas, están trabajando en ello.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La realización, que realmente viene a sus sentidos, es permitirla. No hay una confabulación en el cerebro de cómo hacer las cosas bien, la forma de respirar bien, cómo sentarse derecho, comer correctamente, cómo hacer nada de eso. No hay ninguna. Y ahí es donde muchos que han estado en el camino se equivocan. Bueno, no está mal, pero están tan distraídos en su makyo, como si tuvieran que hacerlo.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Cualquiera que sea la herida está ahí, cualquier dolor o dificultad, el odio hacia sí mismo, basta con liberarlo sin esfuerzo. Si están trabajando en ello, no lo están permitiendo. Dejen que se vaya –quiere irse – y luego abracen la sabiduría.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tener la música alta un poco y están todos aquí ahora – para aquellos de ustedes viendo esto, estén aquí también. Quiero que sientan lo que viene a continuación. La música, por favor.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(La música se hace más fuerte)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Tomen una buena y profunda respiración. No más trabajar en ello, Edith (Adamus coloca sus manos sobre los hombros). Toma una profunda y buena respiración.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(Adamus luego pasa a la siguiente persona y coloca suavemente sus manos sobre sus hombros, continuando así en cada uno)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(Joanne) Hay tanta sabiduría... tanta sabiduría para contemplar.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(Shawna) Sí, puedo sentir el dolor. Creo que se puede decir que he estado allí. Así lo entiendo, pero ahora sólo déjalo ir. No trabajes en él. Sin forzarlo. Sin huir de él tampoco.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(Sart) Sin huir de ello. Estás realmente preparado para recibir esa sabiduría, ¿de acuerdo? Respírala.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(Denise) Ya no te cierres más. Deja de trabajar tan duro, por favor. Sólo permítela. La sabiduría – la sabiduría y la sensualidad – casi la misma palabra.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(María) No hay una respuesta oculta en alguna parte. Nada de eso está eludiéndote. No tienes que hacerlo tan difícil. Deja de trabajar en ello. ¡Uf! Todos ustedes.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(Mujer) Toma una buena y profunda respiración. Simplemente relájate en ella. Todas las cosas duras, cuando consigues la otro perspectiva, siente en lo que realmente está pasando, te darás cuenta de tanta sabiduría para contemplar. Tanta.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(Alaya) Aquí es cuando simplemente sueltas todas esas heridas. Ya no sirven más. En realidad no lo hacen. Sólo necesitaban una buena ocasión, un buen Shaud y un merabh como este para dejarlas ir. No trabajes en ello. Puedo sentir que trabajas ene ello. Solo déjalas ir.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(Nancy) Y te das cuenta de que no estoy haciendo nada de esto. Sólo estoy aquí de pie. Como te dije antes, estoy contigo a cada paso del camino. No estoy haciendo nada. Sólo estoy permitiéndote saber que estás bien. Bueno, ya lo sabes, ¿verdad? Ahora ve a recoger esa sabiduría. Deja que todas esas otras cosas se vayan y sólo trae la sabiduría.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(Caroline) Sólo te estoy recordando lo que ya sabes. No hay nada como tocar realmente un ser humano, tan cerca de un humano, en total compasión, honor, amor. Liberar todo ese dolor. Respirar en la sabiduría. No más dolor.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(Vince) Es que estoy jugando el papel del Maestro, el Maestro que está dentro de ti. Me encanta este papel, porque siento tan profundamente en todos y cada uno de ustedes. Eres un poco como el Lord Ventor. Tan cerca, mi amigo. Estás esperando con tanto agobio. Basta con tomar una buena y profunda respiración. Trae esa sabiduría. Sólo permite.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(Oso Risueño) Esto parece como de nueva era, ¿no es así? Sí, pero es muy sensual. Una buena respiración profunda. Prepárate para algunas sacudidas en tu vida que vienen muy pronto. Sólo permítelas, ¿podrías? Sólo permítelas. No direcciones la sabiduría a ellas. Sólo permítelas. El Maestro en ti lo está pidiendo, “¿Puedes confiar?”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(Mujer) Creo que estoy teniendo más diversión de la que he tenido en mucho tiempo con todos ustedes. Y para todos ustedes viendo en línea, estoy a su alrededor, también estoy tocando a todos y cada uno de ustedes. Ah, no hay necesidad de tener miedo. Sólo permite.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(Marcus) Este es un tiempo para simplemente liberar las heridas. Aunque no trabajar en ellas. Estás trabajando en ello, van a permanecer allí. Sólo libéralas y respira rápidamente en la sabiduría. Respírala. Ahí estás. Él no se está aferrando, lo ven. Este chico está permitiendo esa sabiduría en. Hm.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(Tom) Sólo tienes que traer esa sabiduría al frente. No hay necesidad de mantenerla forzada. Sólo tienes que traerla a primera fila. Para algunos de ustedes, es tan clara, la sabiduría, al igual que para este gran hombre aquí. Tanta sabiduría, pero estás temeroso de sacarla. Simplemente, no crees que sea del todo adecuado. No, sólo sácala. Tráela.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(Alain) Todas las heridas. Energía atascada es lo que es. Simplemente toma una profunda respiración y vamos a ir más allá de eso. Luego permites que esa sabiduría emerja. Deja de tratar de curarte a ti mismo o arreglarte. Sólo deja que esa sabiduría surja. La palabra sabiduría y sensual, creativo – casi la misma cosa.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(Patricia) Uno de estos días vamos a hacer esto de nuevo, no en un Shaud, pero para el que quiera venir aquí y hacerlo. Y me encantaría que cada uno de ustedes tenga la oportunidad sólo para tocar y sentir y sostener al más grande de los seres. Toma una buena y profunda respiración. No trabajes más en ello. Sólo permítela.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(Mujer) Mm. Tienes tanta sensibilidad, esto provoca erupciones en tu cuerpo. Ahora sólo estás dejando que pase – no trabajando en ello, sólo estamos dejando que pase – y lo que viene en su lugar es sabiduría... y mucha gracia.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(David) Realmente confía en ti mismo – eso es hermoso, pero es una difícil. Puedes preguntar porqué hay que confiar en ocasiones, pero, bueno, como Lord Ventor tarde o temprano, no tienes ninguna otra opción, y sólo confías. Deja de trabajar en ello. Deja de tratar de entenderlo. Sólo permite.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(Steve) Bueno, este es un Shaud diferente, ¿verdad? (Adamus se ríe) Una bueno respiración profunda. Una buena respiración profunda. ¡Ah! Tan listo para entrar, mi buen hombre. Tan listo. Algunas cosas viejas enterradas allí, sólo toma una profunda respiración. No tienes que saber lo que es, sólo date cuenta de que es el momento. Es hora de ir más allá. Grandioso.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(Tiffany) Bueno. Aquí hay una que está tan lista. (Adamus se ríe) Tan lista para dejar ir un montón de cosas. Pero ella en realidad no creía que sabía cómo deshacerse de eso. Ella pensó que estaba como permanentemente unida a ello, como un cubo de basura lleno de chatarra y unida con cinta adhesiva a su alrededor. Bueno, sólo quita la cinta adhesiva y deja el bote de basura atrás, ¿de acuerdo? Eso es todo. Realmente simple. Voy hacer una historia del Maestro con eso algún día.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(Larry) Me quiere golpear. No, realmente lo quiere. Me refiero a que realmente lo quiere hacer (alguien se ríe). Sí. Sí. Pero él sabe que yo sé Kung Fu, y estoy detrás de él (Adamus se ríe). En realidad, es divertido. Él no trata, no trabaja tan duro en ello. Él simplemente no cree que sea posible. Lo que es peor. ¿Trabajar duro en ello o simplemente no creer en ello? ¿Cuál preferirías tener? Ninguno de los dos, ¿de acuerdo? Ya sea que crees, es la realidad que creas. Cualquier cosa que permitas en tu vida, sin todos esos escudos y barreras y todo lo que has conformado, algo así como tu prevención hacia el dolor; lo que permitas es lo que llega a ser. Es así de simple, no para otras personas, pero para ti. Para el makyo. Comienza a sentir de nuevo, mi amigo. ¡Oh! Comienza a sentir de nuevo. Esa es la sabiduría, ¿de acuerdo? ¿Somos camaradas? (Él asiente con la cabeza y se tocan los nudillos) Bien.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(Astraya) ¡Ah! Un ángel. Mm. Esto va a ser muy aburrido para el Shaud de la próxima vez. O tal vez no. Toma una buena y profunda respiración. Estás tan cerca. Y Lord Ventor tiene un interés especial en ti. Será mejor que lo veas. Él es – ejem – Inglés (algunas risas). Sólo dejarlo ir, ¿de acuerdo? No trabajes en ello. Sólo déjalo ir, ¿de acuerdo?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(Vicky) Y tengo que preguntar, ¿puedes sentir mi tacto? (Ella asiente) Es decir, no sólo un contacto físico, pero...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VICKI: Oh, sí.</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ADAMUS: Sí. Bueno. Ahora, lleva eso a tu cuerpo. Es sensual. No son sólo las manos sobre tus hombros, pero eres tú y yo, una especie de fusión de los dos, bailando, sintiendo. De acuerdo, una respiración profunda. Demasiada resistencia, ¿de acuerdo? Simplemente permite. Vas a notar que no hay agenda en tocar, ¿de acuerdo? Gracias.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(Olivia) Una buena respiración profunda. Ah, tal belleza en tus ojos, pero algo de dolor también. Bueno. Sólo permite que salga. Bien, es todo acerca de la sabiduría ahora. Es todo acerca de ser sensual. Bien. No más trabajo duro. No más tratar.</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(Tess) Para todos viendo, todos, están aquí. Son parte de esto. No sólo estoy dando vueltas de un humano a otro. Estoy con todos ustedes. Y no lo estoy haciendo. Sólo digo, querida, hm, no más dolor allí. No más problemas. ¿Cómo sería ser como una de las primeras en su Realización, en sus sentidos? Un poco intimidante tal vez, pero siento que estás lista. Respíralo.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(Eric) Hm. De acuerdo... (larga pausa)… Nota que no había dicho ninguna palabra (Eric asiente con la cabeza). No teníamos que hacerlo. Gracias. No teníamos que hacerlo. Estaba todo bien allí.</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(Olga) Bien. Sólo toma una respiración. Simplemente, ooh. Siente como justo en la parte superior del pecho, estás sosteniendo un par de cosas. Escúpelas. (Adamus hace el ruido de escupir y ella se ríe) Y luego, cuando ríes, eso trae tanta sabiduría.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(Elizabeth) ¡Ah! No más trabajar en ello. No más luchas. Tanta sensualidad que entra en este momento, simplemente fluye. Casi puedes verla cuando te fijas en ella. Sin temor a ella. Preguntando dónde ha estado. Bien.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(Carole) Mira todos esos premios Adamus en su distintivo. Oh, Dios mío. Ella tampoco gastó mucho dinero o ella es muy buena. Ningún trabajo. Ningún trabajo. No más, ¿de acuerdo? Toma una profunda respiración. Trae la sabiduría. Abraza esa sabiduría de todas las experiencias que has tenido. (Adamus rompen algo en su espalda) ¡Egh! Ella se aferra a algunas cosas. Tenía que dejarlo salir. Era como un insecto en tu espalda.</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(Silvia) Una respiración profunda. Aquí hay una que en realidad no se aferra demasiado. No tenemos un montón de viejos problemas, gracias a Dios, pero está esperando el permiso para ser sensual, estar iluminada. No va a venir de mí, sin embargo. Tienes que hacerlo por ti misma, ¿de acuerdo?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tomar juntos una profunda respiración.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Un par de puntos para hoy. Esperen que las cosas sean diferentes. No hay que esperar para estar siempre sentados en las mismas sillas, en la misma fila de la misma manera. Cuando un círculo viene a ustedes, abrácenlo.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Hacerlo en silencio, sin mucho pensar, sin mucha planificación y preocupación. Solo háganlo. La creación de esto tomó hoy menos de tres minutos. Fue fácil. Dejen que venga a ustedes. Cierren la boca cuando lo hacen. Detengan la intervención humana en el proceso de iluminación. Sí, va a ser diferente. Sí, puede que tengan que hacer lo suyo (producción) aquí muy diferente. No fue tan malo sin embargo. Sí, puede ser un poco incómodo. Estamos sentados en un círculo; caminando a su alrededor tocando a todos.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El Espíritu, la iluminación viene a ustedes de maneras que probablemente no esperaban. Han estado tratando de hacerlo de la misma manera una y otra vez durante mucho tiempo y esperando el resultado de la iluminación, y va a entrar de una manera muy diferente.</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Y en tercer lugar, y probablemente mi mayor punto para hoy, no pueden trabajar su camino hacia la iluminación. No pueden luchar contra sus viejas batallas y sus viejos demonios y trabajar duro en ello y sufrirlo y trazar y planear, como lo han estado haciendo. Simplemente la permiten. Simplemente la permiten.</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De vez en cuando, una distracción llegará, ya sea yo de pie detrás de ustedes – una bella distracción. No estaba haciendo nada. No estaba sanando. No quiero hacerlo. No estaba empujando la energía en ustedes. No estaba haciendo nada. Estaba distrayéndolos el tiempo suficiente para que se sintieran a sí mismos. Cualquier cosa que sintieron, si están aquí o lo ven, lo que sintieron no era yo. Era ustedes.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tomar una buena y profunda respiración juntos.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Gracias, mis queridos amigos por permitirme estar aquí con ustedes en este hermoso, sensual y sabio momento.</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Vamos a tomar una buena y profunda respiración y recuerden que todo está bien en toda la creación, especialmente la suya. Gracias.</w:t>
      </w:r>
    </w:p>
    <w:p w:rsidR="000E3DFA" w:rsidRPr="003D47D2" w:rsidRDefault="000E3DFA" w:rsidP="003D47D2">
      <w:pPr>
        <w:widowControl/>
        <w:autoSpaceDE/>
        <w:autoSpaceDN/>
        <w:adjustRightInd/>
        <w:spacing w:before="100" w:beforeAutospacing="1" w:after="100" w:afterAutospacing="1"/>
        <w:ind w:firstLine="426"/>
        <w:jc w:val="both"/>
        <w:rPr>
          <w:rFonts w:ascii="Verdana" w:hAnsi="Verdana"/>
          <w:sz w:val="20"/>
          <w:szCs w:val="20"/>
        </w:rPr>
      </w:pPr>
      <w:r w:rsidRPr="003D47D2">
        <w:rPr>
          <w:rFonts w:ascii="Verdana" w:hAnsi="Verdana"/>
          <w:sz w:val="20"/>
          <w:szCs w:val="20"/>
        </w:rPr>
        <w:t>Soy Adamus, en el círculo. Gracias. (Aplausos de la audiencia)</w:t>
      </w:r>
    </w:p>
    <w:p w:rsidR="000E3DFA" w:rsidRPr="003D47D2" w:rsidRDefault="000E3DFA" w:rsidP="003D47D2">
      <w:pPr>
        <w:widowControl/>
        <w:adjustRightInd/>
        <w:jc w:val="both"/>
        <w:rPr>
          <w:rFonts w:ascii="Verdana" w:hAnsi="Verdana"/>
          <w:b/>
          <w:bCs/>
        </w:rPr>
      </w:pPr>
      <w:r w:rsidRPr="003D47D2">
        <w:rPr>
          <w:rFonts w:ascii="Verdana" w:hAnsi="Verdana"/>
          <w:b/>
          <w:bCs/>
        </w:rPr>
        <w:pict>
          <v:rect id="_x0000_i1027" style="width:495.5pt;height:1.5pt" o:hralign="center" o:hrstd="t" o:hrnoshade="t" o:hr="t" fillcolor="maroon" stroked="f"/>
        </w:pict>
      </w:r>
    </w:p>
    <w:p w:rsidR="000E3DFA" w:rsidRDefault="000E3DFA" w:rsidP="003D47D2">
      <w:pPr>
        <w:widowControl/>
        <w:autoSpaceDE/>
        <w:autoSpaceDN/>
        <w:adjustRightInd/>
        <w:spacing w:before="100" w:beforeAutospacing="1" w:after="100" w:afterAutospacing="1"/>
        <w:ind w:firstLine="426"/>
        <w:jc w:val="both"/>
      </w:pPr>
      <w:r w:rsidRPr="003D47D2">
        <w:rPr>
          <w:rFonts w:ascii="Arial" w:hAnsi="Arial" w:cs="Arial"/>
          <w:i/>
          <w:iCs/>
          <w:sz w:val="20"/>
          <w:szCs w:val="20"/>
        </w:rPr>
        <w:t xml:space="preserve">Adamus del Concejo Carmesí es presentado por Geoffrey Hoppe, también conocido como “Cauldre”, en Golden, Colorado. El Crimson Circle – Círculo Carmesí – es una red global de ángeles humanos quienes están entre los primeros en hacer la transición a la Nueva Energía. Conforme experimentan las alegrías y los retos del estatus de ascensión, ellos ayudan a otros humanos en sus viajes a través de compartir, cuidar y guiar. Más de 100.000 visitantes vienen al sitio Web del Crimson Circle cada mes para leer los últimos materiales y discutir sus propias experiencias.  </w:t>
      </w:r>
    </w:p>
    <w:p w:rsidR="000E3DFA" w:rsidRDefault="000E3DFA" w:rsidP="003D47D2">
      <w:pPr>
        <w:widowControl/>
        <w:autoSpaceDE/>
        <w:autoSpaceDN/>
        <w:adjustRightInd/>
        <w:spacing w:before="100" w:beforeAutospacing="1" w:after="100" w:afterAutospacing="1"/>
        <w:ind w:firstLine="426"/>
        <w:jc w:val="both"/>
      </w:pPr>
      <w:r w:rsidRPr="003D47D2">
        <w:rPr>
          <w:rFonts w:ascii="Arial" w:hAnsi="Arial" w:cs="Arial"/>
          <w:i/>
          <w:iCs/>
          <w:sz w:val="20"/>
          <w:szCs w:val="20"/>
        </w:rPr>
        <w:t>Si están leyendo esto y tienen una sensación de verdad y conexión, ustedes son ciertamente Shaumbra. Son un maestro y un guía humano. Permitan que la semilla de la divinidad florezca dentro de ustedes en este momento y por todos los tiempos por venir. Nunca están solos, ya que hay familia por todo el mundo y ángeles en los reinos alrededor de ustedes.</w:t>
      </w:r>
    </w:p>
    <w:p w:rsidR="000E3DFA" w:rsidRDefault="000E3DFA" w:rsidP="003D47D2">
      <w:pPr>
        <w:widowControl/>
        <w:autoSpaceDE/>
        <w:autoSpaceDN/>
        <w:adjustRightInd/>
        <w:spacing w:before="100" w:beforeAutospacing="1" w:after="100" w:afterAutospacing="1"/>
        <w:ind w:firstLine="426"/>
        <w:jc w:val="both"/>
      </w:pPr>
      <w:r w:rsidRPr="003D47D2">
        <w:rPr>
          <w:rFonts w:ascii="Arial" w:hAnsi="Arial" w:cs="Arial"/>
          <w:i/>
          <w:iCs/>
          <w:sz w:val="20"/>
          <w:szCs w:val="20"/>
        </w:rPr>
        <w:t xml:space="preserve">Por favor, distribuyan este texto en una base no-comercial, no-costo. Por favor, incluyan la información en su totalidad incluyendo estas notas al pie. Todos los otros usos deben ser aprobados por escrito por Geoffrey Hoppe, Golden, Colorado. Vean la página de contactos en el sitio Web: </w:t>
      </w:r>
      <w:hyperlink r:id="rId9" w:history="1">
        <w:r w:rsidRPr="003D47D2">
          <w:rPr>
            <w:rFonts w:ascii="Arial" w:hAnsi="Arial" w:cs="Arial"/>
            <w:i/>
            <w:iCs/>
            <w:color w:val="0000FF"/>
            <w:sz w:val="20"/>
            <w:u w:val="single"/>
          </w:rPr>
          <w:t>http://</w:t>
        </w:r>
      </w:hyperlink>
      <w:hyperlink r:id="rId10" w:history="1">
        <w:r w:rsidRPr="003D47D2">
          <w:rPr>
            <w:rFonts w:ascii="Arial" w:hAnsi="Arial" w:cs="Arial"/>
            <w:i/>
            <w:iCs/>
            <w:color w:val="0000FF"/>
            <w:sz w:val="20"/>
            <w:u w:val="single"/>
          </w:rPr>
          <w:t>www.crimsoncircle.com</w:t>
        </w:r>
      </w:hyperlink>
      <w:r w:rsidRPr="003D47D2">
        <w:rPr>
          <w:rFonts w:ascii="Arial" w:hAnsi="Arial" w:cs="Arial"/>
          <w:sz w:val="20"/>
          <w:szCs w:val="20"/>
        </w:rPr>
        <w:t xml:space="preserve"> </w:t>
      </w:r>
      <w:r w:rsidRPr="003D47D2">
        <w:rPr>
          <w:rFonts w:ascii="Arial" w:hAnsi="Arial" w:cs="Arial"/>
          <w:i/>
          <w:iCs/>
          <w:sz w:val="20"/>
          <w:szCs w:val="20"/>
        </w:rPr>
        <w:t>© Derechos de Autor 2017 Geoffrey Hoppe, Golden, CO 80403.</w:t>
      </w:r>
    </w:p>
    <w:p w:rsidR="000E3DFA" w:rsidRDefault="000E3DFA" w:rsidP="003D47D2">
      <w:pPr>
        <w:widowControl/>
        <w:autoSpaceDE/>
        <w:autoSpaceDN/>
        <w:adjustRightInd/>
      </w:pPr>
      <w:r w:rsidRPr="003D47D2">
        <w:rPr>
          <w:sz w:val="20"/>
          <w:szCs w:val="20"/>
        </w:rPr>
        <w:t> </w:t>
      </w:r>
      <w:r>
        <w:t xml:space="preserve"> </w:t>
      </w:r>
    </w:p>
    <w:p w:rsidR="000E3DFA" w:rsidRDefault="000E3DFA">
      <w:pPr>
        <w:pStyle w:val="BodyText"/>
        <w:kinsoku w:val="0"/>
        <w:overflowPunct w:val="0"/>
        <w:spacing w:before="76" w:line="256" w:lineRule="auto"/>
        <w:ind w:right="106"/>
        <w:rPr>
          <w:color w:val="000000"/>
          <w:sz w:val="17"/>
          <w:szCs w:val="17"/>
        </w:rPr>
      </w:pPr>
      <w:r>
        <w:rPr>
          <w:i/>
          <w:iCs/>
          <w:color w:val="000000"/>
          <w:w w:val="105"/>
          <w:sz w:val="17"/>
          <w:szCs w:val="17"/>
        </w:rPr>
        <w:t>rey</w:t>
      </w:r>
      <w:r>
        <w:rPr>
          <w:i/>
          <w:iCs/>
          <w:color w:val="000000"/>
          <w:spacing w:val="-6"/>
          <w:w w:val="105"/>
          <w:sz w:val="17"/>
          <w:szCs w:val="17"/>
        </w:rPr>
        <w:t xml:space="preserve"> </w:t>
      </w:r>
      <w:r>
        <w:rPr>
          <w:i/>
          <w:iCs/>
          <w:color w:val="000000"/>
          <w:w w:val="105"/>
          <w:sz w:val="17"/>
          <w:szCs w:val="17"/>
        </w:rPr>
        <w:t>Hoppe,</w:t>
      </w:r>
      <w:r>
        <w:rPr>
          <w:i/>
          <w:iCs/>
          <w:color w:val="000000"/>
          <w:spacing w:val="-6"/>
          <w:w w:val="105"/>
          <w:sz w:val="17"/>
          <w:szCs w:val="17"/>
        </w:rPr>
        <w:t xml:space="preserve"> </w:t>
      </w:r>
      <w:r>
        <w:rPr>
          <w:i/>
          <w:iCs/>
          <w:color w:val="000000"/>
          <w:w w:val="105"/>
          <w:sz w:val="17"/>
          <w:szCs w:val="17"/>
        </w:rPr>
        <w:t>Golden,</w:t>
      </w:r>
      <w:r>
        <w:rPr>
          <w:i/>
          <w:iCs/>
          <w:color w:val="000000"/>
          <w:spacing w:val="-7"/>
          <w:w w:val="105"/>
          <w:sz w:val="17"/>
          <w:szCs w:val="17"/>
        </w:rPr>
        <w:t xml:space="preserve"> </w:t>
      </w:r>
      <w:r>
        <w:rPr>
          <w:i/>
          <w:iCs/>
          <w:color w:val="000000"/>
          <w:w w:val="105"/>
          <w:sz w:val="17"/>
          <w:szCs w:val="17"/>
        </w:rPr>
        <w:t>CO</w:t>
      </w:r>
      <w:r>
        <w:rPr>
          <w:i/>
          <w:iCs/>
          <w:color w:val="000000"/>
          <w:spacing w:val="-6"/>
          <w:w w:val="105"/>
          <w:sz w:val="17"/>
          <w:szCs w:val="17"/>
        </w:rPr>
        <w:t xml:space="preserve"> </w:t>
      </w:r>
      <w:r>
        <w:rPr>
          <w:i/>
          <w:iCs/>
          <w:color w:val="000000"/>
          <w:spacing w:val="1"/>
          <w:w w:val="105"/>
          <w:sz w:val="17"/>
          <w:szCs w:val="17"/>
        </w:rPr>
        <w:t>80403.</w:t>
      </w:r>
    </w:p>
    <w:sectPr w:rsidR="000E3DFA" w:rsidSect="000E3DFA">
      <w:headerReference w:type="default" r:id="rId11"/>
      <w:pgSz w:w="12190" w:h="14180"/>
      <w:pgMar w:top="960" w:right="1140" w:bottom="280" w:left="1140" w:header="751" w:footer="0" w:gutter="0"/>
      <w:cols w:space="720" w:equalWidth="0">
        <w:col w:w="991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DFA" w:rsidRDefault="000E3DFA">
      <w:r>
        <w:separator/>
      </w:r>
    </w:p>
  </w:endnote>
  <w:endnote w:type="continuationSeparator" w:id="0">
    <w:p w:rsidR="000E3DFA" w:rsidRDefault="000E3D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DFA" w:rsidRDefault="000E3DFA">
      <w:r>
        <w:separator/>
      </w:r>
    </w:p>
  </w:footnote>
  <w:footnote w:type="continuationSeparator" w:id="0">
    <w:p w:rsidR="000E3DFA" w:rsidRDefault="000E3D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DFA" w:rsidRDefault="000E3DFA">
    <w:pPr>
      <w:pStyle w:val="BodyText"/>
      <w:kinsoku w:val="0"/>
      <w:overflowPunct w:val="0"/>
      <w:spacing w:line="14" w:lineRule="auto"/>
      <w:ind w:left="0"/>
      <w:rPr>
        <w:rFonts w:ascii="Times New Roman" w:hAnsi="Times New Roman" w:cs="Times New Roman"/>
        <w:sz w:val="20"/>
        <w:szCs w:val="20"/>
      </w:rPr>
    </w:pPr>
    <w:r>
      <w:rPr>
        <w:noProof/>
        <w:lang w:val="es-AR" w:eastAsia="es-AR"/>
      </w:rPr>
      <w:pict>
        <v:shapetype id="_x0000_t202" coordsize="21600,21600" o:spt="202" path="m,l,21600r21600,l21600,xe">
          <v:stroke joinstyle="miter"/>
          <v:path gradientshapeok="t" o:connecttype="rect"/>
        </v:shapetype>
        <v:shape id="_x0000_s2051" type="#_x0000_t202" style="position:absolute;margin-left:61.5pt;margin-top:36.55pt;width:215.95pt;height:12.8pt;z-index:-251653120;mso-position-horizontal-relative:page;mso-position-vertical-relative:page" o:allowincell="f" filled="f" stroked="f">
          <v:textbox inset="0,0,0,0">
            <w:txbxContent>
              <w:p w:rsidR="000E3DFA" w:rsidRDefault="000E3DFA">
                <w:pPr>
                  <w:pStyle w:val="BodyText"/>
                  <w:kinsoku w:val="0"/>
                  <w:overflowPunct w:val="0"/>
                  <w:spacing w:line="240" w:lineRule="exact"/>
                  <w:ind w:left="20"/>
                  <w:rPr>
                    <w:rFonts w:ascii="Arial" w:hAnsi="Arial" w:cs="Arial"/>
                    <w:color w:val="000000"/>
                  </w:rPr>
                </w:pPr>
                <w:r>
                  <w:rPr>
                    <w:rFonts w:ascii="Arial" w:hAnsi="Arial" w:cs="Arial"/>
                    <w:color w:val="7F7F7F"/>
                  </w:rPr>
                  <w:t>Adamus</w:t>
                </w:r>
                <w:r>
                  <w:rPr>
                    <w:rFonts w:ascii="Arial" w:hAnsi="Arial" w:cs="Arial"/>
                    <w:color w:val="7F7F7F"/>
                    <w:spacing w:val="21"/>
                  </w:rPr>
                  <w:t xml:space="preserve"> </w:t>
                </w:r>
                <w:r>
                  <w:rPr>
                    <w:rFonts w:ascii="Arial" w:hAnsi="Arial" w:cs="Arial"/>
                    <w:color w:val="7F7F7F"/>
                  </w:rPr>
                  <w:t>–</w:t>
                </w:r>
                <w:r>
                  <w:rPr>
                    <w:rFonts w:ascii="Arial" w:hAnsi="Arial" w:cs="Arial"/>
                    <w:color w:val="7F7F7F"/>
                    <w:spacing w:val="22"/>
                  </w:rPr>
                  <w:t xml:space="preserve"> </w:t>
                </w:r>
                <w:r>
                  <w:rPr>
                    <w:rFonts w:ascii="Arial" w:hAnsi="Arial" w:cs="Arial"/>
                    <w:color w:val="7F7F7F"/>
                  </w:rPr>
                  <w:t>Serie</w:t>
                </w:r>
                <w:r>
                  <w:rPr>
                    <w:rFonts w:ascii="Arial" w:hAnsi="Arial" w:cs="Arial"/>
                    <w:color w:val="7F7F7F"/>
                    <w:spacing w:val="22"/>
                  </w:rPr>
                  <w:t xml:space="preserve"> </w:t>
                </w:r>
                <w:r>
                  <w:rPr>
                    <w:rFonts w:ascii="Arial" w:hAnsi="Arial" w:cs="Arial"/>
                    <w:color w:val="7F7F7F"/>
                  </w:rPr>
                  <w:t>del</w:t>
                </w:r>
                <w:r>
                  <w:rPr>
                    <w:rFonts w:ascii="Arial" w:hAnsi="Arial" w:cs="Arial"/>
                    <w:color w:val="7F7F7F"/>
                    <w:spacing w:val="20"/>
                  </w:rPr>
                  <w:t xml:space="preserve"> </w:t>
                </w:r>
                <w:r>
                  <w:rPr>
                    <w:rFonts w:ascii="Arial" w:hAnsi="Arial" w:cs="Arial"/>
                    <w:color w:val="7F7F7F"/>
                  </w:rPr>
                  <w:t>Transhumano,</w:t>
                </w:r>
                <w:r>
                  <w:rPr>
                    <w:rFonts w:ascii="Arial" w:hAnsi="Arial" w:cs="Arial"/>
                    <w:color w:val="7F7F7F"/>
                    <w:spacing w:val="21"/>
                  </w:rPr>
                  <w:t xml:space="preserve"> </w:t>
                </w:r>
                <w:r>
                  <w:rPr>
                    <w:rFonts w:ascii="Arial" w:hAnsi="Arial" w:cs="Arial"/>
                    <w:color w:val="7F7F7F"/>
                  </w:rPr>
                  <w:t>Shaud</w:t>
                </w:r>
                <w:r>
                  <w:rPr>
                    <w:rFonts w:ascii="Arial" w:hAnsi="Arial" w:cs="Arial"/>
                    <w:color w:val="7F7F7F"/>
                    <w:spacing w:val="21"/>
                  </w:rPr>
                  <w:t xml:space="preserve"> </w:t>
                </w:r>
                <w:r>
                  <w:rPr>
                    <w:rFonts w:ascii="Arial" w:hAnsi="Arial" w:cs="Arial"/>
                    <w:color w:val="7F7F7F"/>
                  </w:rPr>
                  <w:t>8</w:t>
                </w:r>
              </w:p>
            </w:txbxContent>
          </v:textbox>
          <w10:wrap anchorx="page" anchory="page"/>
        </v:shape>
      </w:pict>
    </w:r>
    <w:r>
      <w:rPr>
        <w:noProof/>
        <w:lang w:val="es-AR" w:eastAsia="es-AR"/>
      </w:rPr>
      <w:pict>
        <v:shape id="_x0000_s2052" type="#_x0000_t202" style="position:absolute;margin-left:497.6pt;margin-top:36.55pt;width:45.85pt;height:12.8pt;z-index:-251652096;mso-position-horizontal-relative:page;mso-position-vertical-relative:page" o:allowincell="f" filled="f" stroked="f">
          <v:textbox inset="0,0,0,0">
            <w:txbxContent>
              <w:p w:rsidR="000E3DFA" w:rsidRDefault="000E3DFA">
                <w:pPr>
                  <w:pStyle w:val="BodyText"/>
                  <w:kinsoku w:val="0"/>
                  <w:overflowPunct w:val="0"/>
                  <w:spacing w:line="240" w:lineRule="exact"/>
                  <w:ind w:left="40"/>
                  <w:rPr>
                    <w:rFonts w:ascii="Arial" w:hAnsi="Arial" w:cs="Arial"/>
                    <w:color w:val="000000"/>
                  </w:rPr>
                </w:pPr>
                <w:r>
                  <w:rPr>
                    <w:rFonts w:ascii="Arial" w:hAnsi="Arial" w:cs="Arial"/>
                    <w:color w:val="7F7F7F"/>
                  </w:rPr>
                  <w:fldChar w:fldCharType="begin"/>
                </w:r>
                <w:r>
                  <w:rPr>
                    <w:rFonts w:ascii="Arial" w:hAnsi="Arial" w:cs="Arial"/>
                    <w:color w:val="7F7F7F"/>
                  </w:rPr>
                  <w:instrText xml:space="preserve"> PAGE </w:instrText>
                </w:r>
                <w:r>
                  <w:rPr>
                    <w:rFonts w:ascii="Arial" w:hAnsi="Arial" w:cs="Arial"/>
                    <w:color w:val="7F7F7F"/>
                  </w:rPr>
                  <w:fldChar w:fldCharType="separate"/>
                </w:r>
                <w:r>
                  <w:rPr>
                    <w:rFonts w:ascii="Arial" w:hAnsi="Arial" w:cs="Arial"/>
                    <w:noProof/>
                    <w:color w:val="7F7F7F"/>
                  </w:rPr>
                  <w:t>32</w:t>
                </w:r>
                <w:r>
                  <w:rPr>
                    <w:rFonts w:ascii="Arial" w:hAnsi="Arial" w:cs="Arial"/>
                    <w:color w:val="7F7F7F"/>
                  </w:rPr>
                  <w:fldChar w:fldCharType="end"/>
                </w:r>
                <w:r>
                  <w:rPr>
                    <w:rFonts w:ascii="Arial" w:hAnsi="Arial" w:cs="Arial"/>
                    <w:color w:val="7F7F7F"/>
                    <w:spacing w:val="12"/>
                  </w:rPr>
                  <w:t xml:space="preserve"> </w:t>
                </w:r>
                <w:r>
                  <w:rPr>
                    <w:rFonts w:ascii="Arial" w:hAnsi="Arial" w:cs="Arial"/>
                    <w:color w:val="7F7F7F"/>
                    <w:spacing w:val="1"/>
                  </w:rPr>
                  <w:t>d</w:t>
                </w:r>
                <w:r>
                  <w:rPr>
                    <w:rFonts w:ascii="Arial" w:hAnsi="Arial" w:cs="Arial"/>
                    <w:color w:val="7F7F7F"/>
                  </w:rPr>
                  <w:t>e</w:t>
                </w:r>
                <w:r>
                  <w:rPr>
                    <w:rFonts w:ascii="Arial" w:hAnsi="Arial" w:cs="Arial"/>
                    <w:color w:val="7F7F7F"/>
                    <w:spacing w:val="13"/>
                  </w:rPr>
                  <w:t xml:space="preserve"> </w:t>
                </w:r>
                <w:r>
                  <w:rPr>
                    <w:rFonts w:ascii="Arial" w:hAnsi="Arial" w:cs="Arial"/>
                    <w:color w:val="7F7F7F"/>
                    <w:spacing w:val="1"/>
                  </w:rPr>
                  <w:t>38</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4B1"/>
    <w:rsid w:val="000E3DFA"/>
    <w:rsid w:val="001147BC"/>
    <w:rsid w:val="003D47D2"/>
    <w:rsid w:val="005664B1"/>
    <w:rsid w:val="007E57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lang w:val="es-ES" w:eastAsia="es-ES"/>
    </w:rPr>
  </w:style>
  <w:style w:type="paragraph" w:styleId="Heading1">
    <w:name w:val="heading 1"/>
    <w:basedOn w:val="Normal"/>
    <w:link w:val="Heading1Char"/>
    <w:uiPriority w:val="99"/>
    <w:qFormat/>
    <w:pPr>
      <w:ind w:left="109"/>
      <w:outlineLvl w:val="0"/>
    </w:pPr>
    <w:rPr>
      <w:rFonts w:ascii="Verdana" w:hAnsi="Verdana" w:cs="Verdana"/>
      <w:b/>
      <w:bCs/>
      <w:i/>
      <w:iCs/>
    </w:rPr>
  </w:style>
  <w:style w:type="paragraph" w:styleId="Heading2">
    <w:name w:val="heading 2"/>
    <w:basedOn w:val="Normal"/>
    <w:link w:val="Heading2Char"/>
    <w:uiPriority w:val="99"/>
    <w:qFormat/>
    <w:rsid w:val="003D47D2"/>
    <w:pPr>
      <w:widowControl/>
      <w:autoSpaceDE/>
      <w:autoSpaceDN/>
      <w:adjustRightInd/>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D6AC6"/>
    <w:rPr>
      <w:rFonts w:asciiTheme="majorHAnsi" w:eastAsiaTheme="majorEastAsia" w:hAnsiTheme="majorHAnsi" w:cstheme="majorBidi"/>
      <w:b/>
      <w:bCs/>
      <w:i/>
      <w:iCs/>
      <w:sz w:val="28"/>
      <w:szCs w:val="28"/>
      <w:lang w:val="es-ES" w:eastAsia="es-ES"/>
    </w:rPr>
  </w:style>
  <w:style w:type="paragraph" w:styleId="BodyText">
    <w:name w:val="Body Text"/>
    <w:basedOn w:val="Normal"/>
    <w:link w:val="BodyTextChar"/>
    <w:uiPriority w:val="99"/>
    <w:pPr>
      <w:ind w:left="109"/>
    </w:pPr>
    <w:rPr>
      <w:rFonts w:ascii="Verdana" w:hAnsi="Verdana" w:cs="Verdana"/>
      <w:sz w:val="21"/>
      <w:szCs w:val="21"/>
    </w:rPr>
  </w:style>
  <w:style w:type="character" w:customStyle="1" w:styleId="BodyTextChar">
    <w:name w:val="Body Text Char"/>
    <w:basedOn w:val="DefaultParagraphFont"/>
    <w:link w:val="BodyText"/>
    <w:uiPriority w:val="99"/>
    <w:semiHidden/>
    <w:rsid w:val="00CD6AC6"/>
    <w:rPr>
      <w:sz w:val="24"/>
      <w:szCs w:val="24"/>
      <w:lang w:val="es-ES" w:eastAsia="es-ES"/>
    </w:rPr>
  </w:style>
  <w:style w:type="character" w:customStyle="1" w:styleId="Heading1Char">
    <w:name w:val="Heading 1 Char"/>
    <w:basedOn w:val="DefaultParagraphFont"/>
    <w:link w:val="Heading1"/>
    <w:uiPriority w:val="9"/>
    <w:rsid w:val="00CD6AC6"/>
    <w:rPr>
      <w:rFonts w:asciiTheme="majorHAnsi" w:eastAsiaTheme="majorEastAsia" w:hAnsiTheme="majorHAnsi" w:cstheme="majorBidi"/>
      <w:b/>
      <w:bCs/>
      <w:kern w:val="32"/>
      <w:sz w:val="32"/>
      <w:szCs w:val="32"/>
      <w:lang w:val="es-ES" w:eastAsia="es-ES"/>
    </w:rPr>
  </w:style>
  <w:style w:type="paragraph" w:styleId="ListParagraph">
    <w:name w:val="List Paragraph"/>
    <w:basedOn w:val="Normal"/>
    <w:uiPriority w:val="99"/>
    <w:qFormat/>
  </w:style>
  <w:style w:type="paragraph" w:customStyle="1" w:styleId="TableParagraph">
    <w:name w:val="Table Paragraph"/>
    <w:basedOn w:val="Normal"/>
    <w:uiPriority w:val="99"/>
  </w:style>
  <w:style w:type="paragraph" w:styleId="NormalWeb">
    <w:name w:val="Normal (Web)"/>
    <w:basedOn w:val="Normal"/>
    <w:uiPriority w:val="99"/>
    <w:rsid w:val="003D47D2"/>
    <w:pPr>
      <w:widowControl/>
      <w:autoSpaceDE/>
      <w:autoSpaceDN/>
      <w:adjustRightInd/>
      <w:spacing w:before="100" w:beforeAutospacing="1" w:after="100" w:afterAutospacing="1"/>
    </w:pPr>
  </w:style>
  <w:style w:type="character" w:styleId="Hyperlink">
    <w:name w:val="Hyperlink"/>
    <w:basedOn w:val="DefaultParagraphFont"/>
    <w:uiPriority w:val="99"/>
    <w:rsid w:val="003D47D2"/>
    <w:rPr>
      <w:rFonts w:cs="Times New Roman"/>
      <w:color w:val="0000FF"/>
      <w:u w:val="single"/>
    </w:rPr>
  </w:style>
  <w:style w:type="paragraph" w:styleId="Header">
    <w:name w:val="header"/>
    <w:basedOn w:val="Normal"/>
    <w:link w:val="HeaderChar"/>
    <w:uiPriority w:val="99"/>
    <w:rsid w:val="003D47D2"/>
    <w:pPr>
      <w:tabs>
        <w:tab w:val="center" w:pos="4252"/>
        <w:tab w:val="right" w:pos="8504"/>
      </w:tabs>
    </w:pPr>
  </w:style>
  <w:style w:type="character" w:customStyle="1" w:styleId="HeaderChar">
    <w:name w:val="Header Char"/>
    <w:basedOn w:val="DefaultParagraphFont"/>
    <w:link w:val="Header"/>
    <w:uiPriority w:val="99"/>
    <w:semiHidden/>
    <w:rsid w:val="00CD6AC6"/>
    <w:rPr>
      <w:sz w:val="24"/>
      <w:szCs w:val="24"/>
      <w:lang w:val="es-ES" w:eastAsia="es-ES"/>
    </w:rPr>
  </w:style>
  <w:style w:type="paragraph" w:styleId="Footer">
    <w:name w:val="footer"/>
    <w:basedOn w:val="Normal"/>
    <w:link w:val="FooterChar"/>
    <w:uiPriority w:val="99"/>
    <w:rsid w:val="003D47D2"/>
    <w:pPr>
      <w:tabs>
        <w:tab w:val="center" w:pos="4252"/>
        <w:tab w:val="right" w:pos="8504"/>
      </w:tabs>
    </w:pPr>
  </w:style>
  <w:style w:type="character" w:customStyle="1" w:styleId="FooterChar">
    <w:name w:val="Footer Char"/>
    <w:basedOn w:val="DefaultParagraphFont"/>
    <w:link w:val="Footer"/>
    <w:uiPriority w:val="99"/>
    <w:semiHidden/>
    <w:rsid w:val="00CD6AC6"/>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52656319">
      <w:marLeft w:val="0"/>
      <w:marRight w:val="0"/>
      <w:marTop w:val="0"/>
      <w:marBottom w:val="0"/>
      <w:divBdr>
        <w:top w:val="none" w:sz="0" w:space="0" w:color="auto"/>
        <w:left w:val="none" w:sz="0" w:space="0" w:color="auto"/>
        <w:bottom w:val="none" w:sz="0" w:space="0" w:color="auto"/>
        <w:right w:val="none" w:sz="0" w:space="0" w:color="auto"/>
      </w:divBdr>
      <w:divsChild>
        <w:div w:id="52656321">
          <w:marLeft w:val="0"/>
          <w:marRight w:val="0"/>
          <w:marTop w:val="0"/>
          <w:marBottom w:val="0"/>
          <w:divBdr>
            <w:top w:val="none" w:sz="0" w:space="0" w:color="auto"/>
            <w:left w:val="none" w:sz="0" w:space="0" w:color="auto"/>
            <w:bottom w:val="none" w:sz="0" w:space="0" w:color="auto"/>
            <w:right w:val="none" w:sz="0" w:space="0" w:color="auto"/>
          </w:divBdr>
          <w:divsChild>
            <w:div w:id="52656320">
              <w:marLeft w:val="0"/>
              <w:marRight w:val="0"/>
              <w:marTop w:val="0"/>
              <w:marBottom w:val="0"/>
              <w:divBdr>
                <w:top w:val="none" w:sz="0" w:space="0" w:color="auto"/>
                <w:left w:val="none" w:sz="0" w:space="0" w:color="auto"/>
                <w:bottom w:val="none" w:sz="0" w:space="0" w:color="auto"/>
                <w:right w:val="none" w:sz="0" w:space="0" w:color="auto"/>
              </w:divBdr>
              <w:divsChild>
                <w:div w:id="526563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s&amp;prev=_t&amp;sl=en&amp;tl=es&amp;u=https://youtu.be/0iM1JSyjmw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rimsoncircle.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crimsoncircle.com/BibliotecadeCanalizaciones/" TargetMode="External"/><Relationship Id="rId4" Type="http://schemas.openxmlformats.org/officeDocument/2006/relationships/footnotes" Target="footnotes.xml"/><Relationship Id="rId9" Type="http://schemas.openxmlformats.org/officeDocument/2006/relationships/hyperlink" Target="https://www.crimsoncircle.com/LibraryTextViewer/ContentID/8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32</Pages>
  <Words>12467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del Transhumano</dc:title>
  <dc:subject/>
  <dc:creator>Graciela</dc:creator>
  <cp:keywords/>
  <dc:description/>
  <cp:lastModifiedBy>Graciela</cp:lastModifiedBy>
  <cp:revision>2</cp:revision>
  <dcterms:created xsi:type="dcterms:W3CDTF">2017-07-02T14:33:00Z</dcterms:created>
  <dcterms:modified xsi:type="dcterms:W3CDTF">2017-07-02T14:33:00Z</dcterms:modified>
</cp:coreProperties>
</file>